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83" w:rsidRDefault="00895AD2" w:rsidP="00044EB7">
      <w:r>
        <w:rPr>
          <w:noProof/>
        </w:rPr>
        <w:drawing>
          <wp:inline distT="0" distB="0" distL="0" distR="0">
            <wp:extent cx="9070975" cy="59138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1EC" w:rsidRDefault="007811EC" w:rsidP="00044EB7"/>
    <w:p w:rsidR="007811EC" w:rsidRDefault="007811EC" w:rsidP="007811EC">
      <w:r>
        <w:lastRenderedPageBreak/>
        <w:t>REPORT MASSES AS +/-5mDa, referenced against</w:t>
      </w:r>
    </w:p>
    <w:p w:rsidR="007811EC" w:rsidRDefault="007811EC" w:rsidP="007811EC">
      <w:r>
        <w:t xml:space="preserve"> </w:t>
      </w:r>
      <w:proofErr w:type="spellStart"/>
      <w:proofErr w:type="gramStart"/>
      <w:r>
        <w:t>Leucine</w:t>
      </w:r>
      <w:proofErr w:type="spellEnd"/>
      <w:r>
        <w:t xml:space="preserve"> </w:t>
      </w:r>
      <w:proofErr w:type="spellStart"/>
      <w:r>
        <w:t>Enkephalin</w:t>
      </w:r>
      <w:proofErr w:type="spellEnd"/>
      <w:r>
        <w:t xml:space="preserve"> @ 557.2802 (M+H, C13 isotope) and 556.2771 (M+H, C12 isotope) positive mode, 555.2645 (M-H, C13) and 554.2615 (M-H, C12) negative mode.</w:t>
      </w:r>
      <w:proofErr w:type="gramEnd"/>
    </w:p>
    <w:p w:rsidR="007811EC" w:rsidRDefault="007811EC" w:rsidP="007811EC">
      <w:proofErr w:type="gramStart"/>
      <w:r>
        <w:t>or</w:t>
      </w:r>
      <w:proofErr w:type="gramEnd"/>
      <w:r>
        <w:t xml:space="preserve"> </w:t>
      </w:r>
      <w:proofErr w:type="spellStart"/>
      <w:r>
        <w:t>Sulfadimethoxine</w:t>
      </w:r>
      <w:proofErr w:type="spellEnd"/>
      <w:r>
        <w:t xml:space="preserve"> @312.0840 (M+H, C13) and 311.0814 (M+H, C12) positive mode, 310.0684 (M-H, C13) and 309.0658 (M-H, C12) negative mode.</w:t>
      </w:r>
    </w:p>
    <w:p w:rsidR="007811EC" w:rsidRDefault="007811EC" w:rsidP="007811EC">
      <w:r>
        <w:t xml:space="preserve">This software version </w:t>
      </w:r>
      <w:proofErr w:type="spellStart"/>
      <w:r>
        <w:t>MassLynx</w:t>
      </w:r>
      <w:proofErr w:type="spellEnd"/>
      <w:r>
        <w:t xml:space="preserve"> 4.1 is calibrated ignoring the electron in all cases.</w:t>
      </w:r>
    </w:p>
    <w:p w:rsidR="00895AD2" w:rsidRDefault="00895AD2" w:rsidP="00895AD2"/>
    <w:p w:rsidR="00895AD2" w:rsidRDefault="00895AD2" w:rsidP="00895AD2">
      <w:r>
        <w:t>Elemental Composition Report</w:t>
      </w:r>
      <w:bookmarkStart w:id="0" w:name="_GoBack"/>
      <w:bookmarkEnd w:id="0"/>
    </w:p>
    <w:p w:rsidR="00895AD2" w:rsidRDefault="00895AD2" w:rsidP="00895AD2">
      <w:r>
        <w:t>Single Mass Analysis</w:t>
      </w:r>
    </w:p>
    <w:p w:rsidR="00895AD2" w:rsidRDefault="00895AD2" w:rsidP="00895AD2">
      <w:r>
        <w:t>Tolerance = 7.0 PPM   /   DBE: min = -1.5, max = 100.0</w:t>
      </w:r>
    </w:p>
    <w:p w:rsidR="00895AD2" w:rsidRDefault="00895AD2" w:rsidP="00895AD2">
      <w:r>
        <w:t xml:space="preserve">Element prediction: Off </w:t>
      </w:r>
    </w:p>
    <w:p w:rsidR="00895AD2" w:rsidRDefault="00895AD2" w:rsidP="00895AD2">
      <w:r>
        <w:t>Number of isotope peaks used for i-FIT = 3</w:t>
      </w:r>
    </w:p>
    <w:p w:rsidR="00895AD2" w:rsidRDefault="00895AD2" w:rsidP="00895AD2"/>
    <w:p w:rsidR="00895AD2" w:rsidRDefault="00895AD2" w:rsidP="00895AD2">
      <w:proofErr w:type="spellStart"/>
      <w:r>
        <w:t>Monoisotopic</w:t>
      </w:r>
      <w:proofErr w:type="spellEnd"/>
      <w:r>
        <w:t xml:space="preserve"> Mass, Even Electron Ions</w:t>
      </w:r>
    </w:p>
    <w:p w:rsidR="00895AD2" w:rsidRDefault="00895AD2" w:rsidP="00895AD2">
      <w:r>
        <w:t xml:space="preserve">4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895AD2" w:rsidRDefault="00895AD2" w:rsidP="00895AD2">
      <w:r>
        <w:t>Elements Used:</w:t>
      </w:r>
    </w:p>
    <w:p w:rsidR="00895AD2" w:rsidRDefault="00895AD2" w:rsidP="00895AD2">
      <w:r>
        <w:t xml:space="preserve">C: 16-17    H: 20-22    N: 0-3    O: 0-2    S: 1-1    </w:t>
      </w:r>
    </w:p>
    <w:p w:rsidR="00895AD2" w:rsidRDefault="00895AD2" w:rsidP="00895AD2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895AD2" w:rsidRDefault="00895AD2" w:rsidP="00895AD2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7.0      </w:t>
      </w:r>
      <w:r>
        <w:tab/>
        <w:t>100.0</w:t>
      </w:r>
    </w:p>
    <w:p w:rsidR="00895AD2" w:rsidRDefault="00895AD2" w:rsidP="00895AD2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7811EC" w:rsidRDefault="00895AD2" w:rsidP="00895AD2">
      <w:r>
        <w:t xml:space="preserve">304.1360   </w:t>
      </w:r>
      <w:r>
        <w:tab/>
        <w:t xml:space="preserve">304.1371       </w:t>
      </w:r>
      <w:r>
        <w:tab/>
        <w:t xml:space="preserve">-1.1     </w:t>
      </w:r>
      <w:r>
        <w:tab/>
        <w:t xml:space="preserve">-3.6     </w:t>
      </w:r>
      <w:r>
        <w:tab/>
        <w:t xml:space="preserve">7.5      </w:t>
      </w:r>
      <w:r>
        <w:tab/>
        <w:t xml:space="preserve">128.6      </w:t>
      </w:r>
      <w:r>
        <w:tab/>
        <w:t xml:space="preserve">0.0          </w:t>
      </w:r>
      <w:r>
        <w:tab/>
      </w:r>
      <w:proofErr w:type="gramStart"/>
      <w:r>
        <w:t>C17  H22</w:t>
      </w:r>
      <w:proofErr w:type="gramEnd"/>
      <w:r>
        <w:t xml:space="preserve">  N  O2  S</w:t>
      </w:r>
    </w:p>
    <w:p w:rsidR="00895AD2" w:rsidRDefault="00895AD2" w:rsidP="00895AD2">
      <w:r>
        <w:lastRenderedPageBreak/>
        <w:t>100.0454</w:t>
      </w:r>
      <w:r>
        <w:tab/>
        <w:t>2.025e0</w:t>
      </w:r>
    </w:p>
    <w:p w:rsidR="00895AD2" w:rsidRDefault="00895AD2" w:rsidP="00895AD2">
      <w:r>
        <w:t>100.0572</w:t>
      </w:r>
      <w:r>
        <w:tab/>
        <w:t>1.013e0</w:t>
      </w:r>
    </w:p>
    <w:p w:rsidR="00895AD2" w:rsidRDefault="00895AD2" w:rsidP="00895AD2">
      <w:r>
        <w:t>100.0785</w:t>
      </w:r>
      <w:r>
        <w:tab/>
        <w:t>6.076e0</w:t>
      </w:r>
    </w:p>
    <w:p w:rsidR="00895AD2" w:rsidRDefault="00895AD2" w:rsidP="00895AD2">
      <w:r>
        <w:t>100.1104</w:t>
      </w:r>
      <w:r>
        <w:tab/>
        <w:t>1.013e0</w:t>
      </w:r>
    </w:p>
    <w:p w:rsidR="00895AD2" w:rsidRDefault="00895AD2" w:rsidP="00895AD2">
      <w:r>
        <w:t>100.1210</w:t>
      </w:r>
      <w:r>
        <w:tab/>
        <w:t>1.013e0</w:t>
      </w:r>
    </w:p>
    <w:p w:rsidR="00895AD2" w:rsidRDefault="00895AD2" w:rsidP="00895AD2">
      <w:r>
        <w:t>100.2115</w:t>
      </w:r>
      <w:r>
        <w:tab/>
        <w:t>1.013e0</w:t>
      </w:r>
    </w:p>
    <w:p w:rsidR="00895AD2" w:rsidRDefault="00895AD2" w:rsidP="00895AD2">
      <w:r>
        <w:t>100.2408</w:t>
      </w:r>
      <w:r>
        <w:tab/>
        <w:t>1.013e0</w:t>
      </w:r>
    </w:p>
    <w:p w:rsidR="00895AD2" w:rsidRDefault="00895AD2" w:rsidP="00895AD2">
      <w:r>
        <w:t>100.3340</w:t>
      </w:r>
      <w:r>
        <w:tab/>
        <w:t>2.025e0</w:t>
      </w:r>
    </w:p>
    <w:p w:rsidR="00895AD2" w:rsidRDefault="00895AD2" w:rsidP="00895AD2">
      <w:r>
        <w:t>100.3712</w:t>
      </w:r>
      <w:r>
        <w:tab/>
        <w:t>1.013e0</w:t>
      </w:r>
    </w:p>
    <w:p w:rsidR="00895AD2" w:rsidRDefault="00895AD2" w:rsidP="00895AD2">
      <w:r>
        <w:t>100.4350</w:t>
      </w:r>
      <w:r>
        <w:tab/>
        <w:t>1.013e0</w:t>
      </w:r>
    </w:p>
    <w:p w:rsidR="00895AD2" w:rsidRDefault="00895AD2" w:rsidP="00895AD2">
      <w:r>
        <w:t>100.5150</w:t>
      </w:r>
      <w:r>
        <w:tab/>
        <w:t>1.013e0</w:t>
      </w:r>
    </w:p>
    <w:p w:rsidR="00895AD2" w:rsidRDefault="00895AD2" w:rsidP="00895AD2">
      <w:r>
        <w:t>100.5363</w:t>
      </w:r>
      <w:r>
        <w:tab/>
        <w:t>1.013e0</w:t>
      </w:r>
    </w:p>
    <w:p w:rsidR="00895AD2" w:rsidRDefault="00895AD2" w:rsidP="00895AD2">
      <w:r>
        <w:t>100.5496</w:t>
      </w:r>
      <w:r>
        <w:tab/>
        <w:t>1.013e0</w:t>
      </w:r>
    </w:p>
    <w:p w:rsidR="00895AD2" w:rsidRDefault="00895AD2" w:rsidP="00895AD2">
      <w:r>
        <w:t>100.5978</w:t>
      </w:r>
      <w:r>
        <w:tab/>
        <w:t>1.013e0</w:t>
      </w:r>
    </w:p>
    <w:p w:rsidR="00895AD2" w:rsidRDefault="00895AD2" w:rsidP="00895AD2">
      <w:r>
        <w:t>100.6484</w:t>
      </w:r>
      <w:r>
        <w:tab/>
        <w:t>1.013e0</w:t>
      </w:r>
    </w:p>
    <w:p w:rsidR="00895AD2" w:rsidRDefault="00895AD2" w:rsidP="00895AD2">
      <w:r>
        <w:t>100.6857</w:t>
      </w:r>
      <w:r>
        <w:tab/>
        <w:t>1.013e0</w:t>
      </w:r>
    </w:p>
    <w:p w:rsidR="00895AD2" w:rsidRDefault="00895AD2" w:rsidP="00895AD2">
      <w:r>
        <w:t>100.7041</w:t>
      </w:r>
      <w:r>
        <w:tab/>
        <w:t>1.013e0</w:t>
      </w:r>
    </w:p>
    <w:p w:rsidR="00895AD2" w:rsidRDefault="00895AD2" w:rsidP="00895AD2">
      <w:r>
        <w:t>100.7297</w:t>
      </w:r>
      <w:r>
        <w:tab/>
        <w:t>2.025e0</w:t>
      </w:r>
    </w:p>
    <w:p w:rsidR="00895AD2" w:rsidRDefault="00895AD2" w:rsidP="00895AD2">
      <w:r>
        <w:t>100.7576</w:t>
      </w:r>
      <w:r>
        <w:tab/>
        <w:t>1.013e0</w:t>
      </w:r>
    </w:p>
    <w:p w:rsidR="00895AD2" w:rsidRDefault="00895AD2" w:rsidP="00895AD2">
      <w:r>
        <w:lastRenderedPageBreak/>
        <w:t>100.7870</w:t>
      </w:r>
      <w:r>
        <w:tab/>
        <w:t>1.013e0</w:t>
      </w:r>
    </w:p>
    <w:p w:rsidR="00895AD2" w:rsidRDefault="00895AD2" w:rsidP="00895AD2">
      <w:r>
        <w:t>100.8589</w:t>
      </w:r>
      <w:r>
        <w:tab/>
        <w:t>1.013e0</w:t>
      </w:r>
    </w:p>
    <w:p w:rsidR="00895AD2" w:rsidRDefault="00895AD2" w:rsidP="00895AD2">
      <w:r>
        <w:t>100.8778</w:t>
      </w:r>
      <w:r>
        <w:tab/>
        <w:t>1.013e0</w:t>
      </w:r>
    </w:p>
    <w:p w:rsidR="00895AD2" w:rsidRDefault="00895AD2" w:rsidP="00895AD2">
      <w:r>
        <w:t>100.9071</w:t>
      </w:r>
      <w:r>
        <w:tab/>
        <w:t>1.013e0</w:t>
      </w:r>
    </w:p>
    <w:p w:rsidR="00895AD2" w:rsidRDefault="00895AD2" w:rsidP="00895AD2">
      <w:r>
        <w:t>100.9418</w:t>
      </w:r>
      <w:r>
        <w:tab/>
        <w:t>1.013e0</w:t>
      </w:r>
    </w:p>
    <w:p w:rsidR="00895AD2" w:rsidRDefault="00895AD2" w:rsidP="00895AD2">
      <w:r>
        <w:t>100.9765</w:t>
      </w:r>
      <w:r>
        <w:tab/>
        <w:t>1.013e0</w:t>
      </w:r>
    </w:p>
    <w:p w:rsidR="00895AD2" w:rsidRDefault="00895AD2" w:rsidP="00895AD2">
      <w:r>
        <w:t>100.9979</w:t>
      </w:r>
      <w:r>
        <w:tab/>
        <w:t>3.038e0</w:t>
      </w:r>
    </w:p>
    <w:p w:rsidR="00895AD2" w:rsidRDefault="00895AD2" w:rsidP="00895AD2">
      <w:r>
        <w:t>101.0718</w:t>
      </w:r>
      <w:r>
        <w:tab/>
        <w:t>7.969e1</w:t>
      </w:r>
    </w:p>
    <w:p w:rsidR="00895AD2" w:rsidRDefault="00895AD2" w:rsidP="00895AD2">
      <w:r>
        <w:t>101.1074</w:t>
      </w:r>
      <w:r>
        <w:tab/>
        <w:t>1.013e0</w:t>
      </w:r>
    </w:p>
    <w:p w:rsidR="00895AD2" w:rsidRDefault="00895AD2" w:rsidP="00895AD2">
      <w:r>
        <w:t>101.1448</w:t>
      </w:r>
      <w:r>
        <w:tab/>
        <w:t>1.013e0</w:t>
      </w:r>
    </w:p>
    <w:p w:rsidR="00895AD2" w:rsidRDefault="00895AD2" w:rsidP="00895AD2">
      <w:r>
        <w:t>101.1582</w:t>
      </w:r>
      <w:r>
        <w:tab/>
        <w:t>1.013e0</w:t>
      </w:r>
    </w:p>
    <w:p w:rsidR="00895AD2" w:rsidRDefault="00895AD2" w:rsidP="00895AD2">
      <w:r>
        <w:t>101.1862</w:t>
      </w:r>
      <w:r>
        <w:tab/>
        <w:t>2.025e0</w:t>
      </w:r>
    </w:p>
    <w:p w:rsidR="00895AD2" w:rsidRDefault="00895AD2" w:rsidP="00895AD2">
      <w:r>
        <w:t>101.2424</w:t>
      </w:r>
      <w:r>
        <w:tab/>
        <w:t>4.051e0</w:t>
      </w:r>
    </w:p>
    <w:p w:rsidR="00895AD2" w:rsidRDefault="00895AD2" w:rsidP="00895AD2">
      <w:r>
        <w:t>101.2625</w:t>
      </w:r>
      <w:r>
        <w:tab/>
        <w:t>1.013e0</w:t>
      </w:r>
    </w:p>
    <w:p w:rsidR="00895AD2" w:rsidRDefault="00895AD2" w:rsidP="00895AD2">
      <w:r>
        <w:t>101.3734</w:t>
      </w:r>
      <w:r>
        <w:tab/>
        <w:t>2.025e0</w:t>
      </w:r>
    </w:p>
    <w:p w:rsidR="00895AD2" w:rsidRDefault="00895AD2" w:rsidP="00895AD2">
      <w:r>
        <w:t>101.4204</w:t>
      </w:r>
      <w:r>
        <w:tab/>
        <w:t>1.013e0</w:t>
      </w:r>
    </w:p>
    <w:p w:rsidR="00895AD2" w:rsidRDefault="00895AD2" w:rsidP="00895AD2">
      <w:r>
        <w:t>101.4338</w:t>
      </w:r>
      <w:r>
        <w:tab/>
        <w:t>1.013e0</w:t>
      </w:r>
    </w:p>
    <w:p w:rsidR="00895AD2" w:rsidRDefault="00895AD2" w:rsidP="00895AD2">
      <w:r>
        <w:t>101.5059</w:t>
      </w:r>
      <w:r>
        <w:tab/>
        <w:t>1.013e0</w:t>
      </w:r>
    </w:p>
    <w:p w:rsidR="00895AD2" w:rsidRDefault="00895AD2" w:rsidP="00895AD2">
      <w:r>
        <w:t>101.5220</w:t>
      </w:r>
      <w:r>
        <w:tab/>
        <w:t>1.013e0</w:t>
      </w:r>
    </w:p>
    <w:p w:rsidR="00895AD2" w:rsidRDefault="00895AD2" w:rsidP="00895AD2">
      <w:r>
        <w:lastRenderedPageBreak/>
        <w:t>101.5461</w:t>
      </w:r>
      <w:r>
        <w:tab/>
        <w:t>1.013e0</w:t>
      </w:r>
    </w:p>
    <w:p w:rsidR="00895AD2" w:rsidRDefault="00895AD2" w:rsidP="00895AD2">
      <w:r>
        <w:t>101.5702</w:t>
      </w:r>
      <w:r>
        <w:tab/>
        <w:t>2.025e0</w:t>
      </w:r>
    </w:p>
    <w:p w:rsidR="00895AD2" w:rsidRDefault="00895AD2" w:rsidP="00895AD2">
      <w:r>
        <w:t>101.5970</w:t>
      </w:r>
      <w:r>
        <w:tab/>
        <w:t>1.013e0</w:t>
      </w:r>
    </w:p>
    <w:p w:rsidR="00895AD2" w:rsidRDefault="00895AD2" w:rsidP="00895AD2">
      <w:r>
        <w:t>101.6561</w:t>
      </w:r>
      <w:r>
        <w:tab/>
        <w:t>1.013e0</w:t>
      </w:r>
    </w:p>
    <w:p w:rsidR="00895AD2" w:rsidRDefault="00895AD2" w:rsidP="00895AD2">
      <w:r>
        <w:t>101.6908</w:t>
      </w:r>
      <w:r>
        <w:tab/>
        <w:t>1.013e0</w:t>
      </w:r>
    </w:p>
    <w:p w:rsidR="00895AD2" w:rsidRDefault="00895AD2" w:rsidP="00895AD2">
      <w:r>
        <w:t>101.7149</w:t>
      </w:r>
      <w:r>
        <w:tab/>
        <w:t>2.025e0</w:t>
      </w:r>
    </w:p>
    <w:p w:rsidR="00895AD2" w:rsidRDefault="00895AD2" w:rsidP="00895AD2">
      <w:r>
        <w:t>101.7338</w:t>
      </w:r>
      <w:r>
        <w:tab/>
        <w:t>1.013e0</w:t>
      </w:r>
    </w:p>
    <w:p w:rsidR="00895AD2" w:rsidRDefault="00895AD2" w:rsidP="00895AD2">
      <w:r>
        <w:t>101.8787</w:t>
      </w:r>
      <w:r>
        <w:tab/>
        <w:t>1.013e0</w:t>
      </w:r>
    </w:p>
    <w:p w:rsidR="00895AD2" w:rsidRDefault="00895AD2" w:rsidP="00895AD2">
      <w:r>
        <w:t>101.8893</w:t>
      </w:r>
      <w:r>
        <w:tab/>
        <w:t>1.013e0</w:t>
      </w:r>
    </w:p>
    <w:p w:rsidR="00895AD2" w:rsidRDefault="00895AD2" w:rsidP="00895AD2">
      <w:r>
        <w:t>101.9174</w:t>
      </w:r>
      <w:r>
        <w:tab/>
        <w:t>2.025e0</w:t>
      </w:r>
    </w:p>
    <w:p w:rsidR="00895AD2" w:rsidRDefault="00895AD2" w:rsidP="00895AD2">
      <w:r>
        <w:t>101.9778</w:t>
      </w:r>
      <w:r>
        <w:tab/>
        <w:t>1.013e0</w:t>
      </w:r>
    </w:p>
    <w:p w:rsidR="00895AD2" w:rsidRDefault="00895AD2" w:rsidP="00895AD2">
      <w:r>
        <w:t>102.0259</w:t>
      </w:r>
      <w:r>
        <w:tab/>
        <w:t>1.013e0</w:t>
      </w:r>
    </w:p>
    <w:p w:rsidR="00895AD2" w:rsidRDefault="00895AD2" w:rsidP="00895AD2">
      <w:r>
        <w:t>102.0661</w:t>
      </w:r>
      <w:r>
        <w:tab/>
        <w:t>1.013e1</w:t>
      </w:r>
    </w:p>
    <w:p w:rsidR="00895AD2" w:rsidRDefault="00895AD2" w:rsidP="00895AD2">
      <w:r>
        <w:t>102.0838</w:t>
      </w:r>
      <w:r>
        <w:tab/>
        <w:t>2.025e0</w:t>
      </w:r>
    </w:p>
    <w:p w:rsidR="00895AD2" w:rsidRDefault="00895AD2" w:rsidP="00895AD2">
      <w:r>
        <w:t>102.1248</w:t>
      </w:r>
      <w:r>
        <w:tab/>
        <w:t>4.051e0</w:t>
      </w:r>
    </w:p>
    <w:p w:rsidR="00895AD2" w:rsidRDefault="00895AD2" w:rsidP="00895AD2">
      <w:r>
        <w:t>102.1389</w:t>
      </w:r>
      <w:r>
        <w:tab/>
        <w:t>1.013e0</w:t>
      </w:r>
    </w:p>
    <w:p w:rsidR="00895AD2" w:rsidRDefault="00895AD2" w:rsidP="00895AD2">
      <w:r>
        <w:t>102.2006</w:t>
      </w:r>
      <w:r>
        <w:tab/>
        <w:t>1.013e0</w:t>
      </w:r>
    </w:p>
    <w:p w:rsidR="00895AD2" w:rsidRDefault="00895AD2" w:rsidP="00895AD2">
      <w:r>
        <w:t>102.2113</w:t>
      </w:r>
      <w:r>
        <w:tab/>
        <w:t>1.013e0</w:t>
      </w:r>
    </w:p>
    <w:p w:rsidR="00895AD2" w:rsidRDefault="00895AD2" w:rsidP="00895AD2">
      <w:r>
        <w:t>102.3081</w:t>
      </w:r>
      <w:r>
        <w:tab/>
        <w:t>1.013e0</w:t>
      </w:r>
    </w:p>
    <w:p w:rsidR="00895AD2" w:rsidRDefault="00895AD2" w:rsidP="00895AD2">
      <w:r>
        <w:lastRenderedPageBreak/>
        <w:t>102.3782</w:t>
      </w:r>
      <w:r>
        <w:tab/>
        <w:t>1.013e0</w:t>
      </w:r>
    </w:p>
    <w:p w:rsidR="00895AD2" w:rsidRDefault="00895AD2" w:rsidP="00895AD2">
      <w:r>
        <w:t>102.4882</w:t>
      </w:r>
      <w:r>
        <w:tab/>
        <w:t>1.013e0</w:t>
      </w:r>
    </w:p>
    <w:p w:rsidR="00895AD2" w:rsidRDefault="00895AD2" w:rsidP="00895AD2">
      <w:r>
        <w:t>102.5314</w:t>
      </w:r>
      <w:r>
        <w:tab/>
        <w:t>1.013e0</w:t>
      </w:r>
    </w:p>
    <w:p w:rsidR="00895AD2" w:rsidRDefault="00895AD2" w:rsidP="00895AD2">
      <w:r>
        <w:t>102.5852</w:t>
      </w:r>
      <w:r>
        <w:tab/>
        <w:t>1.013e0</w:t>
      </w:r>
    </w:p>
    <w:p w:rsidR="00895AD2" w:rsidRDefault="00895AD2" w:rsidP="00895AD2">
      <w:r>
        <w:t>102.6363</w:t>
      </w:r>
      <w:r>
        <w:tab/>
        <w:t>1.013e0</w:t>
      </w:r>
    </w:p>
    <w:p w:rsidR="00895AD2" w:rsidRDefault="00895AD2" w:rsidP="00895AD2">
      <w:r>
        <w:t>102.6604</w:t>
      </w:r>
      <w:r>
        <w:tab/>
        <w:t>1.013e0</w:t>
      </w:r>
    </w:p>
    <w:p w:rsidR="00895AD2" w:rsidRDefault="00895AD2" w:rsidP="00895AD2">
      <w:r>
        <w:t>102.7496</w:t>
      </w:r>
      <w:r>
        <w:tab/>
        <w:t>1.013e0</w:t>
      </w:r>
    </w:p>
    <w:p w:rsidR="00895AD2" w:rsidRDefault="00895AD2" w:rsidP="00895AD2">
      <w:r>
        <w:t>102.9704</w:t>
      </w:r>
      <w:r>
        <w:tab/>
        <w:t>1.013e0</w:t>
      </w:r>
    </w:p>
    <w:p w:rsidR="00895AD2" w:rsidRDefault="00895AD2" w:rsidP="00895AD2">
      <w:r>
        <w:t>103.0784</w:t>
      </w:r>
      <w:r>
        <w:tab/>
        <w:t>1.013e0</w:t>
      </w:r>
    </w:p>
    <w:p w:rsidR="00895AD2" w:rsidRDefault="00895AD2" w:rsidP="00895AD2">
      <w:r>
        <w:t>103.1244</w:t>
      </w:r>
      <w:r>
        <w:tab/>
        <w:t>1.013e0</w:t>
      </w:r>
    </w:p>
    <w:p w:rsidR="00895AD2" w:rsidRDefault="00895AD2" w:rsidP="00895AD2">
      <w:r>
        <w:t>103.1784</w:t>
      </w:r>
      <w:r>
        <w:tab/>
        <w:t>1.013e0</w:t>
      </w:r>
    </w:p>
    <w:p w:rsidR="00895AD2" w:rsidRDefault="00895AD2" w:rsidP="00895AD2">
      <w:r>
        <w:t>103.1919</w:t>
      </w:r>
      <w:r>
        <w:tab/>
        <w:t>1.013e0</w:t>
      </w:r>
    </w:p>
    <w:p w:rsidR="00895AD2" w:rsidRDefault="00895AD2" w:rsidP="00895AD2">
      <w:r>
        <w:t>103.2836</w:t>
      </w:r>
      <w:r>
        <w:tab/>
        <w:t>1.013e0</w:t>
      </w:r>
    </w:p>
    <w:p w:rsidR="00895AD2" w:rsidRDefault="00895AD2" w:rsidP="00895AD2">
      <w:r>
        <w:t>103.3294</w:t>
      </w:r>
      <w:r>
        <w:tab/>
        <w:t>1.013e0</w:t>
      </w:r>
    </w:p>
    <w:p w:rsidR="00895AD2" w:rsidRDefault="00895AD2" w:rsidP="00895AD2">
      <w:r>
        <w:t>103.3429</w:t>
      </w:r>
      <w:r>
        <w:tab/>
        <w:t>1.013e0</w:t>
      </w:r>
    </w:p>
    <w:p w:rsidR="00895AD2" w:rsidRDefault="00895AD2" w:rsidP="00895AD2">
      <w:r>
        <w:t>103.6133</w:t>
      </w:r>
      <w:r>
        <w:tab/>
        <w:t>1.013e0</w:t>
      </w:r>
    </w:p>
    <w:p w:rsidR="00895AD2" w:rsidRDefault="00895AD2" w:rsidP="00895AD2">
      <w:r>
        <w:t>103.8609</w:t>
      </w:r>
      <w:r>
        <w:tab/>
        <w:t>2.025e0</w:t>
      </w:r>
    </w:p>
    <w:p w:rsidR="00895AD2" w:rsidRDefault="00895AD2" w:rsidP="00895AD2">
      <w:r>
        <w:t>103.8865</w:t>
      </w:r>
      <w:r>
        <w:tab/>
        <w:t>1.013e0</w:t>
      </w:r>
    </w:p>
    <w:p w:rsidR="00895AD2" w:rsidRDefault="00895AD2" w:rsidP="00895AD2">
      <w:r>
        <w:t>103.9271</w:t>
      </w:r>
      <w:r>
        <w:tab/>
        <w:t>1.013e0</w:t>
      </w:r>
    </w:p>
    <w:p w:rsidR="00895AD2" w:rsidRDefault="00895AD2" w:rsidP="00895AD2">
      <w:r>
        <w:lastRenderedPageBreak/>
        <w:t>104.0304</w:t>
      </w:r>
      <w:r>
        <w:tab/>
        <w:t>1.013e0</w:t>
      </w:r>
    </w:p>
    <w:p w:rsidR="00895AD2" w:rsidRDefault="00895AD2" w:rsidP="00895AD2">
      <w:r>
        <w:t>104.0706</w:t>
      </w:r>
      <w:r>
        <w:tab/>
        <w:t>1.418e1</w:t>
      </w:r>
    </w:p>
    <w:p w:rsidR="00895AD2" w:rsidRDefault="00895AD2" w:rsidP="00895AD2">
      <w:r>
        <w:t>104.0954</w:t>
      </w:r>
      <w:r>
        <w:tab/>
        <w:t>2.025e0</w:t>
      </w:r>
    </w:p>
    <w:p w:rsidR="00895AD2" w:rsidRDefault="00895AD2" w:rsidP="00895AD2">
      <w:r>
        <w:t>104.1089</w:t>
      </w:r>
      <w:r>
        <w:tab/>
        <w:t>2.025e0</w:t>
      </w:r>
    </w:p>
    <w:p w:rsidR="00895AD2" w:rsidRDefault="00895AD2" w:rsidP="00895AD2">
      <w:r>
        <w:t>104.2174</w:t>
      </w:r>
      <w:r>
        <w:tab/>
        <w:t>1.013e0</w:t>
      </w:r>
    </w:p>
    <w:p w:rsidR="00895AD2" w:rsidRDefault="00895AD2" w:rsidP="00895AD2">
      <w:r>
        <w:t>104.3614</w:t>
      </w:r>
      <w:r>
        <w:tab/>
        <w:t>1.013e0</w:t>
      </w:r>
    </w:p>
    <w:p w:rsidR="00895AD2" w:rsidRDefault="00895AD2" w:rsidP="00895AD2">
      <w:r>
        <w:t>104.4129</w:t>
      </w:r>
      <w:r>
        <w:tab/>
        <w:t>1.013e0</w:t>
      </w:r>
    </w:p>
    <w:p w:rsidR="00895AD2" w:rsidRDefault="00895AD2" w:rsidP="00895AD2">
      <w:r>
        <w:t>104.4564</w:t>
      </w:r>
      <w:r>
        <w:tab/>
        <w:t>1.013e0</w:t>
      </w:r>
    </w:p>
    <w:p w:rsidR="00895AD2" w:rsidRDefault="00895AD2" w:rsidP="00895AD2">
      <w:r>
        <w:t>104.4700</w:t>
      </w:r>
      <w:r>
        <w:tab/>
        <w:t>1.013e0</w:t>
      </w:r>
    </w:p>
    <w:p w:rsidR="00895AD2" w:rsidRDefault="00895AD2" w:rsidP="00895AD2">
      <w:r>
        <w:t>104.4890</w:t>
      </w:r>
      <w:r>
        <w:tab/>
        <w:t>1.013e0</w:t>
      </w:r>
    </w:p>
    <w:p w:rsidR="00895AD2" w:rsidRDefault="00895AD2" w:rsidP="00895AD2">
      <w:r>
        <w:t>104.5894</w:t>
      </w:r>
      <w:r>
        <w:tab/>
        <w:t>1.013e0</w:t>
      </w:r>
    </w:p>
    <w:p w:rsidR="00895AD2" w:rsidRDefault="00895AD2" w:rsidP="00895AD2">
      <w:r>
        <w:t>104.6165</w:t>
      </w:r>
      <w:r>
        <w:tab/>
        <w:t>1.013e0</w:t>
      </w:r>
    </w:p>
    <w:p w:rsidR="00895AD2" w:rsidRDefault="00895AD2" w:rsidP="00895AD2">
      <w:r>
        <w:t>104.6929</w:t>
      </w:r>
      <w:r>
        <w:tab/>
        <w:t>1.013e0</w:t>
      </w:r>
    </w:p>
    <w:p w:rsidR="00895AD2" w:rsidRDefault="00895AD2" w:rsidP="00895AD2">
      <w:r>
        <w:t>105.0057</w:t>
      </w:r>
      <w:r>
        <w:tab/>
        <w:t>2.025e0</w:t>
      </w:r>
    </w:p>
    <w:p w:rsidR="00895AD2" w:rsidRDefault="00895AD2" w:rsidP="00895AD2">
      <w:r>
        <w:t>105.0412</w:t>
      </w:r>
      <w:r>
        <w:tab/>
        <w:t>1.632e2</w:t>
      </w:r>
    </w:p>
    <w:p w:rsidR="00895AD2" w:rsidRDefault="00895AD2" w:rsidP="00895AD2">
      <w:r>
        <w:t>105.1188</w:t>
      </w:r>
      <w:r>
        <w:tab/>
        <w:t>2.025e0</w:t>
      </w:r>
    </w:p>
    <w:p w:rsidR="00895AD2" w:rsidRDefault="00895AD2" w:rsidP="00895AD2">
      <w:r>
        <w:t>105.1309</w:t>
      </w:r>
      <w:r>
        <w:tab/>
        <w:t>1.013e0</w:t>
      </w:r>
    </w:p>
    <w:p w:rsidR="00895AD2" w:rsidRDefault="00895AD2" w:rsidP="00895AD2">
      <w:r>
        <w:t>105.1445</w:t>
      </w:r>
      <w:r>
        <w:tab/>
        <w:t>1.013e0</w:t>
      </w:r>
    </w:p>
    <w:p w:rsidR="00895AD2" w:rsidRDefault="00895AD2" w:rsidP="00895AD2">
      <w:r>
        <w:t>105.1581</w:t>
      </w:r>
      <w:r>
        <w:tab/>
        <w:t>1.013e0</w:t>
      </w:r>
    </w:p>
    <w:p w:rsidR="00895AD2" w:rsidRDefault="00895AD2" w:rsidP="00895AD2">
      <w:r>
        <w:lastRenderedPageBreak/>
        <w:t>105.2046</w:t>
      </w:r>
      <w:r>
        <w:tab/>
        <w:t>1.013e0</w:t>
      </w:r>
    </w:p>
    <w:p w:rsidR="00895AD2" w:rsidRDefault="00895AD2" w:rsidP="00895AD2">
      <w:r>
        <w:t>105.2591</w:t>
      </w:r>
      <w:r>
        <w:tab/>
        <w:t>2.025e0</w:t>
      </w:r>
    </w:p>
    <w:p w:rsidR="00895AD2" w:rsidRDefault="00895AD2" w:rsidP="00895AD2">
      <w:r>
        <w:t>105.2836</w:t>
      </w:r>
      <w:r>
        <w:tab/>
        <w:t>1.013e0</w:t>
      </w:r>
    </w:p>
    <w:p w:rsidR="00895AD2" w:rsidRDefault="00895AD2" w:rsidP="00895AD2">
      <w:r>
        <w:t>105.3220</w:t>
      </w:r>
      <w:r>
        <w:tab/>
        <w:t>1.013e0</w:t>
      </w:r>
    </w:p>
    <w:p w:rsidR="00895AD2" w:rsidRDefault="00895AD2" w:rsidP="00895AD2">
      <w:r>
        <w:t>105.4460</w:t>
      </w:r>
      <w:r>
        <w:tab/>
        <w:t>2.025e0</w:t>
      </w:r>
    </w:p>
    <w:p w:rsidR="00895AD2" w:rsidRDefault="00895AD2" w:rsidP="00895AD2">
      <w:r>
        <w:t>105.4719</w:t>
      </w:r>
      <w:r>
        <w:tab/>
        <w:t>1.013e0</w:t>
      </w:r>
    </w:p>
    <w:p w:rsidR="00895AD2" w:rsidRDefault="00895AD2" w:rsidP="00895AD2">
      <w:r>
        <w:t>105.5198</w:t>
      </w:r>
      <w:r>
        <w:tab/>
        <w:t>2.025e0</w:t>
      </w:r>
    </w:p>
    <w:p w:rsidR="00895AD2" w:rsidRDefault="00895AD2" w:rsidP="00895AD2">
      <w:r>
        <w:t>105.5443</w:t>
      </w:r>
      <w:r>
        <w:tab/>
        <w:t>2.025e0</w:t>
      </w:r>
    </w:p>
    <w:p w:rsidR="00895AD2" w:rsidRDefault="00895AD2" w:rsidP="00895AD2">
      <w:r>
        <w:t>105.5702</w:t>
      </w:r>
      <w:r>
        <w:tab/>
        <w:t>1.013e0</w:t>
      </w:r>
    </w:p>
    <w:p w:rsidR="00895AD2" w:rsidRDefault="00895AD2" w:rsidP="00895AD2">
      <w:r>
        <w:t>105.6083</w:t>
      </w:r>
      <w:r>
        <w:tab/>
        <w:t>1.013e0</w:t>
      </w:r>
    </w:p>
    <w:p w:rsidR="00895AD2" w:rsidRDefault="00895AD2" w:rsidP="00895AD2">
      <w:r>
        <w:t>105.6644</w:t>
      </w:r>
      <w:r>
        <w:tab/>
        <w:t>2.025e0</w:t>
      </w:r>
    </w:p>
    <w:p w:rsidR="00895AD2" w:rsidRDefault="00895AD2" w:rsidP="00895AD2">
      <w:r>
        <w:t>105.6906</w:t>
      </w:r>
      <w:r>
        <w:tab/>
        <w:t>1.013e0</w:t>
      </w:r>
    </w:p>
    <w:p w:rsidR="00895AD2" w:rsidRDefault="00895AD2" w:rsidP="00895AD2">
      <w:r>
        <w:t>105.7396</w:t>
      </w:r>
      <w:r>
        <w:tab/>
        <w:t>1.013e0</w:t>
      </w:r>
    </w:p>
    <w:p w:rsidR="00895AD2" w:rsidRDefault="00895AD2" w:rsidP="00895AD2">
      <w:r>
        <w:t>105.8708</w:t>
      </w:r>
      <w:r>
        <w:tab/>
        <w:t>2.025e0</w:t>
      </w:r>
    </w:p>
    <w:p w:rsidR="00895AD2" w:rsidRDefault="00895AD2" w:rsidP="00895AD2">
      <w:r>
        <w:t>105.8982</w:t>
      </w:r>
      <w:r>
        <w:tab/>
        <w:t>2.025e0</w:t>
      </w:r>
    </w:p>
    <w:p w:rsidR="00895AD2" w:rsidRDefault="00895AD2" w:rsidP="00895AD2">
      <w:r>
        <w:t>105.9297</w:t>
      </w:r>
      <w:r>
        <w:tab/>
        <w:t>2.025e0</w:t>
      </w:r>
    </w:p>
    <w:p w:rsidR="00895AD2" w:rsidRDefault="00895AD2" w:rsidP="00895AD2">
      <w:r>
        <w:t>105.9475</w:t>
      </w:r>
      <w:r>
        <w:tab/>
        <w:t>1.013e0</w:t>
      </w:r>
    </w:p>
    <w:p w:rsidR="00895AD2" w:rsidRDefault="00895AD2" w:rsidP="00895AD2">
      <w:r>
        <w:t>105.9697</w:t>
      </w:r>
      <w:r>
        <w:tab/>
        <w:t>4.051e0</w:t>
      </w:r>
    </w:p>
    <w:p w:rsidR="00895AD2" w:rsidRDefault="00895AD2" w:rsidP="00895AD2">
      <w:r>
        <w:t>106.0483</w:t>
      </w:r>
      <w:r>
        <w:tab/>
        <w:t>1.318e1</w:t>
      </w:r>
    </w:p>
    <w:p w:rsidR="00895AD2" w:rsidRDefault="00895AD2" w:rsidP="00895AD2">
      <w:r>
        <w:lastRenderedPageBreak/>
        <w:t>106.0843</w:t>
      </w:r>
      <w:r>
        <w:tab/>
        <w:t>3.557e2</w:t>
      </w:r>
    </w:p>
    <w:p w:rsidR="00895AD2" w:rsidRDefault="00895AD2" w:rsidP="00895AD2">
      <w:r>
        <w:t>106.1663</w:t>
      </w:r>
      <w:r>
        <w:tab/>
        <w:t>3.038e0</w:t>
      </w:r>
    </w:p>
    <w:p w:rsidR="00895AD2" w:rsidRDefault="00895AD2" w:rsidP="00895AD2">
      <w:r>
        <w:t>106.1917</w:t>
      </w:r>
      <w:r>
        <w:tab/>
        <w:t>5.063e0</w:t>
      </w:r>
    </w:p>
    <w:p w:rsidR="00895AD2" w:rsidRDefault="00895AD2" w:rsidP="00895AD2">
      <w:r>
        <w:t>106.2075</w:t>
      </w:r>
      <w:r>
        <w:tab/>
        <w:t>3.038e0</w:t>
      </w:r>
    </w:p>
    <w:p w:rsidR="00895AD2" w:rsidRDefault="00895AD2" w:rsidP="00895AD2">
      <w:r>
        <w:t>106.2238</w:t>
      </w:r>
      <w:r>
        <w:tab/>
        <w:t>4.051e0</w:t>
      </w:r>
    </w:p>
    <w:p w:rsidR="00895AD2" w:rsidRDefault="00895AD2" w:rsidP="00895AD2">
      <w:r>
        <w:t>106.2512</w:t>
      </w:r>
      <w:r>
        <w:tab/>
        <w:t>1.013e0</w:t>
      </w:r>
    </w:p>
    <w:p w:rsidR="00895AD2" w:rsidRDefault="00895AD2" w:rsidP="00895AD2">
      <w:r>
        <w:t>106.2719</w:t>
      </w:r>
      <w:r>
        <w:tab/>
        <w:t>2.025e0</w:t>
      </w:r>
    </w:p>
    <w:p w:rsidR="00895AD2" w:rsidRDefault="00895AD2" w:rsidP="00895AD2">
      <w:r>
        <w:t>106.3224</w:t>
      </w:r>
      <w:r>
        <w:tab/>
        <w:t>1.013e0</w:t>
      </w:r>
    </w:p>
    <w:p w:rsidR="00895AD2" w:rsidRDefault="00895AD2" w:rsidP="00895AD2">
      <w:r>
        <w:t>106.3431</w:t>
      </w:r>
      <w:r>
        <w:tab/>
        <w:t>2.025e0</w:t>
      </w:r>
    </w:p>
    <w:p w:rsidR="00895AD2" w:rsidRDefault="00895AD2" w:rsidP="00895AD2">
      <w:r>
        <w:t>106.3606</w:t>
      </w:r>
      <w:r>
        <w:tab/>
        <w:t>5.063e0</w:t>
      </w:r>
    </w:p>
    <w:p w:rsidR="00895AD2" w:rsidRDefault="00895AD2" w:rsidP="00895AD2">
      <w:r>
        <w:t>106.4021</w:t>
      </w:r>
      <w:r>
        <w:tab/>
        <w:t>1.013e0</w:t>
      </w:r>
    </w:p>
    <w:p w:rsidR="00895AD2" w:rsidRDefault="00895AD2" w:rsidP="00895AD2">
      <w:r>
        <w:t>106.4246</w:t>
      </w:r>
      <w:r>
        <w:tab/>
        <w:t>3.038e0</w:t>
      </w:r>
    </w:p>
    <w:p w:rsidR="00895AD2" w:rsidRDefault="00895AD2" w:rsidP="00895AD2">
      <w:r>
        <w:t>106.4649</w:t>
      </w:r>
      <w:r>
        <w:tab/>
        <w:t>2.358e0</w:t>
      </w:r>
    </w:p>
    <w:p w:rsidR="00895AD2" w:rsidRDefault="00895AD2" w:rsidP="00895AD2">
      <w:r>
        <w:t>106.4828</w:t>
      </w:r>
      <w:r>
        <w:tab/>
        <w:t>2.025e0</w:t>
      </w:r>
    </w:p>
    <w:p w:rsidR="00895AD2" w:rsidRDefault="00895AD2" w:rsidP="00895AD2">
      <w:r>
        <w:t>106.5026</w:t>
      </w:r>
      <w:r>
        <w:tab/>
        <w:t>3.151e0</w:t>
      </w:r>
    </w:p>
    <w:p w:rsidR="00895AD2" w:rsidRDefault="00895AD2" w:rsidP="00895AD2">
      <w:r>
        <w:t>106.5240</w:t>
      </w:r>
      <w:r>
        <w:tab/>
        <w:t>2.025e0</w:t>
      </w:r>
    </w:p>
    <w:p w:rsidR="00895AD2" w:rsidRDefault="00895AD2" w:rsidP="00895AD2">
      <w:r>
        <w:t>106.5583</w:t>
      </w:r>
      <w:r>
        <w:tab/>
        <w:t>2.025e0</w:t>
      </w:r>
    </w:p>
    <w:p w:rsidR="00895AD2" w:rsidRDefault="00895AD2" w:rsidP="00895AD2">
      <w:r>
        <w:t>106.5786</w:t>
      </w:r>
      <w:r>
        <w:tab/>
        <w:t>3.038e0</w:t>
      </w:r>
    </w:p>
    <w:p w:rsidR="00895AD2" w:rsidRDefault="00895AD2" w:rsidP="00895AD2">
      <w:r>
        <w:t>106.5994</w:t>
      </w:r>
      <w:r>
        <w:tab/>
        <w:t>1.013e0</w:t>
      </w:r>
    </w:p>
    <w:p w:rsidR="00895AD2" w:rsidRDefault="00895AD2" w:rsidP="00895AD2">
      <w:r>
        <w:lastRenderedPageBreak/>
        <w:t>106.6214</w:t>
      </w:r>
      <w:r>
        <w:tab/>
        <w:t>1.013e0</w:t>
      </w:r>
    </w:p>
    <w:p w:rsidR="00895AD2" w:rsidRDefault="00895AD2" w:rsidP="00895AD2">
      <w:r>
        <w:t>106.6491</w:t>
      </w:r>
      <w:r>
        <w:tab/>
        <w:t>1.013e0</w:t>
      </w:r>
    </w:p>
    <w:p w:rsidR="00895AD2" w:rsidRDefault="00895AD2" w:rsidP="00895AD2">
      <w:r>
        <w:t>106.6953</w:t>
      </w:r>
      <w:r>
        <w:tab/>
        <w:t>1.013e0</w:t>
      </w:r>
    </w:p>
    <w:p w:rsidR="00895AD2" w:rsidRDefault="00895AD2" w:rsidP="00895AD2">
      <w:r>
        <w:t>106.7161</w:t>
      </w:r>
      <w:r>
        <w:tab/>
        <w:t>2.025e0</w:t>
      </w:r>
    </w:p>
    <w:p w:rsidR="00895AD2" w:rsidRDefault="00895AD2" w:rsidP="00895AD2">
      <w:r>
        <w:t>106.7558</w:t>
      </w:r>
      <w:r>
        <w:tab/>
        <w:t>2.025e0</w:t>
      </w:r>
    </w:p>
    <w:p w:rsidR="00895AD2" w:rsidRDefault="00895AD2" w:rsidP="00895AD2">
      <w:r>
        <w:t>106.7752</w:t>
      </w:r>
      <w:r>
        <w:tab/>
        <w:t>1.013e0</w:t>
      </w:r>
    </w:p>
    <w:p w:rsidR="00895AD2" w:rsidRDefault="00895AD2" w:rsidP="00895AD2">
      <w:r>
        <w:t>106.8163</w:t>
      </w:r>
      <w:r>
        <w:tab/>
        <w:t>1.013e0</w:t>
      </w:r>
    </w:p>
    <w:p w:rsidR="00895AD2" w:rsidRDefault="00895AD2" w:rsidP="00895AD2">
      <w:r>
        <w:t>106.8357</w:t>
      </w:r>
      <w:r>
        <w:tab/>
        <w:t>1.013e0</w:t>
      </w:r>
    </w:p>
    <w:p w:rsidR="00895AD2" w:rsidRDefault="00895AD2" w:rsidP="00895AD2">
      <w:r>
        <w:t>106.8589</w:t>
      </w:r>
      <w:r>
        <w:tab/>
        <w:t>2.025e0</w:t>
      </w:r>
    </w:p>
    <w:p w:rsidR="00895AD2" w:rsidRDefault="00895AD2" w:rsidP="00895AD2">
      <w:r>
        <w:t>106.8848</w:t>
      </w:r>
      <w:r>
        <w:tab/>
        <w:t>1.013e0</w:t>
      </w:r>
    </w:p>
    <w:p w:rsidR="00895AD2" w:rsidRDefault="00895AD2" w:rsidP="00895AD2">
      <w:r>
        <w:t>106.9236</w:t>
      </w:r>
      <w:r>
        <w:tab/>
        <w:t>1.013e0</w:t>
      </w:r>
    </w:p>
    <w:p w:rsidR="00895AD2" w:rsidRDefault="00895AD2" w:rsidP="00895AD2">
      <w:r>
        <w:t>106.9522</w:t>
      </w:r>
      <w:r>
        <w:tab/>
        <w:t>2.025e0</w:t>
      </w:r>
    </w:p>
    <w:p w:rsidR="00895AD2" w:rsidRDefault="00895AD2" w:rsidP="00895AD2">
      <w:r>
        <w:t>107.0362</w:t>
      </w:r>
      <w:r>
        <w:tab/>
        <w:t>2.025e0</w:t>
      </w:r>
    </w:p>
    <w:p w:rsidR="00895AD2" w:rsidRDefault="00895AD2" w:rsidP="00895AD2">
      <w:r>
        <w:t>107.0553</w:t>
      </w:r>
      <w:r>
        <w:tab/>
        <w:t>3.038e0</w:t>
      </w:r>
    </w:p>
    <w:p w:rsidR="00895AD2" w:rsidRDefault="00895AD2" w:rsidP="00895AD2">
      <w:r>
        <w:t>107.0906</w:t>
      </w:r>
      <w:r>
        <w:tab/>
        <w:t>2.170e1</w:t>
      </w:r>
    </w:p>
    <w:p w:rsidR="00895AD2" w:rsidRDefault="00895AD2" w:rsidP="00895AD2">
      <w:r>
        <w:t>107.1134</w:t>
      </w:r>
      <w:r>
        <w:tab/>
        <w:t>1.013e0</w:t>
      </w:r>
    </w:p>
    <w:p w:rsidR="00895AD2" w:rsidRDefault="00895AD2" w:rsidP="00895AD2">
      <w:r>
        <w:t>107.1929</w:t>
      </w:r>
      <w:r>
        <w:tab/>
        <w:t>1.013e0</w:t>
      </w:r>
    </w:p>
    <w:p w:rsidR="00895AD2" w:rsidRDefault="00895AD2" w:rsidP="00895AD2">
      <w:r>
        <w:t>107.2109</w:t>
      </w:r>
      <w:r>
        <w:tab/>
        <w:t>2.025e0</w:t>
      </w:r>
    </w:p>
    <w:p w:rsidR="00895AD2" w:rsidRDefault="00895AD2" w:rsidP="00895AD2">
      <w:r>
        <w:t>107.2644</w:t>
      </w:r>
      <w:r>
        <w:tab/>
        <w:t>1.013e0</w:t>
      </w:r>
    </w:p>
    <w:p w:rsidR="00895AD2" w:rsidRDefault="00895AD2" w:rsidP="00895AD2">
      <w:r>
        <w:lastRenderedPageBreak/>
        <w:t>107.2756</w:t>
      </w:r>
      <w:r>
        <w:tab/>
        <w:t>1.013e0</w:t>
      </w:r>
    </w:p>
    <w:p w:rsidR="00895AD2" w:rsidRDefault="00895AD2" w:rsidP="00895AD2">
      <w:r>
        <w:t>107.3032</w:t>
      </w:r>
      <w:r>
        <w:tab/>
        <w:t>1.013e0</w:t>
      </w:r>
    </w:p>
    <w:p w:rsidR="00895AD2" w:rsidRDefault="00895AD2" w:rsidP="00895AD2">
      <w:r>
        <w:t>107.3278</w:t>
      </w:r>
      <w:r>
        <w:tab/>
        <w:t>1.013e0</w:t>
      </w:r>
    </w:p>
    <w:p w:rsidR="00895AD2" w:rsidRDefault="00895AD2" w:rsidP="00895AD2">
      <w:r>
        <w:t>107.3645</w:t>
      </w:r>
      <w:r>
        <w:tab/>
        <w:t>3.481e0</w:t>
      </w:r>
    </w:p>
    <w:p w:rsidR="00895AD2" w:rsidRDefault="00895AD2" w:rsidP="00895AD2">
      <w:r>
        <w:t>107.4492</w:t>
      </w:r>
      <w:r>
        <w:tab/>
        <w:t>1.013e0</w:t>
      </w:r>
    </w:p>
    <w:p w:rsidR="00895AD2" w:rsidRDefault="00895AD2" w:rsidP="00895AD2">
      <w:r>
        <w:t>107.4696</w:t>
      </w:r>
      <w:r>
        <w:tab/>
        <w:t>2.025e0</w:t>
      </w:r>
    </w:p>
    <w:p w:rsidR="00895AD2" w:rsidRDefault="00895AD2" w:rsidP="00895AD2">
      <w:r>
        <w:t>107.4876</w:t>
      </w:r>
      <w:r>
        <w:tab/>
        <w:t>1.013e0</w:t>
      </w:r>
    </w:p>
    <w:p w:rsidR="00895AD2" w:rsidRDefault="00895AD2" w:rsidP="00895AD2">
      <w:r>
        <w:t>107.5041</w:t>
      </w:r>
      <w:r>
        <w:tab/>
        <w:t>1.013e0</w:t>
      </w:r>
    </w:p>
    <w:p w:rsidR="00895AD2" w:rsidRDefault="00895AD2" w:rsidP="00895AD2">
      <w:r>
        <w:t>107.5620</w:t>
      </w:r>
      <w:r>
        <w:tab/>
        <w:t>3.038e0</w:t>
      </w:r>
    </w:p>
    <w:p w:rsidR="00895AD2" w:rsidRDefault="00895AD2" w:rsidP="00895AD2">
      <w:r>
        <w:t>107.5814</w:t>
      </w:r>
      <w:r>
        <w:tab/>
        <w:t>1.013e0</w:t>
      </w:r>
    </w:p>
    <w:p w:rsidR="00895AD2" w:rsidRDefault="00895AD2" w:rsidP="00895AD2">
      <w:r>
        <w:t>107.6421</w:t>
      </w:r>
      <w:r>
        <w:tab/>
        <w:t>1.013e0</w:t>
      </w:r>
    </w:p>
    <w:p w:rsidR="00895AD2" w:rsidRDefault="00895AD2" w:rsidP="00895AD2">
      <w:r>
        <w:t>107.6748</w:t>
      </w:r>
      <w:r>
        <w:tab/>
        <w:t>1.013e0</w:t>
      </w:r>
    </w:p>
    <w:p w:rsidR="00895AD2" w:rsidRDefault="00895AD2" w:rsidP="00895AD2">
      <w:r>
        <w:t>107.6886</w:t>
      </w:r>
      <w:r>
        <w:tab/>
        <w:t>1.013e0</w:t>
      </w:r>
    </w:p>
    <w:p w:rsidR="00895AD2" w:rsidRDefault="00895AD2" w:rsidP="00895AD2">
      <w:r>
        <w:t>107.7000</w:t>
      </w:r>
      <w:r>
        <w:tab/>
        <w:t>1.013e0</w:t>
      </w:r>
    </w:p>
    <w:p w:rsidR="00895AD2" w:rsidRDefault="00895AD2" w:rsidP="00895AD2">
      <w:r>
        <w:t>107.7247</w:t>
      </w:r>
      <w:r>
        <w:tab/>
        <w:t>1.013e0</w:t>
      </w:r>
    </w:p>
    <w:p w:rsidR="00895AD2" w:rsidRDefault="00895AD2" w:rsidP="00895AD2">
      <w:r>
        <w:t>107.7579</w:t>
      </w:r>
      <w:r>
        <w:tab/>
        <w:t>1.013e0</w:t>
      </w:r>
    </w:p>
    <w:p w:rsidR="00895AD2" w:rsidRDefault="00895AD2" w:rsidP="00895AD2">
      <w:r>
        <w:t>107.7922</w:t>
      </w:r>
      <w:r>
        <w:tab/>
        <w:t>2.025e0</w:t>
      </w:r>
    </w:p>
    <w:p w:rsidR="00895AD2" w:rsidRDefault="00895AD2" w:rsidP="00895AD2">
      <w:r>
        <w:t>107.8986</w:t>
      </w:r>
      <w:r>
        <w:tab/>
        <w:t>3.038e0</w:t>
      </w:r>
    </w:p>
    <w:p w:rsidR="00895AD2" w:rsidRDefault="00895AD2" w:rsidP="00895AD2">
      <w:r>
        <w:t>107.9758</w:t>
      </w:r>
      <w:r>
        <w:tab/>
        <w:t>1.013e0</w:t>
      </w:r>
    </w:p>
    <w:p w:rsidR="00895AD2" w:rsidRDefault="00895AD2" w:rsidP="00895AD2">
      <w:r>
        <w:lastRenderedPageBreak/>
        <w:t>108.0200</w:t>
      </w:r>
      <w:r>
        <w:tab/>
        <w:t>1.013e0</w:t>
      </w:r>
    </w:p>
    <w:p w:rsidR="00895AD2" w:rsidRDefault="00895AD2" w:rsidP="00895AD2">
      <w:r>
        <w:t>108.0732</w:t>
      </w:r>
      <w:r>
        <w:tab/>
        <w:t>6.076e0</w:t>
      </w:r>
    </w:p>
    <w:p w:rsidR="00895AD2" w:rsidRDefault="00895AD2" w:rsidP="00895AD2">
      <w:r>
        <w:t>108.0891</w:t>
      </w:r>
      <w:r>
        <w:tab/>
        <w:t>4.744e0</w:t>
      </w:r>
    </w:p>
    <w:p w:rsidR="00895AD2" w:rsidRDefault="00895AD2" w:rsidP="00895AD2">
      <w:r>
        <w:t>108.1359</w:t>
      </w:r>
      <w:r>
        <w:tab/>
        <w:t>1.013e0</w:t>
      </w:r>
    </w:p>
    <w:p w:rsidR="00895AD2" w:rsidRDefault="00895AD2" w:rsidP="00895AD2">
      <w:r>
        <w:t>108.1635</w:t>
      </w:r>
      <w:r>
        <w:tab/>
        <w:t>1.013e0</w:t>
      </w:r>
    </w:p>
    <w:p w:rsidR="00895AD2" w:rsidRDefault="00895AD2" w:rsidP="00895AD2">
      <w:r>
        <w:t>108.1858</w:t>
      </w:r>
      <w:r>
        <w:tab/>
        <w:t>1.013e0</w:t>
      </w:r>
    </w:p>
    <w:p w:rsidR="00895AD2" w:rsidRDefault="00895AD2" w:rsidP="00895AD2">
      <w:r>
        <w:t>108.2134</w:t>
      </w:r>
      <w:r>
        <w:tab/>
        <w:t>1.013e0</w:t>
      </w:r>
    </w:p>
    <w:p w:rsidR="00895AD2" w:rsidRDefault="00895AD2" w:rsidP="00895AD2">
      <w:r>
        <w:t>108.2300</w:t>
      </w:r>
      <w:r>
        <w:tab/>
        <w:t>1.013e0</w:t>
      </w:r>
    </w:p>
    <w:p w:rsidR="00895AD2" w:rsidRDefault="00895AD2" w:rsidP="00895AD2">
      <w:r>
        <w:t>108.2521</w:t>
      </w:r>
      <w:r>
        <w:tab/>
        <w:t>1.013e0</w:t>
      </w:r>
    </w:p>
    <w:p w:rsidR="00895AD2" w:rsidRDefault="00895AD2" w:rsidP="00895AD2">
      <w:r>
        <w:t>108.2633</w:t>
      </w:r>
      <w:r>
        <w:tab/>
        <w:t>1.013e0</w:t>
      </w:r>
    </w:p>
    <w:p w:rsidR="00895AD2" w:rsidRDefault="00895AD2" w:rsidP="00895AD2">
      <w:r>
        <w:t>108.3323</w:t>
      </w:r>
      <w:r>
        <w:tab/>
        <w:t>1.013e0</w:t>
      </w:r>
    </w:p>
    <w:p w:rsidR="00895AD2" w:rsidRDefault="00895AD2" w:rsidP="00895AD2">
      <w:r>
        <w:t>108.5651</w:t>
      </w:r>
      <w:r>
        <w:tab/>
        <w:t>1.013e0</w:t>
      </w:r>
    </w:p>
    <w:p w:rsidR="00895AD2" w:rsidRDefault="00895AD2" w:rsidP="00895AD2">
      <w:r>
        <w:t>108.6341</w:t>
      </w:r>
      <w:r>
        <w:tab/>
        <w:t>1.013e0</w:t>
      </w:r>
    </w:p>
    <w:p w:rsidR="00895AD2" w:rsidRDefault="00895AD2" w:rsidP="00895AD2">
      <w:r>
        <w:t>108.8835</w:t>
      </w:r>
      <w:r>
        <w:tab/>
        <w:t>1.013e0</w:t>
      </w:r>
    </w:p>
    <w:p w:rsidR="00895AD2" w:rsidRDefault="00895AD2" w:rsidP="00895AD2">
      <w:r>
        <w:t>108.9529</w:t>
      </w:r>
      <w:r>
        <w:tab/>
        <w:t>1.013e0</w:t>
      </w:r>
    </w:p>
    <w:p w:rsidR="00895AD2" w:rsidRDefault="00895AD2" w:rsidP="00895AD2">
      <w:r>
        <w:t>109.1747</w:t>
      </w:r>
      <w:r>
        <w:tab/>
        <w:t>2.025e0</w:t>
      </w:r>
    </w:p>
    <w:p w:rsidR="00895AD2" w:rsidRDefault="00895AD2" w:rsidP="00895AD2">
      <w:r>
        <w:t>109.2472</w:t>
      </w:r>
      <w:r>
        <w:tab/>
        <w:t>1.013e0</w:t>
      </w:r>
    </w:p>
    <w:p w:rsidR="00895AD2" w:rsidRDefault="00895AD2" w:rsidP="00895AD2">
      <w:r>
        <w:t>109.2942</w:t>
      </w:r>
      <w:r>
        <w:tab/>
        <w:t>1.013e0</w:t>
      </w:r>
    </w:p>
    <w:p w:rsidR="00895AD2" w:rsidRDefault="00895AD2" w:rsidP="00895AD2">
      <w:r>
        <w:t>109.3500</w:t>
      </w:r>
      <w:r>
        <w:tab/>
        <w:t>1.013e0</w:t>
      </w:r>
    </w:p>
    <w:p w:rsidR="00895AD2" w:rsidRDefault="00895AD2" w:rsidP="00895AD2">
      <w:r>
        <w:lastRenderedPageBreak/>
        <w:t>109.4556</w:t>
      </w:r>
      <w:r>
        <w:tab/>
        <w:t>1.013e0</w:t>
      </w:r>
    </w:p>
    <w:p w:rsidR="00895AD2" w:rsidRDefault="00895AD2" w:rsidP="00895AD2">
      <w:r>
        <w:t>109.6449</w:t>
      </w:r>
      <w:r>
        <w:tab/>
        <w:t>1.013e0</w:t>
      </w:r>
    </w:p>
    <w:p w:rsidR="00895AD2" w:rsidRDefault="00895AD2" w:rsidP="00895AD2">
      <w:r>
        <w:t>109.7003</w:t>
      </w:r>
      <w:r>
        <w:tab/>
        <w:t>1.013e0</w:t>
      </w:r>
    </w:p>
    <w:p w:rsidR="00895AD2" w:rsidRDefault="00895AD2" w:rsidP="00895AD2">
      <w:r>
        <w:t>109.7980</w:t>
      </w:r>
      <w:r>
        <w:tab/>
        <w:t>1.013e0</w:t>
      </w:r>
    </w:p>
    <w:p w:rsidR="00895AD2" w:rsidRDefault="00895AD2" w:rsidP="00895AD2">
      <w:r>
        <w:t>109.8951</w:t>
      </w:r>
      <w:r>
        <w:tab/>
        <w:t>1.013e0</w:t>
      </w:r>
    </w:p>
    <w:p w:rsidR="00895AD2" w:rsidRDefault="00895AD2" w:rsidP="00895AD2">
      <w:r>
        <w:t>109.9091</w:t>
      </w:r>
      <w:r>
        <w:tab/>
        <w:t>1.013e0</w:t>
      </w:r>
    </w:p>
    <w:p w:rsidR="00895AD2" w:rsidRDefault="00895AD2" w:rsidP="00895AD2">
      <w:r>
        <w:t>109.9789</w:t>
      </w:r>
      <w:r>
        <w:tab/>
        <w:t>1.013e0</w:t>
      </w:r>
    </w:p>
    <w:p w:rsidR="00895AD2" w:rsidRDefault="00895AD2" w:rsidP="00895AD2">
      <w:r>
        <w:t>110.0154</w:t>
      </w:r>
      <w:r>
        <w:tab/>
        <w:t>1.013e0</w:t>
      </w:r>
    </w:p>
    <w:p w:rsidR="00895AD2" w:rsidRDefault="00895AD2" w:rsidP="00895AD2">
      <w:r>
        <w:t>110.0633</w:t>
      </w:r>
      <w:r>
        <w:tab/>
        <w:t>3.038e0</w:t>
      </w:r>
    </w:p>
    <w:p w:rsidR="00895AD2" w:rsidRDefault="00895AD2" w:rsidP="00895AD2">
      <w:r>
        <w:t>110.0766</w:t>
      </w:r>
      <w:r>
        <w:tab/>
        <w:t>1.013e0</w:t>
      </w:r>
    </w:p>
    <w:p w:rsidR="00895AD2" w:rsidRDefault="00895AD2" w:rsidP="00895AD2">
      <w:r>
        <w:t>110.4083</w:t>
      </w:r>
      <w:r>
        <w:tab/>
        <w:t>1.013e0</w:t>
      </w:r>
    </w:p>
    <w:p w:rsidR="00895AD2" w:rsidRDefault="00895AD2" w:rsidP="00895AD2">
      <w:r>
        <w:t>110.4840</w:t>
      </w:r>
      <w:r>
        <w:tab/>
        <w:t>1.013e0</w:t>
      </w:r>
    </w:p>
    <w:p w:rsidR="00895AD2" w:rsidRDefault="00895AD2" w:rsidP="00895AD2">
      <w:r>
        <w:t>110.5120</w:t>
      </w:r>
      <w:r>
        <w:tab/>
        <w:t>1.013e0</w:t>
      </w:r>
    </w:p>
    <w:p w:rsidR="00895AD2" w:rsidRDefault="00895AD2" w:rsidP="00895AD2">
      <w:r>
        <w:t>110.6041</w:t>
      </w:r>
      <w:r>
        <w:tab/>
        <w:t>1.013e0</w:t>
      </w:r>
    </w:p>
    <w:p w:rsidR="00895AD2" w:rsidRDefault="00895AD2" w:rsidP="00895AD2">
      <w:r>
        <w:t>110.6348</w:t>
      </w:r>
      <w:r>
        <w:tab/>
        <w:t>1.013e0</w:t>
      </w:r>
    </w:p>
    <w:p w:rsidR="00895AD2" w:rsidRDefault="00895AD2" w:rsidP="00895AD2">
      <w:r>
        <w:t>110.7467</w:t>
      </w:r>
      <w:r>
        <w:tab/>
        <w:t>1.013e0</w:t>
      </w:r>
    </w:p>
    <w:p w:rsidR="00895AD2" w:rsidRDefault="00895AD2" w:rsidP="00895AD2">
      <w:r>
        <w:t>110.8669</w:t>
      </w:r>
      <w:r>
        <w:tab/>
        <w:t>1.013e0</w:t>
      </w:r>
    </w:p>
    <w:p w:rsidR="00895AD2" w:rsidRDefault="00895AD2" w:rsidP="00895AD2">
      <w:r>
        <w:t>110.9649</w:t>
      </w:r>
      <w:r>
        <w:tab/>
        <w:t>1.013e0</w:t>
      </w:r>
    </w:p>
    <w:p w:rsidR="00895AD2" w:rsidRDefault="00895AD2" w:rsidP="00895AD2">
      <w:r>
        <w:t>110.9899</w:t>
      </w:r>
      <w:r>
        <w:tab/>
        <w:t>1.013e0</w:t>
      </w:r>
    </w:p>
    <w:p w:rsidR="00895AD2" w:rsidRDefault="00895AD2" w:rsidP="00895AD2">
      <w:r>
        <w:lastRenderedPageBreak/>
        <w:t>111.0097</w:t>
      </w:r>
      <w:r>
        <w:tab/>
        <w:t>1.013e0</w:t>
      </w:r>
    </w:p>
    <w:p w:rsidR="00895AD2" w:rsidRDefault="00895AD2" w:rsidP="00895AD2">
      <w:r>
        <w:t>111.0965</w:t>
      </w:r>
      <w:r>
        <w:tab/>
        <w:t>3.038e0</w:t>
      </w:r>
    </w:p>
    <w:p w:rsidR="00895AD2" w:rsidRDefault="00895AD2" w:rsidP="00895AD2">
      <w:r>
        <w:t>111.1357</w:t>
      </w:r>
      <w:r>
        <w:tab/>
        <w:t>1.013e0</w:t>
      </w:r>
    </w:p>
    <w:p w:rsidR="00895AD2" w:rsidRDefault="00895AD2" w:rsidP="00895AD2">
      <w:r>
        <w:t>111.4582</w:t>
      </w:r>
      <w:r>
        <w:tab/>
        <w:t>1.013e0</w:t>
      </w:r>
    </w:p>
    <w:p w:rsidR="00895AD2" w:rsidRDefault="00895AD2" w:rsidP="00895AD2">
      <w:r>
        <w:t>111.4890</w:t>
      </w:r>
      <w:r>
        <w:tab/>
        <w:t>1.013e0</w:t>
      </w:r>
    </w:p>
    <w:p w:rsidR="00895AD2" w:rsidRDefault="00895AD2" w:rsidP="00895AD2">
      <w:r>
        <w:t>111.6909</w:t>
      </w:r>
      <w:r>
        <w:tab/>
        <w:t>1.013e0</w:t>
      </w:r>
    </w:p>
    <w:p w:rsidR="00895AD2" w:rsidRDefault="00895AD2" w:rsidP="00895AD2">
      <w:r>
        <w:t>111.7136</w:t>
      </w:r>
      <w:r>
        <w:tab/>
        <w:t>1.013e0</w:t>
      </w:r>
    </w:p>
    <w:p w:rsidR="00895AD2" w:rsidRDefault="00895AD2" w:rsidP="00895AD2">
      <w:r>
        <w:t>111.7247</w:t>
      </w:r>
      <w:r>
        <w:tab/>
        <w:t>1.013e0</w:t>
      </w:r>
    </w:p>
    <w:p w:rsidR="00895AD2" w:rsidRDefault="00895AD2" w:rsidP="00895AD2">
      <w:r>
        <w:t>111.7643</w:t>
      </w:r>
      <w:r>
        <w:tab/>
        <w:t>1.013e0</w:t>
      </w:r>
    </w:p>
    <w:p w:rsidR="00895AD2" w:rsidRDefault="00895AD2" w:rsidP="00895AD2">
      <w:r>
        <w:t>112.0890</w:t>
      </w:r>
      <w:r>
        <w:tab/>
        <w:t>6.076e0</w:t>
      </w:r>
    </w:p>
    <w:p w:rsidR="00895AD2" w:rsidRDefault="00895AD2" w:rsidP="00895AD2">
      <w:r>
        <w:t>112.1495</w:t>
      </w:r>
      <w:r>
        <w:tab/>
        <w:t>1.013e0</w:t>
      </w:r>
    </w:p>
    <w:p w:rsidR="00895AD2" w:rsidRDefault="00895AD2" w:rsidP="00895AD2">
      <w:r>
        <w:t>112.2790</w:t>
      </w:r>
      <w:r>
        <w:tab/>
        <w:t>1.013e0</w:t>
      </w:r>
    </w:p>
    <w:p w:rsidR="00895AD2" w:rsidRDefault="00895AD2" w:rsidP="00895AD2">
      <w:r>
        <w:t>112.3495</w:t>
      </w:r>
      <w:r>
        <w:tab/>
        <w:t>1.013e0</w:t>
      </w:r>
    </w:p>
    <w:p w:rsidR="00895AD2" w:rsidRDefault="00895AD2" w:rsidP="00895AD2">
      <w:r>
        <w:t>112.3804</w:t>
      </w:r>
      <w:r>
        <w:tab/>
        <w:t>1.013e0</w:t>
      </w:r>
    </w:p>
    <w:p w:rsidR="00895AD2" w:rsidRDefault="00895AD2" w:rsidP="00895AD2">
      <w:r>
        <w:t>112.5522</w:t>
      </w:r>
      <w:r>
        <w:tab/>
        <w:t>1.013e0</w:t>
      </w:r>
    </w:p>
    <w:p w:rsidR="00895AD2" w:rsidRDefault="00895AD2" w:rsidP="00895AD2">
      <w:r>
        <w:t>112.5691</w:t>
      </w:r>
      <w:r>
        <w:tab/>
        <w:t>1.013e0</w:t>
      </w:r>
    </w:p>
    <w:p w:rsidR="00895AD2" w:rsidRDefault="00895AD2" w:rsidP="00895AD2">
      <w:r>
        <w:t>112.5918</w:t>
      </w:r>
      <w:r>
        <w:tab/>
        <w:t>1.013e0</w:t>
      </w:r>
    </w:p>
    <w:p w:rsidR="00895AD2" w:rsidRDefault="00895AD2" w:rsidP="00895AD2">
      <w:r>
        <w:t>112.6877</w:t>
      </w:r>
      <w:r>
        <w:tab/>
        <w:t>2.025e0</w:t>
      </w:r>
    </w:p>
    <w:p w:rsidR="00895AD2" w:rsidRDefault="00895AD2" w:rsidP="00895AD2">
      <w:r>
        <w:t>112.7724</w:t>
      </w:r>
      <w:r>
        <w:tab/>
        <w:t>1.013e0</w:t>
      </w:r>
    </w:p>
    <w:p w:rsidR="00895AD2" w:rsidRDefault="00895AD2" w:rsidP="00895AD2">
      <w:r>
        <w:lastRenderedPageBreak/>
        <w:t>112.7976</w:t>
      </w:r>
      <w:r>
        <w:tab/>
        <w:t>1.013e0</w:t>
      </w:r>
    </w:p>
    <w:p w:rsidR="00895AD2" w:rsidRDefault="00895AD2" w:rsidP="00895AD2">
      <w:r>
        <w:t>112.8881</w:t>
      </w:r>
      <w:r>
        <w:tab/>
        <w:t>1.013e0</w:t>
      </w:r>
    </w:p>
    <w:p w:rsidR="00895AD2" w:rsidRDefault="00895AD2" w:rsidP="00895AD2">
      <w:r>
        <w:t>112.9560</w:t>
      </w:r>
      <w:r>
        <w:tab/>
        <w:t>1.013e0</w:t>
      </w:r>
    </w:p>
    <w:p w:rsidR="00895AD2" w:rsidRDefault="00895AD2" w:rsidP="00895AD2">
      <w:r>
        <w:t>112.9730</w:t>
      </w:r>
      <w:r>
        <w:tab/>
        <w:t>1.013e0</w:t>
      </w:r>
    </w:p>
    <w:p w:rsidR="00895AD2" w:rsidRDefault="00895AD2" w:rsidP="00895AD2">
      <w:r>
        <w:t>113.0010</w:t>
      </w:r>
      <w:r>
        <w:tab/>
        <w:t>1.013e0</w:t>
      </w:r>
    </w:p>
    <w:p w:rsidR="00895AD2" w:rsidRDefault="00895AD2" w:rsidP="00895AD2">
      <w:r>
        <w:t>113.0365</w:t>
      </w:r>
      <w:r>
        <w:tab/>
        <w:t>2.025e0</w:t>
      </w:r>
    </w:p>
    <w:p w:rsidR="00895AD2" w:rsidRDefault="00895AD2" w:rsidP="00895AD2">
      <w:r>
        <w:t>113.0519</w:t>
      </w:r>
      <w:r>
        <w:tab/>
        <w:t>1.013e0</w:t>
      </w:r>
    </w:p>
    <w:p w:rsidR="00895AD2" w:rsidRDefault="00895AD2" w:rsidP="00895AD2">
      <w:r>
        <w:t>113.0718</w:t>
      </w:r>
      <w:r>
        <w:tab/>
        <w:t>2.025e0</w:t>
      </w:r>
    </w:p>
    <w:p w:rsidR="00895AD2" w:rsidRDefault="00895AD2" w:rsidP="00895AD2">
      <w:r>
        <w:t>113.0914</w:t>
      </w:r>
      <w:r>
        <w:tab/>
        <w:t>1.013e0</w:t>
      </w:r>
    </w:p>
    <w:p w:rsidR="00895AD2" w:rsidRDefault="00895AD2" w:rsidP="00895AD2">
      <w:r>
        <w:t>113.1494</w:t>
      </w:r>
      <w:r>
        <w:tab/>
        <w:t>2.025e0</w:t>
      </w:r>
    </w:p>
    <w:p w:rsidR="00895AD2" w:rsidRDefault="00895AD2" w:rsidP="00895AD2">
      <w:r>
        <w:t>113.1989</w:t>
      </w:r>
      <w:r>
        <w:tab/>
        <w:t>1.013e0</w:t>
      </w:r>
    </w:p>
    <w:p w:rsidR="00895AD2" w:rsidRDefault="00895AD2" w:rsidP="00895AD2">
      <w:r>
        <w:t>113.3289</w:t>
      </w:r>
      <w:r>
        <w:tab/>
        <w:t>1.013e0</w:t>
      </w:r>
    </w:p>
    <w:p w:rsidR="00895AD2" w:rsidRDefault="00895AD2" w:rsidP="00895AD2">
      <w:r>
        <w:t>113.3459</w:t>
      </w:r>
      <w:r>
        <w:tab/>
        <w:t>1.013e0</w:t>
      </w:r>
    </w:p>
    <w:p w:rsidR="00895AD2" w:rsidRDefault="00895AD2" w:rsidP="00895AD2">
      <w:r>
        <w:t>113.4564</w:t>
      </w:r>
      <w:r>
        <w:tab/>
        <w:t>1.013e0</w:t>
      </w:r>
    </w:p>
    <w:p w:rsidR="00895AD2" w:rsidRDefault="00895AD2" w:rsidP="00895AD2">
      <w:r>
        <w:t>113.5697</w:t>
      </w:r>
      <w:r>
        <w:tab/>
        <w:t>1.013e0</w:t>
      </w:r>
    </w:p>
    <w:p w:rsidR="00895AD2" w:rsidRDefault="00895AD2" w:rsidP="00895AD2">
      <w:r>
        <w:t>113.5950</w:t>
      </w:r>
      <w:r>
        <w:tab/>
        <w:t>1.013e0</w:t>
      </w:r>
    </w:p>
    <w:p w:rsidR="00895AD2" w:rsidRDefault="00895AD2" w:rsidP="00895AD2">
      <w:r>
        <w:t>113.6941</w:t>
      </w:r>
      <w:r>
        <w:tab/>
        <w:t>1.013e0</w:t>
      </w:r>
    </w:p>
    <w:p w:rsidR="00895AD2" w:rsidRDefault="00895AD2" w:rsidP="00895AD2">
      <w:r>
        <w:t>113.7198</w:t>
      </w:r>
      <w:r>
        <w:tab/>
        <w:t>1.013e0</w:t>
      </w:r>
    </w:p>
    <w:p w:rsidR="00895AD2" w:rsidRDefault="00895AD2" w:rsidP="00895AD2">
      <w:r>
        <w:t>113.7509</w:t>
      </w:r>
      <w:r>
        <w:tab/>
        <w:t>1.013e0</w:t>
      </w:r>
    </w:p>
    <w:p w:rsidR="00895AD2" w:rsidRDefault="00895AD2" w:rsidP="00895AD2">
      <w:r>
        <w:lastRenderedPageBreak/>
        <w:t>113.7792</w:t>
      </w:r>
      <w:r>
        <w:tab/>
        <w:t>1.013e0</w:t>
      </w:r>
    </w:p>
    <w:p w:rsidR="00895AD2" w:rsidRDefault="00895AD2" w:rsidP="00895AD2">
      <w:r>
        <w:t>113.7908</w:t>
      </w:r>
      <w:r>
        <w:tab/>
        <w:t>1.013e0</w:t>
      </w:r>
    </w:p>
    <w:p w:rsidR="00895AD2" w:rsidRDefault="00895AD2" w:rsidP="00895AD2">
      <w:r>
        <w:t>113.8247</w:t>
      </w:r>
      <w:r>
        <w:tab/>
        <w:t>1.013e0</w:t>
      </w:r>
    </w:p>
    <w:p w:rsidR="00895AD2" w:rsidRDefault="00895AD2" w:rsidP="00895AD2">
      <w:r>
        <w:t>113.8472</w:t>
      </w:r>
      <w:r>
        <w:tab/>
        <w:t>1.013e0</w:t>
      </w:r>
    </w:p>
    <w:p w:rsidR="00895AD2" w:rsidRDefault="00895AD2" w:rsidP="00895AD2">
      <w:r>
        <w:t>113.8701</w:t>
      </w:r>
      <w:r>
        <w:tab/>
        <w:t>1.013e0</w:t>
      </w:r>
    </w:p>
    <w:p w:rsidR="00895AD2" w:rsidRDefault="00895AD2" w:rsidP="00895AD2">
      <w:r>
        <w:t>113.9635</w:t>
      </w:r>
      <w:r>
        <w:tab/>
        <w:t>1.013e0</w:t>
      </w:r>
    </w:p>
    <w:p w:rsidR="00895AD2" w:rsidRDefault="00895AD2" w:rsidP="00895AD2">
      <w:r>
        <w:t>113.9834</w:t>
      </w:r>
      <w:r>
        <w:tab/>
        <w:t>1.013e0</w:t>
      </w:r>
    </w:p>
    <w:p w:rsidR="00895AD2" w:rsidRDefault="00895AD2" w:rsidP="00895AD2">
      <w:r>
        <w:t>113.9947</w:t>
      </w:r>
      <w:r>
        <w:tab/>
        <w:t>1.013e0</w:t>
      </w:r>
    </w:p>
    <w:p w:rsidR="00895AD2" w:rsidRDefault="00895AD2" w:rsidP="00895AD2">
      <w:r>
        <w:t>114.0287</w:t>
      </w:r>
      <w:r>
        <w:tab/>
        <w:t>1.013e0</w:t>
      </w:r>
    </w:p>
    <w:p w:rsidR="00895AD2" w:rsidRDefault="00895AD2" w:rsidP="00895AD2">
      <w:r>
        <w:t>114.0467</w:t>
      </w:r>
      <w:r>
        <w:tab/>
        <w:t>3.038e0</w:t>
      </w:r>
    </w:p>
    <w:p w:rsidR="00895AD2" w:rsidRDefault="00895AD2" w:rsidP="00895AD2">
      <w:r>
        <w:t>114.0897</w:t>
      </w:r>
      <w:r>
        <w:tab/>
        <w:t>3.038e0</w:t>
      </w:r>
    </w:p>
    <w:p w:rsidR="00895AD2" w:rsidRDefault="00895AD2" w:rsidP="00895AD2">
      <w:r>
        <w:t>114.1085</w:t>
      </w:r>
      <w:r>
        <w:tab/>
        <w:t>3.038e0</w:t>
      </w:r>
    </w:p>
    <w:p w:rsidR="00895AD2" w:rsidRDefault="00895AD2" w:rsidP="00895AD2">
      <w:r>
        <w:t>114.1324</w:t>
      </w:r>
      <w:r>
        <w:tab/>
        <w:t>2.025e0</w:t>
      </w:r>
    </w:p>
    <w:p w:rsidR="00895AD2" w:rsidRDefault="00895AD2" w:rsidP="00895AD2">
      <w:r>
        <w:t>114.1767</w:t>
      </w:r>
      <w:r>
        <w:tab/>
        <w:t>1.013e0</w:t>
      </w:r>
    </w:p>
    <w:p w:rsidR="00895AD2" w:rsidRDefault="00895AD2" w:rsidP="00895AD2">
      <w:r>
        <w:t>114.2049</w:t>
      </w:r>
      <w:r>
        <w:tab/>
        <w:t>1.013e0</w:t>
      </w:r>
    </w:p>
    <w:p w:rsidR="00895AD2" w:rsidRDefault="00895AD2" w:rsidP="00895AD2">
      <w:r>
        <w:t>114.2702</w:t>
      </w:r>
      <w:r>
        <w:tab/>
        <w:t>1.013e0</w:t>
      </w:r>
    </w:p>
    <w:p w:rsidR="00895AD2" w:rsidRDefault="00895AD2" w:rsidP="00895AD2">
      <w:r>
        <w:t>114.3242</w:t>
      </w:r>
      <w:r>
        <w:tab/>
        <w:t>1.013e0</w:t>
      </w:r>
    </w:p>
    <w:p w:rsidR="00895AD2" w:rsidRDefault="00895AD2" w:rsidP="00895AD2">
      <w:r>
        <w:t>114.3413</w:t>
      </w:r>
      <w:r>
        <w:tab/>
        <w:t>1.013e0</w:t>
      </w:r>
    </w:p>
    <w:p w:rsidR="00895AD2" w:rsidRDefault="00895AD2" w:rsidP="00895AD2">
      <w:r>
        <w:t>114.4095</w:t>
      </w:r>
      <w:r>
        <w:tab/>
        <w:t>1.013e0</w:t>
      </w:r>
    </w:p>
    <w:p w:rsidR="00895AD2" w:rsidRDefault="00895AD2" w:rsidP="00895AD2">
      <w:r>
        <w:lastRenderedPageBreak/>
        <w:t>114.4592</w:t>
      </w:r>
      <w:r>
        <w:tab/>
        <w:t>2.025e0</w:t>
      </w:r>
    </w:p>
    <w:p w:rsidR="00895AD2" w:rsidRDefault="00895AD2" w:rsidP="00895AD2">
      <w:r>
        <w:t>114.5089</w:t>
      </w:r>
      <w:r>
        <w:tab/>
        <w:t>1.013e0</w:t>
      </w:r>
    </w:p>
    <w:p w:rsidR="00895AD2" w:rsidRDefault="00895AD2" w:rsidP="00895AD2">
      <w:r>
        <w:t>114.5401</w:t>
      </w:r>
      <w:r>
        <w:tab/>
        <w:t>1.013e0</w:t>
      </w:r>
    </w:p>
    <w:p w:rsidR="00895AD2" w:rsidRDefault="00895AD2" w:rsidP="00895AD2">
      <w:r>
        <w:t>114.5757</w:t>
      </w:r>
      <w:r>
        <w:tab/>
        <w:t>2.025e0</w:t>
      </w:r>
    </w:p>
    <w:p w:rsidR="00895AD2" w:rsidRDefault="00895AD2" w:rsidP="00895AD2">
      <w:r>
        <w:t>114.6884</w:t>
      </w:r>
      <w:r>
        <w:tab/>
        <w:t>1.013e0</w:t>
      </w:r>
    </w:p>
    <w:p w:rsidR="00895AD2" w:rsidRDefault="00895AD2" w:rsidP="00895AD2">
      <w:r>
        <w:t>114.7708</w:t>
      </w:r>
      <w:r>
        <w:tab/>
        <w:t>1.013e0</w:t>
      </w:r>
    </w:p>
    <w:p w:rsidR="00895AD2" w:rsidRDefault="00895AD2" w:rsidP="00895AD2">
      <w:r>
        <w:t>114.8675</w:t>
      </w:r>
      <w:r>
        <w:tab/>
        <w:t>1.013e0</w:t>
      </w:r>
    </w:p>
    <w:p w:rsidR="00895AD2" w:rsidRDefault="00895AD2" w:rsidP="00895AD2">
      <w:r>
        <w:t>114.9017</w:t>
      </w:r>
      <w:r>
        <w:tab/>
        <w:t>1.013e0</w:t>
      </w:r>
    </w:p>
    <w:p w:rsidR="00895AD2" w:rsidRDefault="00895AD2" w:rsidP="00895AD2">
      <w:r>
        <w:t>115.0507</w:t>
      </w:r>
      <w:r>
        <w:tab/>
        <w:t>3.038e0</w:t>
      </w:r>
    </w:p>
    <w:p w:rsidR="00895AD2" w:rsidRDefault="00895AD2" w:rsidP="00895AD2">
      <w:r>
        <w:t>115.0846</w:t>
      </w:r>
      <w:r>
        <w:tab/>
        <w:t>1.823e1</w:t>
      </w:r>
    </w:p>
    <w:p w:rsidR="00895AD2" w:rsidRDefault="00895AD2" w:rsidP="00895AD2">
      <w:r>
        <w:t>115.1254</w:t>
      </w:r>
      <w:r>
        <w:tab/>
        <w:t>2.025e0</w:t>
      </w:r>
    </w:p>
    <w:p w:rsidR="00895AD2" w:rsidRDefault="00895AD2" w:rsidP="00895AD2">
      <w:r>
        <w:t>115.2011</w:t>
      </w:r>
      <w:r>
        <w:tab/>
        <w:t>1.013e0</w:t>
      </w:r>
    </w:p>
    <w:p w:rsidR="00895AD2" w:rsidRDefault="00895AD2" w:rsidP="00895AD2">
      <w:r>
        <w:t>115.2241</w:t>
      </w:r>
      <w:r>
        <w:tab/>
        <w:t>1.013e0</w:t>
      </w:r>
    </w:p>
    <w:p w:rsidR="00895AD2" w:rsidRDefault="00895AD2" w:rsidP="00895AD2">
      <w:r>
        <w:t>115.2383</w:t>
      </w:r>
      <w:r>
        <w:tab/>
        <w:t>1.013e0</w:t>
      </w:r>
    </w:p>
    <w:p w:rsidR="00895AD2" w:rsidRDefault="00895AD2" w:rsidP="00895AD2">
      <w:r>
        <w:t>115.2652</w:t>
      </w:r>
      <w:r>
        <w:tab/>
        <w:t>2.025e0</w:t>
      </w:r>
    </w:p>
    <w:p w:rsidR="00895AD2" w:rsidRDefault="00895AD2" w:rsidP="00895AD2">
      <w:r>
        <w:t>115.4036</w:t>
      </w:r>
      <w:r>
        <w:tab/>
        <w:t>1.013e0</w:t>
      </w:r>
    </w:p>
    <w:p w:rsidR="00895AD2" w:rsidRDefault="00895AD2" w:rsidP="00895AD2">
      <w:r>
        <w:t>115.4467</w:t>
      </w:r>
      <w:r>
        <w:tab/>
        <w:t>1.013e0</w:t>
      </w:r>
    </w:p>
    <w:p w:rsidR="00895AD2" w:rsidRDefault="00895AD2" w:rsidP="00895AD2">
      <w:r>
        <w:t>115.4608</w:t>
      </w:r>
      <w:r>
        <w:tab/>
        <w:t>1.013e0</w:t>
      </w:r>
    </w:p>
    <w:p w:rsidR="00895AD2" w:rsidRDefault="00895AD2" w:rsidP="00895AD2">
      <w:r>
        <w:t>115.4864</w:t>
      </w:r>
      <w:r>
        <w:tab/>
        <w:t>1.013e0</w:t>
      </w:r>
    </w:p>
    <w:p w:rsidR="00895AD2" w:rsidRDefault="00895AD2" w:rsidP="00895AD2">
      <w:r>
        <w:lastRenderedPageBreak/>
        <w:t>115.5182</w:t>
      </w:r>
      <w:r>
        <w:tab/>
        <w:t>1.013e0</w:t>
      </w:r>
    </w:p>
    <w:p w:rsidR="00895AD2" w:rsidRDefault="00895AD2" w:rsidP="00895AD2">
      <w:r>
        <w:t>115.5465</w:t>
      </w:r>
      <w:r>
        <w:tab/>
        <w:t>1.013e0</w:t>
      </w:r>
    </w:p>
    <w:p w:rsidR="00895AD2" w:rsidRDefault="00895AD2" w:rsidP="00895AD2">
      <w:r>
        <w:t>115.5622</w:t>
      </w:r>
      <w:r>
        <w:tab/>
        <w:t>2.025e0</w:t>
      </w:r>
    </w:p>
    <w:p w:rsidR="00895AD2" w:rsidRDefault="00895AD2" w:rsidP="00895AD2">
      <w:r>
        <w:t>115.5895</w:t>
      </w:r>
      <w:r>
        <w:tab/>
        <w:t>1.013e0</w:t>
      </w:r>
    </w:p>
    <w:p w:rsidR="00895AD2" w:rsidRDefault="00895AD2" w:rsidP="00895AD2">
      <w:r>
        <w:t>115.6008</w:t>
      </w:r>
      <w:r>
        <w:tab/>
        <w:t>1.013e0</w:t>
      </w:r>
    </w:p>
    <w:p w:rsidR="00895AD2" w:rsidRDefault="00895AD2" w:rsidP="00895AD2">
      <w:r>
        <w:t>115.6380</w:t>
      </w:r>
      <w:r>
        <w:tab/>
        <w:t>3.038e0</w:t>
      </w:r>
    </w:p>
    <w:p w:rsidR="00895AD2" w:rsidRDefault="00895AD2" w:rsidP="00895AD2">
      <w:r>
        <w:t>115.7007</w:t>
      </w:r>
      <w:r>
        <w:tab/>
        <w:t>1.013e0</w:t>
      </w:r>
    </w:p>
    <w:p w:rsidR="00895AD2" w:rsidRDefault="00895AD2" w:rsidP="00895AD2">
      <w:r>
        <w:t>115.7279</w:t>
      </w:r>
      <w:r>
        <w:tab/>
        <w:t>2.025e0</w:t>
      </w:r>
    </w:p>
    <w:p w:rsidR="00895AD2" w:rsidRDefault="00895AD2" w:rsidP="00895AD2">
      <w:r>
        <w:t>115.7811</w:t>
      </w:r>
      <w:r>
        <w:tab/>
        <w:t>1.013e0</w:t>
      </w:r>
    </w:p>
    <w:p w:rsidR="00895AD2" w:rsidRDefault="00895AD2" w:rsidP="00895AD2">
      <w:r>
        <w:t>115.8139</w:t>
      </w:r>
      <w:r>
        <w:tab/>
        <w:t>2.025e0</w:t>
      </w:r>
    </w:p>
    <w:p w:rsidR="00895AD2" w:rsidRDefault="00895AD2" w:rsidP="00895AD2">
      <w:r>
        <w:t>115.8525</w:t>
      </w:r>
      <w:r>
        <w:tab/>
        <w:t>1.013e0</w:t>
      </w:r>
    </w:p>
    <w:p w:rsidR="00895AD2" w:rsidRDefault="00895AD2" w:rsidP="00895AD2">
      <w:r>
        <w:t>115.8668</w:t>
      </w:r>
      <w:r>
        <w:tab/>
        <w:t>1.013e0</w:t>
      </w:r>
    </w:p>
    <w:p w:rsidR="00895AD2" w:rsidRDefault="00895AD2" w:rsidP="00895AD2">
      <w:r>
        <w:t>115.8781</w:t>
      </w:r>
      <w:r>
        <w:tab/>
        <w:t>1.013e0</w:t>
      </w:r>
    </w:p>
    <w:p w:rsidR="00895AD2" w:rsidRDefault="00895AD2" w:rsidP="00895AD2">
      <w:r>
        <w:t>115.9011</w:t>
      </w:r>
      <w:r>
        <w:tab/>
        <w:t>1.013e0</w:t>
      </w:r>
    </w:p>
    <w:p w:rsidR="00895AD2" w:rsidRDefault="00895AD2" w:rsidP="00895AD2">
      <w:r>
        <w:t>115.9467</w:t>
      </w:r>
      <w:r>
        <w:tab/>
        <w:t>1.013e0</w:t>
      </w:r>
    </w:p>
    <w:p w:rsidR="00895AD2" w:rsidRDefault="00895AD2" w:rsidP="00895AD2">
      <w:r>
        <w:t>115.9741</w:t>
      </w:r>
      <w:r>
        <w:tab/>
        <w:t>2.025e0</w:t>
      </w:r>
    </w:p>
    <w:p w:rsidR="00895AD2" w:rsidRDefault="00895AD2" w:rsidP="00895AD2">
      <w:r>
        <w:t>116.0041</w:t>
      </w:r>
      <w:r>
        <w:tab/>
        <w:t>1.013e0</w:t>
      </w:r>
    </w:p>
    <w:p w:rsidR="00895AD2" w:rsidRDefault="00895AD2" w:rsidP="00895AD2">
      <w:r>
        <w:t>116.0153</w:t>
      </w:r>
      <w:r>
        <w:tab/>
        <w:t>1.013e0</w:t>
      </w:r>
    </w:p>
    <w:p w:rsidR="00895AD2" w:rsidRDefault="00895AD2" w:rsidP="00895AD2">
      <w:r>
        <w:t>116.0428</w:t>
      </w:r>
      <w:r>
        <w:tab/>
        <w:t>2.025e0</w:t>
      </w:r>
    </w:p>
    <w:p w:rsidR="00895AD2" w:rsidRDefault="00895AD2" w:rsidP="00895AD2">
      <w:r>
        <w:lastRenderedPageBreak/>
        <w:t>116.0713</w:t>
      </w:r>
      <w:r>
        <w:tab/>
        <w:t>7.447e1</w:t>
      </w:r>
    </w:p>
    <w:p w:rsidR="00895AD2" w:rsidRDefault="00895AD2" w:rsidP="00895AD2">
      <w:r>
        <w:t>116.1144</w:t>
      </w:r>
      <w:r>
        <w:tab/>
        <w:t>2.025e0</w:t>
      </w:r>
    </w:p>
    <w:p w:rsidR="00895AD2" w:rsidRDefault="00895AD2" w:rsidP="00895AD2">
      <w:r>
        <w:t>116.1787</w:t>
      </w:r>
      <w:r>
        <w:tab/>
        <w:t>2.025e0</w:t>
      </w:r>
    </w:p>
    <w:p w:rsidR="00895AD2" w:rsidRDefault="00895AD2" w:rsidP="00895AD2">
      <w:r>
        <w:t>116.2244</w:t>
      </w:r>
      <w:r>
        <w:tab/>
        <w:t>2.025e0</w:t>
      </w:r>
    </w:p>
    <w:p w:rsidR="00895AD2" w:rsidRDefault="00895AD2" w:rsidP="00895AD2">
      <w:r>
        <w:t>116.2474</w:t>
      </w:r>
      <w:r>
        <w:tab/>
        <w:t>1.013e0</w:t>
      </w:r>
    </w:p>
    <w:p w:rsidR="00895AD2" w:rsidRDefault="00895AD2" w:rsidP="00895AD2">
      <w:r>
        <w:t>116.2818</w:t>
      </w:r>
      <w:r>
        <w:tab/>
        <w:t>1.013e0</w:t>
      </w:r>
    </w:p>
    <w:p w:rsidR="00895AD2" w:rsidRDefault="00895AD2" w:rsidP="00895AD2">
      <w:r>
        <w:t>116.3132</w:t>
      </w:r>
      <w:r>
        <w:tab/>
        <w:t>1.013e0</w:t>
      </w:r>
    </w:p>
    <w:p w:rsidR="00895AD2" w:rsidRDefault="00895AD2" w:rsidP="00895AD2">
      <w:r>
        <w:t>116.3436</w:t>
      </w:r>
      <w:r>
        <w:tab/>
        <w:t>2.025e0</w:t>
      </w:r>
    </w:p>
    <w:p w:rsidR="00895AD2" w:rsidRDefault="00895AD2" w:rsidP="00895AD2">
      <w:r>
        <w:t>116.4766</w:t>
      </w:r>
      <w:r>
        <w:tab/>
        <w:t>2.025e0</w:t>
      </w:r>
    </w:p>
    <w:p w:rsidR="00895AD2" w:rsidRDefault="00895AD2" w:rsidP="00895AD2">
      <w:r>
        <w:t>116.5454</w:t>
      </w:r>
      <w:r>
        <w:tab/>
        <w:t>1.013e0</w:t>
      </w:r>
    </w:p>
    <w:p w:rsidR="00895AD2" w:rsidRDefault="00895AD2" w:rsidP="00895AD2">
      <w:r>
        <w:t>116.6432</w:t>
      </w:r>
      <w:r>
        <w:tab/>
        <w:t>1.013e0</w:t>
      </w:r>
    </w:p>
    <w:p w:rsidR="00895AD2" w:rsidRDefault="00895AD2" w:rsidP="00895AD2">
      <w:r>
        <w:t>116.7754</w:t>
      </w:r>
      <w:r>
        <w:tab/>
        <w:t>1.013e0</w:t>
      </w:r>
    </w:p>
    <w:p w:rsidR="00895AD2" w:rsidRDefault="00895AD2" w:rsidP="00895AD2">
      <w:r>
        <w:t>116.8527</w:t>
      </w:r>
      <w:r>
        <w:tab/>
        <w:t>1.013e0</w:t>
      </w:r>
    </w:p>
    <w:p w:rsidR="00895AD2" w:rsidRDefault="00895AD2" w:rsidP="00895AD2">
      <w:r>
        <w:t>116.9017</w:t>
      </w:r>
      <w:r>
        <w:tab/>
        <w:t>1.013e0</w:t>
      </w:r>
    </w:p>
    <w:p w:rsidR="00895AD2" w:rsidRDefault="00895AD2" w:rsidP="00895AD2">
      <w:r>
        <w:t>116.9305</w:t>
      </w:r>
      <w:r>
        <w:tab/>
        <w:t>1.013e0</w:t>
      </w:r>
    </w:p>
    <w:p w:rsidR="00895AD2" w:rsidRDefault="00895AD2" w:rsidP="00895AD2">
      <w:r>
        <w:t>116.9807</w:t>
      </w:r>
      <w:r>
        <w:tab/>
        <w:t>2.025e0</w:t>
      </w:r>
    </w:p>
    <w:p w:rsidR="00895AD2" w:rsidRDefault="00895AD2" w:rsidP="00895AD2">
      <w:r>
        <w:t>116.9964</w:t>
      </w:r>
      <w:r>
        <w:tab/>
        <w:t>1.013e0</w:t>
      </w:r>
    </w:p>
    <w:p w:rsidR="00895AD2" w:rsidRDefault="00895AD2" w:rsidP="00895AD2">
      <w:r>
        <w:t>117.0693</w:t>
      </w:r>
      <w:r>
        <w:tab/>
        <w:t>1.364e1</w:t>
      </w:r>
    </w:p>
    <w:p w:rsidR="00895AD2" w:rsidRDefault="00895AD2" w:rsidP="00895AD2">
      <w:r>
        <w:t>117.0914</w:t>
      </w:r>
      <w:r>
        <w:tab/>
        <w:t>1.013e0</w:t>
      </w:r>
    </w:p>
    <w:p w:rsidR="00895AD2" w:rsidRDefault="00895AD2" w:rsidP="00895AD2">
      <w:r>
        <w:lastRenderedPageBreak/>
        <w:t>117.1423</w:t>
      </w:r>
      <w:r>
        <w:tab/>
        <w:t>3.038e0</w:t>
      </w:r>
    </w:p>
    <w:p w:rsidR="00895AD2" w:rsidRDefault="00895AD2" w:rsidP="00895AD2">
      <w:r>
        <w:t>117.2037</w:t>
      </w:r>
      <w:r>
        <w:tab/>
        <w:t>1.013e0</w:t>
      </w:r>
    </w:p>
    <w:p w:rsidR="00895AD2" w:rsidRDefault="00895AD2" w:rsidP="00895AD2">
      <w:r>
        <w:t>117.2352</w:t>
      </w:r>
      <w:r>
        <w:tab/>
        <w:t>1.013e0</w:t>
      </w:r>
    </w:p>
    <w:p w:rsidR="00895AD2" w:rsidRDefault="00895AD2" w:rsidP="00895AD2">
      <w:r>
        <w:t>117.2787</w:t>
      </w:r>
      <w:r>
        <w:tab/>
        <w:t>1.013e0</w:t>
      </w:r>
    </w:p>
    <w:p w:rsidR="00895AD2" w:rsidRDefault="00895AD2" w:rsidP="00895AD2">
      <w:r>
        <w:t>117.2899</w:t>
      </w:r>
      <w:r>
        <w:tab/>
        <w:t>1.013e0</w:t>
      </w:r>
    </w:p>
    <w:p w:rsidR="00895AD2" w:rsidRDefault="00895AD2" w:rsidP="00895AD2">
      <w:r>
        <w:t>117.3160</w:t>
      </w:r>
      <w:r>
        <w:tab/>
        <w:t>1.013e0</w:t>
      </w:r>
    </w:p>
    <w:p w:rsidR="00895AD2" w:rsidRDefault="00895AD2" w:rsidP="00895AD2">
      <w:r>
        <w:t>117.3387</w:t>
      </w:r>
      <w:r>
        <w:tab/>
        <w:t>1.013e0</w:t>
      </w:r>
    </w:p>
    <w:p w:rsidR="00895AD2" w:rsidRDefault="00895AD2" w:rsidP="00895AD2">
      <w:r>
        <w:t>117.4166</w:t>
      </w:r>
      <w:r>
        <w:tab/>
        <w:t>1.013e0</w:t>
      </w:r>
    </w:p>
    <w:p w:rsidR="00895AD2" w:rsidRDefault="00895AD2" w:rsidP="00895AD2">
      <w:r>
        <w:t>117.4398</w:t>
      </w:r>
      <w:r>
        <w:tab/>
        <w:t>1.013e0</w:t>
      </w:r>
    </w:p>
    <w:p w:rsidR="00895AD2" w:rsidRDefault="00895AD2" w:rsidP="00895AD2">
      <w:r>
        <w:t>117.6183</w:t>
      </w:r>
      <w:r>
        <w:tab/>
        <w:t>1.013e0</w:t>
      </w:r>
    </w:p>
    <w:p w:rsidR="00895AD2" w:rsidRDefault="00895AD2" w:rsidP="00895AD2">
      <w:r>
        <w:t>117.6731</w:t>
      </w:r>
      <w:r>
        <w:tab/>
        <w:t>1.013e0</w:t>
      </w:r>
    </w:p>
    <w:p w:rsidR="00895AD2" w:rsidRDefault="00895AD2" w:rsidP="00895AD2">
      <w:r>
        <w:t>117.8329</w:t>
      </w:r>
      <w:r>
        <w:tab/>
        <w:t>2.025e0</w:t>
      </w:r>
    </w:p>
    <w:p w:rsidR="00895AD2" w:rsidRDefault="00895AD2" w:rsidP="00895AD2">
      <w:r>
        <w:t>117.8720</w:t>
      </w:r>
      <w:r>
        <w:tab/>
        <w:t>1.013e0</w:t>
      </w:r>
    </w:p>
    <w:p w:rsidR="00895AD2" w:rsidRDefault="00895AD2" w:rsidP="00895AD2">
      <w:r>
        <w:t>118.0610</w:t>
      </w:r>
      <w:r>
        <w:tab/>
        <w:t>3.038e0</w:t>
      </w:r>
    </w:p>
    <w:p w:rsidR="00895AD2" w:rsidRDefault="00895AD2" w:rsidP="00895AD2">
      <w:r>
        <w:t>118.0885</w:t>
      </w:r>
      <w:r>
        <w:tab/>
        <w:t>5.451e0</w:t>
      </w:r>
    </w:p>
    <w:p w:rsidR="00895AD2" w:rsidRDefault="00895AD2" w:rsidP="00895AD2">
      <w:r>
        <w:t>118.1218</w:t>
      </w:r>
      <w:r>
        <w:tab/>
        <w:t>2.025e0</w:t>
      </w:r>
    </w:p>
    <w:p w:rsidR="00895AD2" w:rsidRDefault="00895AD2" w:rsidP="00895AD2">
      <w:r>
        <w:t>118.1621</w:t>
      </w:r>
      <w:r>
        <w:tab/>
        <w:t>2.025e0</w:t>
      </w:r>
    </w:p>
    <w:p w:rsidR="00895AD2" w:rsidRDefault="00895AD2" w:rsidP="00895AD2">
      <w:r>
        <w:t>118.1808</w:t>
      </w:r>
      <w:r>
        <w:tab/>
        <w:t>1.013e0</w:t>
      </w:r>
    </w:p>
    <w:p w:rsidR="00895AD2" w:rsidRDefault="00895AD2" w:rsidP="00895AD2">
      <w:r>
        <w:t>118.2273</w:t>
      </w:r>
      <w:r>
        <w:tab/>
        <w:t>1.013e0</w:t>
      </w:r>
    </w:p>
    <w:p w:rsidR="00895AD2" w:rsidRDefault="00895AD2" w:rsidP="00895AD2">
      <w:r>
        <w:lastRenderedPageBreak/>
        <w:t>118.3168</w:t>
      </w:r>
      <w:r>
        <w:tab/>
        <w:t>1.013e0</w:t>
      </w:r>
    </w:p>
    <w:p w:rsidR="00895AD2" w:rsidRDefault="00895AD2" w:rsidP="00895AD2">
      <w:r>
        <w:t>118.3861</w:t>
      </w:r>
      <w:r>
        <w:tab/>
        <w:t>1.013e0</w:t>
      </w:r>
    </w:p>
    <w:p w:rsidR="00895AD2" w:rsidRDefault="00895AD2" w:rsidP="00895AD2">
      <w:r>
        <w:t>118.4786</w:t>
      </w:r>
      <w:r>
        <w:tab/>
        <w:t>1.013e0</w:t>
      </w:r>
    </w:p>
    <w:p w:rsidR="00895AD2" w:rsidRDefault="00895AD2" w:rsidP="00895AD2">
      <w:r>
        <w:t>118.5684</w:t>
      </w:r>
      <w:r>
        <w:tab/>
        <w:t>1.013e0</w:t>
      </w:r>
    </w:p>
    <w:p w:rsidR="00895AD2" w:rsidRDefault="00895AD2" w:rsidP="00895AD2">
      <w:r>
        <w:t>118.6088</w:t>
      </w:r>
      <w:r>
        <w:tab/>
        <w:t>1.013e0</w:t>
      </w:r>
    </w:p>
    <w:p w:rsidR="00895AD2" w:rsidRDefault="00895AD2" w:rsidP="00895AD2">
      <w:r>
        <w:t>118.9274</w:t>
      </w:r>
      <w:r>
        <w:tab/>
        <w:t>1.013e0</w:t>
      </w:r>
    </w:p>
    <w:p w:rsidR="00895AD2" w:rsidRDefault="00895AD2" w:rsidP="00895AD2">
      <w:r>
        <w:t>118.9622</w:t>
      </w:r>
      <w:r>
        <w:tab/>
        <w:t>1.013e0</w:t>
      </w:r>
    </w:p>
    <w:p w:rsidR="00895AD2" w:rsidRDefault="00895AD2" w:rsidP="00895AD2">
      <w:r>
        <w:t>119.0955</w:t>
      </w:r>
      <w:r>
        <w:tab/>
        <w:t>1.013e0</w:t>
      </w:r>
    </w:p>
    <w:p w:rsidR="00895AD2" w:rsidRDefault="00895AD2" w:rsidP="00895AD2">
      <w:r>
        <w:t>119.1218</w:t>
      </w:r>
      <w:r>
        <w:tab/>
        <w:t>1.013e0</w:t>
      </w:r>
    </w:p>
    <w:p w:rsidR="00895AD2" w:rsidRDefault="00895AD2" w:rsidP="00895AD2">
      <w:r>
        <w:t>119.1482</w:t>
      </w:r>
      <w:r>
        <w:tab/>
        <w:t>1.013e0</w:t>
      </w:r>
    </w:p>
    <w:p w:rsidR="00895AD2" w:rsidRDefault="00895AD2" w:rsidP="00895AD2">
      <w:r>
        <w:t>119.1943</w:t>
      </w:r>
      <w:r>
        <w:tab/>
        <w:t>1.013e0</w:t>
      </w:r>
    </w:p>
    <w:p w:rsidR="00895AD2" w:rsidRDefault="00895AD2" w:rsidP="00895AD2">
      <w:r>
        <w:t>119.3248</w:t>
      </w:r>
      <w:r>
        <w:tab/>
        <w:t>1.013e0</w:t>
      </w:r>
    </w:p>
    <w:p w:rsidR="00895AD2" w:rsidRDefault="00895AD2" w:rsidP="00895AD2">
      <w:r>
        <w:t>119.3685</w:t>
      </w:r>
      <w:r>
        <w:tab/>
        <w:t>1.013e0</w:t>
      </w:r>
    </w:p>
    <w:p w:rsidR="00895AD2" w:rsidRDefault="00895AD2" w:rsidP="00895AD2">
      <w:r>
        <w:t>119.3948</w:t>
      </w:r>
      <w:r>
        <w:tab/>
        <w:t>1.013e0</w:t>
      </w:r>
    </w:p>
    <w:p w:rsidR="00895AD2" w:rsidRDefault="00895AD2" w:rsidP="00895AD2">
      <w:r>
        <w:t>119.5687</w:t>
      </w:r>
      <w:r>
        <w:tab/>
        <w:t>3.038e0</w:t>
      </w:r>
    </w:p>
    <w:p w:rsidR="00895AD2" w:rsidRDefault="00895AD2" w:rsidP="00895AD2">
      <w:r>
        <w:t>119.5951</w:t>
      </w:r>
      <w:r>
        <w:tab/>
        <w:t>1.013e0</w:t>
      </w:r>
    </w:p>
    <w:p w:rsidR="00895AD2" w:rsidRDefault="00895AD2" w:rsidP="00895AD2">
      <w:r>
        <w:t>119.6766</w:t>
      </w:r>
      <w:r>
        <w:tab/>
        <w:t>1.013e0</w:t>
      </w:r>
    </w:p>
    <w:p w:rsidR="00895AD2" w:rsidRDefault="00895AD2" w:rsidP="00895AD2">
      <w:r>
        <w:t>119.7258</w:t>
      </w:r>
      <w:r>
        <w:tab/>
        <w:t>2.025e0</w:t>
      </w:r>
    </w:p>
    <w:p w:rsidR="00895AD2" w:rsidRDefault="00895AD2" w:rsidP="00895AD2">
      <w:r>
        <w:t>119.8134</w:t>
      </w:r>
      <w:r>
        <w:tab/>
        <w:t>1.013e0</w:t>
      </w:r>
    </w:p>
    <w:p w:rsidR="00895AD2" w:rsidRDefault="00895AD2" w:rsidP="00895AD2">
      <w:r>
        <w:lastRenderedPageBreak/>
        <w:t>119.8565</w:t>
      </w:r>
      <w:r>
        <w:tab/>
        <w:t>1.013e0</w:t>
      </w:r>
    </w:p>
    <w:p w:rsidR="00895AD2" w:rsidRDefault="00895AD2" w:rsidP="00895AD2">
      <w:r>
        <w:t>119.8944</w:t>
      </w:r>
      <w:r>
        <w:tab/>
        <w:t>1.013e0</w:t>
      </w:r>
    </w:p>
    <w:p w:rsidR="00895AD2" w:rsidRDefault="00895AD2" w:rsidP="00895AD2">
      <w:r>
        <w:t>119.9178</w:t>
      </w:r>
      <w:r>
        <w:tab/>
        <w:t>1.013e0</w:t>
      </w:r>
    </w:p>
    <w:p w:rsidR="00895AD2" w:rsidRDefault="00895AD2" w:rsidP="00895AD2">
      <w:r>
        <w:t>119.9382</w:t>
      </w:r>
      <w:r>
        <w:tab/>
        <w:t>1.013e0</w:t>
      </w:r>
    </w:p>
    <w:p w:rsidR="00895AD2" w:rsidRDefault="00895AD2" w:rsidP="00895AD2">
      <w:r>
        <w:t>119.9499</w:t>
      </w:r>
      <w:r>
        <w:tab/>
        <w:t>2.025e0</w:t>
      </w:r>
    </w:p>
    <w:p w:rsidR="00895AD2" w:rsidRDefault="00895AD2" w:rsidP="00895AD2">
      <w:r>
        <w:t>119.9879</w:t>
      </w:r>
      <w:r>
        <w:tab/>
        <w:t>1.013e0</w:t>
      </w:r>
    </w:p>
    <w:p w:rsidR="00895AD2" w:rsidRDefault="00895AD2" w:rsidP="00895AD2">
      <w:r>
        <w:t>120.0055</w:t>
      </w:r>
      <w:r>
        <w:tab/>
        <w:t>1.013e0</w:t>
      </w:r>
    </w:p>
    <w:p w:rsidR="00895AD2" w:rsidRDefault="00895AD2" w:rsidP="00895AD2">
      <w:r>
        <w:t>120.0475</w:t>
      </w:r>
      <w:r>
        <w:tab/>
        <w:t>2.846e2</w:t>
      </w:r>
    </w:p>
    <w:p w:rsidR="00895AD2" w:rsidRDefault="00895AD2" w:rsidP="00895AD2">
      <w:r>
        <w:t>120.0955</w:t>
      </w:r>
      <w:r>
        <w:tab/>
        <w:t>2.025e0</w:t>
      </w:r>
    </w:p>
    <w:p w:rsidR="00895AD2" w:rsidRDefault="00895AD2" w:rsidP="00895AD2">
      <w:r>
        <w:t>120.1169</w:t>
      </w:r>
      <w:r>
        <w:tab/>
        <w:t>4.051e0</w:t>
      </w:r>
    </w:p>
    <w:p w:rsidR="00895AD2" w:rsidRDefault="00895AD2" w:rsidP="00895AD2">
      <w:r>
        <w:t>120.1429</w:t>
      </w:r>
      <w:r>
        <w:tab/>
        <w:t>3.038e0</w:t>
      </w:r>
    </w:p>
    <w:p w:rsidR="00895AD2" w:rsidRDefault="00895AD2" w:rsidP="00895AD2">
      <w:r>
        <w:t>120.1697</w:t>
      </w:r>
      <w:r>
        <w:tab/>
        <w:t>3.038e0</w:t>
      </w:r>
    </w:p>
    <w:p w:rsidR="00895AD2" w:rsidRDefault="00895AD2" w:rsidP="00895AD2">
      <w:r>
        <w:t>120.1901</w:t>
      </w:r>
      <w:r>
        <w:tab/>
        <w:t>2.025e0</w:t>
      </w:r>
    </w:p>
    <w:p w:rsidR="00895AD2" w:rsidRDefault="00895AD2" w:rsidP="00895AD2">
      <w:r>
        <w:t>120.2121</w:t>
      </w:r>
      <w:r>
        <w:tab/>
        <w:t>2.025e0</w:t>
      </w:r>
    </w:p>
    <w:p w:rsidR="00895AD2" w:rsidRDefault="00895AD2" w:rsidP="00895AD2">
      <w:r>
        <w:t>120.2478</w:t>
      </w:r>
      <w:r>
        <w:tab/>
        <w:t>4.051e0</w:t>
      </w:r>
    </w:p>
    <w:p w:rsidR="00895AD2" w:rsidRDefault="00895AD2" w:rsidP="00895AD2">
      <w:r>
        <w:t>120.2858</w:t>
      </w:r>
      <w:r>
        <w:tab/>
        <w:t>4.051e0</w:t>
      </w:r>
    </w:p>
    <w:p w:rsidR="00895AD2" w:rsidRDefault="00895AD2" w:rsidP="00895AD2">
      <w:r>
        <w:t>120.3491</w:t>
      </w:r>
      <w:r>
        <w:tab/>
        <w:t>1.013e0</w:t>
      </w:r>
    </w:p>
    <w:p w:rsidR="00895AD2" w:rsidRDefault="00895AD2" w:rsidP="00895AD2">
      <w:r>
        <w:t>120.3650</w:t>
      </w:r>
      <w:r>
        <w:tab/>
        <w:t>2.025e0</w:t>
      </w:r>
    </w:p>
    <w:p w:rsidR="00895AD2" w:rsidRDefault="00895AD2" w:rsidP="00895AD2">
      <w:r>
        <w:t>120.3898</w:t>
      </w:r>
      <w:r>
        <w:tab/>
        <w:t>4.051e0</w:t>
      </w:r>
    </w:p>
    <w:p w:rsidR="00895AD2" w:rsidRDefault="00895AD2" w:rsidP="00895AD2">
      <w:r>
        <w:lastRenderedPageBreak/>
        <w:t>120.4104</w:t>
      </w:r>
      <w:r>
        <w:tab/>
        <w:t>1.013e0</w:t>
      </w:r>
    </w:p>
    <w:p w:rsidR="00895AD2" w:rsidRDefault="00895AD2" w:rsidP="00895AD2">
      <w:r>
        <w:t>120.4329</w:t>
      </w:r>
      <w:r>
        <w:tab/>
        <w:t>3.038e0</w:t>
      </w:r>
    </w:p>
    <w:p w:rsidR="00895AD2" w:rsidRDefault="00895AD2" w:rsidP="00895AD2">
      <w:r>
        <w:t>120.4802</w:t>
      </w:r>
      <w:r>
        <w:tab/>
        <w:t>1.013e0</w:t>
      </w:r>
    </w:p>
    <w:p w:rsidR="00895AD2" w:rsidRDefault="00895AD2" w:rsidP="00895AD2">
      <w:r>
        <w:t>120.5006</w:t>
      </w:r>
      <w:r>
        <w:tab/>
        <w:t>1.013e0</w:t>
      </w:r>
    </w:p>
    <w:p w:rsidR="00895AD2" w:rsidRDefault="00895AD2" w:rsidP="00895AD2">
      <w:r>
        <w:t>120.5181</w:t>
      </w:r>
      <w:r>
        <w:tab/>
        <w:t>1.013e0</w:t>
      </w:r>
    </w:p>
    <w:p w:rsidR="00895AD2" w:rsidRDefault="00895AD2" w:rsidP="00895AD2">
      <w:r>
        <w:t>120.5355</w:t>
      </w:r>
      <w:r>
        <w:tab/>
        <w:t>1.013e0</w:t>
      </w:r>
    </w:p>
    <w:p w:rsidR="00895AD2" w:rsidRDefault="00895AD2" w:rsidP="00895AD2">
      <w:r>
        <w:t>120.6087</w:t>
      </w:r>
      <w:r>
        <w:tab/>
        <w:t>1.013e0</w:t>
      </w:r>
    </w:p>
    <w:p w:rsidR="00895AD2" w:rsidRDefault="00895AD2" w:rsidP="00895AD2">
      <w:r>
        <w:t>120.6203</w:t>
      </w:r>
      <w:r>
        <w:tab/>
        <w:t>1.013e0</w:t>
      </w:r>
    </w:p>
    <w:p w:rsidR="00895AD2" w:rsidRDefault="00895AD2" w:rsidP="00895AD2">
      <w:r>
        <w:t>120.6378</w:t>
      </w:r>
      <w:r>
        <w:tab/>
        <w:t>1.013e0</w:t>
      </w:r>
    </w:p>
    <w:p w:rsidR="00895AD2" w:rsidRDefault="00895AD2" w:rsidP="00895AD2">
      <w:r>
        <w:t>120.6522</w:t>
      </w:r>
      <w:r>
        <w:tab/>
        <w:t>1.013e0</w:t>
      </w:r>
    </w:p>
    <w:p w:rsidR="00895AD2" w:rsidRDefault="00895AD2" w:rsidP="00895AD2">
      <w:r>
        <w:t>120.6741</w:t>
      </w:r>
      <w:r>
        <w:tab/>
        <w:t>2.025e0</w:t>
      </w:r>
    </w:p>
    <w:p w:rsidR="00895AD2" w:rsidRDefault="00895AD2" w:rsidP="00895AD2">
      <w:r>
        <w:t>120.7516</w:t>
      </w:r>
      <w:r>
        <w:tab/>
        <w:t>1.013e0</w:t>
      </w:r>
    </w:p>
    <w:p w:rsidR="00895AD2" w:rsidRDefault="00895AD2" w:rsidP="00895AD2">
      <w:r>
        <w:t>120.8220</w:t>
      </w:r>
      <w:r>
        <w:tab/>
        <w:t>1.013e0</w:t>
      </w:r>
    </w:p>
    <w:p w:rsidR="00895AD2" w:rsidRDefault="00895AD2" w:rsidP="00895AD2">
      <w:r>
        <w:t>120.8774</w:t>
      </w:r>
      <w:r>
        <w:tab/>
        <w:t>1.013e0</w:t>
      </w:r>
    </w:p>
    <w:p w:rsidR="00895AD2" w:rsidRDefault="00895AD2" w:rsidP="00895AD2">
      <w:r>
        <w:t>120.8889</w:t>
      </w:r>
      <w:r>
        <w:tab/>
        <w:t>1.013e0</w:t>
      </w:r>
    </w:p>
    <w:p w:rsidR="00895AD2" w:rsidRDefault="00895AD2" w:rsidP="00895AD2">
      <w:r>
        <w:t>120.9124</w:t>
      </w:r>
      <w:r>
        <w:tab/>
        <w:t>1.013e0</w:t>
      </w:r>
    </w:p>
    <w:p w:rsidR="00895AD2" w:rsidRDefault="00895AD2" w:rsidP="00895AD2">
      <w:r>
        <w:t>120.9768</w:t>
      </w:r>
      <w:r>
        <w:tab/>
        <w:t>1.013e0</w:t>
      </w:r>
    </w:p>
    <w:p w:rsidR="00895AD2" w:rsidRDefault="00895AD2" w:rsidP="00895AD2">
      <w:r>
        <w:t>121.0148</w:t>
      </w:r>
      <w:r>
        <w:tab/>
        <w:t>2.025e0</w:t>
      </w:r>
    </w:p>
    <w:p w:rsidR="00895AD2" w:rsidRDefault="00895AD2" w:rsidP="00895AD2">
      <w:r>
        <w:t>121.0509</w:t>
      </w:r>
      <w:r>
        <w:tab/>
        <w:t>2.633e1</w:t>
      </w:r>
    </w:p>
    <w:p w:rsidR="00895AD2" w:rsidRDefault="00895AD2" w:rsidP="00895AD2">
      <w:r>
        <w:lastRenderedPageBreak/>
        <w:t>121.0877</w:t>
      </w:r>
      <w:r>
        <w:tab/>
        <w:t>1.013e0</w:t>
      </w:r>
    </w:p>
    <w:p w:rsidR="00895AD2" w:rsidRDefault="00895AD2" w:rsidP="00895AD2">
      <w:r>
        <w:t>121.1127</w:t>
      </w:r>
      <w:r>
        <w:tab/>
        <w:t>2.025e0</w:t>
      </w:r>
    </w:p>
    <w:p w:rsidR="00895AD2" w:rsidRDefault="00895AD2" w:rsidP="00895AD2">
      <w:r>
        <w:t>121.1667</w:t>
      </w:r>
      <w:r>
        <w:tab/>
        <w:t>2.025e0</w:t>
      </w:r>
    </w:p>
    <w:p w:rsidR="00895AD2" w:rsidRDefault="00895AD2" w:rsidP="00895AD2">
      <w:r>
        <w:t>121.1932</w:t>
      </w:r>
      <w:r>
        <w:tab/>
        <w:t>1.013e0</w:t>
      </w:r>
    </w:p>
    <w:p w:rsidR="00895AD2" w:rsidRDefault="00895AD2" w:rsidP="00895AD2">
      <w:r>
        <w:t>121.2077</w:t>
      </w:r>
      <w:r>
        <w:tab/>
        <w:t>1.013e0</w:t>
      </w:r>
    </w:p>
    <w:p w:rsidR="00895AD2" w:rsidRDefault="00895AD2" w:rsidP="00895AD2">
      <w:r>
        <w:t>121.2397</w:t>
      </w:r>
      <w:r>
        <w:tab/>
        <w:t>1.013e0</w:t>
      </w:r>
    </w:p>
    <w:p w:rsidR="00895AD2" w:rsidRDefault="00895AD2" w:rsidP="00895AD2">
      <w:r>
        <w:t>121.2611</w:t>
      </w:r>
      <w:r>
        <w:tab/>
        <w:t>3.038e0</w:t>
      </w:r>
    </w:p>
    <w:p w:rsidR="00895AD2" w:rsidRDefault="00895AD2" w:rsidP="00895AD2">
      <w:r>
        <w:t>121.3216</w:t>
      </w:r>
      <w:r>
        <w:tab/>
        <w:t>1.013e0</w:t>
      </w:r>
    </w:p>
    <w:p w:rsidR="00895AD2" w:rsidRDefault="00895AD2" w:rsidP="00895AD2">
      <w:r>
        <w:t>121.3775</w:t>
      </w:r>
      <w:r>
        <w:tab/>
        <w:t>1.013e0</w:t>
      </w:r>
    </w:p>
    <w:p w:rsidR="00895AD2" w:rsidRDefault="00895AD2" w:rsidP="00895AD2">
      <w:r>
        <w:t>121.4974</w:t>
      </w:r>
      <w:r>
        <w:tab/>
        <w:t>1.013e0</w:t>
      </w:r>
    </w:p>
    <w:p w:rsidR="00895AD2" w:rsidRDefault="00895AD2" w:rsidP="00895AD2">
      <w:r>
        <w:t>121.6409</w:t>
      </w:r>
      <w:r>
        <w:tab/>
        <w:t>2.025e0</w:t>
      </w:r>
    </w:p>
    <w:p w:rsidR="00895AD2" w:rsidRDefault="00895AD2" w:rsidP="00895AD2">
      <w:r>
        <w:t>121.6911</w:t>
      </w:r>
      <w:r>
        <w:tab/>
        <w:t>1.013e0</w:t>
      </w:r>
    </w:p>
    <w:p w:rsidR="00895AD2" w:rsidRDefault="00895AD2" w:rsidP="00895AD2">
      <w:r>
        <w:t>121.7556</w:t>
      </w:r>
      <w:r>
        <w:tab/>
        <w:t>1.013e0</w:t>
      </w:r>
    </w:p>
    <w:p w:rsidR="00895AD2" w:rsidRDefault="00895AD2" w:rsidP="00895AD2">
      <w:r>
        <w:t>121.8964</w:t>
      </w:r>
      <w:r>
        <w:tab/>
        <w:t>1.013e0</w:t>
      </w:r>
    </w:p>
    <w:p w:rsidR="00895AD2" w:rsidRDefault="00895AD2" w:rsidP="00895AD2">
      <w:r>
        <w:t>121.9225</w:t>
      </w:r>
      <w:r>
        <w:tab/>
        <w:t>1.013e0</w:t>
      </w:r>
    </w:p>
    <w:p w:rsidR="00895AD2" w:rsidRDefault="00895AD2" w:rsidP="00895AD2">
      <w:r>
        <w:t>121.9812</w:t>
      </w:r>
      <w:r>
        <w:tab/>
        <w:t>1.013e0</w:t>
      </w:r>
    </w:p>
    <w:p w:rsidR="00895AD2" w:rsidRDefault="00895AD2" w:rsidP="00895AD2">
      <w:r>
        <w:t>121.9988</w:t>
      </w:r>
      <w:r>
        <w:tab/>
        <w:t>1.013e0</w:t>
      </w:r>
    </w:p>
    <w:p w:rsidR="00895AD2" w:rsidRDefault="00895AD2" w:rsidP="00895AD2">
      <w:r>
        <w:t>122.0139</w:t>
      </w:r>
      <w:r>
        <w:tab/>
        <w:t>2.025e0</w:t>
      </w:r>
    </w:p>
    <w:p w:rsidR="00895AD2" w:rsidRDefault="00895AD2" w:rsidP="00895AD2">
      <w:r>
        <w:t>122.0458</w:t>
      </w:r>
      <w:r>
        <w:tab/>
        <w:t>2.350e1</w:t>
      </w:r>
    </w:p>
    <w:p w:rsidR="00895AD2" w:rsidRDefault="00895AD2" w:rsidP="00895AD2">
      <w:r>
        <w:lastRenderedPageBreak/>
        <w:t>122.0965</w:t>
      </w:r>
      <w:r>
        <w:tab/>
        <w:t>2.229e2</w:t>
      </w:r>
    </w:p>
    <w:p w:rsidR="00895AD2" w:rsidRDefault="00895AD2" w:rsidP="00895AD2">
      <w:r>
        <w:t>122.1457</w:t>
      </w:r>
      <w:r>
        <w:tab/>
        <w:t>1.013e0</w:t>
      </w:r>
    </w:p>
    <w:p w:rsidR="00895AD2" w:rsidRDefault="00895AD2" w:rsidP="00895AD2">
      <w:r>
        <w:t>122.1723</w:t>
      </w:r>
      <w:r>
        <w:tab/>
        <w:t>2.025e0</w:t>
      </w:r>
    </w:p>
    <w:p w:rsidR="00895AD2" w:rsidRDefault="00895AD2" w:rsidP="00895AD2">
      <w:r>
        <w:t>122.1974</w:t>
      </w:r>
      <w:r>
        <w:tab/>
        <w:t>2.025e0</w:t>
      </w:r>
    </w:p>
    <w:p w:rsidR="00895AD2" w:rsidRDefault="00895AD2" w:rsidP="00895AD2">
      <w:r>
        <w:t>122.2135</w:t>
      </w:r>
      <w:r>
        <w:tab/>
        <w:t>2.025e0</w:t>
      </w:r>
    </w:p>
    <w:p w:rsidR="00895AD2" w:rsidRDefault="00895AD2" w:rsidP="00895AD2">
      <w:r>
        <w:t>122.2349</w:t>
      </w:r>
      <w:r>
        <w:tab/>
        <w:t>3.038e0</w:t>
      </w:r>
    </w:p>
    <w:p w:rsidR="00895AD2" w:rsidRDefault="00895AD2" w:rsidP="00895AD2">
      <w:r>
        <w:t>122.2836</w:t>
      </w:r>
      <w:r>
        <w:tab/>
        <w:t>1.013e0</w:t>
      </w:r>
    </w:p>
    <w:p w:rsidR="00895AD2" w:rsidRDefault="00895AD2" w:rsidP="00895AD2">
      <w:r>
        <w:t>122.3200</w:t>
      </w:r>
      <w:r>
        <w:tab/>
        <w:t>3.038e0</w:t>
      </w:r>
    </w:p>
    <w:p w:rsidR="00895AD2" w:rsidRDefault="00895AD2" w:rsidP="00895AD2">
      <w:r>
        <w:t>122.3500</w:t>
      </w:r>
      <w:r>
        <w:tab/>
        <w:t>2.025e0</w:t>
      </w:r>
    </w:p>
    <w:p w:rsidR="00895AD2" w:rsidRDefault="00895AD2" w:rsidP="00895AD2">
      <w:r>
        <w:t>122.3660</w:t>
      </w:r>
      <w:r>
        <w:tab/>
        <w:t>1.013e0</w:t>
      </w:r>
    </w:p>
    <w:p w:rsidR="00895AD2" w:rsidRDefault="00895AD2" w:rsidP="00895AD2">
      <w:r>
        <w:t>122.3945</w:t>
      </w:r>
      <w:r>
        <w:tab/>
        <w:t>3.038e0</w:t>
      </w:r>
    </w:p>
    <w:p w:rsidR="00895AD2" w:rsidRDefault="00895AD2" w:rsidP="00895AD2">
      <w:r>
        <w:t>122.4387</w:t>
      </w:r>
      <w:r>
        <w:tab/>
        <w:t>3.883e0</w:t>
      </w:r>
    </w:p>
    <w:p w:rsidR="00895AD2" w:rsidRDefault="00895AD2" w:rsidP="00895AD2">
      <w:r>
        <w:t>122.4589</w:t>
      </w:r>
      <w:r>
        <w:tab/>
        <w:t>2.025e0</w:t>
      </w:r>
    </w:p>
    <w:p w:rsidR="00895AD2" w:rsidRDefault="00895AD2" w:rsidP="00895AD2">
      <w:r>
        <w:t>122.5132</w:t>
      </w:r>
      <w:r>
        <w:tab/>
        <w:t>3.038e0</w:t>
      </w:r>
    </w:p>
    <w:p w:rsidR="00895AD2" w:rsidRDefault="00895AD2" w:rsidP="00895AD2">
      <w:r>
        <w:t>122.5428</w:t>
      </w:r>
      <w:r>
        <w:tab/>
        <w:t>2.025e0</w:t>
      </w:r>
    </w:p>
    <w:p w:rsidR="00895AD2" w:rsidRDefault="00895AD2" w:rsidP="00895AD2">
      <w:r>
        <w:t>122.5582</w:t>
      </w:r>
      <w:r>
        <w:tab/>
        <w:t>3.038e0</w:t>
      </w:r>
    </w:p>
    <w:p w:rsidR="00895AD2" w:rsidRDefault="00895AD2" w:rsidP="00895AD2">
      <w:r>
        <w:t>122.5772</w:t>
      </w:r>
      <w:r>
        <w:tab/>
        <w:t>1.234e0</w:t>
      </w:r>
    </w:p>
    <w:p w:rsidR="00895AD2" w:rsidRDefault="00895AD2" w:rsidP="00895AD2">
      <w:r>
        <w:t>122.6316</w:t>
      </w:r>
      <w:r>
        <w:tab/>
        <w:t>3.038e0</w:t>
      </w:r>
    </w:p>
    <w:p w:rsidR="00895AD2" w:rsidRDefault="00895AD2" w:rsidP="00895AD2">
      <w:r>
        <w:t>122.6484</w:t>
      </w:r>
      <w:r>
        <w:tab/>
        <w:t>1.013e0</w:t>
      </w:r>
    </w:p>
    <w:p w:rsidR="00895AD2" w:rsidRDefault="00895AD2" w:rsidP="00895AD2">
      <w:r>
        <w:lastRenderedPageBreak/>
        <w:t>122.7398</w:t>
      </w:r>
      <w:r>
        <w:tab/>
        <w:t>1.013e0</w:t>
      </w:r>
    </w:p>
    <w:p w:rsidR="00895AD2" w:rsidRDefault="00895AD2" w:rsidP="00895AD2">
      <w:r>
        <w:t>122.7635</w:t>
      </w:r>
      <w:r>
        <w:tab/>
        <w:t>2.025e0</w:t>
      </w:r>
    </w:p>
    <w:p w:rsidR="00895AD2" w:rsidRDefault="00895AD2" w:rsidP="00895AD2">
      <w:r>
        <w:t>122.8575</w:t>
      </w:r>
      <w:r>
        <w:tab/>
        <w:t>1.013e0</w:t>
      </w:r>
    </w:p>
    <w:p w:rsidR="00895AD2" w:rsidRDefault="00895AD2" w:rsidP="00895AD2">
      <w:r>
        <w:t>122.8987</w:t>
      </w:r>
      <w:r>
        <w:tab/>
        <w:t>1.013e0</w:t>
      </w:r>
    </w:p>
    <w:p w:rsidR="00895AD2" w:rsidRDefault="00895AD2" w:rsidP="00895AD2">
      <w:r>
        <w:t>122.9728</w:t>
      </w:r>
      <w:r>
        <w:tab/>
        <w:t>1.013e0</w:t>
      </w:r>
    </w:p>
    <w:p w:rsidR="00895AD2" w:rsidRDefault="00895AD2" w:rsidP="00895AD2">
      <w:r>
        <w:t>122.9961</w:t>
      </w:r>
      <w:r>
        <w:tab/>
        <w:t>1.013e0</w:t>
      </w:r>
    </w:p>
    <w:p w:rsidR="00895AD2" w:rsidRDefault="00895AD2" w:rsidP="00895AD2">
      <w:r>
        <w:t>123.0358</w:t>
      </w:r>
      <w:r>
        <w:tab/>
        <w:t>1.841e0</w:t>
      </w:r>
    </w:p>
    <w:p w:rsidR="00895AD2" w:rsidRDefault="00895AD2" w:rsidP="00895AD2">
      <w:r>
        <w:t>123.0522</w:t>
      </w:r>
      <w:r>
        <w:tab/>
        <w:t>2.025e0</w:t>
      </w:r>
    </w:p>
    <w:p w:rsidR="00895AD2" w:rsidRDefault="00895AD2" w:rsidP="00895AD2">
      <w:r>
        <w:t>123.1007</w:t>
      </w:r>
      <w:r>
        <w:tab/>
        <w:t>2.671e1</w:t>
      </w:r>
    </w:p>
    <w:p w:rsidR="00895AD2" w:rsidRDefault="00895AD2" w:rsidP="00895AD2">
      <w:r>
        <w:t>123.1288</w:t>
      </w:r>
      <w:r>
        <w:tab/>
        <w:t>1.013e0</w:t>
      </w:r>
    </w:p>
    <w:p w:rsidR="00895AD2" w:rsidRDefault="00895AD2" w:rsidP="00895AD2">
      <w:r>
        <w:t>123.1670</w:t>
      </w:r>
      <w:r>
        <w:tab/>
        <w:t>1.013e0</w:t>
      </w:r>
    </w:p>
    <w:p w:rsidR="00895AD2" w:rsidRDefault="00895AD2" w:rsidP="00895AD2">
      <w:r>
        <w:t>123.1907</w:t>
      </w:r>
      <w:r>
        <w:tab/>
        <w:t>1.013e0</w:t>
      </w:r>
    </w:p>
    <w:p w:rsidR="00895AD2" w:rsidRDefault="00895AD2" w:rsidP="00895AD2">
      <w:r>
        <w:t>123.2350</w:t>
      </w:r>
      <w:r>
        <w:tab/>
        <w:t>1.013e0</w:t>
      </w:r>
    </w:p>
    <w:p w:rsidR="00895AD2" w:rsidRDefault="00895AD2" w:rsidP="00895AD2">
      <w:r>
        <w:t>123.2465</w:t>
      </w:r>
      <w:r>
        <w:tab/>
        <w:t>1.013e0</w:t>
      </w:r>
    </w:p>
    <w:p w:rsidR="00895AD2" w:rsidRDefault="00895AD2" w:rsidP="00895AD2">
      <w:r>
        <w:t>123.3176</w:t>
      </w:r>
      <w:r>
        <w:tab/>
        <w:t>2.025e0</w:t>
      </w:r>
    </w:p>
    <w:p w:rsidR="00895AD2" w:rsidRDefault="00895AD2" w:rsidP="00895AD2">
      <w:r>
        <w:t>123.3972</w:t>
      </w:r>
      <w:r>
        <w:tab/>
        <w:t>1.013e0</w:t>
      </w:r>
    </w:p>
    <w:p w:rsidR="00895AD2" w:rsidRDefault="00895AD2" w:rsidP="00895AD2">
      <w:r>
        <w:t>123.4416</w:t>
      </w:r>
      <w:r>
        <w:tab/>
        <w:t>1.013e0</w:t>
      </w:r>
    </w:p>
    <w:p w:rsidR="00895AD2" w:rsidRDefault="00895AD2" w:rsidP="00895AD2">
      <w:r>
        <w:t>123.4859</w:t>
      </w:r>
      <w:r>
        <w:tab/>
        <w:t>1.013e0</w:t>
      </w:r>
    </w:p>
    <w:p w:rsidR="00895AD2" w:rsidRDefault="00895AD2" w:rsidP="00895AD2">
      <w:r>
        <w:t>123.5181</w:t>
      </w:r>
      <w:r>
        <w:tab/>
        <w:t>1.013e0</w:t>
      </w:r>
    </w:p>
    <w:p w:rsidR="00895AD2" w:rsidRDefault="00895AD2" w:rsidP="00895AD2">
      <w:r>
        <w:lastRenderedPageBreak/>
        <w:t>123.5611</w:t>
      </w:r>
      <w:r>
        <w:tab/>
        <w:t>2.025e0</w:t>
      </w:r>
    </w:p>
    <w:p w:rsidR="00895AD2" w:rsidRDefault="00895AD2" w:rsidP="00895AD2">
      <w:r>
        <w:t>123.6690</w:t>
      </w:r>
      <w:r>
        <w:tab/>
        <w:t>1.013e0</w:t>
      </w:r>
    </w:p>
    <w:p w:rsidR="00895AD2" w:rsidRDefault="00895AD2" w:rsidP="00895AD2">
      <w:r>
        <w:t>123.6988</w:t>
      </w:r>
      <w:r>
        <w:tab/>
        <w:t>1.013e0</w:t>
      </w:r>
    </w:p>
    <w:p w:rsidR="00895AD2" w:rsidRDefault="00895AD2" w:rsidP="00895AD2">
      <w:r>
        <w:t>123.7872</w:t>
      </w:r>
      <w:r>
        <w:tab/>
        <w:t>1.013e0</w:t>
      </w:r>
    </w:p>
    <w:p w:rsidR="00895AD2" w:rsidRDefault="00895AD2" w:rsidP="00895AD2">
      <w:r>
        <w:t>123.8229</w:t>
      </w:r>
      <w:r>
        <w:tab/>
        <w:t>1.013e0</w:t>
      </w:r>
    </w:p>
    <w:p w:rsidR="00895AD2" w:rsidRDefault="00895AD2" w:rsidP="00895AD2">
      <w:r>
        <w:t>123.8582</w:t>
      </w:r>
      <w:r>
        <w:tab/>
        <w:t>3.038e0</w:t>
      </w:r>
    </w:p>
    <w:p w:rsidR="00895AD2" w:rsidRDefault="00895AD2" w:rsidP="00895AD2">
      <w:r>
        <w:t>123.9026</w:t>
      </w:r>
      <w:r>
        <w:tab/>
        <w:t>1.013e0</w:t>
      </w:r>
    </w:p>
    <w:p w:rsidR="00895AD2" w:rsidRDefault="00895AD2" w:rsidP="00895AD2">
      <w:r>
        <w:t>123.9324</w:t>
      </w:r>
      <w:r>
        <w:tab/>
        <w:t>1.013e0</w:t>
      </w:r>
    </w:p>
    <w:p w:rsidR="00895AD2" w:rsidRDefault="00895AD2" w:rsidP="00895AD2">
      <w:r>
        <w:t>123.9440</w:t>
      </w:r>
      <w:r>
        <w:tab/>
        <w:t>1.013e0</w:t>
      </w:r>
    </w:p>
    <w:p w:rsidR="00895AD2" w:rsidRDefault="00895AD2" w:rsidP="00895AD2">
      <w:r>
        <w:t>123.9870</w:t>
      </w:r>
      <w:r>
        <w:tab/>
        <w:t>2.025e0</w:t>
      </w:r>
    </w:p>
    <w:p w:rsidR="00895AD2" w:rsidRDefault="00895AD2" w:rsidP="00895AD2">
      <w:r>
        <w:t>124.0879</w:t>
      </w:r>
      <w:r>
        <w:tab/>
        <w:t>1.293e1</w:t>
      </w:r>
    </w:p>
    <w:p w:rsidR="00895AD2" w:rsidRDefault="00895AD2" w:rsidP="00895AD2">
      <w:r>
        <w:t>124.1749</w:t>
      </w:r>
      <w:r>
        <w:tab/>
        <w:t>1.013e0</w:t>
      </w:r>
    </w:p>
    <w:p w:rsidR="00895AD2" w:rsidRDefault="00895AD2" w:rsidP="00895AD2">
      <w:r>
        <w:t>124.2163</w:t>
      </w:r>
      <w:r>
        <w:tab/>
        <w:t>1.013e0</w:t>
      </w:r>
    </w:p>
    <w:p w:rsidR="00895AD2" w:rsidRDefault="00895AD2" w:rsidP="00895AD2">
      <w:r>
        <w:t>124.2371</w:t>
      </w:r>
      <w:r>
        <w:tab/>
        <w:t>1.013e0</w:t>
      </w:r>
    </w:p>
    <w:p w:rsidR="00895AD2" w:rsidRDefault="00895AD2" w:rsidP="00895AD2">
      <w:r>
        <w:t>124.3083</w:t>
      </w:r>
      <w:r>
        <w:tab/>
        <w:t>1.013e0</w:t>
      </w:r>
    </w:p>
    <w:p w:rsidR="00895AD2" w:rsidRDefault="00895AD2" w:rsidP="00895AD2">
      <w:r>
        <w:t>124.3407</w:t>
      </w:r>
      <w:r>
        <w:tab/>
        <w:t>1.013e0</w:t>
      </w:r>
    </w:p>
    <w:p w:rsidR="00895AD2" w:rsidRDefault="00895AD2" w:rsidP="00895AD2">
      <w:r>
        <w:t>124.3705</w:t>
      </w:r>
      <w:r>
        <w:tab/>
        <w:t>1.013e0</w:t>
      </w:r>
    </w:p>
    <w:p w:rsidR="00895AD2" w:rsidRDefault="00895AD2" w:rsidP="00895AD2">
      <w:r>
        <w:t>124.4120</w:t>
      </w:r>
      <w:r>
        <w:tab/>
        <w:t>1.013e0</w:t>
      </w:r>
    </w:p>
    <w:p w:rsidR="00895AD2" w:rsidRDefault="00895AD2" w:rsidP="00895AD2">
      <w:r>
        <w:t>124.4358</w:t>
      </w:r>
      <w:r>
        <w:tab/>
        <w:t>1.013e0</w:t>
      </w:r>
    </w:p>
    <w:p w:rsidR="00895AD2" w:rsidRDefault="00895AD2" w:rsidP="00895AD2">
      <w:r>
        <w:lastRenderedPageBreak/>
        <w:t>124.5872</w:t>
      </w:r>
      <w:r>
        <w:tab/>
        <w:t>2.025e0</w:t>
      </w:r>
    </w:p>
    <w:p w:rsidR="00895AD2" w:rsidRDefault="00895AD2" w:rsidP="00895AD2">
      <w:r>
        <w:t>124.6817</w:t>
      </w:r>
      <w:r>
        <w:tab/>
        <w:t>1.013e0</w:t>
      </w:r>
    </w:p>
    <w:p w:rsidR="00895AD2" w:rsidRDefault="00895AD2" w:rsidP="00895AD2">
      <w:r>
        <w:t>124.7055</w:t>
      </w:r>
      <w:r>
        <w:tab/>
        <w:t>1.013e0</w:t>
      </w:r>
    </w:p>
    <w:p w:rsidR="00895AD2" w:rsidRDefault="00895AD2" w:rsidP="00895AD2">
      <w:r>
        <w:t>124.9161</w:t>
      </w:r>
      <w:r>
        <w:tab/>
        <w:t>1.013e0</w:t>
      </w:r>
    </w:p>
    <w:p w:rsidR="00895AD2" w:rsidRDefault="00895AD2" w:rsidP="00895AD2">
      <w:r>
        <w:t>124.9579</w:t>
      </w:r>
      <w:r>
        <w:tab/>
        <w:t>1.013e0</w:t>
      </w:r>
    </w:p>
    <w:p w:rsidR="00895AD2" w:rsidRDefault="00895AD2" w:rsidP="00895AD2">
      <w:r>
        <w:t>125.0115</w:t>
      </w:r>
      <w:r>
        <w:tab/>
        <w:t>1.013e0</w:t>
      </w:r>
    </w:p>
    <w:p w:rsidR="00895AD2" w:rsidRDefault="00895AD2" w:rsidP="00895AD2">
      <w:r>
        <w:t>125.0773</w:t>
      </w:r>
      <w:r>
        <w:tab/>
        <w:t>3.138e0</w:t>
      </w:r>
    </w:p>
    <w:p w:rsidR="00895AD2" w:rsidRDefault="00895AD2" w:rsidP="00895AD2">
      <w:r>
        <w:t>125.0977</w:t>
      </w:r>
      <w:r>
        <w:tab/>
        <w:t>4.628e0</w:t>
      </w:r>
    </w:p>
    <w:p w:rsidR="00895AD2" w:rsidRDefault="00895AD2" w:rsidP="00895AD2">
      <w:r>
        <w:t>125.1777</w:t>
      </w:r>
      <w:r>
        <w:tab/>
        <w:t>1.013e0</w:t>
      </w:r>
    </w:p>
    <w:p w:rsidR="00895AD2" w:rsidRDefault="00895AD2" w:rsidP="00895AD2">
      <w:r>
        <w:t>125.2793</w:t>
      </w:r>
      <w:r>
        <w:tab/>
        <w:t>2.025e0</w:t>
      </w:r>
    </w:p>
    <w:p w:rsidR="00895AD2" w:rsidRDefault="00895AD2" w:rsidP="00895AD2">
      <w:r>
        <w:t>125.3980</w:t>
      </w:r>
      <w:r>
        <w:tab/>
        <w:t>1.013e0</w:t>
      </w:r>
    </w:p>
    <w:p w:rsidR="00895AD2" w:rsidRDefault="00895AD2" w:rsidP="00895AD2">
      <w:r>
        <w:t>125.4129</w:t>
      </w:r>
      <w:r>
        <w:tab/>
        <w:t>1.013e0</w:t>
      </w:r>
    </w:p>
    <w:p w:rsidR="00895AD2" w:rsidRDefault="00895AD2" w:rsidP="00895AD2">
      <w:r>
        <w:t>125.4574</w:t>
      </w:r>
      <w:r>
        <w:tab/>
        <w:t>1.013e0</w:t>
      </w:r>
    </w:p>
    <w:p w:rsidR="00895AD2" w:rsidRDefault="00895AD2" w:rsidP="00895AD2">
      <w:r>
        <w:t>125.4934</w:t>
      </w:r>
      <w:r>
        <w:tab/>
        <w:t>1.013e0</w:t>
      </w:r>
    </w:p>
    <w:p w:rsidR="00895AD2" w:rsidRDefault="00895AD2" w:rsidP="00895AD2">
      <w:r>
        <w:t>125.5112</w:t>
      </w:r>
      <w:r>
        <w:tab/>
        <w:t>1.013e0</w:t>
      </w:r>
    </w:p>
    <w:p w:rsidR="00895AD2" w:rsidRDefault="00895AD2" w:rsidP="00895AD2">
      <w:r>
        <w:t>125.5859</w:t>
      </w:r>
      <w:r>
        <w:tab/>
        <w:t>1.013e0</w:t>
      </w:r>
    </w:p>
    <w:p w:rsidR="00895AD2" w:rsidRDefault="00895AD2" w:rsidP="00895AD2">
      <w:r>
        <w:t>125.8327</w:t>
      </w:r>
      <w:r>
        <w:tab/>
        <w:t>1.013e0</w:t>
      </w:r>
    </w:p>
    <w:p w:rsidR="00895AD2" w:rsidRDefault="00895AD2" w:rsidP="00895AD2">
      <w:r>
        <w:t>125.8535</w:t>
      </w:r>
      <w:r>
        <w:tab/>
        <w:t>1.013e0</w:t>
      </w:r>
    </w:p>
    <w:p w:rsidR="00895AD2" w:rsidRDefault="00895AD2" w:rsidP="00895AD2">
      <w:r>
        <w:t>125.9045</w:t>
      </w:r>
      <w:r>
        <w:tab/>
        <w:t>1.013e0</w:t>
      </w:r>
    </w:p>
    <w:p w:rsidR="00895AD2" w:rsidRDefault="00895AD2" w:rsidP="00895AD2">
      <w:r>
        <w:lastRenderedPageBreak/>
        <w:t>126.0586</w:t>
      </w:r>
      <w:r>
        <w:tab/>
        <w:t>1.747e0</w:t>
      </w:r>
    </w:p>
    <w:p w:rsidR="00895AD2" w:rsidRDefault="00895AD2" w:rsidP="00895AD2">
      <w:r>
        <w:t>126.0716</w:t>
      </w:r>
      <w:r>
        <w:tab/>
        <w:t>1.646e0</w:t>
      </w:r>
    </w:p>
    <w:p w:rsidR="00895AD2" w:rsidRDefault="00895AD2" w:rsidP="00895AD2">
      <w:r>
        <w:t>126.1007</w:t>
      </w:r>
      <w:r>
        <w:tab/>
        <w:t>5.418e0</w:t>
      </w:r>
    </w:p>
    <w:p w:rsidR="00895AD2" w:rsidRDefault="00895AD2" w:rsidP="00895AD2">
      <w:r>
        <w:t>126.1730</w:t>
      </w:r>
      <w:r>
        <w:tab/>
        <w:t>1.013e0</w:t>
      </w:r>
    </w:p>
    <w:p w:rsidR="00895AD2" w:rsidRDefault="00895AD2" w:rsidP="00895AD2">
      <w:r>
        <w:t>126.2178</w:t>
      </w:r>
      <w:r>
        <w:tab/>
        <w:t>1.013e0</w:t>
      </w:r>
    </w:p>
    <w:p w:rsidR="00895AD2" w:rsidRDefault="00895AD2" w:rsidP="00895AD2">
      <w:r>
        <w:t>126.2534</w:t>
      </w:r>
      <w:r>
        <w:tab/>
        <w:t>1.013e0</w:t>
      </w:r>
    </w:p>
    <w:p w:rsidR="00895AD2" w:rsidRDefault="00895AD2" w:rsidP="00895AD2">
      <w:r>
        <w:t>126.2835</w:t>
      </w:r>
      <w:r>
        <w:tab/>
        <w:t>1.013e0</w:t>
      </w:r>
    </w:p>
    <w:p w:rsidR="00895AD2" w:rsidRDefault="00895AD2" w:rsidP="00895AD2">
      <w:r>
        <w:t>126.2982</w:t>
      </w:r>
      <w:r>
        <w:tab/>
        <w:t>1.013e0</w:t>
      </w:r>
    </w:p>
    <w:p w:rsidR="00895AD2" w:rsidRDefault="00895AD2" w:rsidP="00895AD2">
      <w:r>
        <w:t>126.5209</w:t>
      </w:r>
      <w:r>
        <w:tab/>
        <w:t>2.025e0</w:t>
      </w:r>
    </w:p>
    <w:p w:rsidR="00895AD2" w:rsidRDefault="00895AD2" w:rsidP="00895AD2">
      <w:r>
        <w:t>126.5958</w:t>
      </w:r>
      <w:r>
        <w:tab/>
        <w:t>2.025e0</w:t>
      </w:r>
    </w:p>
    <w:p w:rsidR="00895AD2" w:rsidRDefault="00895AD2" w:rsidP="00895AD2">
      <w:r>
        <w:t>126.6870</w:t>
      </w:r>
      <w:r>
        <w:tab/>
        <w:t>1.013e0</w:t>
      </w:r>
    </w:p>
    <w:p w:rsidR="00895AD2" w:rsidRDefault="00895AD2" w:rsidP="00895AD2">
      <w:r>
        <w:t>126.7544</w:t>
      </w:r>
      <w:r>
        <w:tab/>
        <w:t>2.025e0</w:t>
      </w:r>
    </w:p>
    <w:p w:rsidR="00895AD2" w:rsidRDefault="00895AD2" w:rsidP="00895AD2">
      <w:r>
        <w:t>126.9656</w:t>
      </w:r>
      <w:r>
        <w:tab/>
        <w:t>1.013e0</w:t>
      </w:r>
    </w:p>
    <w:p w:rsidR="00895AD2" w:rsidRDefault="00895AD2" w:rsidP="00895AD2">
      <w:r>
        <w:t>127.0343</w:t>
      </w:r>
      <w:r>
        <w:tab/>
        <w:t>1.013e0</w:t>
      </w:r>
    </w:p>
    <w:p w:rsidR="00895AD2" w:rsidRDefault="00895AD2" w:rsidP="00895AD2">
      <w:r>
        <w:t>127.1508</w:t>
      </w:r>
      <w:r>
        <w:tab/>
        <w:t>1.013e0</w:t>
      </w:r>
    </w:p>
    <w:p w:rsidR="00895AD2" w:rsidRDefault="00895AD2" w:rsidP="00895AD2">
      <w:r>
        <w:t>127.1872</w:t>
      </w:r>
      <w:r>
        <w:tab/>
        <w:t>1.013e0</w:t>
      </w:r>
    </w:p>
    <w:p w:rsidR="00895AD2" w:rsidRDefault="00895AD2" w:rsidP="00895AD2">
      <w:r>
        <w:t>127.3999</w:t>
      </w:r>
      <w:r>
        <w:tab/>
        <w:t>1.013e0</w:t>
      </w:r>
    </w:p>
    <w:p w:rsidR="00895AD2" w:rsidRDefault="00895AD2" w:rsidP="00895AD2">
      <w:r>
        <w:t>127.4662</w:t>
      </w:r>
      <w:r>
        <w:tab/>
        <w:t>1.013e0</w:t>
      </w:r>
    </w:p>
    <w:p w:rsidR="00895AD2" w:rsidRDefault="00895AD2" w:rsidP="00895AD2">
      <w:r>
        <w:t>127.5617</w:t>
      </w:r>
      <w:r>
        <w:tab/>
        <w:t>1.013e0</w:t>
      </w:r>
    </w:p>
    <w:p w:rsidR="00895AD2" w:rsidRDefault="00895AD2" w:rsidP="00895AD2">
      <w:r>
        <w:lastRenderedPageBreak/>
        <w:t>127.6944</w:t>
      </w:r>
      <w:r>
        <w:tab/>
        <w:t>1.013e0</w:t>
      </w:r>
    </w:p>
    <w:p w:rsidR="00895AD2" w:rsidRDefault="00895AD2" w:rsidP="00895AD2">
      <w:r>
        <w:t>127.7210</w:t>
      </w:r>
      <w:r>
        <w:tab/>
        <w:t>1.013e0</w:t>
      </w:r>
    </w:p>
    <w:p w:rsidR="00895AD2" w:rsidRDefault="00895AD2" w:rsidP="00895AD2">
      <w:r>
        <w:t>128.0096</w:t>
      </w:r>
      <w:r>
        <w:tab/>
        <w:t>1.013e0</w:t>
      </w:r>
    </w:p>
    <w:p w:rsidR="00895AD2" w:rsidRDefault="00895AD2" w:rsidP="00895AD2">
      <w:r>
        <w:t>128.0429</w:t>
      </w:r>
      <w:r>
        <w:tab/>
        <w:t>1.013e0</w:t>
      </w:r>
    </w:p>
    <w:p w:rsidR="00895AD2" w:rsidRDefault="00895AD2" w:rsidP="00895AD2">
      <w:r>
        <w:t>128.1191</w:t>
      </w:r>
      <w:r>
        <w:tab/>
        <w:t>1.844e0</w:t>
      </w:r>
    </w:p>
    <w:p w:rsidR="00895AD2" w:rsidRDefault="00895AD2" w:rsidP="00895AD2">
      <w:r>
        <w:t>128.2956</w:t>
      </w:r>
      <w:r>
        <w:tab/>
        <w:t>1.013e0</w:t>
      </w:r>
    </w:p>
    <w:p w:rsidR="00895AD2" w:rsidRDefault="00895AD2" w:rsidP="00895AD2">
      <w:r>
        <w:t>128.3283</w:t>
      </w:r>
      <w:r>
        <w:tab/>
        <w:t>1.013e0</w:t>
      </w:r>
    </w:p>
    <w:p w:rsidR="00895AD2" w:rsidRDefault="00895AD2" w:rsidP="00895AD2">
      <w:r>
        <w:t>128.3750</w:t>
      </w:r>
      <w:r>
        <w:tab/>
        <w:t>2.025e0</w:t>
      </w:r>
    </w:p>
    <w:p w:rsidR="00895AD2" w:rsidRDefault="00895AD2" w:rsidP="00895AD2">
      <w:r>
        <w:t>128.4613</w:t>
      </w:r>
      <w:r>
        <w:tab/>
        <w:t>1.013e0</w:t>
      </w:r>
    </w:p>
    <w:p w:rsidR="00895AD2" w:rsidRDefault="00895AD2" w:rsidP="00895AD2">
      <w:r>
        <w:t>128.4730</w:t>
      </w:r>
      <w:r>
        <w:tab/>
        <w:t>1.013e0</w:t>
      </w:r>
    </w:p>
    <w:p w:rsidR="00895AD2" w:rsidRDefault="00895AD2" w:rsidP="00895AD2">
      <w:r>
        <w:t>128.5454</w:t>
      </w:r>
      <w:r>
        <w:tab/>
        <w:t>1.013e0</w:t>
      </w:r>
    </w:p>
    <w:p w:rsidR="00895AD2" w:rsidRDefault="00895AD2" w:rsidP="00895AD2">
      <w:r>
        <w:t>128.5998</w:t>
      </w:r>
      <w:r>
        <w:tab/>
        <w:t>1.013e0</w:t>
      </w:r>
    </w:p>
    <w:p w:rsidR="00895AD2" w:rsidRDefault="00895AD2" w:rsidP="00895AD2">
      <w:r>
        <w:t>128.6808</w:t>
      </w:r>
      <w:r>
        <w:tab/>
        <w:t>1.013e0</w:t>
      </w:r>
    </w:p>
    <w:p w:rsidR="00895AD2" w:rsidRDefault="00895AD2" w:rsidP="00895AD2">
      <w:r>
        <w:t>128.7415</w:t>
      </w:r>
      <w:r>
        <w:tab/>
        <w:t>1.013e0</w:t>
      </w:r>
    </w:p>
    <w:p w:rsidR="00895AD2" w:rsidRDefault="00895AD2" w:rsidP="00895AD2">
      <w:r>
        <w:t>128.7774</w:t>
      </w:r>
      <w:r>
        <w:tab/>
        <w:t>1.013e0</w:t>
      </w:r>
    </w:p>
    <w:p w:rsidR="00895AD2" w:rsidRDefault="00895AD2" w:rsidP="00895AD2">
      <w:r>
        <w:t>128.9495</w:t>
      </w:r>
      <w:r>
        <w:tab/>
        <w:t>1.013e0</w:t>
      </w:r>
    </w:p>
    <w:p w:rsidR="00895AD2" w:rsidRDefault="00895AD2" w:rsidP="00895AD2">
      <w:r>
        <w:t>129.0523</w:t>
      </w:r>
      <w:r>
        <w:tab/>
        <w:t>2.025e0</w:t>
      </w:r>
    </w:p>
    <w:p w:rsidR="00895AD2" w:rsidRDefault="00895AD2" w:rsidP="00895AD2">
      <w:r>
        <w:t>129.0726</w:t>
      </w:r>
      <w:r>
        <w:tab/>
        <w:t>1.193e0</w:t>
      </w:r>
    </w:p>
    <w:p w:rsidR="00895AD2" w:rsidRDefault="00895AD2" w:rsidP="00895AD2">
      <w:r>
        <w:t>129.0914</w:t>
      </w:r>
      <w:r>
        <w:tab/>
        <w:t>1.332e0</w:t>
      </w:r>
    </w:p>
    <w:p w:rsidR="00895AD2" w:rsidRDefault="00895AD2" w:rsidP="00895AD2">
      <w:r>
        <w:lastRenderedPageBreak/>
        <w:t>129.1079</w:t>
      </w:r>
      <w:r>
        <w:tab/>
        <w:t>5.382e0</w:t>
      </w:r>
    </w:p>
    <w:p w:rsidR="00895AD2" w:rsidRDefault="00895AD2" w:rsidP="00895AD2">
      <w:r>
        <w:t>129.1443</w:t>
      </w:r>
      <w:r>
        <w:tab/>
        <w:t>2.025e0</w:t>
      </w:r>
    </w:p>
    <w:p w:rsidR="00895AD2" w:rsidRDefault="00895AD2" w:rsidP="00895AD2">
      <w:r>
        <w:t>129.1702</w:t>
      </w:r>
      <w:r>
        <w:tab/>
        <w:t>1.013e0</w:t>
      </w:r>
    </w:p>
    <w:p w:rsidR="00895AD2" w:rsidRDefault="00895AD2" w:rsidP="00895AD2">
      <w:r>
        <w:t>129.2014</w:t>
      </w:r>
      <w:r>
        <w:tab/>
        <w:t>2.025e0</w:t>
      </w:r>
    </w:p>
    <w:p w:rsidR="00895AD2" w:rsidRDefault="00895AD2" w:rsidP="00895AD2">
      <w:r>
        <w:t>129.2333</w:t>
      </w:r>
      <w:r>
        <w:tab/>
        <w:t>1.013e0</w:t>
      </w:r>
    </w:p>
    <w:p w:rsidR="00895AD2" w:rsidRDefault="00895AD2" w:rsidP="00895AD2">
      <w:r>
        <w:t>129.2996</w:t>
      </w:r>
      <w:r>
        <w:tab/>
        <w:t>1.013e0</w:t>
      </w:r>
    </w:p>
    <w:p w:rsidR="00895AD2" w:rsidRDefault="00895AD2" w:rsidP="00895AD2">
      <w:r>
        <w:t>129.3121</w:t>
      </w:r>
      <w:r>
        <w:tab/>
        <w:t>1.013e0</w:t>
      </w:r>
    </w:p>
    <w:p w:rsidR="00895AD2" w:rsidRDefault="00895AD2" w:rsidP="00895AD2">
      <w:r>
        <w:t>129.3300</w:t>
      </w:r>
      <w:r>
        <w:tab/>
        <w:t>1.013e0</w:t>
      </w:r>
    </w:p>
    <w:p w:rsidR="00895AD2" w:rsidRDefault="00895AD2" w:rsidP="00895AD2">
      <w:r>
        <w:t>129.3542</w:t>
      </w:r>
      <w:r>
        <w:tab/>
        <w:t>1.013e0</w:t>
      </w:r>
    </w:p>
    <w:p w:rsidR="00895AD2" w:rsidRDefault="00895AD2" w:rsidP="00895AD2">
      <w:r>
        <w:t>129.4299</w:t>
      </w:r>
      <w:r>
        <w:tab/>
        <w:t>1.013e0</w:t>
      </w:r>
    </w:p>
    <w:p w:rsidR="00895AD2" w:rsidRDefault="00895AD2" w:rsidP="00895AD2">
      <w:r>
        <w:t>129.5025</w:t>
      </w:r>
      <w:r>
        <w:tab/>
        <w:t>1.013e0</w:t>
      </w:r>
    </w:p>
    <w:p w:rsidR="00895AD2" w:rsidRDefault="00895AD2" w:rsidP="00895AD2">
      <w:r>
        <w:t>129.5174</w:t>
      </w:r>
      <w:r>
        <w:tab/>
        <w:t>1.013e0</w:t>
      </w:r>
    </w:p>
    <w:p w:rsidR="00895AD2" w:rsidRDefault="00895AD2" w:rsidP="00895AD2">
      <w:r>
        <w:t>129.5540</w:t>
      </w:r>
      <w:r>
        <w:tab/>
        <w:t>2.025e0</w:t>
      </w:r>
    </w:p>
    <w:p w:rsidR="00895AD2" w:rsidRDefault="00895AD2" w:rsidP="00895AD2">
      <w:r>
        <w:t>129.5837</w:t>
      </w:r>
      <w:r>
        <w:tab/>
        <w:t>1.013e0</w:t>
      </w:r>
    </w:p>
    <w:p w:rsidR="00895AD2" w:rsidRDefault="00895AD2" w:rsidP="00895AD2">
      <w:r>
        <w:t>129.6563</w:t>
      </w:r>
      <w:r>
        <w:tab/>
        <w:t>1.013e0</w:t>
      </w:r>
    </w:p>
    <w:p w:rsidR="00895AD2" w:rsidRDefault="00895AD2" w:rsidP="00895AD2">
      <w:r>
        <w:t>129.6899</w:t>
      </w:r>
      <w:r>
        <w:tab/>
        <w:t>2.025e0</w:t>
      </w:r>
    </w:p>
    <w:p w:rsidR="00895AD2" w:rsidRDefault="00895AD2" w:rsidP="00895AD2">
      <w:r>
        <w:t>129.7563</w:t>
      </w:r>
      <w:r>
        <w:tab/>
        <w:t>1.013e0</w:t>
      </w:r>
    </w:p>
    <w:p w:rsidR="00895AD2" w:rsidRDefault="00895AD2" w:rsidP="00895AD2">
      <w:r>
        <w:t>129.8321</w:t>
      </w:r>
      <w:r>
        <w:tab/>
        <w:t>1.013e0</w:t>
      </w:r>
    </w:p>
    <w:p w:rsidR="00895AD2" w:rsidRDefault="00895AD2" w:rsidP="00895AD2">
      <w:r>
        <w:t>129.9017</w:t>
      </w:r>
      <w:r>
        <w:tab/>
        <w:t>1.013e0</w:t>
      </w:r>
    </w:p>
    <w:p w:rsidR="00895AD2" w:rsidRDefault="00895AD2" w:rsidP="00895AD2">
      <w:r>
        <w:lastRenderedPageBreak/>
        <w:t>129.9712</w:t>
      </w:r>
      <w:r>
        <w:tab/>
        <w:t>1.013e0</w:t>
      </w:r>
    </w:p>
    <w:p w:rsidR="00895AD2" w:rsidRDefault="00895AD2" w:rsidP="00895AD2">
      <w:r>
        <w:t>130.0111</w:t>
      </w:r>
      <w:r>
        <w:tab/>
        <w:t>1.013e0</w:t>
      </w:r>
    </w:p>
    <w:p w:rsidR="00895AD2" w:rsidRDefault="00895AD2" w:rsidP="00895AD2">
      <w:r>
        <w:t>130.0391</w:t>
      </w:r>
      <w:r>
        <w:tab/>
        <w:t>3.038e0</w:t>
      </w:r>
    </w:p>
    <w:p w:rsidR="00895AD2" w:rsidRDefault="00895AD2" w:rsidP="00895AD2">
      <w:r>
        <w:t>130.0966</w:t>
      </w:r>
      <w:r>
        <w:tab/>
        <w:t>2.425e1</w:t>
      </w:r>
    </w:p>
    <w:p w:rsidR="00895AD2" w:rsidRDefault="00895AD2" w:rsidP="00895AD2">
      <w:r>
        <w:t>130.1531</w:t>
      </w:r>
      <w:r>
        <w:tab/>
        <w:t>4.051e0</w:t>
      </w:r>
    </w:p>
    <w:p w:rsidR="00895AD2" w:rsidRDefault="00895AD2" w:rsidP="00895AD2">
      <w:r>
        <w:t>130.1883</w:t>
      </w:r>
      <w:r>
        <w:tab/>
        <w:t>2.025e0</w:t>
      </w:r>
    </w:p>
    <w:p w:rsidR="00895AD2" w:rsidRDefault="00895AD2" w:rsidP="00895AD2">
      <w:r>
        <w:t>130.2139</w:t>
      </w:r>
      <w:r>
        <w:tab/>
        <w:t>1.013e0</w:t>
      </w:r>
    </w:p>
    <w:p w:rsidR="00895AD2" w:rsidRDefault="00895AD2" w:rsidP="00895AD2">
      <w:r>
        <w:t>130.2653</w:t>
      </w:r>
      <w:r>
        <w:tab/>
        <w:t>1.013e0</w:t>
      </w:r>
    </w:p>
    <w:p w:rsidR="00895AD2" w:rsidRDefault="00895AD2" w:rsidP="00895AD2">
      <w:r>
        <w:t>130.3232</w:t>
      </w:r>
      <w:r>
        <w:tab/>
        <w:t>2.025e0</w:t>
      </w:r>
    </w:p>
    <w:p w:rsidR="00895AD2" w:rsidRDefault="00895AD2" w:rsidP="00895AD2">
      <w:r>
        <w:t>130.3929</w:t>
      </w:r>
      <w:r>
        <w:tab/>
        <w:t>2.025e0</w:t>
      </w:r>
    </w:p>
    <w:p w:rsidR="00895AD2" w:rsidRDefault="00895AD2" w:rsidP="00895AD2">
      <w:r>
        <w:t>130.5174</w:t>
      </w:r>
      <w:r>
        <w:tab/>
        <w:t>2.025e0</w:t>
      </w:r>
    </w:p>
    <w:p w:rsidR="00895AD2" w:rsidRDefault="00895AD2" w:rsidP="00895AD2">
      <w:r>
        <w:t>130.5398</w:t>
      </w:r>
      <w:r>
        <w:tab/>
        <w:t>5.063e0</w:t>
      </w:r>
    </w:p>
    <w:p w:rsidR="00895AD2" w:rsidRDefault="00895AD2" w:rsidP="00895AD2">
      <w:r>
        <w:t>130.6420</w:t>
      </w:r>
      <w:r>
        <w:tab/>
        <w:t>1.013e0</w:t>
      </w:r>
    </w:p>
    <w:p w:rsidR="00895AD2" w:rsidRDefault="00895AD2" w:rsidP="00895AD2">
      <w:r>
        <w:t>130.6693</w:t>
      </w:r>
      <w:r>
        <w:tab/>
        <w:t>1.013e0</w:t>
      </w:r>
    </w:p>
    <w:p w:rsidR="00895AD2" w:rsidRDefault="00895AD2" w:rsidP="00895AD2">
      <w:r>
        <w:t>130.7634</w:t>
      </w:r>
      <w:r>
        <w:tab/>
        <w:t>1.013e0</w:t>
      </w:r>
    </w:p>
    <w:p w:rsidR="00895AD2" w:rsidRDefault="00895AD2" w:rsidP="00895AD2">
      <w:r>
        <w:t>130.7760</w:t>
      </w:r>
      <w:r>
        <w:tab/>
        <w:t>1.013e0</w:t>
      </w:r>
    </w:p>
    <w:p w:rsidR="00895AD2" w:rsidRDefault="00895AD2" w:rsidP="00895AD2">
      <w:r>
        <w:t>130.9124</w:t>
      </w:r>
      <w:r>
        <w:tab/>
        <w:t>2.025e0</w:t>
      </w:r>
    </w:p>
    <w:p w:rsidR="00895AD2" w:rsidRDefault="00895AD2" w:rsidP="00895AD2">
      <w:r>
        <w:t>130.9305</w:t>
      </w:r>
      <w:r>
        <w:tab/>
        <w:t>1.013e0</w:t>
      </w:r>
    </w:p>
    <w:p w:rsidR="00895AD2" w:rsidRDefault="00895AD2" w:rsidP="00895AD2">
      <w:r>
        <w:t>131.0783</w:t>
      </w:r>
      <w:r>
        <w:tab/>
        <w:t>6.361e0</w:t>
      </w:r>
    </w:p>
    <w:p w:rsidR="00895AD2" w:rsidRDefault="00895AD2" w:rsidP="00895AD2">
      <w:r>
        <w:lastRenderedPageBreak/>
        <w:t>131.0959</w:t>
      </w:r>
      <w:r>
        <w:tab/>
        <w:t>2.784e0</w:t>
      </w:r>
    </w:p>
    <w:p w:rsidR="00895AD2" w:rsidRDefault="00895AD2" w:rsidP="00895AD2">
      <w:r>
        <w:t>131.1469</w:t>
      </w:r>
      <w:r>
        <w:tab/>
        <w:t>1.013e0</w:t>
      </w:r>
    </w:p>
    <w:p w:rsidR="00895AD2" w:rsidRDefault="00895AD2" w:rsidP="00895AD2">
      <w:r>
        <w:t>131.1712</w:t>
      </w:r>
      <w:r>
        <w:tab/>
        <w:t>1.013e0</w:t>
      </w:r>
    </w:p>
    <w:p w:rsidR="00895AD2" w:rsidRDefault="00895AD2" w:rsidP="00895AD2">
      <w:r>
        <w:t>131.2105</w:t>
      </w:r>
      <w:r>
        <w:tab/>
        <w:t>1.013e0</w:t>
      </w:r>
    </w:p>
    <w:p w:rsidR="00895AD2" w:rsidRDefault="00895AD2" w:rsidP="00895AD2">
      <w:r>
        <w:t>131.3049</w:t>
      </w:r>
      <w:r>
        <w:tab/>
        <w:t>1.013e0</w:t>
      </w:r>
    </w:p>
    <w:p w:rsidR="00895AD2" w:rsidRDefault="00895AD2" w:rsidP="00895AD2">
      <w:r>
        <w:t>131.3293</w:t>
      </w:r>
      <w:r>
        <w:tab/>
        <w:t>1.013e0</w:t>
      </w:r>
    </w:p>
    <w:p w:rsidR="00895AD2" w:rsidRDefault="00895AD2" w:rsidP="00895AD2">
      <w:r>
        <w:t>131.3659</w:t>
      </w:r>
      <w:r>
        <w:tab/>
        <w:t>1.013e0</w:t>
      </w:r>
    </w:p>
    <w:p w:rsidR="00895AD2" w:rsidRDefault="00895AD2" w:rsidP="00895AD2">
      <w:r>
        <w:t>131.3965</w:t>
      </w:r>
      <w:r>
        <w:tab/>
        <w:t>1.013e0</w:t>
      </w:r>
    </w:p>
    <w:p w:rsidR="00895AD2" w:rsidRDefault="00895AD2" w:rsidP="00895AD2">
      <w:r>
        <w:t>131.5607</w:t>
      </w:r>
      <w:r>
        <w:tab/>
        <w:t>1.013e0</w:t>
      </w:r>
    </w:p>
    <w:p w:rsidR="00895AD2" w:rsidRDefault="00895AD2" w:rsidP="00895AD2">
      <w:r>
        <w:t>131.5990</w:t>
      </w:r>
      <w:r>
        <w:tab/>
        <w:t>3.038e0</w:t>
      </w:r>
    </w:p>
    <w:p w:rsidR="00895AD2" w:rsidRDefault="00895AD2" w:rsidP="00895AD2">
      <w:r>
        <w:t>131.8170</w:t>
      </w:r>
      <w:r>
        <w:tab/>
        <w:t>1.013e0</w:t>
      </w:r>
    </w:p>
    <w:p w:rsidR="00895AD2" w:rsidRDefault="00895AD2" w:rsidP="00895AD2">
      <w:r>
        <w:t>132.0399</w:t>
      </w:r>
      <w:r>
        <w:tab/>
        <w:t>1.013e0</w:t>
      </w:r>
    </w:p>
    <w:p w:rsidR="00895AD2" w:rsidRDefault="00895AD2" w:rsidP="00895AD2">
      <w:r>
        <w:t>132.0584</w:t>
      </w:r>
      <w:r>
        <w:tab/>
        <w:t>1.013e0</w:t>
      </w:r>
    </w:p>
    <w:p w:rsidR="00895AD2" w:rsidRDefault="00895AD2" w:rsidP="00895AD2">
      <w:r>
        <w:t>132.0808</w:t>
      </w:r>
      <w:r>
        <w:tab/>
        <w:t>4.231e0</w:t>
      </w:r>
    </w:p>
    <w:p w:rsidR="00895AD2" w:rsidRDefault="00895AD2" w:rsidP="00895AD2">
      <w:r>
        <w:t>132.1042</w:t>
      </w:r>
      <w:r>
        <w:tab/>
        <w:t>3.079e0</w:t>
      </w:r>
    </w:p>
    <w:p w:rsidR="00895AD2" w:rsidRDefault="00895AD2" w:rsidP="00895AD2">
      <w:r>
        <w:t>132.2813</w:t>
      </w:r>
      <w:r>
        <w:tab/>
        <w:t>1.013e0</w:t>
      </w:r>
    </w:p>
    <w:p w:rsidR="00895AD2" w:rsidRDefault="00895AD2" w:rsidP="00895AD2">
      <w:r>
        <w:t>132.3183</w:t>
      </w:r>
      <w:r>
        <w:tab/>
        <w:t>1.013e0</w:t>
      </w:r>
    </w:p>
    <w:p w:rsidR="00895AD2" w:rsidRDefault="00895AD2" w:rsidP="00895AD2">
      <w:r>
        <w:t>132.4065</w:t>
      </w:r>
      <w:r>
        <w:tab/>
        <w:t>1.013e0</w:t>
      </w:r>
    </w:p>
    <w:p w:rsidR="00895AD2" w:rsidRDefault="00895AD2" w:rsidP="00895AD2">
      <w:r>
        <w:t>132.5444</w:t>
      </w:r>
      <w:r>
        <w:tab/>
        <w:t>1.013e0</w:t>
      </w:r>
    </w:p>
    <w:p w:rsidR="00895AD2" w:rsidRDefault="00895AD2" w:rsidP="00895AD2">
      <w:r>
        <w:lastRenderedPageBreak/>
        <w:t>132.6358</w:t>
      </w:r>
      <w:r>
        <w:tab/>
        <w:t>1.013e0</w:t>
      </w:r>
    </w:p>
    <w:p w:rsidR="00895AD2" w:rsidRDefault="00895AD2" w:rsidP="00895AD2">
      <w:r>
        <w:t>132.7892</w:t>
      </w:r>
      <w:r>
        <w:tab/>
        <w:t>1.013e0</w:t>
      </w:r>
    </w:p>
    <w:p w:rsidR="00895AD2" w:rsidRDefault="00895AD2" w:rsidP="00895AD2">
      <w:r>
        <w:t>133.0405</w:t>
      </w:r>
      <w:r>
        <w:tab/>
        <w:t>1.013e0</w:t>
      </w:r>
    </w:p>
    <w:p w:rsidR="00895AD2" w:rsidRDefault="00895AD2" w:rsidP="00895AD2">
      <w:r>
        <w:t>133.0930</w:t>
      </w:r>
      <w:r>
        <w:tab/>
        <w:t>6.131e0</w:t>
      </w:r>
    </w:p>
    <w:p w:rsidR="00895AD2" w:rsidRDefault="00895AD2" w:rsidP="00895AD2">
      <w:r>
        <w:t>133.1107</w:t>
      </w:r>
      <w:r>
        <w:tab/>
        <w:t>1.701e0</w:t>
      </w:r>
    </w:p>
    <w:p w:rsidR="00895AD2" w:rsidRDefault="00895AD2" w:rsidP="00895AD2">
      <w:r>
        <w:t>133.1692</w:t>
      </w:r>
      <w:r>
        <w:tab/>
        <w:t>1.013e0</w:t>
      </w:r>
    </w:p>
    <w:p w:rsidR="00895AD2" w:rsidRDefault="00895AD2" w:rsidP="00895AD2">
      <w:r>
        <w:t>133.1906</w:t>
      </w:r>
      <w:r>
        <w:tab/>
        <w:t>1.013e0</w:t>
      </w:r>
    </w:p>
    <w:p w:rsidR="00895AD2" w:rsidRDefault="00895AD2" w:rsidP="00895AD2">
      <w:r>
        <w:t>133.2182</w:t>
      </w:r>
      <w:r>
        <w:tab/>
        <w:t>1.013e0</w:t>
      </w:r>
    </w:p>
    <w:p w:rsidR="00895AD2" w:rsidRDefault="00895AD2" w:rsidP="00895AD2">
      <w:r>
        <w:t>133.2427</w:t>
      </w:r>
      <w:r>
        <w:tab/>
        <w:t>1.013e0</w:t>
      </w:r>
    </w:p>
    <w:p w:rsidR="00895AD2" w:rsidRDefault="00895AD2" w:rsidP="00895AD2">
      <w:r>
        <w:t>133.3410</w:t>
      </w:r>
      <w:r>
        <w:tab/>
        <w:t>1.013e0</w:t>
      </w:r>
    </w:p>
    <w:p w:rsidR="00895AD2" w:rsidRDefault="00895AD2" w:rsidP="00895AD2">
      <w:r>
        <w:t>133.3564</w:t>
      </w:r>
      <w:r>
        <w:tab/>
        <w:t>1.013e0</w:t>
      </w:r>
    </w:p>
    <w:p w:rsidR="00895AD2" w:rsidRDefault="00895AD2" w:rsidP="00895AD2">
      <w:r>
        <w:t>133.4181</w:t>
      </w:r>
      <w:r>
        <w:tab/>
        <w:t>2.025e0</w:t>
      </w:r>
    </w:p>
    <w:p w:rsidR="00895AD2" w:rsidRDefault="00895AD2" w:rsidP="00895AD2">
      <w:r>
        <w:t>133.4703</w:t>
      </w:r>
      <w:r>
        <w:tab/>
        <w:t>1.013e0</w:t>
      </w:r>
    </w:p>
    <w:p w:rsidR="00895AD2" w:rsidRDefault="00895AD2" w:rsidP="00895AD2">
      <w:r>
        <w:t>133.5881</w:t>
      </w:r>
      <w:r>
        <w:tab/>
        <w:t>2.025e0</w:t>
      </w:r>
    </w:p>
    <w:p w:rsidR="00895AD2" w:rsidRDefault="00895AD2" w:rsidP="00895AD2">
      <w:r>
        <w:t>133.6236</w:t>
      </w:r>
      <w:r>
        <w:tab/>
        <w:t>1.013e0</w:t>
      </w:r>
    </w:p>
    <w:p w:rsidR="00895AD2" w:rsidRDefault="00895AD2" w:rsidP="00895AD2">
      <w:r>
        <w:t>133.7099</w:t>
      </w:r>
      <w:r>
        <w:tab/>
        <w:t>1.013e0</w:t>
      </w:r>
    </w:p>
    <w:p w:rsidR="00895AD2" w:rsidRDefault="00895AD2" w:rsidP="00895AD2">
      <w:r>
        <w:t>133.7984</w:t>
      </w:r>
      <w:r>
        <w:tab/>
        <w:t>1.013e0</w:t>
      </w:r>
    </w:p>
    <w:p w:rsidR="00895AD2" w:rsidRDefault="00895AD2" w:rsidP="00895AD2">
      <w:r>
        <w:t>133.8216</w:t>
      </w:r>
      <w:r>
        <w:tab/>
        <w:t>3.038e0</w:t>
      </w:r>
    </w:p>
    <w:p w:rsidR="00895AD2" w:rsidRDefault="00895AD2" w:rsidP="00895AD2">
      <w:r>
        <w:t>133.8562</w:t>
      </w:r>
      <w:r>
        <w:tab/>
        <w:t>3.038e0</w:t>
      </w:r>
    </w:p>
    <w:p w:rsidR="00895AD2" w:rsidRDefault="00895AD2" w:rsidP="00895AD2">
      <w:r>
        <w:lastRenderedPageBreak/>
        <w:t>133.9219</w:t>
      </w:r>
      <w:r>
        <w:tab/>
        <w:t>1.013e0</w:t>
      </w:r>
    </w:p>
    <w:p w:rsidR="00895AD2" w:rsidRDefault="00895AD2" w:rsidP="00895AD2">
      <w:r>
        <w:t>133.9433</w:t>
      </w:r>
      <w:r>
        <w:tab/>
        <w:t>2.025e0</w:t>
      </w:r>
    </w:p>
    <w:p w:rsidR="00895AD2" w:rsidRDefault="00895AD2" w:rsidP="00895AD2">
      <w:r>
        <w:t>133.9615</w:t>
      </w:r>
      <w:r>
        <w:tab/>
        <w:t>1.013e0</w:t>
      </w:r>
    </w:p>
    <w:p w:rsidR="00895AD2" w:rsidRDefault="00895AD2" w:rsidP="00895AD2">
      <w:r>
        <w:t>133.9823</w:t>
      </w:r>
      <w:r>
        <w:tab/>
        <w:t>3.038e0</w:t>
      </w:r>
    </w:p>
    <w:p w:rsidR="00895AD2" w:rsidRDefault="00895AD2" w:rsidP="00895AD2">
      <w:r>
        <w:t>134.0137</w:t>
      </w:r>
      <w:r>
        <w:tab/>
        <w:t>2.025e0</w:t>
      </w:r>
    </w:p>
    <w:p w:rsidR="00895AD2" w:rsidRDefault="00895AD2" w:rsidP="00895AD2">
      <w:r>
        <w:t>134.0318</w:t>
      </w:r>
      <w:r>
        <w:tab/>
        <w:t>3.038e0</w:t>
      </w:r>
    </w:p>
    <w:p w:rsidR="00895AD2" w:rsidRDefault="00895AD2" w:rsidP="00895AD2">
      <w:r>
        <w:t>134.0793</w:t>
      </w:r>
      <w:r>
        <w:tab/>
        <w:t>6.347e2</w:t>
      </w:r>
    </w:p>
    <w:p w:rsidR="00895AD2" w:rsidRDefault="00895AD2" w:rsidP="00895AD2">
      <w:r>
        <w:t>134.1560</w:t>
      </w:r>
      <w:r>
        <w:tab/>
        <w:t>5.063e0</w:t>
      </w:r>
    </w:p>
    <w:p w:rsidR="00895AD2" w:rsidRDefault="00895AD2" w:rsidP="00895AD2">
      <w:r>
        <w:t>134.1738</w:t>
      </w:r>
      <w:r>
        <w:tab/>
        <w:t>4.051e0</w:t>
      </w:r>
    </w:p>
    <w:p w:rsidR="00895AD2" w:rsidRDefault="00895AD2" w:rsidP="00895AD2">
      <w:r>
        <w:t>134.2065</w:t>
      </w:r>
      <w:r>
        <w:tab/>
        <w:t>7.089e0</w:t>
      </w:r>
    </w:p>
    <w:p w:rsidR="00895AD2" w:rsidRDefault="00895AD2" w:rsidP="00895AD2">
      <w:r>
        <w:t>134.2275</w:t>
      </w:r>
      <w:r>
        <w:tab/>
        <w:t>3.623e0</w:t>
      </w:r>
    </w:p>
    <w:p w:rsidR="00895AD2" w:rsidRDefault="00895AD2" w:rsidP="00895AD2">
      <w:r>
        <w:t>134.2526</w:t>
      </w:r>
      <w:r>
        <w:tab/>
        <w:t>4.408e0</w:t>
      </w:r>
    </w:p>
    <w:p w:rsidR="00895AD2" w:rsidRDefault="00895AD2" w:rsidP="00895AD2">
      <w:r>
        <w:t>134.2878</w:t>
      </w:r>
      <w:r>
        <w:tab/>
        <w:t>4.051e0</w:t>
      </w:r>
    </w:p>
    <w:p w:rsidR="00895AD2" w:rsidRDefault="00895AD2" w:rsidP="00895AD2">
      <w:r>
        <w:t>134.3405</w:t>
      </w:r>
      <w:r>
        <w:tab/>
        <w:t>5.063e0</w:t>
      </w:r>
    </w:p>
    <w:p w:rsidR="00895AD2" w:rsidRDefault="00895AD2" w:rsidP="00895AD2">
      <w:r>
        <w:t>134.3814</w:t>
      </w:r>
      <w:r>
        <w:tab/>
        <w:t>3.038e0</w:t>
      </w:r>
    </w:p>
    <w:p w:rsidR="00895AD2" w:rsidRDefault="00895AD2" w:rsidP="00895AD2">
      <w:r>
        <w:t>134.3941</w:t>
      </w:r>
      <w:r>
        <w:tab/>
        <w:t>4.051e0</w:t>
      </w:r>
    </w:p>
    <w:p w:rsidR="00895AD2" w:rsidRDefault="00895AD2" w:rsidP="00895AD2">
      <w:r>
        <w:t>134.4142</w:t>
      </w:r>
      <w:r>
        <w:tab/>
        <w:t>2.025e0</w:t>
      </w:r>
    </w:p>
    <w:p w:rsidR="00895AD2" w:rsidRDefault="00895AD2" w:rsidP="00895AD2">
      <w:r>
        <w:t>134.4297</w:t>
      </w:r>
      <w:r>
        <w:tab/>
        <w:t>3.038e0</w:t>
      </w:r>
    </w:p>
    <w:p w:rsidR="00895AD2" w:rsidRDefault="00895AD2" w:rsidP="00895AD2">
      <w:r>
        <w:t>134.4508</w:t>
      </w:r>
      <w:r>
        <w:tab/>
        <w:t>8.973e0</w:t>
      </w:r>
    </w:p>
    <w:p w:rsidR="00895AD2" w:rsidRDefault="00895AD2" w:rsidP="00895AD2">
      <w:r>
        <w:lastRenderedPageBreak/>
        <w:t>134.4886</w:t>
      </w:r>
      <w:r>
        <w:tab/>
        <w:t>5.063e0</w:t>
      </w:r>
    </w:p>
    <w:p w:rsidR="00895AD2" w:rsidRDefault="00895AD2" w:rsidP="00895AD2">
      <w:r>
        <w:t>134.5113</w:t>
      </w:r>
      <w:r>
        <w:tab/>
        <w:t>2.025e0</w:t>
      </w:r>
    </w:p>
    <w:p w:rsidR="00895AD2" w:rsidRDefault="00895AD2" w:rsidP="00895AD2">
      <w:r>
        <w:t>134.5328</w:t>
      </w:r>
      <w:r>
        <w:tab/>
        <w:t>4.051e0</w:t>
      </w:r>
    </w:p>
    <w:p w:rsidR="00895AD2" w:rsidRDefault="00895AD2" w:rsidP="00895AD2">
      <w:r>
        <w:t>134.5590</w:t>
      </w:r>
      <w:r>
        <w:tab/>
        <w:t>4.051e0</w:t>
      </w:r>
    </w:p>
    <w:p w:rsidR="00895AD2" w:rsidRDefault="00895AD2" w:rsidP="00895AD2">
      <w:r>
        <w:t>134.5836</w:t>
      </w:r>
      <w:r>
        <w:tab/>
        <w:t>3.038e0</w:t>
      </w:r>
    </w:p>
    <w:p w:rsidR="00895AD2" w:rsidRDefault="00895AD2" w:rsidP="00895AD2">
      <w:r>
        <w:t>134.6009</w:t>
      </w:r>
      <w:r>
        <w:tab/>
        <w:t>2.025e0</w:t>
      </w:r>
    </w:p>
    <w:p w:rsidR="00895AD2" w:rsidRDefault="00895AD2" w:rsidP="00895AD2">
      <w:r>
        <w:t>134.6145</w:t>
      </w:r>
      <w:r>
        <w:tab/>
        <w:t>1.013e0</w:t>
      </w:r>
    </w:p>
    <w:p w:rsidR="00895AD2" w:rsidRDefault="00895AD2" w:rsidP="00895AD2">
      <w:r>
        <w:t>134.6438</w:t>
      </w:r>
      <w:r>
        <w:tab/>
        <w:t>3.038e0</w:t>
      </w:r>
    </w:p>
    <w:p w:rsidR="00895AD2" w:rsidRDefault="00895AD2" w:rsidP="00895AD2">
      <w:r>
        <w:t>134.6653</w:t>
      </w:r>
      <w:r>
        <w:tab/>
        <w:t>2.025e0</w:t>
      </w:r>
    </w:p>
    <w:p w:rsidR="00895AD2" w:rsidRDefault="00895AD2" w:rsidP="00895AD2">
      <w:r>
        <w:t>134.7009</w:t>
      </w:r>
      <w:r>
        <w:tab/>
        <w:t>2.025e0</w:t>
      </w:r>
    </w:p>
    <w:p w:rsidR="00895AD2" w:rsidRDefault="00895AD2" w:rsidP="00895AD2">
      <w:r>
        <w:t>134.7134</w:t>
      </w:r>
      <w:r>
        <w:tab/>
        <w:t>1.013e0</w:t>
      </w:r>
    </w:p>
    <w:p w:rsidR="00895AD2" w:rsidRDefault="00895AD2" w:rsidP="00895AD2">
      <w:r>
        <w:t>134.7383</w:t>
      </w:r>
      <w:r>
        <w:tab/>
        <w:t>1.013e0</w:t>
      </w:r>
    </w:p>
    <w:p w:rsidR="00895AD2" w:rsidRDefault="00895AD2" w:rsidP="00895AD2">
      <w:r>
        <w:t>134.7597</w:t>
      </w:r>
      <w:r>
        <w:tab/>
        <w:t>3.038e0</w:t>
      </w:r>
    </w:p>
    <w:p w:rsidR="00895AD2" w:rsidRDefault="00895AD2" w:rsidP="00895AD2">
      <w:r>
        <w:t>134.7779</w:t>
      </w:r>
      <w:r>
        <w:tab/>
        <w:t>1.013e0</w:t>
      </w:r>
    </w:p>
    <w:p w:rsidR="00895AD2" w:rsidRDefault="00895AD2" w:rsidP="00895AD2">
      <w:r>
        <w:t>134.8235</w:t>
      </w:r>
      <w:r>
        <w:tab/>
        <w:t>3.038e0</w:t>
      </w:r>
    </w:p>
    <w:p w:rsidR="00895AD2" w:rsidRDefault="00895AD2" w:rsidP="00895AD2">
      <w:r>
        <w:t>134.8581</w:t>
      </w:r>
      <w:r>
        <w:tab/>
        <w:t>1.013e0</w:t>
      </w:r>
    </w:p>
    <w:p w:rsidR="00895AD2" w:rsidRDefault="00895AD2" w:rsidP="00895AD2">
      <w:r>
        <w:t>134.8830</w:t>
      </w:r>
      <w:r>
        <w:tab/>
        <w:t>4.491e0</w:t>
      </w:r>
    </w:p>
    <w:p w:rsidR="00895AD2" w:rsidRDefault="00895AD2" w:rsidP="00895AD2">
      <w:r>
        <w:t>134.9076</w:t>
      </w:r>
      <w:r>
        <w:tab/>
        <w:t>1.013e0</w:t>
      </w:r>
    </w:p>
    <w:p w:rsidR="00895AD2" w:rsidRDefault="00895AD2" w:rsidP="00895AD2">
      <w:r>
        <w:t>135.0034</w:t>
      </w:r>
      <w:r>
        <w:tab/>
        <w:t>1.013e0</w:t>
      </w:r>
    </w:p>
    <w:p w:rsidR="00895AD2" w:rsidRDefault="00895AD2" w:rsidP="00895AD2">
      <w:r>
        <w:lastRenderedPageBreak/>
        <w:t>135.0437</w:t>
      </w:r>
      <w:r>
        <w:tab/>
        <w:t>2.025e0</w:t>
      </w:r>
    </w:p>
    <w:p w:rsidR="00895AD2" w:rsidRDefault="00895AD2" w:rsidP="00895AD2">
      <w:r>
        <w:t>135.0822</w:t>
      </w:r>
      <w:r>
        <w:tab/>
        <w:t>6.220e1</w:t>
      </w:r>
    </w:p>
    <w:p w:rsidR="00895AD2" w:rsidRDefault="00895AD2" w:rsidP="00895AD2">
      <w:r>
        <w:t>135.1424</w:t>
      </w:r>
      <w:r>
        <w:tab/>
        <w:t>2.025e0</w:t>
      </w:r>
    </w:p>
    <w:p w:rsidR="00895AD2" w:rsidRDefault="00895AD2" w:rsidP="00895AD2">
      <w:r>
        <w:t>135.1863</w:t>
      </w:r>
      <w:r>
        <w:tab/>
        <w:t>3.038e0</w:t>
      </w:r>
    </w:p>
    <w:p w:rsidR="00895AD2" w:rsidRDefault="00895AD2" w:rsidP="00895AD2">
      <w:r>
        <w:t>135.2195</w:t>
      </w:r>
      <w:r>
        <w:tab/>
        <w:t>1.013e0</w:t>
      </w:r>
    </w:p>
    <w:p w:rsidR="00895AD2" w:rsidRDefault="00895AD2" w:rsidP="00895AD2">
      <w:r>
        <w:t>135.2520</w:t>
      </w:r>
      <w:r>
        <w:tab/>
        <w:t>2.025e0</w:t>
      </w:r>
    </w:p>
    <w:p w:rsidR="00895AD2" w:rsidRDefault="00895AD2" w:rsidP="00895AD2">
      <w:r>
        <w:t>135.2830</w:t>
      </w:r>
      <w:r>
        <w:tab/>
        <w:t>2.025e0</w:t>
      </w:r>
    </w:p>
    <w:p w:rsidR="00895AD2" w:rsidRDefault="00895AD2" w:rsidP="00895AD2">
      <w:r>
        <w:t>135.3188</w:t>
      </w:r>
      <w:r>
        <w:tab/>
        <w:t>1.013e0</w:t>
      </w:r>
    </w:p>
    <w:p w:rsidR="00895AD2" w:rsidRDefault="00895AD2" w:rsidP="00895AD2">
      <w:r>
        <w:t>135.3434</w:t>
      </w:r>
      <w:r>
        <w:tab/>
        <w:t>1.013e0</w:t>
      </w:r>
    </w:p>
    <w:p w:rsidR="00895AD2" w:rsidRDefault="00895AD2" w:rsidP="00895AD2">
      <w:r>
        <w:t>135.4358</w:t>
      </w:r>
      <w:r>
        <w:tab/>
        <w:t>1.013e0</w:t>
      </w:r>
    </w:p>
    <w:p w:rsidR="00895AD2" w:rsidRDefault="00895AD2" w:rsidP="00895AD2">
      <w:r>
        <w:t>135.4516</w:t>
      </w:r>
      <w:r>
        <w:tab/>
        <w:t>1.013e0</w:t>
      </w:r>
    </w:p>
    <w:p w:rsidR="00895AD2" w:rsidRDefault="00895AD2" w:rsidP="00895AD2">
      <w:r>
        <w:t>135.4699</w:t>
      </w:r>
      <w:r>
        <w:tab/>
        <w:t>1.013e0</w:t>
      </w:r>
    </w:p>
    <w:p w:rsidR="00895AD2" w:rsidRDefault="00895AD2" w:rsidP="00895AD2">
      <w:r>
        <w:t>135.5081</w:t>
      </w:r>
      <w:r>
        <w:tab/>
        <w:t>3.038e0</w:t>
      </w:r>
    </w:p>
    <w:p w:rsidR="00895AD2" w:rsidRDefault="00895AD2" w:rsidP="00895AD2">
      <w:r>
        <w:t>135.5223</w:t>
      </w:r>
      <w:r>
        <w:tab/>
        <w:t>2.025e0</w:t>
      </w:r>
    </w:p>
    <w:p w:rsidR="00895AD2" w:rsidRDefault="00895AD2" w:rsidP="00895AD2">
      <w:r>
        <w:t>135.5473</w:t>
      </w:r>
      <w:r>
        <w:tab/>
        <w:t>1.013e0</w:t>
      </w:r>
    </w:p>
    <w:p w:rsidR="00895AD2" w:rsidRDefault="00895AD2" w:rsidP="00895AD2">
      <w:r>
        <w:t>135.5751</w:t>
      </w:r>
      <w:r>
        <w:tab/>
        <w:t>1.013e0</w:t>
      </w:r>
    </w:p>
    <w:p w:rsidR="00895AD2" w:rsidRDefault="00895AD2" w:rsidP="00895AD2">
      <w:r>
        <w:t>135.6250</w:t>
      </w:r>
      <w:r>
        <w:tab/>
        <w:t>1.013e0</w:t>
      </w:r>
    </w:p>
    <w:p w:rsidR="00895AD2" w:rsidRDefault="00895AD2" w:rsidP="00895AD2">
      <w:r>
        <w:t>135.7022</w:t>
      </w:r>
      <w:r>
        <w:tab/>
        <w:t>5.063e0</w:t>
      </w:r>
    </w:p>
    <w:p w:rsidR="00895AD2" w:rsidRDefault="00895AD2" w:rsidP="00895AD2">
      <w:r>
        <w:t>135.7332</w:t>
      </w:r>
      <w:r>
        <w:tab/>
        <w:t>1.013e0</w:t>
      </w:r>
    </w:p>
    <w:p w:rsidR="00895AD2" w:rsidRDefault="00895AD2" w:rsidP="00895AD2">
      <w:r>
        <w:lastRenderedPageBreak/>
        <w:t>135.7452</w:t>
      </w:r>
      <w:r>
        <w:tab/>
        <w:t>1.013e0</w:t>
      </w:r>
    </w:p>
    <w:p w:rsidR="00895AD2" w:rsidRDefault="00895AD2" w:rsidP="00895AD2">
      <w:r>
        <w:t>135.7730</w:t>
      </w:r>
      <w:r>
        <w:tab/>
        <w:t>2.025e0</w:t>
      </w:r>
    </w:p>
    <w:p w:rsidR="00895AD2" w:rsidRDefault="00895AD2" w:rsidP="00895AD2">
      <w:r>
        <w:t>135.7907</w:t>
      </w:r>
      <w:r>
        <w:tab/>
        <w:t>3.038e0</w:t>
      </w:r>
    </w:p>
    <w:p w:rsidR="00895AD2" w:rsidRDefault="00895AD2" w:rsidP="00895AD2">
      <w:r>
        <w:t>135.8226</w:t>
      </w:r>
      <w:r>
        <w:tab/>
        <w:t>3.038e0</w:t>
      </w:r>
    </w:p>
    <w:p w:rsidR="00895AD2" w:rsidRDefault="00895AD2" w:rsidP="00895AD2">
      <w:r>
        <w:t>135.8662</w:t>
      </w:r>
      <w:r>
        <w:tab/>
        <w:t>1.013e0</w:t>
      </w:r>
    </w:p>
    <w:p w:rsidR="00895AD2" w:rsidRDefault="00895AD2" w:rsidP="00895AD2">
      <w:r>
        <w:t>135.8941</w:t>
      </w:r>
      <w:r>
        <w:tab/>
        <w:t>1.013e0</w:t>
      </w:r>
    </w:p>
    <w:p w:rsidR="00895AD2" w:rsidRDefault="00895AD2" w:rsidP="00895AD2">
      <w:r>
        <w:t>135.9155</w:t>
      </w:r>
      <w:r>
        <w:tab/>
        <w:t>2.025e0</w:t>
      </w:r>
    </w:p>
    <w:p w:rsidR="00895AD2" w:rsidRDefault="00895AD2" w:rsidP="00895AD2">
      <w:r>
        <w:t>135.9406</w:t>
      </w:r>
      <w:r>
        <w:tab/>
        <w:t>1.013e0</w:t>
      </w:r>
    </w:p>
    <w:p w:rsidR="00895AD2" w:rsidRDefault="00895AD2" w:rsidP="00895AD2">
      <w:r>
        <w:t>135.9825</w:t>
      </w:r>
      <w:r>
        <w:tab/>
        <w:t>2.025e0</w:t>
      </w:r>
    </w:p>
    <w:p w:rsidR="00895AD2" w:rsidRDefault="00895AD2" w:rsidP="00895AD2">
      <w:r>
        <w:t>136.0244</w:t>
      </w:r>
      <w:r>
        <w:tab/>
        <w:t>1.013e0</w:t>
      </w:r>
    </w:p>
    <w:p w:rsidR="00895AD2" w:rsidRDefault="00895AD2" w:rsidP="00895AD2">
      <w:r>
        <w:t>136.0523</w:t>
      </w:r>
      <w:r>
        <w:tab/>
        <w:t>1.013e0</w:t>
      </w:r>
    </w:p>
    <w:p w:rsidR="00895AD2" w:rsidRDefault="00895AD2" w:rsidP="00895AD2">
      <w:r>
        <w:t>136.0644</w:t>
      </w:r>
      <w:r>
        <w:tab/>
        <w:t>1.992e0</w:t>
      </w:r>
    </w:p>
    <w:p w:rsidR="00895AD2" w:rsidRDefault="00895AD2" w:rsidP="00895AD2">
      <w:r>
        <w:t>136.0905</w:t>
      </w:r>
      <w:r>
        <w:tab/>
        <w:t>1.486e1</w:t>
      </w:r>
    </w:p>
    <w:p w:rsidR="00895AD2" w:rsidRDefault="00895AD2" w:rsidP="00895AD2">
      <w:r>
        <w:t>136.1148</w:t>
      </w:r>
      <w:r>
        <w:tab/>
        <w:t>1.436e1</w:t>
      </w:r>
    </w:p>
    <w:p w:rsidR="00895AD2" w:rsidRDefault="00895AD2" w:rsidP="00895AD2">
      <w:r>
        <w:t>136.1949</w:t>
      </w:r>
      <w:r>
        <w:tab/>
        <w:t>1.013e0</w:t>
      </w:r>
    </w:p>
    <w:p w:rsidR="00895AD2" w:rsidRDefault="00895AD2" w:rsidP="00895AD2">
      <w:r>
        <w:t>136.2877</w:t>
      </w:r>
      <w:r>
        <w:tab/>
        <w:t>1.013e0</w:t>
      </w:r>
    </w:p>
    <w:p w:rsidR="00895AD2" w:rsidRDefault="00895AD2" w:rsidP="00895AD2">
      <w:r>
        <w:t>136.3096</w:t>
      </w:r>
      <w:r>
        <w:tab/>
        <w:t>1.013e0</w:t>
      </w:r>
    </w:p>
    <w:p w:rsidR="00895AD2" w:rsidRDefault="00895AD2" w:rsidP="00895AD2">
      <w:r>
        <w:t>136.3964</w:t>
      </w:r>
      <w:r>
        <w:tab/>
        <w:t>1.013e0</w:t>
      </w:r>
    </w:p>
    <w:p w:rsidR="00895AD2" w:rsidRDefault="00895AD2" w:rsidP="00895AD2">
      <w:r>
        <w:t>136.5393</w:t>
      </w:r>
      <w:r>
        <w:tab/>
        <w:t>1.013e0</w:t>
      </w:r>
    </w:p>
    <w:p w:rsidR="00895AD2" w:rsidRDefault="00895AD2" w:rsidP="00895AD2">
      <w:r>
        <w:lastRenderedPageBreak/>
        <w:t>136.5796</w:t>
      </w:r>
      <w:r>
        <w:tab/>
        <w:t>1.013e0</w:t>
      </w:r>
    </w:p>
    <w:p w:rsidR="00895AD2" w:rsidRDefault="00895AD2" w:rsidP="00895AD2">
      <w:r>
        <w:t>136.6011</w:t>
      </w:r>
      <w:r>
        <w:tab/>
        <w:t>1.013e0</w:t>
      </w:r>
    </w:p>
    <w:p w:rsidR="00895AD2" w:rsidRDefault="00895AD2" w:rsidP="00895AD2">
      <w:r>
        <w:t>136.6234</w:t>
      </w:r>
      <w:r>
        <w:tab/>
        <w:t>1.013e0</w:t>
      </w:r>
    </w:p>
    <w:p w:rsidR="00895AD2" w:rsidRDefault="00895AD2" w:rsidP="00895AD2">
      <w:r>
        <w:t>136.6515</w:t>
      </w:r>
      <w:r>
        <w:tab/>
        <w:t>2.025e0</w:t>
      </w:r>
    </w:p>
    <w:p w:rsidR="00895AD2" w:rsidRDefault="00895AD2" w:rsidP="00895AD2">
      <w:r>
        <w:t>136.7600</w:t>
      </w:r>
      <w:r>
        <w:tab/>
        <w:t>2.025e0</w:t>
      </w:r>
    </w:p>
    <w:p w:rsidR="00895AD2" w:rsidRDefault="00895AD2" w:rsidP="00895AD2">
      <w:r>
        <w:t>136.8127</w:t>
      </w:r>
      <w:r>
        <w:tab/>
        <w:t>1.013e0</w:t>
      </w:r>
    </w:p>
    <w:p w:rsidR="00895AD2" w:rsidRDefault="00895AD2" w:rsidP="00895AD2">
      <w:r>
        <w:t>137.0052</w:t>
      </w:r>
      <w:r>
        <w:tab/>
        <w:t>1.013e0</w:t>
      </w:r>
    </w:p>
    <w:p w:rsidR="00895AD2" w:rsidRDefault="00895AD2" w:rsidP="00895AD2">
      <w:r>
        <w:t>137.0722</w:t>
      </w:r>
      <w:r>
        <w:tab/>
        <w:t>2.840e0</w:t>
      </w:r>
    </w:p>
    <w:p w:rsidR="00895AD2" w:rsidRDefault="00895AD2" w:rsidP="00895AD2">
      <w:r>
        <w:t>137.1150</w:t>
      </w:r>
      <w:r>
        <w:tab/>
        <w:t>1.893e0</w:t>
      </w:r>
    </w:p>
    <w:p w:rsidR="00895AD2" w:rsidRDefault="00895AD2" w:rsidP="00895AD2">
      <w:r>
        <w:t>137.2514</w:t>
      </w:r>
      <w:r>
        <w:tab/>
        <w:t>1.013e0</w:t>
      </w:r>
    </w:p>
    <w:p w:rsidR="00895AD2" w:rsidRDefault="00895AD2" w:rsidP="00895AD2">
      <w:r>
        <w:t>137.2842</w:t>
      </w:r>
      <w:r>
        <w:tab/>
        <w:t>2.025e0</w:t>
      </w:r>
    </w:p>
    <w:p w:rsidR="00895AD2" w:rsidRDefault="00895AD2" w:rsidP="00895AD2">
      <w:r>
        <w:t>137.3450</w:t>
      </w:r>
      <w:r>
        <w:tab/>
        <w:t>1.013e0</w:t>
      </w:r>
    </w:p>
    <w:p w:rsidR="00895AD2" w:rsidRDefault="00895AD2" w:rsidP="00895AD2">
      <w:r>
        <w:t>137.3851</w:t>
      </w:r>
      <w:r>
        <w:tab/>
        <w:t>1.013e0</w:t>
      </w:r>
    </w:p>
    <w:p w:rsidR="00895AD2" w:rsidRDefault="00895AD2" w:rsidP="00895AD2">
      <w:r>
        <w:t>137.4009</w:t>
      </w:r>
      <w:r>
        <w:tab/>
        <w:t>1.013e0</w:t>
      </w:r>
    </w:p>
    <w:p w:rsidR="00895AD2" w:rsidRDefault="00895AD2" w:rsidP="00895AD2">
      <w:r>
        <w:t>137.5851</w:t>
      </w:r>
      <w:r>
        <w:tab/>
        <w:t>1.013e0</w:t>
      </w:r>
    </w:p>
    <w:p w:rsidR="00895AD2" w:rsidRDefault="00895AD2" w:rsidP="00895AD2">
      <w:r>
        <w:t>137.6034</w:t>
      </w:r>
      <w:r>
        <w:tab/>
        <w:t>1.013e0</w:t>
      </w:r>
    </w:p>
    <w:p w:rsidR="00895AD2" w:rsidRDefault="00895AD2" w:rsidP="00895AD2">
      <w:r>
        <w:t>137.7036</w:t>
      </w:r>
      <w:r>
        <w:tab/>
        <w:t>1.013e0</w:t>
      </w:r>
    </w:p>
    <w:p w:rsidR="00895AD2" w:rsidRDefault="00895AD2" w:rsidP="00895AD2">
      <w:r>
        <w:t>137.8561</w:t>
      </w:r>
      <w:r>
        <w:tab/>
        <w:t>1.013e0</w:t>
      </w:r>
    </w:p>
    <w:p w:rsidR="00895AD2" w:rsidRDefault="00895AD2" w:rsidP="00895AD2">
      <w:r>
        <w:t>137.8685</w:t>
      </w:r>
      <w:r>
        <w:tab/>
        <w:t>1.013e0</w:t>
      </w:r>
    </w:p>
    <w:p w:rsidR="00895AD2" w:rsidRDefault="00895AD2" w:rsidP="00895AD2">
      <w:r>
        <w:lastRenderedPageBreak/>
        <w:t>137.9590</w:t>
      </w:r>
      <w:r>
        <w:tab/>
        <w:t>1.013e0</w:t>
      </w:r>
    </w:p>
    <w:p w:rsidR="00895AD2" w:rsidRDefault="00895AD2" w:rsidP="00895AD2">
      <w:r>
        <w:t>138.0215</w:t>
      </w:r>
      <w:r>
        <w:tab/>
        <w:t>1.013e0</w:t>
      </w:r>
    </w:p>
    <w:p w:rsidR="00895AD2" w:rsidRDefault="00895AD2" w:rsidP="00895AD2">
      <w:r>
        <w:t>138.0576</w:t>
      </w:r>
      <w:r>
        <w:tab/>
        <w:t>2.025e0</w:t>
      </w:r>
    </w:p>
    <w:p w:rsidR="00895AD2" w:rsidRDefault="00895AD2" w:rsidP="00895AD2">
      <w:r>
        <w:t>138.0768</w:t>
      </w:r>
      <w:r>
        <w:tab/>
        <w:t>2.840e0</w:t>
      </w:r>
    </w:p>
    <w:p w:rsidR="00895AD2" w:rsidRDefault="00895AD2" w:rsidP="00895AD2">
      <w:r>
        <w:t>138.1009</w:t>
      </w:r>
      <w:r>
        <w:tab/>
        <w:t>1.827e0</w:t>
      </w:r>
    </w:p>
    <w:p w:rsidR="00895AD2" w:rsidRDefault="00895AD2" w:rsidP="00895AD2">
      <w:r>
        <w:t>138.1329</w:t>
      </w:r>
      <w:r>
        <w:tab/>
        <w:t>3.038e0</w:t>
      </w:r>
    </w:p>
    <w:p w:rsidR="00895AD2" w:rsidRDefault="00895AD2" w:rsidP="00895AD2">
      <w:r>
        <w:t>138.2620</w:t>
      </w:r>
      <w:r>
        <w:tab/>
        <w:t>1.013e0</w:t>
      </w:r>
    </w:p>
    <w:p w:rsidR="00895AD2" w:rsidRDefault="00895AD2" w:rsidP="00895AD2">
      <w:r>
        <w:t>138.3214</w:t>
      </w:r>
      <w:r>
        <w:tab/>
        <w:t>1.013e0</w:t>
      </w:r>
    </w:p>
    <w:p w:rsidR="00895AD2" w:rsidRDefault="00895AD2" w:rsidP="00895AD2">
      <w:r>
        <w:t>138.3711</w:t>
      </w:r>
      <w:r>
        <w:tab/>
        <w:t>1.013e0</w:t>
      </w:r>
    </w:p>
    <w:p w:rsidR="00895AD2" w:rsidRDefault="00895AD2" w:rsidP="00895AD2">
      <w:r>
        <w:t>138.4559</w:t>
      </w:r>
      <w:r>
        <w:tab/>
        <w:t>1.013e0</w:t>
      </w:r>
    </w:p>
    <w:p w:rsidR="00895AD2" w:rsidRDefault="00895AD2" w:rsidP="00895AD2">
      <w:r>
        <w:t>138.5525</w:t>
      </w:r>
      <w:r>
        <w:tab/>
        <w:t>1.013e0</w:t>
      </w:r>
    </w:p>
    <w:p w:rsidR="00895AD2" w:rsidRDefault="00895AD2" w:rsidP="00895AD2">
      <w:r>
        <w:t>138.5837</w:t>
      </w:r>
      <w:r>
        <w:tab/>
        <w:t>2.025e0</w:t>
      </w:r>
    </w:p>
    <w:p w:rsidR="00895AD2" w:rsidRDefault="00895AD2" w:rsidP="00895AD2">
      <w:r>
        <w:t>138.6874</w:t>
      </w:r>
      <w:r>
        <w:tab/>
        <w:t>1.013e0</w:t>
      </w:r>
    </w:p>
    <w:p w:rsidR="00895AD2" w:rsidRDefault="00895AD2" w:rsidP="00895AD2">
      <w:r>
        <w:t>138.7339</w:t>
      </w:r>
      <w:r>
        <w:tab/>
        <w:t>1.013e0</w:t>
      </w:r>
    </w:p>
    <w:p w:rsidR="00895AD2" w:rsidRDefault="00895AD2" w:rsidP="00895AD2">
      <w:r>
        <w:t>138.7814</w:t>
      </w:r>
      <w:r>
        <w:tab/>
        <w:t>1.013e0</w:t>
      </w:r>
    </w:p>
    <w:p w:rsidR="00895AD2" w:rsidRDefault="00895AD2" w:rsidP="00895AD2">
      <w:r>
        <w:t>138.8376</w:t>
      </w:r>
      <w:r>
        <w:tab/>
        <w:t>1.013e0</w:t>
      </w:r>
    </w:p>
    <w:p w:rsidR="00895AD2" w:rsidRDefault="00895AD2" w:rsidP="00895AD2">
      <w:r>
        <w:t>138.9100</w:t>
      </w:r>
      <w:r>
        <w:tab/>
        <w:t>1.013e0</w:t>
      </w:r>
    </w:p>
    <w:p w:rsidR="00895AD2" w:rsidRDefault="00895AD2" w:rsidP="00895AD2">
      <w:r>
        <w:t>139.0161</w:t>
      </w:r>
      <w:r>
        <w:tab/>
        <w:t>1.013e0</w:t>
      </w:r>
    </w:p>
    <w:p w:rsidR="00895AD2" w:rsidRDefault="00895AD2" w:rsidP="00895AD2">
      <w:r>
        <w:t>139.0956</w:t>
      </w:r>
      <w:r>
        <w:tab/>
        <w:t>2.873e0</w:t>
      </w:r>
    </w:p>
    <w:p w:rsidR="00895AD2" w:rsidRDefault="00895AD2" w:rsidP="00895AD2">
      <w:r>
        <w:lastRenderedPageBreak/>
        <w:t>139.1133</w:t>
      </w:r>
      <w:r>
        <w:tab/>
        <w:t>3.090e0</w:t>
      </w:r>
    </w:p>
    <w:p w:rsidR="00895AD2" w:rsidRDefault="00895AD2" w:rsidP="00895AD2">
      <w:r>
        <w:t>139.1429</w:t>
      </w:r>
      <w:r>
        <w:tab/>
        <w:t>3.038e0</w:t>
      </w:r>
    </w:p>
    <w:p w:rsidR="00895AD2" w:rsidRDefault="00895AD2" w:rsidP="00895AD2">
      <w:r>
        <w:t>139.2171</w:t>
      </w:r>
      <w:r>
        <w:tab/>
        <w:t>1.013e0</w:t>
      </w:r>
    </w:p>
    <w:p w:rsidR="00895AD2" w:rsidRDefault="00895AD2" w:rsidP="00895AD2">
      <w:r>
        <w:t>139.2733</w:t>
      </w:r>
      <w:r>
        <w:tab/>
        <w:t>1.013e0</w:t>
      </w:r>
    </w:p>
    <w:p w:rsidR="00895AD2" w:rsidRDefault="00895AD2" w:rsidP="00895AD2">
      <w:r>
        <w:t>139.4109</w:t>
      </w:r>
      <w:r>
        <w:tab/>
        <w:t>2.025e0</w:t>
      </w:r>
    </w:p>
    <w:p w:rsidR="00895AD2" w:rsidRDefault="00895AD2" w:rsidP="00895AD2">
      <w:r>
        <w:t>139.5277</w:t>
      </w:r>
      <w:r>
        <w:tab/>
        <w:t>1.013e0</w:t>
      </w:r>
    </w:p>
    <w:p w:rsidR="00895AD2" w:rsidRDefault="00895AD2" w:rsidP="00895AD2">
      <w:r>
        <w:t>139.5620</w:t>
      </w:r>
      <w:r>
        <w:tab/>
        <w:t>1.013e0</w:t>
      </w:r>
    </w:p>
    <w:p w:rsidR="00895AD2" w:rsidRDefault="00895AD2" w:rsidP="00895AD2">
      <w:r>
        <w:t>139.6187</w:t>
      </w:r>
      <w:r>
        <w:tab/>
        <w:t>1.013e0</w:t>
      </w:r>
    </w:p>
    <w:p w:rsidR="00895AD2" w:rsidRDefault="00895AD2" w:rsidP="00895AD2">
      <w:r>
        <w:t>139.6782</w:t>
      </w:r>
      <w:r>
        <w:tab/>
        <w:t>1.013e0</w:t>
      </w:r>
    </w:p>
    <w:p w:rsidR="00895AD2" w:rsidRDefault="00895AD2" w:rsidP="00895AD2">
      <w:r>
        <w:t>139.8982</w:t>
      </w:r>
      <w:r>
        <w:tab/>
        <w:t>1.013e0</w:t>
      </w:r>
    </w:p>
    <w:p w:rsidR="00895AD2" w:rsidRDefault="00895AD2" w:rsidP="00895AD2">
      <w:r>
        <w:t>139.9893</w:t>
      </w:r>
      <w:r>
        <w:tab/>
        <w:t>1.013e0</w:t>
      </w:r>
    </w:p>
    <w:p w:rsidR="00895AD2" w:rsidRDefault="00895AD2" w:rsidP="00895AD2">
      <w:r>
        <w:t>140.0019</w:t>
      </w:r>
      <w:r>
        <w:tab/>
        <w:t>1.013e0</w:t>
      </w:r>
    </w:p>
    <w:p w:rsidR="00895AD2" w:rsidRDefault="00895AD2" w:rsidP="00895AD2">
      <w:r>
        <w:t>140.0554</w:t>
      </w:r>
      <w:r>
        <w:tab/>
        <w:t>1.013e0</w:t>
      </w:r>
    </w:p>
    <w:p w:rsidR="00895AD2" w:rsidRDefault="00895AD2" w:rsidP="00895AD2">
      <w:r>
        <w:t>140.0833</w:t>
      </w:r>
      <w:r>
        <w:tab/>
        <w:t>4.832e0</w:t>
      </w:r>
    </w:p>
    <w:p w:rsidR="00895AD2" w:rsidRDefault="00895AD2" w:rsidP="00895AD2">
      <w:r>
        <w:t>140.2441</w:t>
      </w:r>
      <w:r>
        <w:tab/>
        <w:t>1.013e0</w:t>
      </w:r>
    </w:p>
    <w:p w:rsidR="00895AD2" w:rsidRDefault="00895AD2" w:rsidP="00895AD2">
      <w:r>
        <w:t>140.4742</w:t>
      </w:r>
      <w:r>
        <w:tab/>
        <w:t>1.013e0</w:t>
      </w:r>
    </w:p>
    <w:p w:rsidR="00895AD2" w:rsidRDefault="00895AD2" w:rsidP="00895AD2">
      <w:r>
        <w:t>140.5621</w:t>
      </w:r>
      <w:r>
        <w:tab/>
        <w:t>1.013e0</w:t>
      </w:r>
    </w:p>
    <w:p w:rsidR="00895AD2" w:rsidRDefault="00895AD2" w:rsidP="00895AD2">
      <w:r>
        <w:t>140.8707</w:t>
      </w:r>
      <w:r>
        <w:tab/>
        <w:t>1.013e0</w:t>
      </w:r>
    </w:p>
    <w:p w:rsidR="00895AD2" w:rsidRDefault="00895AD2" w:rsidP="00895AD2">
      <w:r>
        <w:t>140.9250</w:t>
      </w:r>
      <w:r>
        <w:tab/>
        <w:t>1.013e0</w:t>
      </w:r>
    </w:p>
    <w:p w:rsidR="00895AD2" w:rsidRDefault="00895AD2" w:rsidP="00895AD2">
      <w:r>
        <w:lastRenderedPageBreak/>
        <w:t>140.9532</w:t>
      </w:r>
      <w:r>
        <w:tab/>
        <w:t>1.013e0</w:t>
      </w:r>
    </w:p>
    <w:p w:rsidR="00895AD2" w:rsidRDefault="00895AD2" w:rsidP="00895AD2">
      <w:r>
        <w:t>141.0563</w:t>
      </w:r>
      <w:r>
        <w:tab/>
        <w:t>5.030e0</w:t>
      </w:r>
    </w:p>
    <w:p w:rsidR="00895AD2" w:rsidRDefault="00895AD2" w:rsidP="00895AD2">
      <w:r>
        <w:t>141.0967</w:t>
      </w:r>
      <w:r>
        <w:tab/>
        <w:t>2.773e0</w:t>
      </w:r>
    </w:p>
    <w:p w:rsidR="00895AD2" w:rsidRDefault="00895AD2" w:rsidP="00895AD2">
      <w:r>
        <w:t>141.1500</w:t>
      </w:r>
      <w:r>
        <w:tab/>
        <w:t>4.051e0</w:t>
      </w:r>
    </w:p>
    <w:p w:rsidR="00895AD2" w:rsidRDefault="00895AD2" w:rsidP="00895AD2">
      <w:r>
        <w:t>141.1642</w:t>
      </w:r>
      <w:r>
        <w:tab/>
        <w:t>2.025e0</w:t>
      </w:r>
    </w:p>
    <w:p w:rsidR="00895AD2" w:rsidRDefault="00895AD2" w:rsidP="00895AD2">
      <w:r>
        <w:t>141.5124</w:t>
      </w:r>
      <w:r>
        <w:tab/>
        <w:t>1.013e0</w:t>
      </w:r>
    </w:p>
    <w:p w:rsidR="00895AD2" w:rsidRDefault="00895AD2" w:rsidP="00895AD2">
      <w:r>
        <w:t>141.6195</w:t>
      </w:r>
      <w:r>
        <w:tab/>
        <w:t>1.013e0</w:t>
      </w:r>
    </w:p>
    <w:p w:rsidR="00895AD2" w:rsidRDefault="00895AD2" w:rsidP="00895AD2">
      <w:r>
        <w:t>141.7635</w:t>
      </w:r>
      <w:r>
        <w:tab/>
        <w:t>2.025e0</w:t>
      </w:r>
    </w:p>
    <w:p w:rsidR="00895AD2" w:rsidRDefault="00895AD2" w:rsidP="00895AD2">
      <w:r>
        <w:t>141.8824</w:t>
      </w:r>
      <w:r>
        <w:tab/>
        <w:t>1.013e0</w:t>
      </w:r>
    </w:p>
    <w:p w:rsidR="00895AD2" w:rsidRDefault="00895AD2" w:rsidP="00895AD2">
      <w:r>
        <w:t>142.0310</w:t>
      </w:r>
      <w:r>
        <w:tab/>
        <w:t>5.063e0</w:t>
      </w:r>
    </w:p>
    <w:p w:rsidR="00895AD2" w:rsidRDefault="00895AD2" w:rsidP="00895AD2">
      <w:r>
        <w:t>142.0644</w:t>
      </w:r>
      <w:r>
        <w:tab/>
        <w:t>1.369e0</w:t>
      </w:r>
    </w:p>
    <w:p w:rsidR="00895AD2" w:rsidRDefault="00895AD2" w:rsidP="00895AD2">
      <w:r>
        <w:t>142.0932</w:t>
      </w:r>
      <w:r>
        <w:tab/>
        <w:t>4.935e0</w:t>
      </w:r>
    </w:p>
    <w:p w:rsidR="00895AD2" w:rsidRDefault="00895AD2" w:rsidP="00895AD2">
      <w:r>
        <w:t>142.1292</w:t>
      </w:r>
      <w:r>
        <w:tab/>
        <w:t>1.013e0</w:t>
      </w:r>
    </w:p>
    <w:p w:rsidR="00895AD2" w:rsidRDefault="00895AD2" w:rsidP="00895AD2">
      <w:r>
        <w:t>142.2655</w:t>
      </w:r>
      <w:r>
        <w:tab/>
        <w:t>1.013e0</w:t>
      </w:r>
    </w:p>
    <w:p w:rsidR="00895AD2" w:rsidRDefault="00895AD2" w:rsidP="00895AD2">
      <w:r>
        <w:t>142.2818</w:t>
      </w:r>
      <w:r>
        <w:tab/>
        <w:t>1.013e0</w:t>
      </w:r>
    </w:p>
    <w:p w:rsidR="00895AD2" w:rsidRDefault="00895AD2" w:rsidP="00895AD2">
      <w:r>
        <w:t>142.3985</w:t>
      </w:r>
      <w:r>
        <w:tab/>
        <w:t>3.038e0</w:t>
      </w:r>
    </w:p>
    <w:p w:rsidR="00895AD2" w:rsidRDefault="00895AD2" w:rsidP="00895AD2">
      <w:r>
        <w:t>142.4483</w:t>
      </w:r>
      <w:r>
        <w:tab/>
        <w:t>2.025e0</w:t>
      </w:r>
    </w:p>
    <w:p w:rsidR="00895AD2" w:rsidRDefault="00895AD2" w:rsidP="00895AD2">
      <w:r>
        <w:t>142.4684</w:t>
      </w:r>
      <w:r>
        <w:tab/>
        <w:t>1.013e0</w:t>
      </w:r>
    </w:p>
    <w:p w:rsidR="00895AD2" w:rsidRDefault="00895AD2" w:rsidP="00895AD2">
      <w:r>
        <w:t>142.5601</w:t>
      </w:r>
      <w:r>
        <w:tab/>
        <w:t>1.013e0</w:t>
      </w:r>
    </w:p>
    <w:p w:rsidR="00895AD2" w:rsidRDefault="00895AD2" w:rsidP="00895AD2">
      <w:r>
        <w:lastRenderedPageBreak/>
        <w:t>142.5983</w:t>
      </w:r>
      <w:r>
        <w:tab/>
        <w:t>2.025e0</w:t>
      </w:r>
    </w:p>
    <w:p w:rsidR="00895AD2" w:rsidRDefault="00895AD2" w:rsidP="00895AD2">
      <w:r>
        <w:t>142.6211</w:t>
      </w:r>
      <w:r>
        <w:tab/>
        <w:t>2.025e0</w:t>
      </w:r>
    </w:p>
    <w:p w:rsidR="00895AD2" w:rsidRDefault="00895AD2" w:rsidP="00895AD2">
      <w:r>
        <w:t>142.6529</w:t>
      </w:r>
      <w:r>
        <w:tab/>
        <w:t>1.013e0</w:t>
      </w:r>
    </w:p>
    <w:p w:rsidR="00895AD2" w:rsidRDefault="00895AD2" w:rsidP="00895AD2">
      <w:r>
        <w:t>142.6682</w:t>
      </w:r>
      <w:r>
        <w:tab/>
        <w:t>1.013e0</w:t>
      </w:r>
    </w:p>
    <w:p w:rsidR="00895AD2" w:rsidRDefault="00895AD2" w:rsidP="00895AD2">
      <w:r>
        <w:t>142.6937</w:t>
      </w:r>
      <w:r>
        <w:tab/>
        <w:t>1.013e0</w:t>
      </w:r>
    </w:p>
    <w:p w:rsidR="00895AD2" w:rsidRDefault="00895AD2" w:rsidP="00895AD2">
      <w:r>
        <w:t>142.7544</w:t>
      </w:r>
      <w:r>
        <w:tab/>
        <w:t>1.013e0</w:t>
      </w:r>
    </w:p>
    <w:p w:rsidR="00895AD2" w:rsidRDefault="00895AD2" w:rsidP="00895AD2">
      <w:r>
        <w:t>142.7763</w:t>
      </w:r>
      <w:r>
        <w:tab/>
        <w:t>2.025e0</w:t>
      </w:r>
    </w:p>
    <w:p w:rsidR="00895AD2" w:rsidRDefault="00895AD2" w:rsidP="00895AD2">
      <w:r>
        <w:t>142.8113</w:t>
      </w:r>
      <w:r>
        <w:tab/>
        <w:t>1.013e0</w:t>
      </w:r>
    </w:p>
    <w:p w:rsidR="00895AD2" w:rsidRDefault="00895AD2" w:rsidP="00895AD2">
      <w:r>
        <w:t>142.8430</w:t>
      </w:r>
      <w:r>
        <w:tab/>
        <w:t>1.013e0</w:t>
      </w:r>
    </w:p>
    <w:p w:rsidR="00895AD2" w:rsidRDefault="00895AD2" w:rsidP="00895AD2">
      <w:r>
        <w:t>142.8681</w:t>
      </w:r>
      <w:r>
        <w:tab/>
        <w:t>1.013e0</w:t>
      </w:r>
    </w:p>
    <w:p w:rsidR="00895AD2" w:rsidRDefault="00895AD2" w:rsidP="00895AD2">
      <w:r>
        <w:t>142.8812</w:t>
      </w:r>
      <w:r>
        <w:tab/>
        <w:t>1.013e0</w:t>
      </w:r>
    </w:p>
    <w:p w:rsidR="00895AD2" w:rsidRDefault="00895AD2" w:rsidP="00895AD2">
      <w:r>
        <w:t>142.8971</w:t>
      </w:r>
      <w:r>
        <w:tab/>
        <w:t>1.013e0</w:t>
      </w:r>
    </w:p>
    <w:p w:rsidR="00895AD2" w:rsidRDefault="00895AD2" w:rsidP="00895AD2">
      <w:r>
        <w:t>143.0594</w:t>
      </w:r>
      <w:r>
        <w:tab/>
        <w:t>1.066e2</w:t>
      </w:r>
    </w:p>
    <w:p w:rsidR="00895AD2" w:rsidRDefault="00895AD2" w:rsidP="00895AD2">
      <w:r>
        <w:t>143.0948</w:t>
      </w:r>
      <w:r>
        <w:tab/>
        <w:t>4.030e0</w:t>
      </w:r>
    </w:p>
    <w:p w:rsidR="00895AD2" w:rsidRDefault="00895AD2" w:rsidP="00895AD2">
      <w:r>
        <w:t>143.1179</w:t>
      </w:r>
      <w:r>
        <w:tab/>
        <w:t>2.015e0</w:t>
      </w:r>
    </w:p>
    <w:p w:rsidR="00895AD2" w:rsidRDefault="00895AD2" w:rsidP="00895AD2">
      <w:r>
        <w:t>143.1446</w:t>
      </w:r>
      <w:r>
        <w:tab/>
        <w:t>1.013e0</w:t>
      </w:r>
    </w:p>
    <w:p w:rsidR="00895AD2" w:rsidRDefault="00895AD2" w:rsidP="00895AD2">
      <w:r>
        <w:t>143.1748</w:t>
      </w:r>
      <w:r>
        <w:tab/>
        <w:t>3.038e0</w:t>
      </w:r>
    </w:p>
    <w:p w:rsidR="00895AD2" w:rsidRDefault="00895AD2" w:rsidP="00895AD2">
      <w:r>
        <w:t>143.1992</w:t>
      </w:r>
      <w:r>
        <w:tab/>
        <w:t>1.013e0</w:t>
      </w:r>
    </w:p>
    <w:p w:rsidR="00895AD2" w:rsidRDefault="00895AD2" w:rsidP="00895AD2">
      <w:r>
        <w:t>143.2342</w:t>
      </w:r>
      <w:r>
        <w:tab/>
        <w:t>1.013e0</w:t>
      </w:r>
    </w:p>
    <w:p w:rsidR="00895AD2" w:rsidRDefault="00895AD2" w:rsidP="00895AD2">
      <w:r>
        <w:lastRenderedPageBreak/>
        <w:t>143.2755</w:t>
      </w:r>
      <w:r>
        <w:tab/>
        <w:t>1.013e0</w:t>
      </w:r>
    </w:p>
    <w:p w:rsidR="00895AD2" w:rsidRDefault="00895AD2" w:rsidP="00895AD2">
      <w:r>
        <w:t>143.2928</w:t>
      </w:r>
      <w:r>
        <w:tab/>
        <w:t>2.025e0</w:t>
      </w:r>
    </w:p>
    <w:p w:rsidR="00895AD2" w:rsidRDefault="00895AD2" w:rsidP="00895AD2">
      <w:r>
        <w:t>143.3547</w:t>
      </w:r>
      <w:r>
        <w:tab/>
        <w:t>1.013e0</w:t>
      </w:r>
    </w:p>
    <w:p w:rsidR="00895AD2" w:rsidRDefault="00895AD2" w:rsidP="00895AD2">
      <w:r>
        <w:t>143.3805</w:t>
      </w:r>
      <w:r>
        <w:tab/>
        <w:t>2.025e0</w:t>
      </w:r>
    </w:p>
    <w:p w:rsidR="00895AD2" w:rsidRDefault="00895AD2" w:rsidP="00895AD2">
      <w:r>
        <w:t>143.3994</w:t>
      </w:r>
      <w:r>
        <w:tab/>
        <w:t>1.013e0</w:t>
      </w:r>
    </w:p>
    <w:p w:rsidR="00895AD2" w:rsidRDefault="00895AD2" w:rsidP="00895AD2">
      <w:r>
        <w:t>143.4280</w:t>
      </w:r>
      <w:r>
        <w:tab/>
        <w:t>1.013e0</w:t>
      </w:r>
    </w:p>
    <w:p w:rsidR="00895AD2" w:rsidRDefault="00895AD2" w:rsidP="00895AD2">
      <w:r>
        <w:t>143.4996</w:t>
      </w:r>
      <w:r>
        <w:tab/>
        <w:t>4.051e0</w:t>
      </w:r>
    </w:p>
    <w:p w:rsidR="00895AD2" w:rsidRDefault="00895AD2" w:rsidP="00895AD2">
      <w:r>
        <w:t>143.5599</w:t>
      </w:r>
      <w:r>
        <w:tab/>
        <w:t>1.722e1</w:t>
      </w:r>
    </w:p>
    <w:p w:rsidR="00895AD2" w:rsidRDefault="00895AD2" w:rsidP="00895AD2">
      <w:r>
        <w:t>143.5796</w:t>
      </w:r>
      <w:r>
        <w:tab/>
        <w:t>3.038e0</w:t>
      </w:r>
    </w:p>
    <w:p w:rsidR="00895AD2" w:rsidRDefault="00895AD2" w:rsidP="00895AD2">
      <w:r>
        <w:t>143.6479</w:t>
      </w:r>
      <w:r>
        <w:tab/>
        <w:t>1.013e0</w:t>
      </w:r>
    </w:p>
    <w:p w:rsidR="00895AD2" w:rsidRDefault="00895AD2" w:rsidP="00895AD2">
      <w:r>
        <w:t>143.6732</w:t>
      </w:r>
      <w:r>
        <w:tab/>
        <w:t>1.013e0</w:t>
      </w:r>
    </w:p>
    <w:p w:rsidR="00895AD2" w:rsidRDefault="00895AD2" w:rsidP="00895AD2">
      <w:r>
        <w:t>143.7212</w:t>
      </w:r>
      <w:r>
        <w:tab/>
        <w:t>1.013e0</w:t>
      </w:r>
    </w:p>
    <w:p w:rsidR="00895AD2" w:rsidRDefault="00895AD2" w:rsidP="00895AD2">
      <w:r>
        <w:t>143.7657</w:t>
      </w:r>
      <w:r>
        <w:tab/>
        <w:t>2.025e0</w:t>
      </w:r>
    </w:p>
    <w:p w:rsidR="00895AD2" w:rsidRDefault="00895AD2" w:rsidP="00895AD2">
      <w:r>
        <w:t>143.9152</w:t>
      </w:r>
      <w:r>
        <w:tab/>
        <w:t>2.025e0</w:t>
      </w:r>
    </w:p>
    <w:p w:rsidR="00895AD2" w:rsidRDefault="00895AD2" w:rsidP="00895AD2">
      <w:r>
        <w:t>143.9732</w:t>
      </w:r>
      <w:r>
        <w:tab/>
        <w:t>1.013e0</w:t>
      </w:r>
    </w:p>
    <w:p w:rsidR="00895AD2" w:rsidRDefault="00895AD2" w:rsidP="00895AD2">
      <w:r>
        <w:t>144.0113</w:t>
      </w:r>
      <w:r>
        <w:tab/>
        <w:t>2.025e0</w:t>
      </w:r>
    </w:p>
    <w:p w:rsidR="00895AD2" w:rsidRDefault="00895AD2" w:rsidP="00895AD2">
      <w:r>
        <w:t>144.0626</w:t>
      </w:r>
      <w:r>
        <w:tab/>
        <w:t>3.396e0</w:t>
      </w:r>
    </w:p>
    <w:p w:rsidR="00895AD2" w:rsidRDefault="00895AD2" w:rsidP="00895AD2">
      <w:r>
        <w:t>144.1738</w:t>
      </w:r>
      <w:r>
        <w:tab/>
        <w:t>1.013e0</w:t>
      </w:r>
    </w:p>
    <w:p w:rsidR="00895AD2" w:rsidRDefault="00895AD2" w:rsidP="00895AD2">
      <w:r>
        <w:t>144.4800</w:t>
      </w:r>
      <w:r>
        <w:tab/>
        <w:t>1.013e0</w:t>
      </w:r>
    </w:p>
    <w:p w:rsidR="00895AD2" w:rsidRDefault="00895AD2" w:rsidP="00895AD2">
      <w:r>
        <w:lastRenderedPageBreak/>
        <w:t>144.4996</w:t>
      </w:r>
      <w:r>
        <w:tab/>
        <w:t>1.013e0</w:t>
      </w:r>
    </w:p>
    <w:p w:rsidR="00895AD2" w:rsidRDefault="00895AD2" w:rsidP="00895AD2">
      <w:r>
        <w:t>144.5526</w:t>
      </w:r>
      <w:r>
        <w:tab/>
        <w:t>4.051e0</w:t>
      </w:r>
    </w:p>
    <w:p w:rsidR="00895AD2" w:rsidRDefault="00895AD2" w:rsidP="00895AD2">
      <w:r>
        <w:t>144.6369</w:t>
      </w:r>
      <w:r>
        <w:tab/>
        <w:t>1.013e0</w:t>
      </w:r>
    </w:p>
    <w:p w:rsidR="00895AD2" w:rsidRDefault="00895AD2" w:rsidP="00895AD2">
      <w:r>
        <w:t>144.8289</w:t>
      </w:r>
      <w:r>
        <w:tab/>
        <w:t>1.013e0</w:t>
      </w:r>
    </w:p>
    <w:p w:rsidR="00895AD2" w:rsidRDefault="00895AD2" w:rsidP="00895AD2">
      <w:r>
        <w:t>144.8765</w:t>
      </w:r>
      <w:r>
        <w:tab/>
        <w:t>1.013e0</w:t>
      </w:r>
    </w:p>
    <w:p w:rsidR="00895AD2" w:rsidRDefault="00895AD2" w:rsidP="00895AD2">
      <w:r>
        <w:t>144.9328</w:t>
      </w:r>
      <w:r>
        <w:tab/>
        <w:t>2.025e0</w:t>
      </w:r>
    </w:p>
    <w:p w:rsidR="00895AD2" w:rsidRDefault="00895AD2" w:rsidP="00895AD2">
      <w:r>
        <w:t>144.9855</w:t>
      </w:r>
      <w:r>
        <w:tab/>
        <w:t>5.063e0</w:t>
      </w:r>
    </w:p>
    <w:p w:rsidR="00895AD2" w:rsidRDefault="00895AD2" w:rsidP="00895AD2">
      <w:r>
        <w:t>145.0559</w:t>
      </w:r>
      <w:r>
        <w:tab/>
        <w:t>1.013e0</w:t>
      </w:r>
    </w:p>
    <w:p w:rsidR="00895AD2" w:rsidRDefault="00895AD2" w:rsidP="00895AD2">
      <w:r>
        <w:t>145.0719</w:t>
      </w:r>
      <w:r>
        <w:tab/>
        <w:t>2.025e0</w:t>
      </w:r>
    </w:p>
    <w:p w:rsidR="00895AD2" w:rsidRDefault="00895AD2" w:rsidP="00895AD2">
      <w:r>
        <w:t>145.0972</w:t>
      </w:r>
      <w:r>
        <w:tab/>
        <w:t>3.037e0</w:t>
      </w:r>
    </w:p>
    <w:p w:rsidR="00895AD2" w:rsidRDefault="00895AD2" w:rsidP="00895AD2">
      <w:r>
        <w:t>145.1325</w:t>
      </w:r>
      <w:r>
        <w:tab/>
        <w:t>1.013e0</w:t>
      </w:r>
    </w:p>
    <w:p w:rsidR="00895AD2" w:rsidRDefault="00895AD2" w:rsidP="00895AD2">
      <w:r>
        <w:t>145.2478</w:t>
      </w:r>
      <w:r>
        <w:tab/>
        <w:t>1.013e0</w:t>
      </w:r>
    </w:p>
    <w:p w:rsidR="00895AD2" w:rsidRDefault="00895AD2" w:rsidP="00895AD2">
      <w:r>
        <w:t>145.2829</w:t>
      </w:r>
      <w:r>
        <w:tab/>
        <w:t>1.013e0</w:t>
      </w:r>
    </w:p>
    <w:p w:rsidR="00895AD2" w:rsidRDefault="00895AD2" w:rsidP="00895AD2">
      <w:r>
        <w:t>145.3011</w:t>
      </w:r>
      <w:r>
        <w:tab/>
        <w:t>3.038e0</w:t>
      </w:r>
    </w:p>
    <w:p w:rsidR="00895AD2" w:rsidRDefault="00895AD2" w:rsidP="00895AD2">
      <w:r>
        <w:t>145.4115</w:t>
      </w:r>
      <w:r>
        <w:tab/>
        <w:t>1.013e0</w:t>
      </w:r>
    </w:p>
    <w:p w:rsidR="00895AD2" w:rsidRDefault="00895AD2" w:rsidP="00895AD2">
      <w:r>
        <w:t>145.4819</w:t>
      </w:r>
      <w:r>
        <w:tab/>
        <w:t>1.013e0</w:t>
      </w:r>
    </w:p>
    <w:p w:rsidR="00895AD2" w:rsidRDefault="00895AD2" w:rsidP="00895AD2">
      <w:r>
        <w:t>145.5363</w:t>
      </w:r>
      <w:r>
        <w:tab/>
        <w:t>1.013e0</w:t>
      </w:r>
    </w:p>
    <w:p w:rsidR="00895AD2" w:rsidRDefault="00895AD2" w:rsidP="00895AD2">
      <w:r>
        <w:t>145.6262</w:t>
      </w:r>
      <w:r>
        <w:tab/>
        <w:t>2.025e0</w:t>
      </w:r>
    </w:p>
    <w:p w:rsidR="00895AD2" w:rsidRDefault="00895AD2" w:rsidP="00895AD2">
      <w:r>
        <w:t>145.6455</w:t>
      </w:r>
      <w:r>
        <w:tab/>
        <w:t>1.013e0</w:t>
      </w:r>
    </w:p>
    <w:p w:rsidR="00895AD2" w:rsidRDefault="00895AD2" w:rsidP="00895AD2">
      <w:r>
        <w:lastRenderedPageBreak/>
        <w:t>145.7065</w:t>
      </w:r>
      <w:r>
        <w:tab/>
        <w:t>1.013e0</w:t>
      </w:r>
    </w:p>
    <w:p w:rsidR="00895AD2" w:rsidRDefault="00895AD2" w:rsidP="00895AD2">
      <w:r>
        <w:t>145.7286</w:t>
      </w:r>
      <w:r>
        <w:tab/>
        <w:t>1.013e0</w:t>
      </w:r>
    </w:p>
    <w:p w:rsidR="00895AD2" w:rsidRDefault="00895AD2" w:rsidP="00895AD2">
      <w:r>
        <w:t>145.8023</w:t>
      </w:r>
      <w:r>
        <w:tab/>
        <w:t>1.013e0</w:t>
      </w:r>
    </w:p>
    <w:p w:rsidR="00895AD2" w:rsidRDefault="00895AD2" w:rsidP="00895AD2">
      <w:r>
        <w:t>145.8221</w:t>
      </w:r>
      <w:r>
        <w:tab/>
        <w:t>1.013e0</w:t>
      </w:r>
    </w:p>
    <w:p w:rsidR="00895AD2" w:rsidRDefault="00895AD2" w:rsidP="00895AD2">
      <w:r>
        <w:t>145.8860</w:t>
      </w:r>
      <w:r>
        <w:tab/>
        <w:t>1.013e0</w:t>
      </w:r>
    </w:p>
    <w:p w:rsidR="00895AD2" w:rsidRDefault="00895AD2" w:rsidP="00895AD2">
      <w:r>
        <w:t>145.9825</w:t>
      </w:r>
      <w:r>
        <w:tab/>
        <w:t>1.013e0</w:t>
      </w:r>
    </w:p>
    <w:p w:rsidR="00895AD2" w:rsidRDefault="00895AD2" w:rsidP="00895AD2">
      <w:r>
        <w:t>146.0795</w:t>
      </w:r>
      <w:r>
        <w:tab/>
        <w:t>2.430e1</w:t>
      </w:r>
    </w:p>
    <w:p w:rsidR="00895AD2" w:rsidRDefault="00895AD2" w:rsidP="00895AD2">
      <w:r>
        <w:t>146.1141</w:t>
      </w:r>
      <w:r>
        <w:tab/>
        <w:t>2.025e0</w:t>
      </w:r>
    </w:p>
    <w:p w:rsidR="00895AD2" w:rsidRDefault="00895AD2" w:rsidP="00895AD2">
      <w:r>
        <w:t>146.1625</w:t>
      </w:r>
      <w:r>
        <w:tab/>
        <w:t>1.013e0</w:t>
      </w:r>
    </w:p>
    <w:p w:rsidR="00895AD2" w:rsidRDefault="00895AD2" w:rsidP="00895AD2">
      <w:r>
        <w:t>146.1912</w:t>
      </w:r>
      <w:r>
        <w:tab/>
        <w:t>2.025e0</w:t>
      </w:r>
    </w:p>
    <w:p w:rsidR="00895AD2" w:rsidRDefault="00895AD2" w:rsidP="00895AD2">
      <w:r>
        <w:t>146.2430</w:t>
      </w:r>
      <w:r>
        <w:tab/>
        <w:t>1.013e0</w:t>
      </w:r>
    </w:p>
    <w:p w:rsidR="00895AD2" w:rsidRDefault="00895AD2" w:rsidP="00895AD2">
      <w:r>
        <w:t>146.3053</w:t>
      </w:r>
      <w:r>
        <w:tab/>
        <w:t>2.025e0</w:t>
      </w:r>
    </w:p>
    <w:p w:rsidR="00895AD2" w:rsidRDefault="00895AD2" w:rsidP="00895AD2">
      <w:r>
        <w:t>146.3521</w:t>
      </w:r>
      <w:r>
        <w:tab/>
        <w:t>1.013e0</w:t>
      </w:r>
    </w:p>
    <w:p w:rsidR="00895AD2" w:rsidRDefault="00895AD2" w:rsidP="00895AD2">
      <w:r>
        <w:t>146.3971</w:t>
      </w:r>
      <w:r>
        <w:tab/>
        <w:t>1.013e0</w:t>
      </w:r>
    </w:p>
    <w:p w:rsidR="00895AD2" w:rsidRDefault="00895AD2" w:rsidP="00895AD2">
      <w:r>
        <w:t>146.4129</w:t>
      </w:r>
      <w:r>
        <w:tab/>
        <w:t>1.013e0</w:t>
      </w:r>
    </w:p>
    <w:p w:rsidR="00895AD2" w:rsidRDefault="00895AD2" w:rsidP="00895AD2">
      <w:r>
        <w:t>146.4482</w:t>
      </w:r>
      <w:r>
        <w:tab/>
        <w:t>1.013e0</w:t>
      </w:r>
    </w:p>
    <w:p w:rsidR="00895AD2" w:rsidRDefault="00895AD2" w:rsidP="00895AD2">
      <w:r>
        <w:t>146.5607</w:t>
      </w:r>
      <w:r>
        <w:tab/>
        <w:t>1.013e0</w:t>
      </w:r>
    </w:p>
    <w:p w:rsidR="00895AD2" w:rsidRDefault="00895AD2" w:rsidP="00895AD2">
      <w:r>
        <w:t>146.6766</w:t>
      </w:r>
      <w:r>
        <w:tab/>
        <w:t>1.013e0</w:t>
      </w:r>
    </w:p>
    <w:p w:rsidR="00895AD2" w:rsidRDefault="00895AD2" w:rsidP="00895AD2">
      <w:r>
        <w:t>146.7414</w:t>
      </w:r>
      <w:r>
        <w:tab/>
        <w:t>1.013e0</w:t>
      </w:r>
    </w:p>
    <w:p w:rsidR="00895AD2" w:rsidRDefault="00895AD2" w:rsidP="00895AD2">
      <w:r>
        <w:lastRenderedPageBreak/>
        <w:t>146.8929</w:t>
      </w:r>
      <w:r>
        <w:tab/>
        <w:t>1.013e0</w:t>
      </w:r>
    </w:p>
    <w:p w:rsidR="00895AD2" w:rsidRDefault="00895AD2" w:rsidP="00895AD2">
      <w:r>
        <w:t>146.9067</w:t>
      </w:r>
      <w:r>
        <w:tab/>
        <w:t>2.025e0</w:t>
      </w:r>
    </w:p>
    <w:p w:rsidR="00895AD2" w:rsidRDefault="00895AD2" w:rsidP="00895AD2">
      <w:r>
        <w:t>146.9282</w:t>
      </w:r>
      <w:r>
        <w:tab/>
        <w:t>1.013e0</w:t>
      </w:r>
    </w:p>
    <w:p w:rsidR="00895AD2" w:rsidRDefault="00895AD2" w:rsidP="00895AD2">
      <w:r>
        <w:t>146.9762</w:t>
      </w:r>
      <w:r>
        <w:tab/>
        <w:t>1.013e0</w:t>
      </w:r>
    </w:p>
    <w:p w:rsidR="00895AD2" w:rsidRDefault="00895AD2" w:rsidP="00895AD2">
      <w:r>
        <w:t>147.0630</w:t>
      </w:r>
      <w:r>
        <w:tab/>
        <w:t>2.025e0</w:t>
      </w:r>
    </w:p>
    <w:p w:rsidR="00895AD2" w:rsidRDefault="00895AD2" w:rsidP="00895AD2">
      <w:r>
        <w:t>147.1133</w:t>
      </w:r>
      <w:r>
        <w:tab/>
        <w:t>1.519e1</w:t>
      </w:r>
    </w:p>
    <w:p w:rsidR="00895AD2" w:rsidRDefault="00895AD2" w:rsidP="00895AD2">
      <w:r>
        <w:t>147.1536</w:t>
      </w:r>
      <w:r>
        <w:tab/>
        <w:t>1.013e0</w:t>
      </w:r>
    </w:p>
    <w:p w:rsidR="00895AD2" w:rsidRDefault="00895AD2" w:rsidP="00895AD2">
      <w:r>
        <w:t>147.2277</w:t>
      </w:r>
      <w:r>
        <w:tab/>
        <w:t>1.013e0</w:t>
      </w:r>
    </w:p>
    <w:p w:rsidR="00895AD2" w:rsidRDefault="00895AD2" w:rsidP="00895AD2">
      <w:r>
        <w:t>147.2598</w:t>
      </w:r>
      <w:r>
        <w:tab/>
        <w:t>1.013e0</w:t>
      </w:r>
    </w:p>
    <w:p w:rsidR="00895AD2" w:rsidRDefault="00895AD2" w:rsidP="00895AD2">
      <w:r>
        <w:t>147.2859</w:t>
      </w:r>
      <w:r>
        <w:tab/>
        <w:t>1.013e0</w:t>
      </w:r>
    </w:p>
    <w:p w:rsidR="00895AD2" w:rsidRDefault="00895AD2" w:rsidP="00895AD2">
      <w:r>
        <w:t>147.3216</w:t>
      </w:r>
      <w:r>
        <w:tab/>
        <w:t>1.013e0</w:t>
      </w:r>
    </w:p>
    <w:p w:rsidR="00895AD2" w:rsidRDefault="00895AD2" w:rsidP="00895AD2">
      <w:r>
        <w:t>147.4179</w:t>
      </w:r>
      <w:r>
        <w:tab/>
        <w:t>1.013e0</w:t>
      </w:r>
    </w:p>
    <w:p w:rsidR="00895AD2" w:rsidRDefault="00895AD2" w:rsidP="00895AD2">
      <w:r>
        <w:t>147.5859</w:t>
      </w:r>
      <w:r>
        <w:tab/>
        <w:t>1.013e0</w:t>
      </w:r>
    </w:p>
    <w:p w:rsidR="00895AD2" w:rsidRDefault="00895AD2" w:rsidP="00895AD2">
      <w:r>
        <w:t>147.8410</w:t>
      </w:r>
      <w:r>
        <w:tab/>
        <w:t>1.013e0</w:t>
      </w:r>
    </w:p>
    <w:p w:rsidR="00895AD2" w:rsidRDefault="00895AD2" w:rsidP="00895AD2">
      <w:r>
        <w:t>147.8737</w:t>
      </w:r>
      <w:r>
        <w:tab/>
        <w:t>1.013e0</w:t>
      </w:r>
    </w:p>
    <w:p w:rsidR="00895AD2" w:rsidRDefault="00895AD2" w:rsidP="00895AD2">
      <w:r>
        <w:t>148.0550</w:t>
      </w:r>
      <w:r>
        <w:tab/>
        <w:t>2.428e0</w:t>
      </w:r>
    </w:p>
    <w:p w:rsidR="00895AD2" w:rsidRDefault="00895AD2" w:rsidP="00895AD2">
      <w:r>
        <w:t>148.1163</w:t>
      </w:r>
      <w:r>
        <w:tab/>
        <w:t>2.025e0</w:t>
      </w:r>
    </w:p>
    <w:p w:rsidR="00895AD2" w:rsidRDefault="00895AD2" w:rsidP="00895AD2">
      <w:r>
        <w:t>148.4100</w:t>
      </w:r>
      <w:r>
        <w:tab/>
        <w:t>1.013e0</w:t>
      </w:r>
    </w:p>
    <w:p w:rsidR="00895AD2" w:rsidRDefault="00895AD2" w:rsidP="00895AD2">
      <w:r>
        <w:t>148.4397</w:t>
      </w:r>
      <w:r>
        <w:tab/>
        <w:t>1.013e0</w:t>
      </w:r>
    </w:p>
    <w:p w:rsidR="00895AD2" w:rsidRDefault="00895AD2" w:rsidP="00895AD2">
      <w:r>
        <w:lastRenderedPageBreak/>
        <w:t>148.4754</w:t>
      </w:r>
      <w:r>
        <w:tab/>
        <w:t>1.013e0</w:t>
      </w:r>
    </w:p>
    <w:p w:rsidR="00895AD2" w:rsidRDefault="00895AD2" w:rsidP="00895AD2">
      <w:r>
        <w:t>148.5237</w:t>
      </w:r>
      <w:r>
        <w:tab/>
        <w:t>1.013e0</w:t>
      </w:r>
    </w:p>
    <w:p w:rsidR="00895AD2" w:rsidRDefault="00895AD2" w:rsidP="00895AD2">
      <w:r>
        <w:t>148.5753</w:t>
      </w:r>
      <w:r>
        <w:tab/>
        <w:t>1.013e0</w:t>
      </w:r>
    </w:p>
    <w:p w:rsidR="00895AD2" w:rsidRDefault="00895AD2" w:rsidP="00895AD2">
      <w:r>
        <w:t>148.6858</w:t>
      </w:r>
      <w:r>
        <w:tab/>
        <w:t>1.013e0</w:t>
      </w:r>
    </w:p>
    <w:p w:rsidR="00895AD2" w:rsidRDefault="00895AD2" w:rsidP="00895AD2">
      <w:r>
        <w:t>148.8704</w:t>
      </w:r>
      <w:r>
        <w:tab/>
        <w:t>1.013e0</w:t>
      </w:r>
    </w:p>
    <w:p w:rsidR="00895AD2" w:rsidRDefault="00895AD2" w:rsidP="00895AD2">
      <w:r>
        <w:t>148.9258</w:t>
      </w:r>
      <w:r>
        <w:tab/>
        <w:t>1.013e0</w:t>
      </w:r>
    </w:p>
    <w:p w:rsidR="00895AD2" w:rsidRDefault="00895AD2" w:rsidP="00895AD2">
      <w:r>
        <w:t>149.0035</w:t>
      </w:r>
      <w:r>
        <w:tab/>
        <w:t>1.013e0</w:t>
      </w:r>
    </w:p>
    <w:p w:rsidR="00895AD2" w:rsidRDefault="00895AD2" w:rsidP="00895AD2">
      <w:r>
        <w:t>149.0214</w:t>
      </w:r>
      <w:r>
        <w:tab/>
        <w:t>4.051e0</w:t>
      </w:r>
    </w:p>
    <w:p w:rsidR="00895AD2" w:rsidRDefault="00895AD2" w:rsidP="00895AD2">
      <w:r>
        <w:t>149.1068</w:t>
      </w:r>
      <w:r>
        <w:tab/>
        <w:t>4.050e0</w:t>
      </w:r>
    </w:p>
    <w:p w:rsidR="00895AD2" w:rsidRDefault="00895AD2" w:rsidP="00895AD2">
      <w:r>
        <w:t>149.2336</w:t>
      </w:r>
      <w:r>
        <w:tab/>
        <w:t>1.013e0</w:t>
      </w:r>
    </w:p>
    <w:p w:rsidR="00895AD2" w:rsidRDefault="00895AD2" w:rsidP="00895AD2">
      <w:r>
        <w:t>149.2758</w:t>
      </w:r>
      <w:r>
        <w:tab/>
        <w:t>1.013e0</w:t>
      </w:r>
    </w:p>
    <w:p w:rsidR="00895AD2" w:rsidRDefault="00895AD2" w:rsidP="00895AD2">
      <w:r>
        <w:t>149.3114</w:t>
      </w:r>
      <w:r>
        <w:tab/>
        <w:t>1.013e0</w:t>
      </w:r>
    </w:p>
    <w:p w:rsidR="00895AD2" w:rsidRDefault="00895AD2" w:rsidP="00895AD2">
      <w:r>
        <w:t>149.4380</w:t>
      </w:r>
      <w:r>
        <w:tab/>
        <w:t>1.013e0</w:t>
      </w:r>
    </w:p>
    <w:p w:rsidR="00895AD2" w:rsidRDefault="00895AD2" w:rsidP="00895AD2">
      <w:r>
        <w:t>149.4836</w:t>
      </w:r>
      <w:r>
        <w:tab/>
        <w:t>2.025e0</w:t>
      </w:r>
    </w:p>
    <w:p w:rsidR="00895AD2" w:rsidRDefault="00895AD2" w:rsidP="00895AD2">
      <w:r>
        <w:t>149.5326</w:t>
      </w:r>
      <w:r>
        <w:tab/>
        <w:t>1.013e0</w:t>
      </w:r>
    </w:p>
    <w:p w:rsidR="00895AD2" w:rsidRDefault="00895AD2" w:rsidP="00895AD2">
      <w:r>
        <w:t>149.7895</w:t>
      </w:r>
      <w:r>
        <w:tab/>
        <w:t>1.013e0</w:t>
      </w:r>
    </w:p>
    <w:p w:rsidR="00895AD2" w:rsidRDefault="00895AD2" w:rsidP="00895AD2">
      <w:r>
        <w:t>150.0557</w:t>
      </w:r>
      <w:r>
        <w:tab/>
        <w:t>3.038e0</w:t>
      </w:r>
    </w:p>
    <w:p w:rsidR="00895AD2" w:rsidRDefault="00895AD2" w:rsidP="00895AD2">
      <w:r>
        <w:t>150.0889</w:t>
      </w:r>
      <w:r>
        <w:tab/>
        <w:t>2.025e0</w:t>
      </w:r>
    </w:p>
    <w:p w:rsidR="00895AD2" w:rsidRDefault="00895AD2" w:rsidP="00895AD2">
      <w:r>
        <w:t>150.1129</w:t>
      </w:r>
      <w:r>
        <w:tab/>
        <w:t>3.496e1</w:t>
      </w:r>
    </w:p>
    <w:p w:rsidR="00895AD2" w:rsidRDefault="00895AD2" w:rsidP="00895AD2">
      <w:r>
        <w:lastRenderedPageBreak/>
        <w:t>150.1668</w:t>
      </w:r>
      <w:r>
        <w:tab/>
        <w:t>2.025e0</w:t>
      </w:r>
    </w:p>
    <w:p w:rsidR="00895AD2" w:rsidRDefault="00895AD2" w:rsidP="00895AD2">
      <w:r>
        <w:t>150.3105</w:t>
      </w:r>
      <w:r>
        <w:tab/>
        <w:t>1.013e0</w:t>
      </w:r>
    </w:p>
    <w:p w:rsidR="00895AD2" w:rsidRDefault="00895AD2" w:rsidP="00895AD2">
      <w:r>
        <w:t>150.3236</w:t>
      </w:r>
      <w:r>
        <w:tab/>
        <w:t>1.013e0</w:t>
      </w:r>
    </w:p>
    <w:p w:rsidR="00895AD2" w:rsidRDefault="00895AD2" w:rsidP="00895AD2">
      <w:r>
        <w:t>150.3852</w:t>
      </w:r>
      <w:r>
        <w:tab/>
        <w:t>1.013e0</w:t>
      </w:r>
    </w:p>
    <w:p w:rsidR="00895AD2" w:rsidRDefault="00895AD2" w:rsidP="00895AD2">
      <w:r>
        <w:t>150.4276</w:t>
      </w:r>
      <w:r>
        <w:tab/>
        <w:t>1.013e0</w:t>
      </w:r>
    </w:p>
    <w:p w:rsidR="00895AD2" w:rsidRDefault="00895AD2" w:rsidP="00895AD2">
      <w:r>
        <w:t>150.4539</w:t>
      </w:r>
      <w:r>
        <w:tab/>
        <w:t>1.013e0</w:t>
      </w:r>
    </w:p>
    <w:p w:rsidR="00895AD2" w:rsidRDefault="00895AD2" w:rsidP="00895AD2">
      <w:r>
        <w:t>150.4994</w:t>
      </w:r>
      <w:r>
        <w:tab/>
        <w:t>1.013e0</w:t>
      </w:r>
    </w:p>
    <w:p w:rsidR="00895AD2" w:rsidRDefault="00895AD2" w:rsidP="00895AD2">
      <w:r>
        <w:t>150.5613</w:t>
      </w:r>
      <w:r>
        <w:tab/>
        <w:t>3.038e0</w:t>
      </w:r>
    </w:p>
    <w:p w:rsidR="00895AD2" w:rsidRDefault="00895AD2" w:rsidP="00895AD2">
      <w:r>
        <w:t>150.6170</w:t>
      </w:r>
      <w:r>
        <w:tab/>
        <w:t>1.013e0</w:t>
      </w:r>
    </w:p>
    <w:p w:rsidR="00895AD2" w:rsidRDefault="00895AD2" w:rsidP="00895AD2">
      <w:r>
        <w:t>150.6611</w:t>
      </w:r>
      <w:r>
        <w:tab/>
        <w:t>2.025e0</w:t>
      </w:r>
    </w:p>
    <w:p w:rsidR="00895AD2" w:rsidRDefault="00895AD2" w:rsidP="00895AD2">
      <w:r>
        <w:t>150.7084</w:t>
      </w:r>
      <w:r>
        <w:tab/>
        <w:t>1.013e0</w:t>
      </w:r>
    </w:p>
    <w:p w:rsidR="00895AD2" w:rsidRDefault="00895AD2" w:rsidP="00895AD2">
      <w:r>
        <w:t>150.7782</w:t>
      </w:r>
      <w:r>
        <w:tab/>
        <w:t>2.025e0</w:t>
      </w:r>
    </w:p>
    <w:p w:rsidR="00895AD2" w:rsidRDefault="00895AD2" w:rsidP="00895AD2">
      <w:r>
        <w:t>150.8189</w:t>
      </w:r>
      <w:r>
        <w:tab/>
        <w:t>1.013e0</w:t>
      </w:r>
    </w:p>
    <w:p w:rsidR="00895AD2" w:rsidRDefault="00895AD2" w:rsidP="00895AD2">
      <w:r>
        <w:t>150.9037</w:t>
      </w:r>
      <w:r>
        <w:tab/>
        <w:t>1.013e0</w:t>
      </w:r>
    </w:p>
    <w:p w:rsidR="00895AD2" w:rsidRDefault="00895AD2" w:rsidP="00895AD2">
      <w:r>
        <w:t>150.9461</w:t>
      </w:r>
      <w:r>
        <w:tab/>
        <w:t>1.013e0</w:t>
      </w:r>
    </w:p>
    <w:p w:rsidR="00895AD2" w:rsidRDefault="00895AD2" w:rsidP="00895AD2">
      <w:r>
        <w:t>150.9661</w:t>
      </w:r>
      <w:r>
        <w:tab/>
        <w:t>1.013e0</w:t>
      </w:r>
    </w:p>
    <w:p w:rsidR="00895AD2" w:rsidRDefault="00895AD2" w:rsidP="00895AD2">
      <w:r>
        <w:t>151.0153</w:t>
      </w:r>
      <w:r>
        <w:tab/>
        <w:t>1.013e0</w:t>
      </w:r>
    </w:p>
    <w:p w:rsidR="00895AD2" w:rsidRDefault="00895AD2" w:rsidP="00895AD2">
      <w:r>
        <w:t>151.0430</w:t>
      </w:r>
      <w:r>
        <w:tab/>
        <w:t>1.750e1</w:t>
      </w:r>
    </w:p>
    <w:p w:rsidR="00895AD2" w:rsidRDefault="00895AD2" w:rsidP="00895AD2">
      <w:r>
        <w:t>151.0922</w:t>
      </w:r>
      <w:r>
        <w:tab/>
        <w:t>2.347e0</w:t>
      </w:r>
    </w:p>
    <w:p w:rsidR="00895AD2" w:rsidRDefault="00895AD2" w:rsidP="00895AD2">
      <w:r>
        <w:lastRenderedPageBreak/>
        <w:t>151.1093</w:t>
      </w:r>
      <w:r>
        <w:tab/>
        <w:t>4.741e0</w:t>
      </w:r>
    </w:p>
    <w:p w:rsidR="00895AD2" w:rsidRDefault="00895AD2" w:rsidP="00895AD2">
      <w:r>
        <w:t>151.2073</w:t>
      </w:r>
      <w:r>
        <w:tab/>
        <w:t>1.013e0</w:t>
      </w:r>
    </w:p>
    <w:p w:rsidR="00895AD2" w:rsidRDefault="00895AD2" w:rsidP="00895AD2">
      <w:r>
        <w:t>151.2241</w:t>
      </w:r>
      <w:r>
        <w:tab/>
        <w:t>1.013e0</w:t>
      </w:r>
    </w:p>
    <w:p w:rsidR="00895AD2" w:rsidRDefault="00895AD2" w:rsidP="00895AD2">
      <w:r>
        <w:t>151.2665</w:t>
      </w:r>
      <w:r>
        <w:tab/>
        <w:t>1.013e0</w:t>
      </w:r>
    </w:p>
    <w:p w:rsidR="00895AD2" w:rsidRDefault="00895AD2" w:rsidP="00895AD2">
      <w:r>
        <w:t>151.3581</w:t>
      </w:r>
      <w:r>
        <w:tab/>
        <w:t>1.013e0</w:t>
      </w:r>
    </w:p>
    <w:p w:rsidR="00895AD2" w:rsidRDefault="00895AD2" w:rsidP="00895AD2">
      <w:r>
        <w:t>151.3939</w:t>
      </w:r>
      <w:r>
        <w:tab/>
        <w:t>1.013e0</w:t>
      </w:r>
    </w:p>
    <w:p w:rsidR="00895AD2" w:rsidRDefault="00895AD2" w:rsidP="00895AD2">
      <w:r>
        <w:t>151.4530</w:t>
      </w:r>
      <w:r>
        <w:tab/>
        <w:t>3.038e0</w:t>
      </w:r>
    </w:p>
    <w:p w:rsidR="00895AD2" w:rsidRDefault="00895AD2" w:rsidP="00895AD2">
      <w:r>
        <w:t>151.4955</w:t>
      </w:r>
      <w:r>
        <w:tab/>
        <w:t>1.013e0</w:t>
      </w:r>
    </w:p>
    <w:p w:rsidR="00895AD2" w:rsidRDefault="00895AD2" w:rsidP="00895AD2">
      <w:r>
        <w:t>151.5501</w:t>
      </w:r>
      <w:r>
        <w:tab/>
        <w:t>8.101e0</w:t>
      </w:r>
    </w:p>
    <w:p w:rsidR="00895AD2" w:rsidRDefault="00895AD2" w:rsidP="00895AD2">
      <w:r>
        <w:t>151.5704</w:t>
      </w:r>
      <w:r>
        <w:tab/>
        <w:t>1.013e0</w:t>
      </w:r>
    </w:p>
    <w:p w:rsidR="00895AD2" w:rsidRDefault="00895AD2" w:rsidP="00895AD2">
      <w:r>
        <w:t>151.6554</w:t>
      </w:r>
      <w:r>
        <w:tab/>
        <w:t>1.013e0</w:t>
      </w:r>
    </w:p>
    <w:p w:rsidR="00895AD2" w:rsidRDefault="00895AD2" w:rsidP="00895AD2">
      <w:r>
        <w:t>151.6721</w:t>
      </w:r>
      <w:r>
        <w:tab/>
        <w:t>1.013e0</w:t>
      </w:r>
    </w:p>
    <w:p w:rsidR="00895AD2" w:rsidRDefault="00895AD2" w:rsidP="00895AD2">
      <w:r>
        <w:t>151.7263</w:t>
      </w:r>
      <w:r>
        <w:tab/>
        <w:t>2.025e0</w:t>
      </w:r>
    </w:p>
    <w:p w:rsidR="00895AD2" w:rsidRDefault="00895AD2" w:rsidP="00895AD2">
      <w:r>
        <w:t>151.8231</w:t>
      </w:r>
      <w:r>
        <w:tab/>
        <w:t>1.013e0</w:t>
      </w:r>
    </w:p>
    <w:p w:rsidR="00895AD2" w:rsidRDefault="00895AD2" w:rsidP="00895AD2">
      <w:r>
        <w:t>151.8522</w:t>
      </w:r>
      <w:r>
        <w:tab/>
        <w:t>1.013e0</w:t>
      </w:r>
    </w:p>
    <w:p w:rsidR="00895AD2" w:rsidRDefault="00895AD2" w:rsidP="00895AD2">
      <w:r>
        <w:t>151.9114</w:t>
      </w:r>
      <w:r>
        <w:tab/>
        <w:t>1.013e0</w:t>
      </w:r>
    </w:p>
    <w:p w:rsidR="00895AD2" w:rsidRDefault="00895AD2" w:rsidP="00895AD2">
      <w:r>
        <w:t>152.0457</w:t>
      </w:r>
      <w:r>
        <w:tab/>
        <w:t>9.114e0</w:t>
      </w:r>
    </w:p>
    <w:p w:rsidR="00895AD2" w:rsidRDefault="00895AD2" w:rsidP="00895AD2">
      <w:r>
        <w:t>152.0619</w:t>
      </w:r>
      <w:r>
        <w:tab/>
        <w:t>7.085e0</w:t>
      </w:r>
    </w:p>
    <w:p w:rsidR="00895AD2" w:rsidRDefault="00895AD2" w:rsidP="00895AD2">
      <w:r>
        <w:t>152.1851</w:t>
      </w:r>
      <w:r>
        <w:tab/>
        <w:t>2.025e0</w:t>
      </w:r>
    </w:p>
    <w:p w:rsidR="00895AD2" w:rsidRDefault="00895AD2" w:rsidP="00895AD2">
      <w:r>
        <w:lastRenderedPageBreak/>
        <w:t>152.3244</w:t>
      </w:r>
      <w:r>
        <w:tab/>
        <w:t>1.013e0</w:t>
      </w:r>
    </w:p>
    <w:p w:rsidR="00895AD2" w:rsidRDefault="00895AD2" w:rsidP="00895AD2">
      <w:r>
        <w:t>152.3770</w:t>
      </w:r>
      <w:r>
        <w:tab/>
        <w:t>1.013e0</w:t>
      </w:r>
    </w:p>
    <w:p w:rsidR="00895AD2" w:rsidRDefault="00895AD2" w:rsidP="00895AD2">
      <w:r>
        <w:t>152.4353</w:t>
      </w:r>
      <w:r>
        <w:tab/>
        <w:t>1.013e0</w:t>
      </w:r>
    </w:p>
    <w:p w:rsidR="00895AD2" w:rsidRDefault="00895AD2" w:rsidP="00895AD2">
      <w:r>
        <w:t>152.4880</w:t>
      </w:r>
      <w:r>
        <w:tab/>
        <w:t>1.013e0</w:t>
      </w:r>
    </w:p>
    <w:p w:rsidR="00895AD2" w:rsidRDefault="00895AD2" w:rsidP="00895AD2">
      <w:r>
        <w:t>152.5462</w:t>
      </w:r>
      <w:r>
        <w:tab/>
        <w:t>4.051e0</w:t>
      </w:r>
    </w:p>
    <w:p w:rsidR="00895AD2" w:rsidRDefault="00895AD2" w:rsidP="00895AD2">
      <w:r>
        <w:t>152.7081</w:t>
      </w:r>
      <w:r>
        <w:tab/>
        <w:t>2.025e0</w:t>
      </w:r>
    </w:p>
    <w:p w:rsidR="00895AD2" w:rsidRDefault="00895AD2" w:rsidP="00895AD2">
      <w:r>
        <w:t>153.0104</w:t>
      </w:r>
      <w:r>
        <w:tab/>
        <w:t>1.013e0</w:t>
      </w:r>
    </w:p>
    <w:p w:rsidR="00895AD2" w:rsidRDefault="00895AD2" w:rsidP="00895AD2">
      <w:r>
        <w:t>153.0429</w:t>
      </w:r>
      <w:r>
        <w:tab/>
        <w:t>5.063e0</w:t>
      </w:r>
    </w:p>
    <w:p w:rsidR="00895AD2" w:rsidRDefault="00895AD2" w:rsidP="00895AD2">
      <w:r>
        <w:t>153.1225</w:t>
      </w:r>
      <w:r>
        <w:tab/>
        <w:t>3.025e0</w:t>
      </w:r>
    </w:p>
    <w:p w:rsidR="00895AD2" w:rsidRDefault="00895AD2" w:rsidP="00895AD2">
      <w:r>
        <w:t>153.1451</w:t>
      </w:r>
      <w:r>
        <w:tab/>
        <w:t>2.025e0</w:t>
      </w:r>
    </w:p>
    <w:p w:rsidR="00895AD2" w:rsidRDefault="00895AD2" w:rsidP="00895AD2">
      <w:r>
        <w:t>153.4153</w:t>
      </w:r>
      <w:r>
        <w:tab/>
        <w:t>1.013e0</w:t>
      </w:r>
    </w:p>
    <w:p w:rsidR="00895AD2" w:rsidRDefault="00895AD2" w:rsidP="00895AD2">
      <w:r>
        <w:t>153.4676</w:t>
      </w:r>
      <w:r>
        <w:tab/>
        <w:t>1.013e0</w:t>
      </w:r>
    </w:p>
    <w:p w:rsidR="00895AD2" w:rsidRDefault="00895AD2" w:rsidP="00895AD2">
      <w:r>
        <w:t>153.5896</w:t>
      </w:r>
      <w:r>
        <w:tab/>
        <w:t>2.025e0</w:t>
      </w:r>
    </w:p>
    <w:p w:rsidR="00895AD2" w:rsidRDefault="00895AD2" w:rsidP="00895AD2">
      <w:r>
        <w:t>153.6256</w:t>
      </w:r>
      <w:r>
        <w:tab/>
        <w:t>1.013e0</w:t>
      </w:r>
    </w:p>
    <w:p w:rsidR="00895AD2" w:rsidRDefault="00895AD2" w:rsidP="00895AD2">
      <w:r>
        <w:t>153.7413</w:t>
      </w:r>
      <w:r>
        <w:tab/>
        <w:t>1.013e0</w:t>
      </w:r>
    </w:p>
    <w:p w:rsidR="00895AD2" w:rsidRDefault="00895AD2" w:rsidP="00895AD2">
      <w:r>
        <w:t>153.8234</w:t>
      </w:r>
      <w:r>
        <w:tab/>
        <w:t>1.013e0</w:t>
      </w:r>
    </w:p>
    <w:p w:rsidR="00895AD2" w:rsidRDefault="00895AD2" w:rsidP="00895AD2">
      <w:r>
        <w:t>153.9026</w:t>
      </w:r>
      <w:r>
        <w:tab/>
        <w:t>2.025e0</w:t>
      </w:r>
    </w:p>
    <w:p w:rsidR="00895AD2" w:rsidRDefault="00895AD2" w:rsidP="00895AD2">
      <w:r>
        <w:t>153.9190</w:t>
      </w:r>
      <w:r>
        <w:tab/>
        <w:t>1.013e0</w:t>
      </w:r>
    </w:p>
    <w:p w:rsidR="00895AD2" w:rsidRDefault="00895AD2" w:rsidP="00895AD2">
      <w:r>
        <w:t>153.9752</w:t>
      </w:r>
      <w:r>
        <w:tab/>
        <w:t>1.013e0</w:t>
      </w:r>
    </w:p>
    <w:p w:rsidR="00895AD2" w:rsidRDefault="00895AD2" w:rsidP="00895AD2">
      <w:r>
        <w:lastRenderedPageBreak/>
        <w:t>154.0323</w:t>
      </w:r>
      <w:r>
        <w:tab/>
        <w:t>3.038e0</w:t>
      </w:r>
    </w:p>
    <w:p w:rsidR="00895AD2" w:rsidRDefault="00895AD2" w:rsidP="00895AD2">
      <w:r>
        <w:t>154.1931</w:t>
      </w:r>
      <w:r>
        <w:tab/>
        <w:t>1.013e0</w:t>
      </w:r>
    </w:p>
    <w:p w:rsidR="00895AD2" w:rsidRDefault="00895AD2" w:rsidP="00895AD2">
      <w:r>
        <w:t>154.3132</w:t>
      </w:r>
      <w:r>
        <w:tab/>
        <w:t>2.025e0</w:t>
      </w:r>
    </w:p>
    <w:p w:rsidR="00895AD2" w:rsidRDefault="00895AD2" w:rsidP="00895AD2">
      <w:r>
        <w:t>154.3386</w:t>
      </w:r>
      <w:r>
        <w:tab/>
        <w:t>1.013e0</w:t>
      </w:r>
    </w:p>
    <w:p w:rsidR="00895AD2" w:rsidRDefault="00895AD2" w:rsidP="00895AD2">
      <w:r>
        <w:t>154.4736</w:t>
      </w:r>
      <w:r>
        <w:tab/>
        <w:t>1.013e0</w:t>
      </w:r>
    </w:p>
    <w:p w:rsidR="00895AD2" w:rsidRDefault="00895AD2" w:rsidP="00895AD2">
      <w:r>
        <w:t>154.5492</w:t>
      </w:r>
      <w:r>
        <w:tab/>
        <w:t>1.013e0</w:t>
      </w:r>
    </w:p>
    <w:p w:rsidR="00895AD2" w:rsidRDefault="00895AD2" w:rsidP="00895AD2">
      <w:r>
        <w:t>154.6584</w:t>
      </w:r>
      <w:r>
        <w:tab/>
        <w:t>1.013e0</w:t>
      </w:r>
    </w:p>
    <w:p w:rsidR="00895AD2" w:rsidRDefault="00895AD2" w:rsidP="00895AD2">
      <w:r>
        <w:t>154.6752</w:t>
      </w:r>
      <w:r>
        <w:tab/>
        <w:t>1.013e0</w:t>
      </w:r>
    </w:p>
    <w:p w:rsidR="00895AD2" w:rsidRDefault="00895AD2" w:rsidP="00895AD2">
      <w:r>
        <w:t>154.9231</w:t>
      </w:r>
      <w:r>
        <w:tab/>
        <w:t>1.013e0</w:t>
      </w:r>
    </w:p>
    <w:p w:rsidR="00895AD2" w:rsidRDefault="00895AD2" w:rsidP="00895AD2">
      <w:r>
        <w:t>155.0869</w:t>
      </w:r>
      <w:r>
        <w:tab/>
        <w:t>3.038e0</w:t>
      </w:r>
    </w:p>
    <w:p w:rsidR="00895AD2" w:rsidRDefault="00895AD2" w:rsidP="00895AD2">
      <w:r>
        <w:t>155.1173</w:t>
      </w:r>
      <w:r>
        <w:tab/>
        <w:t>3.038e0</w:t>
      </w:r>
    </w:p>
    <w:p w:rsidR="00895AD2" w:rsidRDefault="00895AD2" w:rsidP="00895AD2">
      <w:r>
        <w:t>155.1384</w:t>
      </w:r>
      <w:r>
        <w:tab/>
        <w:t>2.025e0</w:t>
      </w:r>
    </w:p>
    <w:p w:rsidR="00895AD2" w:rsidRDefault="00895AD2" w:rsidP="00895AD2">
      <w:r>
        <w:t>155.1779</w:t>
      </w:r>
      <w:r>
        <w:tab/>
        <w:t>1.013e0</w:t>
      </w:r>
    </w:p>
    <w:p w:rsidR="00895AD2" w:rsidRDefault="00895AD2" w:rsidP="00895AD2">
      <w:r>
        <w:t>155.3536</w:t>
      </w:r>
      <w:r>
        <w:tab/>
        <w:t>1.013e0</w:t>
      </w:r>
    </w:p>
    <w:p w:rsidR="00895AD2" w:rsidRDefault="00895AD2" w:rsidP="00895AD2">
      <w:r>
        <w:t>155.5457</w:t>
      </w:r>
      <w:r>
        <w:tab/>
        <w:t>1.013e0</w:t>
      </w:r>
    </w:p>
    <w:p w:rsidR="00895AD2" w:rsidRDefault="00895AD2" w:rsidP="00895AD2">
      <w:r>
        <w:t>155.6682</w:t>
      </w:r>
      <w:r>
        <w:tab/>
        <w:t>1.013e0</w:t>
      </w:r>
    </w:p>
    <w:p w:rsidR="00895AD2" w:rsidRDefault="00895AD2" w:rsidP="00895AD2">
      <w:r>
        <w:t>155.7016</w:t>
      </w:r>
      <w:r>
        <w:tab/>
        <w:t>1.013e0</w:t>
      </w:r>
    </w:p>
    <w:p w:rsidR="00895AD2" w:rsidRDefault="00895AD2" w:rsidP="00895AD2">
      <w:r>
        <w:t>155.8318</w:t>
      </w:r>
      <w:r>
        <w:tab/>
        <w:t>2.025e0</w:t>
      </w:r>
    </w:p>
    <w:p w:rsidR="00895AD2" w:rsidRDefault="00895AD2" w:rsidP="00895AD2">
      <w:r>
        <w:t>155.9535</w:t>
      </w:r>
      <w:r>
        <w:tab/>
        <w:t>1.013e0</w:t>
      </w:r>
    </w:p>
    <w:p w:rsidR="00895AD2" w:rsidRDefault="00895AD2" w:rsidP="00895AD2">
      <w:r>
        <w:lastRenderedPageBreak/>
        <w:t>155.9931</w:t>
      </w:r>
      <w:r>
        <w:tab/>
        <w:t>1.013e0</w:t>
      </w:r>
    </w:p>
    <w:p w:rsidR="00895AD2" w:rsidRDefault="00895AD2" w:rsidP="00895AD2">
      <w:r>
        <w:t>156.0270</w:t>
      </w:r>
      <w:r>
        <w:tab/>
        <w:t>1.013e0</w:t>
      </w:r>
    </w:p>
    <w:p w:rsidR="00895AD2" w:rsidRDefault="00895AD2" w:rsidP="00895AD2">
      <w:r>
        <w:t>156.0780</w:t>
      </w:r>
      <w:r>
        <w:tab/>
        <w:t>8.576e0</w:t>
      </w:r>
    </w:p>
    <w:p w:rsidR="00895AD2" w:rsidRDefault="00895AD2" w:rsidP="00895AD2">
      <w:r>
        <w:t>156.1190</w:t>
      </w:r>
      <w:r>
        <w:tab/>
        <w:t>4.051e0</w:t>
      </w:r>
    </w:p>
    <w:p w:rsidR="00895AD2" w:rsidRDefault="00895AD2" w:rsidP="00895AD2">
      <w:r>
        <w:t>156.2056</w:t>
      </w:r>
      <w:r>
        <w:tab/>
        <w:t>1.013e0</w:t>
      </w:r>
    </w:p>
    <w:p w:rsidR="00895AD2" w:rsidRDefault="00895AD2" w:rsidP="00895AD2">
      <w:r>
        <w:t>156.4318</w:t>
      </w:r>
      <w:r>
        <w:tab/>
        <w:t>1.013e0</w:t>
      </w:r>
    </w:p>
    <w:p w:rsidR="00895AD2" w:rsidRDefault="00895AD2" w:rsidP="00895AD2">
      <w:r>
        <w:t>156.4617</w:t>
      </w:r>
      <w:r>
        <w:tab/>
        <w:t>1.013e0</w:t>
      </w:r>
    </w:p>
    <w:p w:rsidR="00895AD2" w:rsidRDefault="00895AD2" w:rsidP="00895AD2">
      <w:r>
        <w:t>156.5483</w:t>
      </w:r>
      <w:r>
        <w:tab/>
        <w:t>1.013e0</w:t>
      </w:r>
    </w:p>
    <w:p w:rsidR="00895AD2" w:rsidRDefault="00895AD2" w:rsidP="00895AD2">
      <w:r>
        <w:t>156.6049</w:t>
      </w:r>
      <w:r>
        <w:tab/>
        <w:t>1.013e0</w:t>
      </w:r>
    </w:p>
    <w:p w:rsidR="00895AD2" w:rsidRDefault="00895AD2" w:rsidP="00895AD2">
      <w:r>
        <w:t>156.9535</w:t>
      </w:r>
      <w:r>
        <w:tab/>
        <w:t>2.025e0</w:t>
      </w:r>
    </w:p>
    <w:p w:rsidR="00895AD2" w:rsidRDefault="00895AD2" w:rsidP="00895AD2">
      <w:r>
        <w:t>157.0360</w:t>
      </w:r>
      <w:r>
        <w:tab/>
        <w:t>3.947e1</w:t>
      </w:r>
    </w:p>
    <w:p w:rsidR="00895AD2" w:rsidRDefault="00895AD2" w:rsidP="00895AD2">
      <w:r>
        <w:t>157.0946</w:t>
      </w:r>
      <w:r>
        <w:tab/>
        <w:t>7.581e0</w:t>
      </w:r>
    </w:p>
    <w:p w:rsidR="00895AD2" w:rsidRDefault="00895AD2" w:rsidP="00895AD2">
      <w:r>
        <w:t>157.1406</w:t>
      </w:r>
      <w:r>
        <w:tab/>
        <w:t>1.013e0</w:t>
      </w:r>
    </w:p>
    <w:p w:rsidR="00895AD2" w:rsidRDefault="00895AD2" w:rsidP="00895AD2">
      <w:r>
        <w:t>157.1610</w:t>
      </w:r>
      <w:r>
        <w:tab/>
        <w:t>1.013e0</w:t>
      </w:r>
    </w:p>
    <w:p w:rsidR="00895AD2" w:rsidRDefault="00895AD2" w:rsidP="00895AD2">
      <w:r>
        <w:t>157.2207</w:t>
      </w:r>
      <w:r>
        <w:tab/>
        <w:t>1.013e0</w:t>
      </w:r>
    </w:p>
    <w:p w:rsidR="00895AD2" w:rsidRDefault="00895AD2" w:rsidP="00895AD2">
      <w:r>
        <w:t>157.4520</w:t>
      </w:r>
      <w:r>
        <w:tab/>
        <w:t>2.025e0</w:t>
      </w:r>
    </w:p>
    <w:p w:rsidR="00895AD2" w:rsidRDefault="00895AD2" w:rsidP="00895AD2">
      <w:r>
        <w:t>157.4740</w:t>
      </w:r>
      <w:r>
        <w:tab/>
        <w:t>1.013e0</w:t>
      </w:r>
    </w:p>
    <w:p w:rsidR="00895AD2" w:rsidRDefault="00895AD2" w:rsidP="00895AD2">
      <w:r>
        <w:t>157.5358</w:t>
      </w:r>
      <w:r>
        <w:tab/>
        <w:t>2.025e0</w:t>
      </w:r>
    </w:p>
    <w:p w:rsidR="00895AD2" w:rsidRDefault="00895AD2" w:rsidP="00895AD2">
      <w:r>
        <w:t>157.6271</w:t>
      </w:r>
      <w:r>
        <w:tab/>
        <w:t>1.013e0</w:t>
      </w:r>
    </w:p>
    <w:p w:rsidR="00895AD2" w:rsidRDefault="00895AD2" w:rsidP="00895AD2">
      <w:r>
        <w:lastRenderedPageBreak/>
        <w:t>157.6707</w:t>
      </w:r>
      <w:r>
        <w:tab/>
        <w:t>1.013e0</w:t>
      </w:r>
    </w:p>
    <w:p w:rsidR="00895AD2" w:rsidRDefault="00895AD2" w:rsidP="00895AD2">
      <w:r>
        <w:t>157.6975</w:t>
      </w:r>
      <w:r>
        <w:tab/>
        <w:t>1.013e0</w:t>
      </w:r>
    </w:p>
    <w:p w:rsidR="00895AD2" w:rsidRDefault="00895AD2" w:rsidP="00895AD2">
      <w:r>
        <w:t>157.7662</w:t>
      </w:r>
      <w:r>
        <w:tab/>
        <w:t>2.025e0</w:t>
      </w:r>
    </w:p>
    <w:p w:rsidR="00895AD2" w:rsidRDefault="00895AD2" w:rsidP="00895AD2">
      <w:r>
        <w:t>157.8378</w:t>
      </w:r>
      <w:r>
        <w:tab/>
        <w:t>2.025e0</w:t>
      </w:r>
    </w:p>
    <w:p w:rsidR="00895AD2" w:rsidRDefault="00895AD2" w:rsidP="00895AD2">
      <w:r>
        <w:t>157.8677</w:t>
      </w:r>
      <w:r>
        <w:tab/>
        <w:t>1.013e0</w:t>
      </w:r>
    </w:p>
    <w:p w:rsidR="00895AD2" w:rsidRDefault="00895AD2" w:rsidP="00895AD2">
      <w:r>
        <w:t>157.9109</w:t>
      </w:r>
      <w:r>
        <w:tab/>
        <w:t>1.013e0</w:t>
      </w:r>
    </w:p>
    <w:p w:rsidR="00895AD2" w:rsidRDefault="00895AD2" w:rsidP="00895AD2">
      <w:r>
        <w:t>158.0449</w:t>
      </w:r>
      <w:r>
        <w:tab/>
        <w:t>1.013e0</w:t>
      </w:r>
    </w:p>
    <w:p w:rsidR="00895AD2" w:rsidRDefault="00895AD2" w:rsidP="00895AD2">
      <w:r>
        <w:t>158.0586</w:t>
      </w:r>
      <w:r>
        <w:tab/>
        <w:t>1.013e0</w:t>
      </w:r>
    </w:p>
    <w:p w:rsidR="00895AD2" w:rsidRDefault="00895AD2" w:rsidP="00895AD2">
      <w:r>
        <w:t>158.0949</w:t>
      </w:r>
      <w:r>
        <w:tab/>
        <w:t>3.038e0</w:t>
      </w:r>
    </w:p>
    <w:p w:rsidR="00895AD2" w:rsidRDefault="00895AD2" w:rsidP="00895AD2">
      <w:r>
        <w:t>158.2187</w:t>
      </w:r>
      <w:r>
        <w:tab/>
        <w:t>1.013e0</w:t>
      </w:r>
    </w:p>
    <w:p w:rsidR="00895AD2" w:rsidRDefault="00895AD2" w:rsidP="00895AD2">
      <w:r>
        <w:t>158.3461</w:t>
      </w:r>
      <w:r>
        <w:tab/>
        <w:t>1.013e0</w:t>
      </w:r>
    </w:p>
    <w:p w:rsidR="00895AD2" w:rsidRDefault="00895AD2" w:rsidP="00895AD2">
      <w:r>
        <w:t>158.4256</w:t>
      </w:r>
      <w:r>
        <w:tab/>
        <w:t>1.013e0</w:t>
      </w:r>
    </w:p>
    <w:p w:rsidR="00895AD2" w:rsidRDefault="00895AD2" w:rsidP="00895AD2">
      <w:r>
        <w:t>158.7736</w:t>
      </w:r>
      <w:r>
        <w:tab/>
        <w:t>1.013e0</w:t>
      </w:r>
    </w:p>
    <w:p w:rsidR="00895AD2" w:rsidRDefault="00895AD2" w:rsidP="00895AD2">
      <w:r>
        <w:t>158.9682</w:t>
      </w:r>
      <w:r>
        <w:tab/>
        <w:t>1.013e0</w:t>
      </w:r>
    </w:p>
    <w:p w:rsidR="00895AD2" w:rsidRDefault="00895AD2" w:rsidP="00895AD2">
      <w:r>
        <w:t>159.0342</w:t>
      </w:r>
      <w:r>
        <w:tab/>
        <w:t>4.051e0</w:t>
      </w:r>
    </w:p>
    <w:p w:rsidR="00895AD2" w:rsidRDefault="00895AD2" w:rsidP="00895AD2">
      <w:r>
        <w:t>159.0821</w:t>
      </w:r>
      <w:r>
        <w:tab/>
        <w:t>1.013e0</w:t>
      </w:r>
    </w:p>
    <w:p w:rsidR="00895AD2" w:rsidRDefault="00895AD2" w:rsidP="00895AD2">
      <w:r>
        <w:t>159.1120</w:t>
      </w:r>
      <w:r>
        <w:tab/>
        <w:t>3.779e0</w:t>
      </w:r>
    </w:p>
    <w:p w:rsidR="00895AD2" w:rsidRDefault="00895AD2" w:rsidP="00895AD2">
      <w:r>
        <w:t>159.2598</w:t>
      </w:r>
      <w:r>
        <w:tab/>
        <w:t>1.013e0</w:t>
      </w:r>
    </w:p>
    <w:p w:rsidR="00895AD2" w:rsidRDefault="00895AD2" w:rsidP="00895AD2">
      <w:r>
        <w:t>159.4375</w:t>
      </w:r>
      <w:r>
        <w:tab/>
        <w:t>1.013e0</w:t>
      </w:r>
    </w:p>
    <w:p w:rsidR="00895AD2" w:rsidRDefault="00895AD2" w:rsidP="00895AD2">
      <w:r>
        <w:lastRenderedPageBreak/>
        <w:t>159.5253</w:t>
      </w:r>
      <w:r>
        <w:tab/>
        <w:t>1.013e0</w:t>
      </w:r>
    </w:p>
    <w:p w:rsidR="00895AD2" w:rsidRDefault="00895AD2" w:rsidP="00895AD2">
      <w:r>
        <w:t>159.6324</w:t>
      </w:r>
      <w:r>
        <w:tab/>
        <w:t>1.013e0</w:t>
      </w:r>
    </w:p>
    <w:p w:rsidR="00895AD2" w:rsidRDefault="00895AD2" w:rsidP="00895AD2">
      <w:r>
        <w:t>159.6625</w:t>
      </w:r>
      <w:r>
        <w:tab/>
        <w:t>1.013e0</w:t>
      </w:r>
    </w:p>
    <w:p w:rsidR="00895AD2" w:rsidRDefault="00895AD2" w:rsidP="00895AD2">
      <w:r>
        <w:t>159.7499</w:t>
      </w:r>
      <w:r>
        <w:tab/>
        <w:t>2.025e0</w:t>
      </w:r>
    </w:p>
    <w:p w:rsidR="00895AD2" w:rsidRDefault="00895AD2" w:rsidP="00895AD2">
      <w:r>
        <w:t>159.7739</w:t>
      </w:r>
      <w:r>
        <w:tab/>
        <w:t>1.013e0</w:t>
      </w:r>
    </w:p>
    <w:p w:rsidR="00895AD2" w:rsidRDefault="00895AD2" w:rsidP="00895AD2">
      <w:r>
        <w:t>159.8138</w:t>
      </w:r>
      <w:r>
        <w:tab/>
        <w:t>1.013e0</w:t>
      </w:r>
    </w:p>
    <w:p w:rsidR="00895AD2" w:rsidRDefault="00895AD2" w:rsidP="00895AD2">
      <w:r>
        <w:t>159.8326</w:t>
      </w:r>
      <w:r>
        <w:tab/>
        <w:t>2.025e0</w:t>
      </w:r>
    </w:p>
    <w:p w:rsidR="00895AD2" w:rsidRDefault="00895AD2" w:rsidP="00895AD2">
      <w:r>
        <w:t>160.0523</w:t>
      </w:r>
      <w:r>
        <w:tab/>
        <w:t>1.013e0</w:t>
      </w:r>
    </w:p>
    <w:p w:rsidR="00895AD2" w:rsidRDefault="00895AD2" w:rsidP="00895AD2">
      <w:r>
        <w:t>160.0965</w:t>
      </w:r>
      <w:r>
        <w:tab/>
        <w:t>6.978e0</w:t>
      </w:r>
    </w:p>
    <w:p w:rsidR="00895AD2" w:rsidRDefault="00895AD2" w:rsidP="00895AD2">
      <w:r>
        <w:t>160.2810</w:t>
      </w:r>
      <w:r>
        <w:tab/>
        <w:t>1.013e0</w:t>
      </w:r>
    </w:p>
    <w:p w:rsidR="00895AD2" w:rsidRDefault="00895AD2" w:rsidP="00895AD2">
      <w:r>
        <w:t>160.3012</w:t>
      </w:r>
      <w:r>
        <w:tab/>
        <w:t>1.013e0</w:t>
      </w:r>
    </w:p>
    <w:p w:rsidR="00895AD2" w:rsidRDefault="00895AD2" w:rsidP="00895AD2">
      <w:r>
        <w:t>160.3402</w:t>
      </w:r>
      <w:r>
        <w:tab/>
        <w:t>2.025e0</w:t>
      </w:r>
    </w:p>
    <w:p w:rsidR="00895AD2" w:rsidRDefault="00895AD2" w:rsidP="00895AD2">
      <w:r>
        <w:t>160.4393</w:t>
      </w:r>
      <w:r>
        <w:tab/>
        <w:t>1.013e0</w:t>
      </w:r>
    </w:p>
    <w:p w:rsidR="00895AD2" w:rsidRDefault="00895AD2" w:rsidP="00895AD2">
      <w:r>
        <w:t>160.5346</w:t>
      </w:r>
      <w:r>
        <w:tab/>
        <w:t>2.025e0</w:t>
      </w:r>
    </w:p>
    <w:p w:rsidR="00895AD2" w:rsidRDefault="00895AD2" w:rsidP="00895AD2">
      <w:r>
        <w:t>160.6748</w:t>
      </w:r>
      <w:r>
        <w:tab/>
        <w:t>1.013e0</w:t>
      </w:r>
    </w:p>
    <w:p w:rsidR="00895AD2" w:rsidRDefault="00895AD2" w:rsidP="00895AD2">
      <w:r>
        <w:t>160.8028</w:t>
      </w:r>
      <w:r>
        <w:tab/>
        <w:t>2.025e0</w:t>
      </w:r>
    </w:p>
    <w:p w:rsidR="00895AD2" w:rsidRDefault="00895AD2" w:rsidP="00895AD2">
      <w:r>
        <w:t>160.8534</w:t>
      </w:r>
      <w:r>
        <w:tab/>
        <w:t>1.013e0</w:t>
      </w:r>
    </w:p>
    <w:p w:rsidR="00895AD2" w:rsidRDefault="00895AD2" w:rsidP="00895AD2">
      <w:r>
        <w:t>160.8668</w:t>
      </w:r>
      <w:r>
        <w:tab/>
        <w:t>1.013e0</w:t>
      </w:r>
    </w:p>
    <w:p w:rsidR="00895AD2" w:rsidRDefault="00895AD2" w:rsidP="00895AD2">
      <w:r>
        <w:t>160.8943</w:t>
      </w:r>
      <w:r>
        <w:tab/>
        <w:t>2.025e0</w:t>
      </w:r>
    </w:p>
    <w:p w:rsidR="00895AD2" w:rsidRDefault="00895AD2" w:rsidP="00895AD2">
      <w:r>
        <w:lastRenderedPageBreak/>
        <w:t>160.9531</w:t>
      </w:r>
      <w:r>
        <w:tab/>
        <w:t>2.025e0</w:t>
      </w:r>
    </w:p>
    <w:p w:rsidR="00895AD2" w:rsidRDefault="00895AD2" w:rsidP="00895AD2">
      <w:r>
        <w:t>161.0121</w:t>
      </w:r>
      <w:r>
        <w:tab/>
        <w:t>1.013e0</w:t>
      </w:r>
    </w:p>
    <w:p w:rsidR="00895AD2" w:rsidRDefault="00895AD2" w:rsidP="00895AD2">
      <w:r>
        <w:t>161.0488</w:t>
      </w:r>
      <w:r>
        <w:tab/>
        <w:t>1.013e0</w:t>
      </w:r>
    </w:p>
    <w:p w:rsidR="00895AD2" w:rsidRDefault="00895AD2" w:rsidP="00895AD2">
      <w:r>
        <w:t>161.1022</w:t>
      </w:r>
      <w:r>
        <w:tab/>
        <w:t>2.025e0</w:t>
      </w:r>
    </w:p>
    <w:p w:rsidR="00895AD2" w:rsidRDefault="00895AD2" w:rsidP="00895AD2">
      <w:r>
        <w:t>161.1334</w:t>
      </w:r>
      <w:r>
        <w:tab/>
        <w:t>1.013e0</w:t>
      </w:r>
    </w:p>
    <w:p w:rsidR="00895AD2" w:rsidRDefault="00895AD2" w:rsidP="00895AD2">
      <w:r>
        <w:t>161.1691</w:t>
      </w:r>
      <w:r>
        <w:tab/>
        <w:t>2.025e0</w:t>
      </w:r>
    </w:p>
    <w:p w:rsidR="00895AD2" w:rsidRDefault="00895AD2" w:rsidP="00895AD2">
      <w:r>
        <w:t>161.2180</w:t>
      </w:r>
      <w:r>
        <w:tab/>
        <w:t>1.013e0</w:t>
      </w:r>
    </w:p>
    <w:p w:rsidR="00895AD2" w:rsidRDefault="00895AD2" w:rsidP="00895AD2">
      <w:r>
        <w:t>161.3863</w:t>
      </w:r>
      <w:r>
        <w:tab/>
        <w:t>1.013e0</w:t>
      </w:r>
    </w:p>
    <w:p w:rsidR="00895AD2" w:rsidRDefault="00895AD2" w:rsidP="00895AD2">
      <w:r>
        <w:t>161.4172</w:t>
      </w:r>
      <w:r>
        <w:tab/>
        <w:t>1.013e0</w:t>
      </w:r>
    </w:p>
    <w:p w:rsidR="00895AD2" w:rsidRDefault="00895AD2" w:rsidP="00895AD2">
      <w:r>
        <w:t>161.4470</w:t>
      </w:r>
      <w:r>
        <w:tab/>
        <w:t>1.013e0</w:t>
      </w:r>
    </w:p>
    <w:p w:rsidR="00895AD2" w:rsidRDefault="00895AD2" w:rsidP="00895AD2">
      <w:r>
        <w:t>161.4779</w:t>
      </w:r>
      <w:r>
        <w:tab/>
        <w:t>1.013e0</w:t>
      </w:r>
    </w:p>
    <w:p w:rsidR="00895AD2" w:rsidRDefault="00895AD2" w:rsidP="00895AD2">
      <w:r>
        <w:t>161.5215</w:t>
      </w:r>
      <w:r>
        <w:tab/>
        <w:t>1.013e0</w:t>
      </w:r>
    </w:p>
    <w:p w:rsidR="00895AD2" w:rsidRDefault="00895AD2" w:rsidP="00895AD2">
      <w:r>
        <w:t>161.5543</w:t>
      </w:r>
      <w:r>
        <w:tab/>
        <w:t>1.715e1</w:t>
      </w:r>
    </w:p>
    <w:p w:rsidR="00895AD2" w:rsidRDefault="00895AD2" w:rsidP="00895AD2">
      <w:r>
        <w:t>161.6131</w:t>
      </w:r>
      <w:r>
        <w:tab/>
        <w:t>2.025e0</w:t>
      </w:r>
    </w:p>
    <w:p w:rsidR="00895AD2" w:rsidRDefault="00895AD2" w:rsidP="00895AD2">
      <w:r>
        <w:t>161.6315</w:t>
      </w:r>
      <w:r>
        <w:tab/>
        <w:t>2.025e0</w:t>
      </w:r>
    </w:p>
    <w:p w:rsidR="00895AD2" w:rsidRDefault="00895AD2" w:rsidP="00895AD2">
      <w:r>
        <w:t>161.7023</w:t>
      </w:r>
      <w:r>
        <w:tab/>
        <w:t>2.025e0</w:t>
      </w:r>
    </w:p>
    <w:p w:rsidR="00895AD2" w:rsidRDefault="00895AD2" w:rsidP="00895AD2">
      <w:r>
        <w:t>161.7233</w:t>
      </w:r>
      <w:r>
        <w:tab/>
        <w:t>1.254e0</w:t>
      </w:r>
    </w:p>
    <w:p w:rsidR="00895AD2" w:rsidRDefault="00895AD2" w:rsidP="00895AD2">
      <w:r>
        <w:t>161.7502</w:t>
      </w:r>
      <w:r>
        <w:tab/>
        <w:t>3.038e0</w:t>
      </w:r>
    </w:p>
    <w:p w:rsidR="00895AD2" w:rsidRDefault="00895AD2" w:rsidP="00895AD2">
      <w:r>
        <w:t>161.8392</w:t>
      </w:r>
      <w:r>
        <w:tab/>
        <w:t>3.038e0</w:t>
      </w:r>
    </w:p>
    <w:p w:rsidR="00895AD2" w:rsidRDefault="00895AD2" w:rsidP="00895AD2">
      <w:r>
        <w:lastRenderedPageBreak/>
        <w:t>161.8646</w:t>
      </w:r>
      <w:r>
        <w:tab/>
        <w:t>2.025e0</w:t>
      </w:r>
    </w:p>
    <w:p w:rsidR="00895AD2" w:rsidRDefault="00895AD2" w:rsidP="00895AD2">
      <w:r>
        <w:t>161.9016</w:t>
      </w:r>
      <w:r>
        <w:tab/>
        <w:t>4.051e0</w:t>
      </w:r>
    </w:p>
    <w:p w:rsidR="00895AD2" w:rsidRDefault="00895AD2" w:rsidP="00895AD2">
      <w:r>
        <w:t>161.9391</w:t>
      </w:r>
      <w:r>
        <w:tab/>
        <w:t>3.038e0</w:t>
      </w:r>
    </w:p>
    <w:p w:rsidR="00895AD2" w:rsidRDefault="00895AD2" w:rsidP="00895AD2">
      <w:r>
        <w:t>161.9940</w:t>
      </w:r>
      <w:r>
        <w:tab/>
        <w:t>5.063e0</w:t>
      </w:r>
    </w:p>
    <w:p w:rsidR="00895AD2" w:rsidRDefault="00895AD2" w:rsidP="00895AD2">
      <w:r>
        <w:t>162.0738</w:t>
      </w:r>
      <w:r>
        <w:tab/>
        <w:t>7.576e2</w:t>
      </w:r>
    </w:p>
    <w:p w:rsidR="00895AD2" w:rsidRDefault="00895AD2" w:rsidP="00895AD2">
      <w:r>
        <w:t>162.1541</w:t>
      </w:r>
      <w:r>
        <w:tab/>
        <w:t>4.051e0</w:t>
      </w:r>
    </w:p>
    <w:p w:rsidR="00895AD2" w:rsidRDefault="00895AD2" w:rsidP="00895AD2">
      <w:r>
        <w:t>162.1742</w:t>
      </w:r>
      <w:r>
        <w:tab/>
        <w:t>5.063e0</w:t>
      </w:r>
    </w:p>
    <w:p w:rsidR="00895AD2" w:rsidRDefault="00895AD2" w:rsidP="00895AD2">
      <w:r>
        <w:t>162.1957</w:t>
      </w:r>
      <w:r>
        <w:tab/>
        <w:t>7.089e0</w:t>
      </w:r>
    </w:p>
    <w:p w:rsidR="00895AD2" w:rsidRDefault="00895AD2" w:rsidP="00895AD2">
      <w:r>
        <w:t>162.2204</w:t>
      </w:r>
      <w:r>
        <w:tab/>
        <w:t>1.420e1</w:t>
      </w:r>
    </w:p>
    <w:p w:rsidR="00895AD2" w:rsidRDefault="00895AD2" w:rsidP="00895AD2">
      <w:r>
        <w:t>162.2580</w:t>
      </w:r>
      <w:r>
        <w:tab/>
        <w:t>1.061e1</w:t>
      </w:r>
    </w:p>
    <w:p w:rsidR="00895AD2" w:rsidRDefault="00895AD2" w:rsidP="00895AD2">
      <w:r>
        <w:t>162.2965</w:t>
      </w:r>
      <w:r>
        <w:tab/>
        <w:t>1.013e0</w:t>
      </w:r>
    </w:p>
    <w:p w:rsidR="00895AD2" w:rsidRDefault="00895AD2" w:rsidP="00895AD2">
      <w:r>
        <w:t>162.3382</w:t>
      </w:r>
      <w:r>
        <w:tab/>
        <w:t>5.647e0</w:t>
      </w:r>
    </w:p>
    <w:p w:rsidR="00895AD2" w:rsidRDefault="00895AD2" w:rsidP="00895AD2">
      <w:r>
        <w:t>162.3764</w:t>
      </w:r>
      <w:r>
        <w:tab/>
        <w:t>3.907e0</w:t>
      </w:r>
    </w:p>
    <w:p w:rsidR="00895AD2" w:rsidRDefault="00895AD2" w:rsidP="00895AD2">
      <w:r>
        <w:t>162.4175</w:t>
      </w:r>
      <w:r>
        <w:tab/>
        <w:t>4.051e0</w:t>
      </w:r>
    </w:p>
    <w:p w:rsidR="00895AD2" w:rsidRDefault="00895AD2" w:rsidP="00895AD2">
      <w:r>
        <w:t>162.4568</w:t>
      </w:r>
      <w:r>
        <w:tab/>
        <w:t>2.753e0</w:t>
      </w:r>
    </w:p>
    <w:p w:rsidR="00895AD2" w:rsidRDefault="00895AD2" w:rsidP="00895AD2">
      <w:r>
        <w:t>162.4813</w:t>
      </w:r>
      <w:r>
        <w:tab/>
        <w:t>4.368e0</w:t>
      </w:r>
    </w:p>
    <w:p w:rsidR="00895AD2" w:rsidRDefault="00895AD2" w:rsidP="00895AD2">
      <w:r>
        <w:t>162.5161</w:t>
      </w:r>
      <w:r>
        <w:tab/>
        <w:t>3.038e0</w:t>
      </w:r>
    </w:p>
    <w:p w:rsidR="00895AD2" w:rsidRDefault="00895AD2" w:rsidP="00895AD2">
      <w:r>
        <w:t>162.5690</w:t>
      </w:r>
      <w:r>
        <w:tab/>
        <w:t>7.670e0</w:t>
      </w:r>
    </w:p>
    <w:p w:rsidR="00895AD2" w:rsidRDefault="00895AD2" w:rsidP="00895AD2">
      <w:r>
        <w:t>162.6127</w:t>
      </w:r>
      <w:r>
        <w:tab/>
        <w:t>2.025e0</w:t>
      </w:r>
    </w:p>
    <w:p w:rsidR="00895AD2" w:rsidRDefault="00895AD2" w:rsidP="00895AD2">
      <w:r>
        <w:lastRenderedPageBreak/>
        <w:t>162.6358</w:t>
      </w:r>
      <w:r>
        <w:tab/>
        <w:t>4.127e0</w:t>
      </w:r>
    </w:p>
    <w:p w:rsidR="00895AD2" w:rsidRDefault="00895AD2" w:rsidP="00895AD2">
      <w:r>
        <w:t>162.6624</w:t>
      </w:r>
      <w:r>
        <w:tab/>
        <w:t>3.038e0</w:t>
      </w:r>
    </w:p>
    <w:p w:rsidR="00895AD2" w:rsidRDefault="00895AD2" w:rsidP="00895AD2">
      <w:r>
        <w:t>162.6782</w:t>
      </w:r>
      <w:r>
        <w:tab/>
        <w:t>2.278e0</w:t>
      </w:r>
    </w:p>
    <w:p w:rsidR="00895AD2" w:rsidRDefault="00895AD2" w:rsidP="00895AD2">
      <w:r>
        <w:t>162.7063</w:t>
      </w:r>
      <w:r>
        <w:tab/>
        <w:t>1.013e0</w:t>
      </w:r>
    </w:p>
    <w:p w:rsidR="00895AD2" w:rsidRDefault="00895AD2" w:rsidP="00895AD2">
      <w:r>
        <w:t>162.7261</w:t>
      </w:r>
      <w:r>
        <w:tab/>
        <w:t>1.013e0</w:t>
      </w:r>
    </w:p>
    <w:p w:rsidR="00895AD2" w:rsidRDefault="00895AD2" w:rsidP="00895AD2">
      <w:r>
        <w:t>162.7500</w:t>
      </w:r>
      <w:r>
        <w:tab/>
        <w:t>3.038e0</w:t>
      </w:r>
    </w:p>
    <w:p w:rsidR="00895AD2" w:rsidRDefault="00895AD2" w:rsidP="00895AD2">
      <w:r>
        <w:t>162.7876</w:t>
      </w:r>
      <w:r>
        <w:tab/>
        <w:t>1.013e0</w:t>
      </w:r>
    </w:p>
    <w:p w:rsidR="00895AD2" w:rsidRDefault="00895AD2" w:rsidP="00895AD2">
      <w:r>
        <w:t>162.8005</w:t>
      </w:r>
      <w:r>
        <w:tab/>
        <w:t>1.013e0</w:t>
      </w:r>
    </w:p>
    <w:p w:rsidR="00895AD2" w:rsidRDefault="00895AD2" w:rsidP="00895AD2">
      <w:r>
        <w:t>162.8212</w:t>
      </w:r>
      <w:r>
        <w:tab/>
        <w:t>1.013e0</w:t>
      </w:r>
    </w:p>
    <w:p w:rsidR="00895AD2" w:rsidRDefault="00895AD2" w:rsidP="00895AD2">
      <w:r>
        <w:t>162.8555</w:t>
      </w:r>
      <w:r>
        <w:tab/>
        <w:t>1.013e0</w:t>
      </w:r>
    </w:p>
    <w:p w:rsidR="00895AD2" w:rsidRDefault="00895AD2" w:rsidP="00895AD2">
      <w:r>
        <w:t>162.8684</w:t>
      </w:r>
      <w:r>
        <w:tab/>
        <w:t>1.013e0</w:t>
      </w:r>
    </w:p>
    <w:p w:rsidR="00895AD2" w:rsidRDefault="00895AD2" w:rsidP="00895AD2">
      <w:r>
        <w:t>162.8890</w:t>
      </w:r>
      <w:r>
        <w:tab/>
        <w:t>1.013e0</w:t>
      </w:r>
    </w:p>
    <w:p w:rsidR="00895AD2" w:rsidRDefault="00895AD2" w:rsidP="00895AD2">
      <w:r>
        <w:t>162.9175</w:t>
      </w:r>
      <w:r>
        <w:tab/>
        <w:t>3.038e0</w:t>
      </w:r>
    </w:p>
    <w:p w:rsidR="00895AD2" w:rsidRDefault="00895AD2" w:rsidP="00895AD2">
      <w:r>
        <w:t>162.9364</w:t>
      </w:r>
      <w:r>
        <w:tab/>
        <w:t>1.013e0</w:t>
      </w:r>
    </w:p>
    <w:p w:rsidR="00895AD2" w:rsidRDefault="00895AD2" w:rsidP="00895AD2">
      <w:r>
        <w:t>162.9705</w:t>
      </w:r>
      <w:r>
        <w:tab/>
        <w:t>2.025e0</w:t>
      </w:r>
    </w:p>
    <w:p w:rsidR="00895AD2" w:rsidRDefault="00895AD2" w:rsidP="00895AD2">
      <w:r>
        <w:t>163.0011</w:t>
      </w:r>
      <w:r>
        <w:tab/>
        <w:t>1.013e0</w:t>
      </w:r>
    </w:p>
    <w:p w:rsidR="00895AD2" w:rsidRDefault="00895AD2" w:rsidP="00895AD2">
      <w:r>
        <w:t>163.0488</w:t>
      </w:r>
      <w:r>
        <w:tab/>
        <w:t>3.265e0</w:t>
      </w:r>
    </w:p>
    <w:p w:rsidR="00895AD2" w:rsidRDefault="00895AD2" w:rsidP="00895AD2">
      <w:r>
        <w:t>163.0800</w:t>
      </w:r>
      <w:r>
        <w:tab/>
        <w:t>7.240e1</w:t>
      </w:r>
    </w:p>
    <w:p w:rsidR="00895AD2" w:rsidRDefault="00895AD2" w:rsidP="00895AD2">
      <w:r>
        <w:t>163.1326</w:t>
      </w:r>
      <w:r>
        <w:tab/>
        <w:t>1.073e1</w:t>
      </w:r>
    </w:p>
    <w:p w:rsidR="00895AD2" w:rsidRDefault="00895AD2" w:rsidP="00895AD2">
      <w:r>
        <w:lastRenderedPageBreak/>
        <w:t>163.1567</w:t>
      </w:r>
      <w:r>
        <w:tab/>
        <w:t>1.013e0</w:t>
      </w:r>
    </w:p>
    <w:p w:rsidR="00895AD2" w:rsidRDefault="00895AD2" w:rsidP="00895AD2">
      <w:r>
        <w:t>163.1947</w:t>
      </w:r>
      <w:r>
        <w:tab/>
        <w:t>1.013e0</w:t>
      </w:r>
    </w:p>
    <w:p w:rsidR="00895AD2" w:rsidRDefault="00895AD2" w:rsidP="00895AD2">
      <w:r>
        <w:t>163.2419</w:t>
      </w:r>
      <w:r>
        <w:tab/>
        <w:t>1.013e0</w:t>
      </w:r>
    </w:p>
    <w:p w:rsidR="00895AD2" w:rsidRDefault="00895AD2" w:rsidP="00895AD2">
      <w:r>
        <w:t>163.2765</w:t>
      </w:r>
      <w:r>
        <w:tab/>
        <w:t>1.013e0</w:t>
      </w:r>
    </w:p>
    <w:p w:rsidR="00895AD2" w:rsidRDefault="00895AD2" w:rsidP="00895AD2">
      <w:r>
        <w:t>163.3009</w:t>
      </w:r>
      <w:r>
        <w:tab/>
        <w:t>3.038e0</w:t>
      </w:r>
    </w:p>
    <w:p w:rsidR="00895AD2" w:rsidRDefault="00895AD2" w:rsidP="00895AD2">
      <w:r>
        <w:t>163.3705</w:t>
      </w:r>
      <w:r>
        <w:tab/>
        <w:t>7.089e0</w:t>
      </w:r>
    </w:p>
    <w:p w:rsidR="00895AD2" w:rsidRDefault="00895AD2" w:rsidP="00895AD2">
      <w:r>
        <w:t>163.4086</w:t>
      </w:r>
      <w:r>
        <w:tab/>
        <w:t>1.013e0</w:t>
      </w:r>
    </w:p>
    <w:p w:rsidR="00895AD2" w:rsidRDefault="00895AD2" w:rsidP="00895AD2">
      <w:r>
        <w:t>163.4420</w:t>
      </w:r>
      <w:r>
        <w:tab/>
        <w:t>1.013e0</w:t>
      </w:r>
    </w:p>
    <w:p w:rsidR="00895AD2" w:rsidRDefault="00895AD2" w:rsidP="00895AD2">
      <w:r>
        <w:t>163.4971</w:t>
      </w:r>
      <w:r>
        <w:tab/>
        <w:t>2.025e0</w:t>
      </w:r>
    </w:p>
    <w:p w:rsidR="00895AD2" w:rsidRDefault="00895AD2" w:rsidP="00895AD2">
      <w:r>
        <w:t>163.5323</w:t>
      </w:r>
      <w:r>
        <w:tab/>
        <w:t>2.516e0</w:t>
      </w:r>
    </w:p>
    <w:p w:rsidR="00895AD2" w:rsidRDefault="00895AD2" w:rsidP="00895AD2">
      <w:r>
        <w:t>163.5497</w:t>
      </w:r>
      <w:r>
        <w:tab/>
        <w:t>4.051e0</w:t>
      </w:r>
    </w:p>
    <w:p w:rsidR="00895AD2" w:rsidRDefault="00895AD2" w:rsidP="00895AD2">
      <w:r>
        <w:t>163.5796</w:t>
      </w:r>
      <w:r>
        <w:tab/>
        <w:t>2.025e0</w:t>
      </w:r>
    </w:p>
    <w:p w:rsidR="00895AD2" w:rsidRDefault="00895AD2" w:rsidP="00895AD2">
      <w:r>
        <w:t>163.6055</w:t>
      </w:r>
      <w:r>
        <w:tab/>
        <w:t>1.013e0</w:t>
      </w:r>
    </w:p>
    <w:p w:rsidR="00895AD2" w:rsidRDefault="00895AD2" w:rsidP="00895AD2">
      <w:r>
        <w:t>163.6575</w:t>
      </w:r>
      <w:r>
        <w:tab/>
        <w:t>2.025e0</w:t>
      </w:r>
    </w:p>
    <w:p w:rsidR="00895AD2" w:rsidRDefault="00895AD2" w:rsidP="00895AD2">
      <w:r>
        <w:t>163.6803</w:t>
      </w:r>
      <w:r>
        <w:tab/>
        <w:t>1.013e0</w:t>
      </w:r>
    </w:p>
    <w:p w:rsidR="00895AD2" w:rsidRDefault="00895AD2" w:rsidP="00895AD2">
      <w:r>
        <w:t>163.7244</w:t>
      </w:r>
      <w:r>
        <w:tab/>
        <w:t>1.013e0</w:t>
      </w:r>
    </w:p>
    <w:p w:rsidR="00895AD2" w:rsidRDefault="00895AD2" w:rsidP="00895AD2">
      <w:r>
        <w:t>163.7608</w:t>
      </w:r>
      <w:r>
        <w:tab/>
        <w:t>4.051e0</w:t>
      </w:r>
    </w:p>
    <w:p w:rsidR="00895AD2" w:rsidRDefault="00895AD2" w:rsidP="00895AD2">
      <w:r>
        <w:t>163.9014</w:t>
      </w:r>
      <w:r>
        <w:tab/>
        <w:t>2.025e0</w:t>
      </w:r>
    </w:p>
    <w:p w:rsidR="00895AD2" w:rsidRDefault="00895AD2" w:rsidP="00895AD2">
      <w:r>
        <w:t>163.9256</w:t>
      </w:r>
      <w:r>
        <w:tab/>
        <w:t>1.013e0</w:t>
      </w:r>
    </w:p>
    <w:p w:rsidR="00895AD2" w:rsidRDefault="00895AD2" w:rsidP="00895AD2">
      <w:r>
        <w:lastRenderedPageBreak/>
        <w:t>163.9728</w:t>
      </w:r>
      <w:r>
        <w:tab/>
        <w:t>1.013e0</w:t>
      </w:r>
    </w:p>
    <w:p w:rsidR="00895AD2" w:rsidRDefault="00895AD2" w:rsidP="00895AD2">
      <w:r>
        <w:t>164.0040</w:t>
      </w:r>
      <w:r>
        <w:tab/>
        <w:t>1.013e0</w:t>
      </w:r>
    </w:p>
    <w:p w:rsidR="00895AD2" w:rsidRDefault="00895AD2" w:rsidP="00895AD2">
      <w:r>
        <w:t>164.0269</w:t>
      </w:r>
      <w:r>
        <w:tab/>
        <w:t>1.013e0</w:t>
      </w:r>
    </w:p>
    <w:p w:rsidR="00895AD2" w:rsidRDefault="00895AD2" w:rsidP="00895AD2">
      <w:r>
        <w:t>164.0837</w:t>
      </w:r>
      <w:r>
        <w:tab/>
        <w:t>1.114e1</w:t>
      </w:r>
    </w:p>
    <w:p w:rsidR="00895AD2" w:rsidRDefault="00895AD2" w:rsidP="00895AD2">
      <w:r>
        <w:t>164.1033</w:t>
      </w:r>
      <w:r>
        <w:tab/>
        <w:t>3.038e0</w:t>
      </w:r>
    </w:p>
    <w:p w:rsidR="00895AD2" w:rsidRDefault="00895AD2" w:rsidP="00895AD2">
      <w:r>
        <w:t>164.1329</w:t>
      </w:r>
      <w:r>
        <w:tab/>
        <w:t>1.013e0</w:t>
      </w:r>
    </w:p>
    <w:p w:rsidR="00895AD2" w:rsidRDefault="00895AD2" w:rsidP="00895AD2">
      <w:r>
        <w:t>164.1538</w:t>
      </w:r>
      <w:r>
        <w:tab/>
        <w:t>1.013e0</w:t>
      </w:r>
    </w:p>
    <w:p w:rsidR="00895AD2" w:rsidRDefault="00895AD2" w:rsidP="00895AD2">
      <w:r>
        <w:t>164.2460</w:t>
      </w:r>
      <w:r>
        <w:tab/>
        <w:t>4.051e0</w:t>
      </w:r>
    </w:p>
    <w:p w:rsidR="00895AD2" w:rsidRDefault="00895AD2" w:rsidP="00895AD2">
      <w:r>
        <w:t>164.2811</w:t>
      </w:r>
      <w:r>
        <w:tab/>
        <w:t>2.025e0</w:t>
      </w:r>
    </w:p>
    <w:p w:rsidR="00895AD2" w:rsidRDefault="00895AD2" w:rsidP="00895AD2">
      <w:r>
        <w:t>164.3135</w:t>
      </w:r>
      <w:r>
        <w:tab/>
        <w:t>1.013e0</w:t>
      </w:r>
    </w:p>
    <w:p w:rsidR="00895AD2" w:rsidRDefault="00895AD2" w:rsidP="00895AD2">
      <w:r>
        <w:t>164.3474</w:t>
      </w:r>
      <w:r>
        <w:tab/>
        <w:t>1.013e0</w:t>
      </w:r>
    </w:p>
    <w:p w:rsidR="00895AD2" w:rsidRDefault="00895AD2" w:rsidP="00895AD2">
      <w:r>
        <w:t>164.4361</w:t>
      </w:r>
      <w:r>
        <w:tab/>
        <w:t>1.013e0</w:t>
      </w:r>
    </w:p>
    <w:p w:rsidR="00895AD2" w:rsidRDefault="00895AD2" w:rsidP="00895AD2">
      <w:r>
        <w:t>164.4634</w:t>
      </w:r>
      <w:r>
        <w:tab/>
        <w:t>1.013e0</w:t>
      </w:r>
    </w:p>
    <w:p w:rsidR="00895AD2" w:rsidRDefault="00895AD2" w:rsidP="00895AD2">
      <w:r>
        <w:t>164.5076</w:t>
      </w:r>
      <w:r>
        <w:tab/>
        <w:t>1.013e0</w:t>
      </w:r>
    </w:p>
    <w:p w:rsidR="00895AD2" w:rsidRDefault="00895AD2" w:rsidP="00895AD2">
      <w:r>
        <w:t>164.5466</w:t>
      </w:r>
      <w:r>
        <w:tab/>
        <w:t>2.025e0</w:t>
      </w:r>
    </w:p>
    <w:p w:rsidR="00895AD2" w:rsidRDefault="00895AD2" w:rsidP="00895AD2">
      <w:r>
        <w:t>164.6105</w:t>
      </w:r>
      <w:r>
        <w:tab/>
        <w:t>2.025e0</w:t>
      </w:r>
    </w:p>
    <w:p w:rsidR="00895AD2" w:rsidRDefault="00895AD2" w:rsidP="00895AD2">
      <w:r>
        <w:t>164.6299</w:t>
      </w:r>
      <w:r>
        <w:tab/>
        <w:t>1.013e0</w:t>
      </w:r>
    </w:p>
    <w:p w:rsidR="00895AD2" w:rsidRDefault="00895AD2" w:rsidP="00895AD2">
      <w:r>
        <w:t>164.7049</w:t>
      </w:r>
      <w:r>
        <w:tab/>
        <w:t>1.013e0</w:t>
      </w:r>
    </w:p>
    <w:p w:rsidR="00895AD2" w:rsidRDefault="00895AD2" w:rsidP="00895AD2">
      <w:r>
        <w:t>164.7395</w:t>
      </w:r>
      <w:r>
        <w:tab/>
        <w:t>1.013e0</w:t>
      </w:r>
    </w:p>
    <w:p w:rsidR="00895AD2" w:rsidRDefault="00895AD2" w:rsidP="00895AD2">
      <w:r>
        <w:lastRenderedPageBreak/>
        <w:t>164.7768</w:t>
      </w:r>
      <w:r>
        <w:tab/>
        <w:t>1.013e0</w:t>
      </w:r>
    </w:p>
    <w:p w:rsidR="00895AD2" w:rsidRDefault="00895AD2" w:rsidP="00895AD2">
      <w:r>
        <w:t>164.8025</w:t>
      </w:r>
      <w:r>
        <w:tab/>
        <w:t>2.025e0</w:t>
      </w:r>
    </w:p>
    <w:p w:rsidR="00895AD2" w:rsidRDefault="00895AD2" w:rsidP="00895AD2">
      <w:r>
        <w:t>164.8775</w:t>
      </w:r>
      <w:r>
        <w:tab/>
        <w:t>2.025e0</w:t>
      </w:r>
    </w:p>
    <w:p w:rsidR="00895AD2" w:rsidRDefault="00895AD2" w:rsidP="00895AD2">
      <w:r>
        <w:t>164.9035</w:t>
      </w:r>
      <w:r>
        <w:tab/>
        <w:t>1.013e0</w:t>
      </w:r>
    </w:p>
    <w:p w:rsidR="00895AD2" w:rsidRDefault="00895AD2" w:rsidP="00895AD2">
      <w:r>
        <w:t>164.9991</w:t>
      </w:r>
      <w:r>
        <w:tab/>
        <w:t>1.013e0</w:t>
      </w:r>
    </w:p>
    <w:p w:rsidR="00895AD2" w:rsidRDefault="00895AD2" w:rsidP="00895AD2">
      <w:r>
        <w:t>165.0259</w:t>
      </w:r>
      <w:r>
        <w:tab/>
        <w:t>1.013e0</w:t>
      </w:r>
    </w:p>
    <w:p w:rsidR="00895AD2" w:rsidRDefault="00895AD2" w:rsidP="00895AD2">
      <w:r>
        <w:t>165.0605</w:t>
      </w:r>
      <w:r>
        <w:tab/>
        <w:t>1.013e0</w:t>
      </w:r>
    </w:p>
    <w:p w:rsidR="00895AD2" w:rsidRDefault="00895AD2" w:rsidP="00895AD2">
      <w:r>
        <w:t>165.0787</w:t>
      </w:r>
      <w:r>
        <w:tab/>
        <w:t>3.038e0</w:t>
      </w:r>
    </w:p>
    <w:p w:rsidR="00895AD2" w:rsidRDefault="00895AD2" w:rsidP="00895AD2">
      <w:r>
        <w:t>165.1252</w:t>
      </w:r>
      <w:r>
        <w:tab/>
        <w:t>3.038e0</w:t>
      </w:r>
    </w:p>
    <w:p w:rsidR="00895AD2" w:rsidRDefault="00895AD2" w:rsidP="00895AD2">
      <w:r>
        <w:t>165.1865</w:t>
      </w:r>
      <w:r>
        <w:tab/>
        <w:t>1.013e0</w:t>
      </w:r>
    </w:p>
    <w:p w:rsidR="00895AD2" w:rsidRDefault="00895AD2" w:rsidP="00895AD2">
      <w:r>
        <w:t>165.2314</w:t>
      </w:r>
      <w:r>
        <w:tab/>
        <w:t>1.013e0</w:t>
      </w:r>
    </w:p>
    <w:p w:rsidR="00895AD2" w:rsidRDefault="00895AD2" w:rsidP="00895AD2">
      <w:r>
        <w:t>165.3436</w:t>
      </w:r>
      <w:r>
        <w:tab/>
        <w:t>1.013e0</w:t>
      </w:r>
    </w:p>
    <w:p w:rsidR="00895AD2" w:rsidRDefault="00895AD2" w:rsidP="00895AD2">
      <w:r>
        <w:t>165.4117</w:t>
      </w:r>
      <w:r>
        <w:tab/>
        <w:t>2.025e0</w:t>
      </w:r>
    </w:p>
    <w:p w:rsidR="00895AD2" w:rsidRDefault="00895AD2" w:rsidP="00895AD2">
      <w:r>
        <w:t>165.4499</w:t>
      </w:r>
      <w:r>
        <w:tab/>
        <w:t>1.013e0</w:t>
      </w:r>
    </w:p>
    <w:p w:rsidR="00895AD2" w:rsidRDefault="00895AD2" w:rsidP="00895AD2">
      <w:r>
        <w:t>165.5112</w:t>
      </w:r>
      <w:r>
        <w:tab/>
        <w:t>1.013e0</w:t>
      </w:r>
    </w:p>
    <w:p w:rsidR="00895AD2" w:rsidRDefault="00895AD2" w:rsidP="00895AD2">
      <w:r>
        <w:t>165.6581</w:t>
      </w:r>
      <w:r>
        <w:tab/>
        <w:t>1.013e0</w:t>
      </w:r>
    </w:p>
    <w:p w:rsidR="00895AD2" w:rsidRDefault="00895AD2" w:rsidP="00895AD2">
      <w:r>
        <w:t>165.6910</w:t>
      </w:r>
      <w:r>
        <w:tab/>
        <w:t>2.025e0</w:t>
      </w:r>
    </w:p>
    <w:p w:rsidR="00895AD2" w:rsidRDefault="00895AD2" w:rsidP="00895AD2">
      <w:r>
        <w:t>165.7367</w:t>
      </w:r>
      <w:r>
        <w:tab/>
        <w:t>1.013e0</w:t>
      </w:r>
    </w:p>
    <w:p w:rsidR="00895AD2" w:rsidRDefault="00895AD2" w:rsidP="00895AD2">
      <w:r>
        <w:t>165.7645</w:t>
      </w:r>
      <w:r>
        <w:tab/>
        <w:t>1.013e0</w:t>
      </w:r>
    </w:p>
    <w:p w:rsidR="00895AD2" w:rsidRDefault="00895AD2" w:rsidP="00895AD2">
      <w:r>
        <w:lastRenderedPageBreak/>
        <w:t>165.9392</w:t>
      </w:r>
      <w:r>
        <w:tab/>
        <w:t>1.013e0</w:t>
      </w:r>
    </w:p>
    <w:p w:rsidR="00895AD2" w:rsidRDefault="00895AD2" w:rsidP="00895AD2">
      <w:r>
        <w:t>165.9596</w:t>
      </w:r>
      <w:r>
        <w:tab/>
        <w:t>1.013e0</w:t>
      </w:r>
    </w:p>
    <w:p w:rsidR="00895AD2" w:rsidRDefault="00895AD2" w:rsidP="00895AD2">
      <w:r>
        <w:t>166.0848</w:t>
      </w:r>
      <w:r>
        <w:tab/>
        <w:t>4.413e0</w:t>
      </w:r>
    </w:p>
    <w:p w:rsidR="00895AD2" w:rsidRDefault="00895AD2" w:rsidP="00895AD2">
      <w:r>
        <w:t>166.1371</w:t>
      </w:r>
      <w:r>
        <w:tab/>
        <w:t>1.013e0</w:t>
      </w:r>
    </w:p>
    <w:p w:rsidR="00895AD2" w:rsidRDefault="00895AD2" w:rsidP="00895AD2">
      <w:r>
        <w:t>166.1684</w:t>
      </w:r>
      <w:r>
        <w:tab/>
        <w:t>1.013e0</w:t>
      </w:r>
    </w:p>
    <w:p w:rsidR="00895AD2" w:rsidRDefault="00895AD2" w:rsidP="00895AD2">
      <w:r>
        <w:t>166.2402</w:t>
      </w:r>
      <w:r>
        <w:tab/>
        <w:t>1.013e0</w:t>
      </w:r>
    </w:p>
    <w:p w:rsidR="00895AD2" w:rsidRDefault="00895AD2" w:rsidP="00895AD2">
      <w:r>
        <w:t>166.2983</w:t>
      </w:r>
      <w:r>
        <w:tab/>
        <w:t>1.013e0</w:t>
      </w:r>
    </w:p>
    <w:p w:rsidR="00895AD2" w:rsidRDefault="00895AD2" w:rsidP="00895AD2">
      <w:r>
        <w:t>166.3608</w:t>
      </w:r>
      <w:r>
        <w:tab/>
        <w:t>1.013e0</w:t>
      </w:r>
    </w:p>
    <w:p w:rsidR="00895AD2" w:rsidRDefault="00895AD2" w:rsidP="00895AD2">
      <w:r>
        <w:t>166.3978</w:t>
      </w:r>
      <w:r>
        <w:tab/>
        <w:t>1.013e0</w:t>
      </w:r>
    </w:p>
    <w:p w:rsidR="00895AD2" w:rsidRDefault="00895AD2" w:rsidP="00895AD2">
      <w:r>
        <w:t>166.4687</w:t>
      </w:r>
      <w:r>
        <w:tab/>
        <w:t>3.038e0</w:t>
      </w:r>
    </w:p>
    <w:p w:rsidR="00895AD2" w:rsidRDefault="00895AD2" w:rsidP="00895AD2">
      <w:r>
        <w:t>166.5453</w:t>
      </w:r>
      <w:r>
        <w:tab/>
        <w:t>1.013e0</w:t>
      </w:r>
    </w:p>
    <w:p w:rsidR="00895AD2" w:rsidRDefault="00895AD2" w:rsidP="00895AD2">
      <w:r>
        <w:t>166.5623</w:t>
      </w:r>
      <w:r>
        <w:tab/>
        <w:t>1.013e0</w:t>
      </w:r>
    </w:p>
    <w:p w:rsidR="00895AD2" w:rsidRDefault="00895AD2" w:rsidP="00895AD2">
      <w:r>
        <w:t>166.6655</w:t>
      </w:r>
      <w:r>
        <w:tab/>
        <w:t>1.013e0</w:t>
      </w:r>
    </w:p>
    <w:p w:rsidR="00895AD2" w:rsidRDefault="00895AD2" w:rsidP="00895AD2">
      <w:r>
        <w:t>166.8851</w:t>
      </w:r>
      <w:r>
        <w:tab/>
        <w:t>1.013e0</w:t>
      </w:r>
    </w:p>
    <w:p w:rsidR="00895AD2" w:rsidRDefault="00895AD2" w:rsidP="00895AD2">
      <w:r>
        <w:t>166.9543</w:t>
      </w:r>
      <w:r>
        <w:tab/>
        <w:t>1.013e0</w:t>
      </w:r>
    </w:p>
    <w:p w:rsidR="00895AD2" w:rsidRDefault="00895AD2" w:rsidP="00895AD2">
      <w:r>
        <w:t>167.0088</w:t>
      </w:r>
      <w:r>
        <w:tab/>
        <w:t>1.013e0</w:t>
      </w:r>
    </w:p>
    <w:p w:rsidR="00895AD2" w:rsidRDefault="00895AD2" w:rsidP="00895AD2">
      <w:r>
        <w:t>167.0502</w:t>
      </w:r>
      <w:r>
        <w:tab/>
        <w:t>2.025e0</w:t>
      </w:r>
    </w:p>
    <w:p w:rsidR="00895AD2" w:rsidRDefault="00895AD2" w:rsidP="00895AD2">
      <w:r>
        <w:t>167.0706</w:t>
      </w:r>
      <w:r>
        <w:tab/>
        <w:t>4.051e0</w:t>
      </w:r>
    </w:p>
    <w:p w:rsidR="00895AD2" w:rsidRDefault="00895AD2" w:rsidP="00895AD2">
      <w:r>
        <w:t>167.0981</w:t>
      </w:r>
      <w:r>
        <w:tab/>
        <w:t>1.013e0</w:t>
      </w:r>
    </w:p>
    <w:p w:rsidR="00895AD2" w:rsidRDefault="00895AD2" w:rsidP="00895AD2">
      <w:r>
        <w:lastRenderedPageBreak/>
        <w:t>167.1260</w:t>
      </w:r>
      <w:r>
        <w:tab/>
        <w:t>1.013e0</w:t>
      </w:r>
    </w:p>
    <w:p w:rsidR="00895AD2" w:rsidRDefault="00895AD2" w:rsidP="00895AD2">
      <w:r>
        <w:t>167.1461</w:t>
      </w:r>
      <w:r>
        <w:tab/>
        <w:t>1.013e0</w:t>
      </w:r>
    </w:p>
    <w:p w:rsidR="00895AD2" w:rsidRDefault="00895AD2" w:rsidP="00895AD2">
      <w:r>
        <w:t>167.3048</w:t>
      </w:r>
      <w:r>
        <w:tab/>
        <w:t>1.013e0</w:t>
      </w:r>
    </w:p>
    <w:p w:rsidR="00895AD2" w:rsidRDefault="00895AD2" w:rsidP="00895AD2">
      <w:r>
        <w:t>167.3627</w:t>
      </w:r>
      <w:r>
        <w:tab/>
        <w:t>1.013e0</w:t>
      </w:r>
    </w:p>
    <w:p w:rsidR="00895AD2" w:rsidRDefault="00895AD2" w:rsidP="00895AD2">
      <w:r>
        <w:t>167.6380</w:t>
      </w:r>
      <w:r>
        <w:tab/>
        <w:t>1.013e0</w:t>
      </w:r>
    </w:p>
    <w:p w:rsidR="00895AD2" w:rsidRDefault="00895AD2" w:rsidP="00895AD2">
      <w:r>
        <w:t>167.6626</w:t>
      </w:r>
      <w:r>
        <w:tab/>
        <w:t>2.025e0</w:t>
      </w:r>
    </w:p>
    <w:p w:rsidR="00895AD2" w:rsidRDefault="00895AD2" w:rsidP="00895AD2">
      <w:r>
        <w:t>167.7485</w:t>
      </w:r>
      <w:r>
        <w:tab/>
        <w:t>1.013e0</w:t>
      </w:r>
    </w:p>
    <w:p w:rsidR="00895AD2" w:rsidRDefault="00895AD2" w:rsidP="00895AD2">
      <w:r>
        <w:t>167.8204</w:t>
      </w:r>
      <w:r>
        <w:tab/>
        <w:t>1.013e0</w:t>
      </w:r>
    </w:p>
    <w:p w:rsidR="00895AD2" w:rsidRDefault="00895AD2" w:rsidP="00895AD2">
      <w:r>
        <w:t>167.8891</w:t>
      </w:r>
      <w:r>
        <w:tab/>
        <w:t>1.013e0</w:t>
      </w:r>
    </w:p>
    <w:p w:rsidR="00895AD2" w:rsidRDefault="00895AD2" w:rsidP="00895AD2">
      <w:r>
        <w:t>167.9135</w:t>
      </w:r>
      <w:r>
        <w:tab/>
        <w:t>1.013e0</w:t>
      </w:r>
    </w:p>
    <w:p w:rsidR="00895AD2" w:rsidRDefault="00895AD2" w:rsidP="00895AD2">
      <w:r>
        <w:t>168.0732</w:t>
      </w:r>
      <w:r>
        <w:tab/>
        <w:t>3.038e0</w:t>
      </w:r>
    </w:p>
    <w:p w:rsidR="00895AD2" w:rsidRDefault="00895AD2" w:rsidP="00895AD2">
      <w:r>
        <w:t>168.1003</w:t>
      </w:r>
      <w:r>
        <w:tab/>
        <w:t>3.633e0</w:t>
      </w:r>
    </w:p>
    <w:p w:rsidR="00895AD2" w:rsidRDefault="00895AD2" w:rsidP="00895AD2">
      <w:r>
        <w:t>168.1472</w:t>
      </w:r>
      <w:r>
        <w:tab/>
        <w:t>1.013e0</w:t>
      </w:r>
    </w:p>
    <w:p w:rsidR="00895AD2" w:rsidRDefault="00895AD2" w:rsidP="00895AD2">
      <w:r>
        <w:t>168.1647</w:t>
      </w:r>
      <w:r>
        <w:tab/>
        <w:t>1.013e0</w:t>
      </w:r>
    </w:p>
    <w:p w:rsidR="00895AD2" w:rsidRDefault="00895AD2" w:rsidP="00895AD2">
      <w:r>
        <w:t>168.1891</w:t>
      </w:r>
      <w:r>
        <w:tab/>
        <w:t>1.013e0</w:t>
      </w:r>
    </w:p>
    <w:p w:rsidR="00895AD2" w:rsidRDefault="00895AD2" w:rsidP="00895AD2">
      <w:r>
        <w:t>168.2613</w:t>
      </w:r>
      <w:r>
        <w:tab/>
        <w:t>1.013e0</w:t>
      </w:r>
    </w:p>
    <w:p w:rsidR="00895AD2" w:rsidRDefault="00895AD2" w:rsidP="00895AD2">
      <w:r>
        <w:t>168.3509</w:t>
      </w:r>
      <w:r>
        <w:tab/>
        <w:t>1.013e0</w:t>
      </w:r>
    </w:p>
    <w:p w:rsidR="00895AD2" w:rsidRDefault="00895AD2" w:rsidP="00895AD2">
      <w:r>
        <w:t>168.3858</w:t>
      </w:r>
      <w:r>
        <w:tab/>
        <w:t>1.013e0</w:t>
      </w:r>
    </w:p>
    <w:p w:rsidR="00895AD2" w:rsidRDefault="00895AD2" w:rsidP="00895AD2">
      <w:r>
        <w:t>168.4405</w:t>
      </w:r>
      <w:r>
        <w:tab/>
        <w:t>1.013e0</w:t>
      </w:r>
    </w:p>
    <w:p w:rsidR="00895AD2" w:rsidRDefault="00895AD2" w:rsidP="00895AD2">
      <w:r>
        <w:lastRenderedPageBreak/>
        <w:t>168.5703</w:t>
      </w:r>
      <w:r>
        <w:tab/>
        <w:t>2.025e0</w:t>
      </w:r>
    </w:p>
    <w:p w:rsidR="00895AD2" w:rsidRDefault="00895AD2" w:rsidP="00895AD2">
      <w:r>
        <w:t>168.7129</w:t>
      </w:r>
      <w:r>
        <w:tab/>
        <w:t>1.013e0</w:t>
      </w:r>
    </w:p>
    <w:p w:rsidR="00895AD2" w:rsidRDefault="00895AD2" w:rsidP="00895AD2">
      <w:r>
        <w:t>168.8096</w:t>
      </w:r>
      <w:r>
        <w:tab/>
        <w:t>1.013e0</w:t>
      </w:r>
    </w:p>
    <w:p w:rsidR="00895AD2" w:rsidRDefault="00895AD2" w:rsidP="00895AD2">
      <w:r>
        <w:t>168.9342</w:t>
      </w:r>
      <w:r>
        <w:tab/>
        <w:t>1.013e0</w:t>
      </w:r>
    </w:p>
    <w:p w:rsidR="00895AD2" w:rsidRDefault="00895AD2" w:rsidP="00895AD2">
      <w:r>
        <w:t>168.9518</w:t>
      </w:r>
      <w:r>
        <w:tab/>
        <w:t>1.013e0</w:t>
      </w:r>
    </w:p>
    <w:p w:rsidR="00895AD2" w:rsidRDefault="00895AD2" w:rsidP="00895AD2">
      <w:r>
        <w:t>169.1173</w:t>
      </w:r>
      <w:r>
        <w:tab/>
        <w:t>2.025e0</w:t>
      </w:r>
    </w:p>
    <w:p w:rsidR="00895AD2" w:rsidRDefault="00895AD2" w:rsidP="00895AD2">
      <w:r>
        <w:t>169.1612</w:t>
      </w:r>
      <w:r>
        <w:tab/>
        <w:t>2.025e0</w:t>
      </w:r>
    </w:p>
    <w:p w:rsidR="00895AD2" w:rsidRDefault="00895AD2" w:rsidP="00895AD2">
      <w:r>
        <w:t>169.2245</w:t>
      </w:r>
      <w:r>
        <w:tab/>
        <w:t>1.013e0</w:t>
      </w:r>
    </w:p>
    <w:p w:rsidR="00895AD2" w:rsidRDefault="00895AD2" w:rsidP="00895AD2">
      <w:r>
        <w:t>169.2863</w:t>
      </w:r>
      <w:r>
        <w:tab/>
        <w:t>1.013e0</w:t>
      </w:r>
    </w:p>
    <w:p w:rsidR="00895AD2" w:rsidRDefault="00895AD2" w:rsidP="00895AD2">
      <w:r>
        <w:t>169.6739</w:t>
      </w:r>
      <w:r>
        <w:tab/>
        <w:t>1.013e0</w:t>
      </w:r>
    </w:p>
    <w:p w:rsidR="00895AD2" w:rsidRDefault="00895AD2" w:rsidP="00895AD2">
      <w:r>
        <w:t>169.7438</w:t>
      </w:r>
      <w:r>
        <w:tab/>
        <w:t>1.013e0</w:t>
      </w:r>
    </w:p>
    <w:p w:rsidR="00895AD2" w:rsidRDefault="00895AD2" w:rsidP="00895AD2">
      <w:r>
        <w:t>169.8681</w:t>
      </w:r>
      <w:r>
        <w:tab/>
        <w:t>1.013e0</w:t>
      </w:r>
    </w:p>
    <w:p w:rsidR="00895AD2" w:rsidRDefault="00895AD2" w:rsidP="00895AD2">
      <w:r>
        <w:t>170.0434</w:t>
      </w:r>
      <w:r>
        <w:tab/>
        <w:t>2.025e0</w:t>
      </w:r>
    </w:p>
    <w:p w:rsidR="00895AD2" w:rsidRDefault="00895AD2" w:rsidP="00895AD2">
      <w:r>
        <w:t>170.0947</w:t>
      </w:r>
      <w:r>
        <w:tab/>
        <w:t>2.025e0</w:t>
      </w:r>
    </w:p>
    <w:p w:rsidR="00895AD2" w:rsidRDefault="00895AD2" w:rsidP="00895AD2">
      <w:r>
        <w:t>170.1228</w:t>
      </w:r>
      <w:r>
        <w:tab/>
        <w:t>2.025e0</w:t>
      </w:r>
    </w:p>
    <w:p w:rsidR="00895AD2" w:rsidRDefault="00895AD2" w:rsidP="00895AD2">
      <w:r>
        <w:t>170.1597</w:t>
      </w:r>
      <w:r>
        <w:tab/>
        <w:t>2.025e0</w:t>
      </w:r>
    </w:p>
    <w:p w:rsidR="00895AD2" w:rsidRDefault="00895AD2" w:rsidP="00895AD2">
      <w:r>
        <w:t>170.1969</w:t>
      </w:r>
      <w:r>
        <w:tab/>
        <w:t>1.013e0</w:t>
      </w:r>
    </w:p>
    <w:p w:rsidR="00895AD2" w:rsidRDefault="00895AD2" w:rsidP="00895AD2">
      <w:r>
        <w:t>170.2840</w:t>
      </w:r>
      <w:r>
        <w:tab/>
        <w:t>1.013e0</w:t>
      </w:r>
    </w:p>
    <w:p w:rsidR="00895AD2" w:rsidRDefault="00895AD2" w:rsidP="00895AD2">
      <w:r>
        <w:t>170.3501</w:t>
      </w:r>
      <w:r>
        <w:tab/>
        <w:t>1.013e0</w:t>
      </w:r>
    </w:p>
    <w:p w:rsidR="00895AD2" w:rsidRDefault="00895AD2" w:rsidP="00895AD2">
      <w:r>
        <w:lastRenderedPageBreak/>
        <w:t>170.3847</w:t>
      </w:r>
      <w:r>
        <w:tab/>
        <w:t>1.013e0</w:t>
      </w:r>
    </w:p>
    <w:p w:rsidR="00895AD2" w:rsidRDefault="00895AD2" w:rsidP="00895AD2">
      <w:r>
        <w:t>170.5246</w:t>
      </w:r>
      <w:r>
        <w:tab/>
        <w:t>3.038e0</w:t>
      </w:r>
    </w:p>
    <w:p w:rsidR="00895AD2" w:rsidRDefault="00895AD2" w:rsidP="00895AD2">
      <w:r>
        <w:t>170.5617</w:t>
      </w:r>
      <w:r>
        <w:tab/>
        <w:t>2.025e0</w:t>
      </w:r>
    </w:p>
    <w:p w:rsidR="00895AD2" w:rsidRDefault="00895AD2" w:rsidP="00895AD2">
      <w:r>
        <w:t>170.6694</w:t>
      </w:r>
      <w:r>
        <w:tab/>
        <w:t>1.013e0</w:t>
      </w:r>
    </w:p>
    <w:p w:rsidR="00895AD2" w:rsidRDefault="00895AD2" w:rsidP="00895AD2">
      <w:r>
        <w:t>170.7595</w:t>
      </w:r>
      <w:r>
        <w:tab/>
        <w:t>1.013e0</w:t>
      </w:r>
    </w:p>
    <w:p w:rsidR="00895AD2" w:rsidRDefault="00895AD2" w:rsidP="00895AD2">
      <w:r>
        <w:t>170.9396</w:t>
      </w:r>
      <w:r>
        <w:tab/>
        <w:t>1.013e0</w:t>
      </w:r>
    </w:p>
    <w:p w:rsidR="00895AD2" w:rsidRDefault="00895AD2" w:rsidP="00895AD2">
      <w:r>
        <w:t>170.9888</w:t>
      </w:r>
      <w:r>
        <w:tab/>
        <w:t>1.013e0</w:t>
      </w:r>
    </w:p>
    <w:p w:rsidR="00895AD2" w:rsidRDefault="00895AD2" w:rsidP="00895AD2">
      <w:r>
        <w:t>171.0544</w:t>
      </w:r>
      <w:r>
        <w:tab/>
        <w:t>2.025e0</w:t>
      </w:r>
    </w:p>
    <w:p w:rsidR="00895AD2" w:rsidRDefault="00895AD2" w:rsidP="00895AD2">
      <w:r>
        <w:t>171.0966</w:t>
      </w:r>
      <w:r>
        <w:tab/>
        <w:t>2.025e0</w:t>
      </w:r>
    </w:p>
    <w:p w:rsidR="00895AD2" w:rsidRDefault="00895AD2" w:rsidP="00895AD2">
      <w:r>
        <w:t>171.1316</w:t>
      </w:r>
      <w:r>
        <w:tab/>
        <w:t>1.013e0</w:t>
      </w:r>
    </w:p>
    <w:p w:rsidR="00895AD2" w:rsidRDefault="00895AD2" w:rsidP="00895AD2">
      <w:r>
        <w:t>171.1604</w:t>
      </w:r>
      <w:r>
        <w:tab/>
        <w:t>2.025e0</w:t>
      </w:r>
    </w:p>
    <w:p w:rsidR="00895AD2" w:rsidRDefault="00895AD2" w:rsidP="00895AD2">
      <w:r>
        <w:t>171.1815</w:t>
      </w:r>
      <w:r>
        <w:tab/>
        <w:t>2.025e0</w:t>
      </w:r>
    </w:p>
    <w:p w:rsidR="00895AD2" w:rsidRDefault="00895AD2" w:rsidP="00895AD2">
      <w:r>
        <w:t>171.3660</w:t>
      </w:r>
      <w:r>
        <w:tab/>
        <w:t>2.025e0</w:t>
      </w:r>
    </w:p>
    <w:p w:rsidR="00895AD2" w:rsidRDefault="00895AD2" w:rsidP="00895AD2">
      <w:r>
        <w:t>171.5348</w:t>
      </w:r>
      <w:r>
        <w:tab/>
        <w:t>1.013e0</w:t>
      </w:r>
    </w:p>
    <w:p w:rsidR="00895AD2" w:rsidRDefault="00895AD2" w:rsidP="00895AD2">
      <w:r>
        <w:t>171.7054</w:t>
      </w:r>
      <w:r>
        <w:tab/>
        <w:t>1.013e0</w:t>
      </w:r>
    </w:p>
    <w:p w:rsidR="00895AD2" w:rsidRDefault="00895AD2" w:rsidP="00895AD2">
      <w:r>
        <w:t>171.7329</w:t>
      </w:r>
      <w:r>
        <w:tab/>
        <w:t>1.013e0</w:t>
      </w:r>
    </w:p>
    <w:p w:rsidR="00895AD2" w:rsidRDefault="00895AD2" w:rsidP="00895AD2">
      <w:r>
        <w:t>171.7751</w:t>
      </w:r>
      <w:r>
        <w:tab/>
        <w:t>1.013e0</w:t>
      </w:r>
    </w:p>
    <w:p w:rsidR="00895AD2" w:rsidRDefault="00895AD2" w:rsidP="00895AD2">
      <w:r>
        <w:t>171.8102</w:t>
      </w:r>
      <w:r>
        <w:tab/>
        <w:t>1.013e0</w:t>
      </w:r>
    </w:p>
    <w:p w:rsidR="00895AD2" w:rsidRDefault="00895AD2" w:rsidP="00895AD2">
      <w:r>
        <w:t>171.9219</w:t>
      </w:r>
      <w:r>
        <w:tab/>
        <w:t>1.013e0</w:t>
      </w:r>
    </w:p>
    <w:p w:rsidR="00895AD2" w:rsidRDefault="00895AD2" w:rsidP="00895AD2">
      <w:r>
        <w:lastRenderedPageBreak/>
        <w:t>171.9663</w:t>
      </w:r>
      <w:r>
        <w:tab/>
        <w:t>1.013e0</w:t>
      </w:r>
    </w:p>
    <w:p w:rsidR="00895AD2" w:rsidRDefault="00895AD2" w:rsidP="00895AD2">
      <w:r>
        <w:t>172.0016</w:t>
      </w:r>
      <w:r>
        <w:tab/>
        <w:t>1.013e0</w:t>
      </w:r>
    </w:p>
    <w:p w:rsidR="00895AD2" w:rsidRDefault="00895AD2" w:rsidP="00895AD2">
      <w:r>
        <w:t>172.0262</w:t>
      </w:r>
      <w:r>
        <w:tab/>
        <w:t>2.200e0</w:t>
      </w:r>
    </w:p>
    <w:p w:rsidR="00895AD2" w:rsidRDefault="00895AD2" w:rsidP="00895AD2">
      <w:r>
        <w:t>172.0505</w:t>
      </w:r>
      <w:r>
        <w:tab/>
        <w:t>2.025e0</w:t>
      </w:r>
    </w:p>
    <w:p w:rsidR="00895AD2" w:rsidRDefault="00895AD2" w:rsidP="00895AD2">
      <w:r>
        <w:t>172.0931</w:t>
      </w:r>
      <w:r>
        <w:tab/>
        <w:t>2.532e1</w:t>
      </w:r>
    </w:p>
    <w:p w:rsidR="00895AD2" w:rsidRDefault="00895AD2" w:rsidP="00895AD2">
      <w:r>
        <w:t>172.1344</w:t>
      </w:r>
      <w:r>
        <w:tab/>
        <w:t>6.076e0</w:t>
      </w:r>
    </w:p>
    <w:p w:rsidR="00895AD2" w:rsidRDefault="00895AD2" w:rsidP="00895AD2">
      <w:r>
        <w:t>172.1826</w:t>
      </w:r>
      <w:r>
        <w:tab/>
        <w:t>1.013e0</w:t>
      </w:r>
    </w:p>
    <w:p w:rsidR="00895AD2" w:rsidRDefault="00895AD2" w:rsidP="00895AD2">
      <w:r>
        <w:t>172.2140</w:t>
      </w:r>
      <w:r>
        <w:tab/>
        <w:t>1.013e0</w:t>
      </w:r>
    </w:p>
    <w:p w:rsidR="00895AD2" w:rsidRDefault="00895AD2" w:rsidP="00895AD2">
      <w:r>
        <w:t>172.2978</w:t>
      </w:r>
      <w:r>
        <w:tab/>
        <w:t>1.013e0</w:t>
      </w:r>
    </w:p>
    <w:p w:rsidR="00895AD2" w:rsidRDefault="00895AD2" w:rsidP="00895AD2">
      <w:r>
        <w:t>172.3300</w:t>
      </w:r>
      <w:r>
        <w:tab/>
        <w:t>3.038e0</w:t>
      </w:r>
    </w:p>
    <w:p w:rsidR="00895AD2" w:rsidRDefault="00895AD2" w:rsidP="00895AD2">
      <w:r>
        <w:t>172.4131</w:t>
      </w:r>
      <w:r>
        <w:tab/>
        <w:t>1.013e0</w:t>
      </w:r>
    </w:p>
    <w:p w:rsidR="00895AD2" w:rsidRDefault="00895AD2" w:rsidP="00895AD2">
      <w:r>
        <w:t>172.4935</w:t>
      </w:r>
      <w:r>
        <w:tab/>
        <w:t>2.025e0</w:t>
      </w:r>
    </w:p>
    <w:p w:rsidR="00895AD2" w:rsidRDefault="00895AD2" w:rsidP="00895AD2">
      <w:r>
        <w:t>172.5488</w:t>
      </w:r>
      <w:r>
        <w:tab/>
        <w:t>1.013e0</w:t>
      </w:r>
    </w:p>
    <w:p w:rsidR="00895AD2" w:rsidRDefault="00895AD2" w:rsidP="00895AD2">
      <w:r>
        <w:t>172.5805</w:t>
      </w:r>
      <w:r>
        <w:tab/>
        <w:t>1.013e0</w:t>
      </w:r>
    </w:p>
    <w:p w:rsidR="00895AD2" w:rsidRDefault="00895AD2" w:rsidP="00895AD2">
      <w:r>
        <w:t>172.6370</w:t>
      </w:r>
      <w:r>
        <w:tab/>
        <w:t>2.025e0</w:t>
      </w:r>
    </w:p>
    <w:p w:rsidR="00895AD2" w:rsidRDefault="00895AD2" w:rsidP="00895AD2">
      <w:r>
        <w:t>172.6622</w:t>
      </w:r>
      <w:r>
        <w:tab/>
        <w:t>2.025e0</w:t>
      </w:r>
    </w:p>
    <w:p w:rsidR="00895AD2" w:rsidRDefault="00895AD2" w:rsidP="00895AD2">
      <w:r>
        <w:t>172.7460</w:t>
      </w:r>
      <w:r>
        <w:tab/>
        <w:t>3.038e0</w:t>
      </w:r>
    </w:p>
    <w:p w:rsidR="00895AD2" w:rsidRDefault="00895AD2" w:rsidP="00895AD2">
      <w:r>
        <w:t>172.7841</w:t>
      </w:r>
      <w:r>
        <w:tab/>
        <w:t>3.038e0</w:t>
      </w:r>
    </w:p>
    <w:p w:rsidR="00895AD2" w:rsidRDefault="00895AD2" w:rsidP="00895AD2">
      <w:r>
        <w:t>172.9613</w:t>
      </w:r>
      <w:r>
        <w:tab/>
        <w:t>1.013e0</w:t>
      </w:r>
    </w:p>
    <w:p w:rsidR="00895AD2" w:rsidRDefault="00895AD2" w:rsidP="00895AD2">
      <w:r>
        <w:lastRenderedPageBreak/>
        <w:t>173.0222</w:t>
      </w:r>
      <w:r>
        <w:tab/>
        <w:t>3.038e0</w:t>
      </w:r>
    </w:p>
    <w:p w:rsidR="00895AD2" w:rsidRDefault="00895AD2" w:rsidP="00895AD2">
      <w:r>
        <w:t>173.0660</w:t>
      </w:r>
      <w:r>
        <w:tab/>
        <w:t>1.013e0</w:t>
      </w:r>
    </w:p>
    <w:p w:rsidR="00895AD2" w:rsidRDefault="00895AD2" w:rsidP="00895AD2">
      <w:r>
        <w:t>173.0894</w:t>
      </w:r>
      <w:r>
        <w:tab/>
        <w:t>4.051e0</w:t>
      </w:r>
    </w:p>
    <w:p w:rsidR="00895AD2" w:rsidRDefault="00895AD2" w:rsidP="00895AD2">
      <w:r>
        <w:t>173.1249</w:t>
      </w:r>
      <w:r>
        <w:tab/>
        <w:t>6.076e0</w:t>
      </w:r>
    </w:p>
    <w:p w:rsidR="00895AD2" w:rsidRDefault="00895AD2" w:rsidP="00895AD2">
      <w:r>
        <w:t>173.1458</w:t>
      </w:r>
      <w:r>
        <w:tab/>
        <w:t>3.038e0</w:t>
      </w:r>
    </w:p>
    <w:p w:rsidR="00895AD2" w:rsidRDefault="00895AD2" w:rsidP="00895AD2">
      <w:r>
        <w:t>173.1847</w:t>
      </w:r>
      <w:r>
        <w:tab/>
        <w:t>1.013e0</w:t>
      </w:r>
    </w:p>
    <w:p w:rsidR="00895AD2" w:rsidRDefault="00895AD2" w:rsidP="00895AD2">
      <w:r>
        <w:t>173.3566</w:t>
      </w:r>
      <w:r>
        <w:tab/>
        <w:t>1.013e0</w:t>
      </w:r>
    </w:p>
    <w:p w:rsidR="00895AD2" w:rsidRDefault="00895AD2" w:rsidP="00895AD2">
      <w:r>
        <w:t>173.3778</w:t>
      </w:r>
      <w:r>
        <w:tab/>
        <w:t>1.013e0</w:t>
      </w:r>
    </w:p>
    <w:p w:rsidR="00895AD2" w:rsidRDefault="00895AD2" w:rsidP="00895AD2">
      <w:r>
        <w:t>173.5980</w:t>
      </w:r>
      <w:r>
        <w:tab/>
        <w:t>1.013e0</w:t>
      </w:r>
    </w:p>
    <w:p w:rsidR="00895AD2" w:rsidRDefault="00895AD2" w:rsidP="00895AD2">
      <w:r>
        <w:t>173.6581</w:t>
      </w:r>
      <w:r>
        <w:tab/>
        <w:t>1.013e0</w:t>
      </w:r>
    </w:p>
    <w:p w:rsidR="00895AD2" w:rsidRDefault="00895AD2" w:rsidP="00895AD2">
      <w:r>
        <w:t>173.6922</w:t>
      </w:r>
      <w:r>
        <w:tab/>
        <w:t>1.013e0</w:t>
      </w:r>
    </w:p>
    <w:p w:rsidR="00895AD2" w:rsidRDefault="00895AD2" w:rsidP="00895AD2">
      <w:r>
        <w:t>173.7877</w:t>
      </w:r>
      <w:r>
        <w:tab/>
        <w:t>1.013e0</w:t>
      </w:r>
    </w:p>
    <w:p w:rsidR="00895AD2" w:rsidRDefault="00895AD2" w:rsidP="00895AD2">
      <w:r>
        <w:t>173.8220</w:t>
      </w:r>
      <w:r>
        <w:tab/>
        <w:t>1.013e0</w:t>
      </w:r>
    </w:p>
    <w:p w:rsidR="00895AD2" w:rsidRDefault="00895AD2" w:rsidP="00895AD2">
      <w:r>
        <w:t>173.9653</w:t>
      </w:r>
      <w:r>
        <w:tab/>
        <w:t>2.025e0</w:t>
      </w:r>
    </w:p>
    <w:p w:rsidR="00895AD2" w:rsidRDefault="00895AD2" w:rsidP="00895AD2">
      <w:r>
        <w:t>174.0757</w:t>
      </w:r>
      <w:r>
        <w:tab/>
        <w:t>3.038e0</w:t>
      </w:r>
    </w:p>
    <w:p w:rsidR="00895AD2" w:rsidRDefault="00895AD2" w:rsidP="00895AD2">
      <w:r>
        <w:t>174.1376</w:t>
      </w:r>
      <w:r>
        <w:tab/>
        <w:t>1.013e0</w:t>
      </w:r>
    </w:p>
    <w:p w:rsidR="00895AD2" w:rsidRDefault="00895AD2" w:rsidP="00895AD2">
      <w:r>
        <w:t>174.3708</w:t>
      </w:r>
      <w:r>
        <w:tab/>
        <w:t>3.038e0</w:t>
      </w:r>
    </w:p>
    <w:p w:rsidR="00895AD2" w:rsidRDefault="00895AD2" w:rsidP="00895AD2">
      <w:r>
        <w:t>174.4042</w:t>
      </w:r>
      <w:r>
        <w:tab/>
        <w:t>1.013e0</w:t>
      </w:r>
    </w:p>
    <w:p w:rsidR="00895AD2" w:rsidRDefault="00895AD2" w:rsidP="00895AD2">
      <w:r>
        <w:t>174.6294</w:t>
      </w:r>
      <w:r>
        <w:tab/>
        <w:t>1.013e0</w:t>
      </w:r>
    </w:p>
    <w:p w:rsidR="00895AD2" w:rsidRDefault="00895AD2" w:rsidP="00895AD2">
      <w:r>
        <w:lastRenderedPageBreak/>
        <w:t>174.8255</w:t>
      </w:r>
      <w:r>
        <w:tab/>
        <w:t>1.013e0</w:t>
      </w:r>
    </w:p>
    <w:p w:rsidR="00895AD2" w:rsidRDefault="00895AD2" w:rsidP="00895AD2">
      <w:r>
        <w:t>174.8946</w:t>
      </w:r>
      <w:r>
        <w:tab/>
        <w:t>2.025e0</w:t>
      </w:r>
    </w:p>
    <w:p w:rsidR="00895AD2" w:rsidRDefault="00895AD2" w:rsidP="00895AD2">
      <w:r>
        <w:t>174.9944</w:t>
      </w:r>
      <w:r>
        <w:tab/>
        <w:t>1.013e0</w:t>
      </w:r>
    </w:p>
    <w:p w:rsidR="00895AD2" w:rsidRDefault="00895AD2" w:rsidP="00895AD2">
      <w:r>
        <w:t>175.1090</w:t>
      </w:r>
      <w:r>
        <w:tab/>
        <w:t>1.610e1</w:t>
      </w:r>
    </w:p>
    <w:p w:rsidR="00895AD2" w:rsidRDefault="00895AD2" w:rsidP="00895AD2">
      <w:r>
        <w:t>175.2685</w:t>
      </w:r>
      <w:r>
        <w:tab/>
        <w:t>2.025e0</w:t>
      </w:r>
    </w:p>
    <w:p w:rsidR="00895AD2" w:rsidRDefault="00895AD2" w:rsidP="00895AD2">
      <w:r>
        <w:t>175.3883</w:t>
      </w:r>
      <w:r>
        <w:tab/>
        <w:t>1.013e0</w:t>
      </w:r>
    </w:p>
    <w:p w:rsidR="00895AD2" w:rsidRDefault="00895AD2" w:rsidP="00895AD2">
      <w:r>
        <w:t>175.4055</w:t>
      </w:r>
      <w:r>
        <w:tab/>
        <w:t>1.013e0</w:t>
      </w:r>
    </w:p>
    <w:p w:rsidR="00895AD2" w:rsidRDefault="00895AD2" w:rsidP="00895AD2">
      <w:r>
        <w:t>175.6565</w:t>
      </w:r>
      <w:r>
        <w:tab/>
        <w:t>1.013e0</w:t>
      </w:r>
    </w:p>
    <w:p w:rsidR="00895AD2" w:rsidRDefault="00895AD2" w:rsidP="00895AD2">
      <w:r>
        <w:t>175.7016</w:t>
      </w:r>
      <w:r>
        <w:tab/>
        <w:t>1.013e0</w:t>
      </w:r>
    </w:p>
    <w:p w:rsidR="00895AD2" w:rsidRDefault="00895AD2" w:rsidP="00895AD2">
      <w:r>
        <w:t>175.8186</w:t>
      </w:r>
      <w:r>
        <w:tab/>
        <w:t>1.013e0</w:t>
      </w:r>
    </w:p>
    <w:p w:rsidR="00895AD2" w:rsidRDefault="00895AD2" w:rsidP="00895AD2">
      <w:r>
        <w:t>176.0222</w:t>
      </w:r>
      <w:r>
        <w:tab/>
        <w:t>1.013e0</w:t>
      </w:r>
    </w:p>
    <w:p w:rsidR="00895AD2" w:rsidRDefault="00895AD2" w:rsidP="00895AD2">
      <w:r>
        <w:t>176.0612</w:t>
      </w:r>
      <w:r>
        <w:tab/>
        <w:t>1.013e0</w:t>
      </w:r>
    </w:p>
    <w:p w:rsidR="00895AD2" w:rsidRDefault="00895AD2" w:rsidP="00895AD2">
      <w:r>
        <w:t>176.0943</w:t>
      </w:r>
      <w:r>
        <w:tab/>
        <w:t>8.101e0</w:t>
      </w:r>
    </w:p>
    <w:p w:rsidR="00895AD2" w:rsidRDefault="00895AD2" w:rsidP="00895AD2">
      <w:r>
        <w:t>176.1251</w:t>
      </w:r>
      <w:r>
        <w:tab/>
        <w:t>1.013e0</w:t>
      </w:r>
    </w:p>
    <w:p w:rsidR="00895AD2" w:rsidRDefault="00895AD2" w:rsidP="00895AD2">
      <w:r>
        <w:t>176.1570</w:t>
      </w:r>
      <w:r>
        <w:tab/>
        <w:t>2.025e0</w:t>
      </w:r>
    </w:p>
    <w:p w:rsidR="00895AD2" w:rsidRDefault="00895AD2" w:rsidP="00895AD2">
      <w:r>
        <w:t>176.5658</w:t>
      </w:r>
      <w:r>
        <w:tab/>
        <w:t>1.013e0</w:t>
      </w:r>
    </w:p>
    <w:p w:rsidR="00895AD2" w:rsidRDefault="00895AD2" w:rsidP="00895AD2">
      <w:r>
        <w:t>176.5836</w:t>
      </w:r>
      <w:r>
        <w:tab/>
        <w:t>1.013e0</w:t>
      </w:r>
    </w:p>
    <w:p w:rsidR="00895AD2" w:rsidRDefault="00895AD2" w:rsidP="00895AD2">
      <w:r>
        <w:t>176.6754</w:t>
      </w:r>
      <w:r>
        <w:tab/>
        <w:t>1.013e0</w:t>
      </w:r>
    </w:p>
    <w:p w:rsidR="00895AD2" w:rsidRDefault="00895AD2" w:rsidP="00895AD2">
      <w:r>
        <w:t>176.7638</w:t>
      </w:r>
      <w:r>
        <w:tab/>
        <w:t>1.013e0</w:t>
      </w:r>
    </w:p>
    <w:p w:rsidR="00895AD2" w:rsidRDefault="00895AD2" w:rsidP="00895AD2">
      <w:r>
        <w:lastRenderedPageBreak/>
        <w:t>176.7994</w:t>
      </w:r>
      <w:r>
        <w:tab/>
        <w:t>1.013e0</w:t>
      </w:r>
    </w:p>
    <w:p w:rsidR="00895AD2" w:rsidRDefault="00895AD2" w:rsidP="00895AD2">
      <w:r>
        <w:t>176.8243</w:t>
      </w:r>
      <w:r>
        <w:tab/>
        <w:t>1.013e0</w:t>
      </w:r>
    </w:p>
    <w:p w:rsidR="00895AD2" w:rsidRDefault="00895AD2" w:rsidP="00895AD2">
      <w:r>
        <w:t>176.8737</w:t>
      </w:r>
      <w:r>
        <w:tab/>
        <w:t>3.038e0</w:t>
      </w:r>
    </w:p>
    <w:p w:rsidR="00895AD2" w:rsidRDefault="00895AD2" w:rsidP="00895AD2">
      <w:r>
        <w:t>177.0149</w:t>
      </w:r>
      <w:r>
        <w:tab/>
        <w:t>1.013e0</w:t>
      </w:r>
    </w:p>
    <w:p w:rsidR="00895AD2" w:rsidRDefault="00895AD2" w:rsidP="00895AD2">
      <w:r>
        <w:t>177.0710</w:t>
      </w:r>
      <w:r>
        <w:tab/>
        <w:t>1.013e0</w:t>
      </w:r>
    </w:p>
    <w:p w:rsidR="00895AD2" w:rsidRDefault="00895AD2" w:rsidP="00895AD2">
      <w:r>
        <w:t>177.1156</w:t>
      </w:r>
      <w:r>
        <w:tab/>
        <w:t>2.025e0</w:t>
      </w:r>
    </w:p>
    <w:p w:rsidR="00895AD2" w:rsidRDefault="00895AD2" w:rsidP="00895AD2">
      <w:r>
        <w:t>177.1566</w:t>
      </w:r>
      <w:r>
        <w:tab/>
        <w:t>1.013e0</w:t>
      </w:r>
    </w:p>
    <w:p w:rsidR="00895AD2" w:rsidRDefault="00895AD2" w:rsidP="00895AD2">
      <w:r>
        <w:t>177.2586</w:t>
      </w:r>
      <w:r>
        <w:tab/>
        <w:t>1.013e0</w:t>
      </w:r>
    </w:p>
    <w:p w:rsidR="00895AD2" w:rsidRDefault="00895AD2" w:rsidP="00895AD2">
      <w:r>
        <w:t>177.3263</w:t>
      </w:r>
      <w:r>
        <w:tab/>
        <w:t>1.013e0</w:t>
      </w:r>
    </w:p>
    <w:p w:rsidR="00895AD2" w:rsidRDefault="00895AD2" w:rsidP="00895AD2">
      <w:r>
        <w:t>177.4640</w:t>
      </w:r>
      <w:r>
        <w:tab/>
        <w:t>1.013e0</w:t>
      </w:r>
    </w:p>
    <w:p w:rsidR="00895AD2" w:rsidRDefault="00895AD2" w:rsidP="00895AD2">
      <w:r>
        <w:t>177.4854</w:t>
      </w:r>
      <w:r>
        <w:tab/>
        <w:t>1.013e0</w:t>
      </w:r>
    </w:p>
    <w:p w:rsidR="00895AD2" w:rsidRDefault="00895AD2" w:rsidP="00895AD2">
      <w:r>
        <w:t>177.5103</w:t>
      </w:r>
      <w:r>
        <w:tab/>
        <w:t>1.013e0</w:t>
      </w:r>
    </w:p>
    <w:p w:rsidR="00895AD2" w:rsidRDefault="00895AD2" w:rsidP="00895AD2">
      <w:r>
        <w:t>177.6375</w:t>
      </w:r>
      <w:r>
        <w:tab/>
        <w:t>1.013e0</w:t>
      </w:r>
    </w:p>
    <w:p w:rsidR="00895AD2" w:rsidRDefault="00895AD2" w:rsidP="00895AD2">
      <w:r>
        <w:t>177.7088</w:t>
      </w:r>
      <w:r>
        <w:tab/>
        <w:t>1.013e0</w:t>
      </w:r>
    </w:p>
    <w:p w:rsidR="00895AD2" w:rsidRDefault="00895AD2" w:rsidP="00895AD2">
      <w:r>
        <w:t>177.8573</w:t>
      </w:r>
      <w:r>
        <w:tab/>
        <w:t>1.013e0</w:t>
      </w:r>
    </w:p>
    <w:p w:rsidR="00895AD2" w:rsidRDefault="00895AD2" w:rsidP="00895AD2">
      <w:r>
        <w:t>177.9001</w:t>
      </w:r>
      <w:r>
        <w:tab/>
        <w:t>1.013e0</w:t>
      </w:r>
    </w:p>
    <w:p w:rsidR="00895AD2" w:rsidRDefault="00895AD2" w:rsidP="00895AD2">
      <w:r>
        <w:t>177.9207</w:t>
      </w:r>
      <w:r>
        <w:tab/>
        <w:t>3.038e0</w:t>
      </w:r>
    </w:p>
    <w:p w:rsidR="00895AD2" w:rsidRDefault="00895AD2" w:rsidP="00895AD2">
      <w:r>
        <w:t>177.9704</w:t>
      </w:r>
      <w:r>
        <w:tab/>
        <w:t>1.013e0</w:t>
      </w:r>
    </w:p>
    <w:p w:rsidR="00895AD2" w:rsidRDefault="00895AD2" w:rsidP="00895AD2">
      <w:r>
        <w:t>178.0023</w:t>
      </w:r>
      <w:r>
        <w:tab/>
        <w:t>1.013e0</w:t>
      </w:r>
    </w:p>
    <w:p w:rsidR="00895AD2" w:rsidRDefault="00895AD2" w:rsidP="00895AD2">
      <w:r>
        <w:lastRenderedPageBreak/>
        <w:t>178.0487</w:t>
      </w:r>
      <w:r>
        <w:tab/>
        <w:t>1.013e0</w:t>
      </w:r>
    </w:p>
    <w:p w:rsidR="00895AD2" w:rsidRDefault="00895AD2" w:rsidP="00895AD2">
      <w:r>
        <w:t>178.0665</w:t>
      </w:r>
      <w:r>
        <w:tab/>
        <w:t>2.025e0</w:t>
      </w:r>
    </w:p>
    <w:p w:rsidR="00895AD2" w:rsidRDefault="00895AD2" w:rsidP="00895AD2">
      <w:r>
        <w:t>178.1084</w:t>
      </w:r>
      <w:r>
        <w:tab/>
        <w:t>5.106e1</w:t>
      </w:r>
    </w:p>
    <w:p w:rsidR="00895AD2" w:rsidRDefault="00895AD2" w:rsidP="00895AD2">
      <w:r>
        <w:t>178.1551</w:t>
      </w:r>
      <w:r>
        <w:tab/>
        <w:t>3.038e0</w:t>
      </w:r>
    </w:p>
    <w:p w:rsidR="00895AD2" w:rsidRDefault="00895AD2" w:rsidP="00895AD2">
      <w:r>
        <w:t>178.1795</w:t>
      </w:r>
      <w:r>
        <w:tab/>
        <w:t>2.128e0</w:t>
      </w:r>
    </w:p>
    <w:p w:rsidR="00895AD2" w:rsidRDefault="00895AD2" w:rsidP="00895AD2">
      <w:r>
        <w:t>178.2224</w:t>
      </w:r>
      <w:r>
        <w:tab/>
        <w:t>1.013e0</w:t>
      </w:r>
    </w:p>
    <w:p w:rsidR="00895AD2" w:rsidRDefault="00895AD2" w:rsidP="00895AD2">
      <w:r>
        <w:t>178.2563</w:t>
      </w:r>
      <w:r>
        <w:tab/>
        <w:t>2.025e0</w:t>
      </w:r>
    </w:p>
    <w:p w:rsidR="00895AD2" w:rsidRDefault="00895AD2" w:rsidP="00895AD2">
      <w:r>
        <w:t>178.3027</w:t>
      </w:r>
      <w:r>
        <w:tab/>
        <w:t>2.025e0</w:t>
      </w:r>
    </w:p>
    <w:p w:rsidR="00895AD2" w:rsidRDefault="00895AD2" w:rsidP="00895AD2">
      <w:r>
        <w:t>178.3259</w:t>
      </w:r>
      <w:r>
        <w:tab/>
        <w:t>1.013e0</w:t>
      </w:r>
    </w:p>
    <w:p w:rsidR="00895AD2" w:rsidRDefault="00895AD2" w:rsidP="00895AD2">
      <w:r>
        <w:t>178.4318</w:t>
      </w:r>
      <w:r>
        <w:tab/>
        <w:t>1.013e0</w:t>
      </w:r>
    </w:p>
    <w:p w:rsidR="00895AD2" w:rsidRDefault="00895AD2" w:rsidP="00895AD2">
      <w:r>
        <w:t>178.4711</w:t>
      </w:r>
      <w:r>
        <w:tab/>
        <w:t>1.013e0</w:t>
      </w:r>
    </w:p>
    <w:p w:rsidR="00895AD2" w:rsidRDefault="00895AD2" w:rsidP="00895AD2">
      <w:r>
        <w:t>178.7236</w:t>
      </w:r>
      <w:r>
        <w:tab/>
        <w:t>1.013e0</w:t>
      </w:r>
    </w:p>
    <w:p w:rsidR="00895AD2" w:rsidRDefault="00895AD2" w:rsidP="00895AD2">
      <w:r>
        <w:t>178.7589</w:t>
      </w:r>
      <w:r>
        <w:tab/>
        <w:t>1.013e0</w:t>
      </w:r>
    </w:p>
    <w:p w:rsidR="00895AD2" w:rsidRDefault="00895AD2" w:rsidP="00895AD2">
      <w:r>
        <w:t>178.8312</w:t>
      </w:r>
      <w:r>
        <w:tab/>
        <w:t>2.025e0</w:t>
      </w:r>
    </w:p>
    <w:p w:rsidR="00895AD2" w:rsidRDefault="00895AD2" w:rsidP="00895AD2">
      <w:r>
        <w:t>178.8670</w:t>
      </w:r>
      <w:r>
        <w:tab/>
        <w:t>2.025e0</w:t>
      </w:r>
    </w:p>
    <w:p w:rsidR="00895AD2" w:rsidRDefault="00895AD2" w:rsidP="00895AD2">
      <w:r>
        <w:t>178.9368</w:t>
      </w:r>
      <w:r>
        <w:tab/>
        <w:t>1.013e0</w:t>
      </w:r>
    </w:p>
    <w:p w:rsidR="00895AD2" w:rsidRDefault="00895AD2" w:rsidP="00895AD2">
      <w:r>
        <w:t>178.9828</w:t>
      </w:r>
      <w:r>
        <w:tab/>
        <w:t>2.025e0</w:t>
      </w:r>
    </w:p>
    <w:p w:rsidR="00895AD2" w:rsidRDefault="00895AD2" w:rsidP="00895AD2">
      <w:r>
        <w:t>179.0072</w:t>
      </w:r>
      <w:r>
        <w:tab/>
        <w:t>1.013e0</w:t>
      </w:r>
    </w:p>
    <w:p w:rsidR="00895AD2" w:rsidRDefault="00895AD2" w:rsidP="00895AD2">
      <w:r>
        <w:t>179.0319</w:t>
      </w:r>
      <w:r>
        <w:tab/>
        <w:t>2.025e0</w:t>
      </w:r>
    </w:p>
    <w:p w:rsidR="00895AD2" w:rsidRDefault="00895AD2" w:rsidP="00895AD2">
      <w:r>
        <w:lastRenderedPageBreak/>
        <w:t>179.0678</w:t>
      </w:r>
      <w:r>
        <w:tab/>
        <w:t>1.013e0</w:t>
      </w:r>
    </w:p>
    <w:p w:rsidR="00895AD2" w:rsidRDefault="00895AD2" w:rsidP="00895AD2">
      <w:r>
        <w:t>179.0899</w:t>
      </w:r>
      <w:r>
        <w:tab/>
        <w:t>3.038e0</w:t>
      </w:r>
    </w:p>
    <w:p w:rsidR="00895AD2" w:rsidRDefault="00895AD2" w:rsidP="00895AD2">
      <w:r>
        <w:t>179.1116</w:t>
      </w:r>
      <w:r>
        <w:tab/>
        <w:t>3.038e0</w:t>
      </w:r>
    </w:p>
    <w:p w:rsidR="00895AD2" w:rsidRDefault="00895AD2" w:rsidP="00895AD2">
      <w:r>
        <w:t>179.1375</w:t>
      </w:r>
      <w:r>
        <w:tab/>
        <w:t>2.025e0</w:t>
      </w:r>
    </w:p>
    <w:p w:rsidR="00895AD2" w:rsidRDefault="00895AD2" w:rsidP="00895AD2">
      <w:r>
        <w:t>179.1575</w:t>
      </w:r>
      <w:r>
        <w:tab/>
        <w:t>2.229e0</w:t>
      </w:r>
    </w:p>
    <w:p w:rsidR="00895AD2" w:rsidRDefault="00895AD2" w:rsidP="00895AD2">
      <w:r>
        <w:t>179.1810</w:t>
      </w:r>
      <w:r>
        <w:tab/>
        <w:t>3.038e0</w:t>
      </w:r>
    </w:p>
    <w:p w:rsidR="00895AD2" w:rsidRDefault="00895AD2" w:rsidP="00895AD2">
      <w:r>
        <w:t>179.2243</w:t>
      </w:r>
      <w:r>
        <w:tab/>
        <w:t>1.013e0</w:t>
      </w:r>
    </w:p>
    <w:p w:rsidR="00895AD2" w:rsidRDefault="00895AD2" w:rsidP="00895AD2">
      <w:r>
        <w:t>179.2453</w:t>
      </w:r>
      <w:r>
        <w:tab/>
        <w:t>1.013e0</w:t>
      </w:r>
    </w:p>
    <w:p w:rsidR="00895AD2" w:rsidRDefault="00895AD2" w:rsidP="00895AD2">
      <w:r>
        <w:t>179.2668</w:t>
      </w:r>
      <w:r>
        <w:tab/>
        <w:t>1.013e0</w:t>
      </w:r>
    </w:p>
    <w:p w:rsidR="00895AD2" w:rsidRDefault="00895AD2" w:rsidP="00895AD2">
      <w:r>
        <w:t>179.2991</w:t>
      </w:r>
      <w:r>
        <w:tab/>
        <w:t>1.013e0</w:t>
      </w:r>
    </w:p>
    <w:p w:rsidR="00895AD2" w:rsidRDefault="00895AD2" w:rsidP="00895AD2">
      <w:r>
        <w:t>179.3330</w:t>
      </w:r>
      <w:r>
        <w:tab/>
        <w:t>2.025e0</w:t>
      </w:r>
    </w:p>
    <w:p w:rsidR="00895AD2" w:rsidRDefault="00895AD2" w:rsidP="00895AD2">
      <w:r>
        <w:t>179.4982</w:t>
      </w:r>
      <w:r>
        <w:tab/>
        <w:t>1.013e0</w:t>
      </w:r>
    </w:p>
    <w:p w:rsidR="00895AD2" w:rsidRDefault="00895AD2" w:rsidP="00895AD2">
      <w:r>
        <w:t>179.5877</w:t>
      </w:r>
      <w:r>
        <w:tab/>
        <w:t>1.013e0</w:t>
      </w:r>
    </w:p>
    <w:p w:rsidR="00895AD2" w:rsidRDefault="00895AD2" w:rsidP="00895AD2">
      <w:r>
        <w:t>179.6074</w:t>
      </w:r>
      <w:r>
        <w:tab/>
        <w:t>2.025e0</w:t>
      </w:r>
    </w:p>
    <w:p w:rsidR="00895AD2" w:rsidRDefault="00895AD2" w:rsidP="00895AD2">
      <w:r>
        <w:t>179.6272</w:t>
      </w:r>
      <w:r>
        <w:tab/>
        <w:t>1.013e0</w:t>
      </w:r>
    </w:p>
    <w:p w:rsidR="00895AD2" w:rsidRDefault="00895AD2" w:rsidP="00895AD2">
      <w:r>
        <w:t>180.0562</w:t>
      </w:r>
      <w:r>
        <w:tab/>
        <w:t>2.025e0</w:t>
      </w:r>
    </w:p>
    <w:p w:rsidR="00895AD2" w:rsidRDefault="00895AD2" w:rsidP="00895AD2">
      <w:r>
        <w:t>180.0975</w:t>
      </w:r>
      <w:r>
        <w:tab/>
        <w:t>1.013e0</w:t>
      </w:r>
    </w:p>
    <w:p w:rsidR="00895AD2" w:rsidRDefault="00895AD2" w:rsidP="00895AD2">
      <w:r>
        <w:t>180.1562</w:t>
      </w:r>
      <w:r>
        <w:tab/>
        <w:t>2.025e0</w:t>
      </w:r>
    </w:p>
    <w:p w:rsidR="00895AD2" w:rsidRDefault="00895AD2" w:rsidP="00895AD2">
      <w:r>
        <w:t>180.3328</w:t>
      </w:r>
      <w:r>
        <w:tab/>
        <w:t>1.013e0</w:t>
      </w:r>
    </w:p>
    <w:p w:rsidR="00895AD2" w:rsidRDefault="00895AD2" w:rsidP="00895AD2">
      <w:r>
        <w:lastRenderedPageBreak/>
        <w:t>180.3507</w:t>
      </w:r>
      <w:r>
        <w:tab/>
        <w:t>1.013e0</w:t>
      </w:r>
    </w:p>
    <w:p w:rsidR="00895AD2" w:rsidRDefault="00895AD2" w:rsidP="00895AD2">
      <w:r>
        <w:t>180.4167</w:t>
      </w:r>
      <w:r>
        <w:tab/>
        <w:t>2.025e0</w:t>
      </w:r>
    </w:p>
    <w:p w:rsidR="00895AD2" w:rsidRDefault="00895AD2" w:rsidP="00895AD2">
      <w:r>
        <w:t>180.4893</w:t>
      </w:r>
      <w:r>
        <w:tab/>
        <w:t>1.013e0</w:t>
      </w:r>
    </w:p>
    <w:p w:rsidR="00895AD2" w:rsidRDefault="00895AD2" w:rsidP="00895AD2">
      <w:r>
        <w:t>180.5539</w:t>
      </w:r>
      <w:r>
        <w:tab/>
        <w:t>1.013e0</w:t>
      </w:r>
    </w:p>
    <w:p w:rsidR="00895AD2" w:rsidRDefault="00895AD2" w:rsidP="00895AD2">
      <w:r>
        <w:t>180.6221</w:t>
      </w:r>
      <w:r>
        <w:tab/>
        <w:t>1.013e0</w:t>
      </w:r>
    </w:p>
    <w:p w:rsidR="00895AD2" w:rsidRDefault="00895AD2" w:rsidP="00895AD2">
      <w:r>
        <w:t>180.7040</w:t>
      </w:r>
      <w:r>
        <w:tab/>
        <w:t>1.013e0</w:t>
      </w:r>
    </w:p>
    <w:p w:rsidR="00895AD2" w:rsidRDefault="00895AD2" w:rsidP="00895AD2">
      <w:r>
        <w:t>180.7823</w:t>
      </w:r>
      <w:r>
        <w:tab/>
        <w:t>1.013e0</w:t>
      </w:r>
    </w:p>
    <w:p w:rsidR="00895AD2" w:rsidRDefault="00895AD2" w:rsidP="00895AD2">
      <w:r>
        <w:t>180.9793</w:t>
      </w:r>
      <w:r>
        <w:tab/>
        <w:t>1.013e0</w:t>
      </w:r>
    </w:p>
    <w:p w:rsidR="00895AD2" w:rsidRDefault="00895AD2" w:rsidP="00895AD2">
      <w:r>
        <w:t>181.0111</w:t>
      </w:r>
      <w:r>
        <w:tab/>
        <w:t>2.025e0</w:t>
      </w:r>
    </w:p>
    <w:p w:rsidR="00895AD2" w:rsidRDefault="00895AD2" w:rsidP="00895AD2">
      <w:r>
        <w:t>181.0448</w:t>
      </w:r>
      <w:r>
        <w:tab/>
        <w:t>2.025e0</w:t>
      </w:r>
    </w:p>
    <w:p w:rsidR="00895AD2" w:rsidRDefault="00895AD2" w:rsidP="00895AD2">
      <w:r>
        <w:t>181.0997</w:t>
      </w:r>
      <w:r>
        <w:tab/>
        <w:t>3.038e0</w:t>
      </w:r>
    </w:p>
    <w:p w:rsidR="00895AD2" w:rsidRDefault="00895AD2" w:rsidP="00895AD2">
      <w:r>
        <w:t>181.1258</w:t>
      </w:r>
      <w:r>
        <w:tab/>
        <w:t>1.013e0</w:t>
      </w:r>
    </w:p>
    <w:p w:rsidR="00895AD2" w:rsidRDefault="00895AD2" w:rsidP="00895AD2">
      <w:r>
        <w:t>181.1617</w:t>
      </w:r>
      <w:r>
        <w:tab/>
        <w:t>1.013e0</w:t>
      </w:r>
    </w:p>
    <w:p w:rsidR="00895AD2" w:rsidRDefault="00895AD2" w:rsidP="00895AD2">
      <w:r>
        <w:t>181.1796</w:t>
      </w:r>
      <w:r>
        <w:tab/>
        <w:t>1.013e0</w:t>
      </w:r>
    </w:p>
    <w:p w:rsidR="00895AD2" w:rsidRDefault="00895AD2" w:rsidP="00895AD2">
      <w:r>
        <w:t>181.2301</w:t>
      </w:r>
      <w:r>
        <w:tab/>
        <w:t>1.013e0</w:t>
      </w:r>
    </w:p>
    <w:p w:rsidR="00895AD2" w:rsidRDefault="00895AD2" w:rsidP="00895AD2">
      <w:r>
        <w:t>181.3045</w:t>
      </w:r>
      <w:r>
        <w:tab/>
        <w:t>1.013e0</w:t>
      </w:r>
    </w:p>
    <w:p w:rsidR="00895AD2" w:rsidRDefault="00895AD2" w:rsidP="00895AD2">
      <w:r>
        <w:t>181.3544</w:t>
      </w:r>
      <w:r>
        <w:tab/>
        <w:t>1.013e0</w:t>
      </w:r>
    </w:p>
    <w:p w:rsidR="00895AD2" w:rsidRDefault="00895AD2" w:rsidP="00895AD2">
      <w:r>
        <w:t>181.4623</w:t>
      </w:r>
      <w:r>
        <w:tab/>
        <w:t>1.013e0</w:t>
      </w:r>
    </w:p>
    <w:p w:rsidR="00895AD2" w:rsidRDefault="00895AD2" w:rsidP="00895AD2">
      <w:r>
        <w:t>181.5271</w:t>
      </w:r>
      <w:r>
        <w:tab/>
        <w:t>1.013e0</w:t>
      </w:r>
    </w:p>
    <w:p w:rsidR="00895AD2" w:rsidRDefault="00895AD2" w:rsidP="00895AD2">
      <w:r>
        <w:lastRenderedPageBreak/>
        <w:t>181.7343</w:t>
      </w:r>
      <w:r>
        <w:tab/>
        <w:t>1.013e0</w:t>
      </w:r>
    </w:p>
    <w:p w:rsidR="00895AD2" w:rsidRDefault="00895AD2" w:rsidP="00895AD2">
      <w:r>
        <w:t>182.0208</w:t>
      </w:r>
      <w:r>
        <w:tab/>
        <w:t>1.013e0</w:t>
      </w:r>
    </w:p>
    <w:p w:rsidR="00895AD2" w:rsidRDefault="00895AD2" w:rsidP="00895AD2">
      <w:r>
        <w:t>182.0955</w:t>
      </w:r>
      <w:r>
        <w:tab/>
        <w:t>3.038e0</w:t>
      </w:r>
    </w:p>
    <w:p w:rsidR="00895AD2" w:rsidRDefault="00895AD2" w:rsidP="00895AD2">
      <w:r>
        <w:t>182.1901</w:t>
      </w:r>
      <w:r>
        <w:tab/>
        <w:t>1.013e0</w:t>
      </w:r>
    </w:p>
    <w:p w:rsidR="00895AD2" w:rsidRDefault="00895AD2" w:rsidP="00895AD2">
      <w:r>
        <w:t>182.2331</w:t>
      </w:r>
      <w:r>
        <w:tab/>
        <w:t>1.013e0</w:t>
      </w:r>
    </w:p>
    <w:p w:rsidR="00895AD2" w:rsidRDefault="00895AD2" w:rsidP="00895AD2">
      <w:r>
        <w:t>182.3976</w:t>
      </w:r>
      <w:r>
        <w:tab/>
        <w:t>1.013e0</w:t>
      </w:r>
    </w:p>
    <w:p w:rsidR="00895AD2" w:rsidRDefault="00895AD2" w:rsidP="00895AD2">
      <w:r>
        <w:t>182.4804</w:t>
      </w:r>
      <w:r>
        <w:tab/>
        <w:t>1.013e0</w:t>
      </w:r>
    </w:p>
    <w:p w:rsidR="00895AD2" w:rsidRDefault="00895AD2" w:rsidP="00895AD2">
      <w:r>
        <w:t>182.5690</w:t>
      </w:r>
      <w:r>
        <w:tab/>
        <w:t>5.063e0</w:t>
      </w:r>
    </w:p>
    <w:p w:rsidR="00895AD2" w:rsidRDefault="00895AD2" w:rsidP="00895AD2">
      <w:r>
        <w:t>182.6135</w:t>
      </w:r>
      <w:r>
        <w:tab/>
        <w:t>1.013e0</w:t>
      </w:r>
    </w:p>
    <w:p w:rsidR="00895AD2" w:rsidRDefault="00895AD2" w:rsidP="00895AD2">
      <w:r>
        <w:t>182.6598</w:t>
      </w:r>
      <w:r>
        <w:tab/>
        <w:t>1.013e0</w:t>
      </w:r>
    </w:p>
    <w:p w:rsidR="00895AD2" w:rsidRDefault="00895AD2" w:rsidP="00895AD2">
      <w:r>
        <w:t>182.7385</w:t>
      </w:r>
      <w:r>
        <w:tab/>
        <w:t>1.013e0</w:t>
      </w:r>
    </w:p>
    <w:p w:rsidR="00895AD2" w:rsidRDefault="00895AD2" w:rsidP="00895AD2">
      <w:r>
        <w:t>182.7674</w:t>
      </w:r>
      <w:r>
        <w:tab/>
        <w:t>1.013e0</w:t>
      </w:r>
    </w:p>
    <w:p w:rsidR="00895AD2" w:rsidRDefault="00895AD2" w:rsidP="00895AD2">
      <w:r>
        <w:t>182.8179</w:t>
      </w:r>
      <w:r>
        <w:tab/>
        <w:t>1.013e0</w:t>
      </w:r>
    </w:p>
    <w:p w:rsidR="00895AD2" w:rsidRDefault="00895AD2" w:rsidP="00895AD2">
      <w:r>
        <w:t>182.8359</w:t>
      </w:r>
      <w:r>
        <w:tab/>
        <w:t>1.013e0</w:t>
      </w:r>
    </w:p>
    <w:p w:rsidR="00895AD2" w:rsidRDefault="00895AD2" w:rsidP="00895AD2">
      <w:r>
        <w:t>182.9839</w:t>
      </w:r>
      <w:r>
        <w:tab/>
        <w:t>1.013e0</w:t>
      </w:r>
    </w:p>
    <w:p w:rsidR="00895AD2" w:rsidRDefault="00895AD2" w:rsidP="00895AD2">
      <w:r>
        <w:t>183.0052</w:t>
      </w:r>
      <w:r>
        <w:tab/>
        <w:t>1.013e0</w:t>
      </w:r>
    </w:p>
    <w:p w:rsidR="00895AD2" w:rsidRDefault="00895AD2" w:rsidP="00895AD2">
      <w:r>
        <w:t>183.0659</w:t>
      </w:r>
      <w:r>
        <w:tab/>
        <w:t>3.038e0</w:t>
      </w:r>
    </w:p>
    <w:p w:rsidR="00895AD2" w:rsidRDefault="00895AD2" w:rsidP="00895AD2">
      <w:r>
        <w:t>183.0954</w:t>
      </w:r>
      <w:r>
        <w:tab/>
        <w:t>3.038e0</w:t>
      </w:r>
    </w:p>
    <w:p w:rsidR="00895AD2" w:rsidRDefault="00895AD2" w:rsidP="00895AD2">
      <w:r>
        <w:t>183.1230</w:t>
      </w:r>
      <w:r>
        <w:tab/>
        <w:t>1.013e0</w:t>
      </w:r>
    </w:p>
    <w:p w:rsidR="00895AD2" w:rsidRDefault="00895AD2" w:rsidP="00895AD2">
      <w:r>
        <w:lastRenderedPageBreak/>
        <w:t>183.2097</w:t>
      </w:r>
      <w:r>
        <w:tab/>
        <w:t>1.013e0</w:t>
      </w:r>
    </w:p>
    <w:p w:rsidR="00895AD2" w:rsidRDefault="00895AD2" w:rsidP="00895AD2">
      <w:r>
        <w:t>183.2818</w:t>
      </w:r>
      <w:r>
        <w:tab/>
        <w:t>1.013e0</w:t>
      </w:r>
    </w:p>
    <w:p w:rsidR="00895AD2" w:rsidRDefault="00895AD2" w:rsidP="00895AD2">
      <w:r>
        <w:t>183.4083</w:t>
      </w:r>
      <w:r>
        <w:tab/>
        <w:t>1.013e0</w:t>
      </w:r>
    </w:p>
    <w:p w:rsidR="00895AD2" w:rsidRDefault="00895AD2" w:rsidP="00895AD2">
      <w:r>
        <w:t>183.5549</w:t>
      </w:r>
      <w:r>
        <w:tab/>
        <w:t>1.013e0</w:t>
      </w:r>
    </w:p>
    <w:p w:rsidR="00895AD2" w:rsidRDefault="00895AD2" w:rsidP="00895AD2">
      <w:r>
        <w:t>183.5981</w:t>
      </w:r>
      <w:r>
        <w:tab/>
        <w:t>1.013e0</w:t>
      </w:r>
    </w:p>
    <w:p w:rsidR="00895AD2" w:rsidRDefault="00895AD2" w:rsidP="00895AD2">
      <w:r>
        <w:t>183.6415</w:t>
      </w:r>
      <w:r>
        <w:tab/>
        <w:t>1.013e0</w:t>
      </w:r>
    </w:p>
    <w:p w:rsidR="00895AD2" w:rsidRDefault="00895AD2" w:rsidP="00895AD2">
      <w:r>
        <w:t>183.6740</w:t>
      </w:r>
      <w:r>
        <w:tab/>
        <w:t>1.013e0</w:t>
      </w:r>
    </w:p>
    <w:p w:rsidR="00895AD2" w:rsidRDefault="00895AD2" w:rsidP="00895AD2">
      <w:r>
        <w:t>183.7571</w:t>
      </w:r>
      <w:r>
        <w:tab/>
        <w:t>1.013e0</w:t>
      </w:r>
    </w:p>
    <w:p w:rsidR="00895AD2" w:rsidRDefault="00895AD2" w:rsidP="00895AD2">
      <w:r>
        <w:t>183.8474</w:t>
      </w:r>
      <w:r>
        <w:tab/>
        <w:t>1.013e0</w:t>
      </w:r>
    </w:p>
    <w:p w:rsidR="00895AD2" w:rsidRDefault="00895AD2" w:rsidP="00895AD2">
      <w:r>
        <w:t>183.9161</w:t>
      </w:r>
      <w:r>
        <w:tab/>
        <w:t>1.013e0</w:t>
      </w:r>
    </w:p>
    <w:p w:rsidR="00895AD2" w:rsidRDefault="00895AD2" w:rsidP="00895AD2">
      <w:r>
        <w:t>184.0127</w:t>
      </w:r>
      <w:r>
        <w:tab/>
        <w:t>2.025e0</w:t>
      </w:r>
    </w:p>
    <w:p w:rsidR="00895AD2" w:rsidRDefault="00895AD2" w:rsidP="00895AD2">
      <w:r>
        <w:t>184.0613</w:t>
      </w:r>
      <w:r>
        <w:tab/>
        <w:t>2.025e0</w:t>
      </w:r>
    </w:p>
    <w:p w:rsidR="00895AD2" w:rsidRDefault="00895AD2" w:rsidP="00895AD2">
      <w:r>
        <w:t>184.0792</w:t>
      </w:r>
      <w:r>
        <w:tab/>
        <w:t>2.025e0</w:t>
      </w:r>
    </w:p>
    <w:p w:rsidR="00895AD2" w:rsidRDefault="00895AD2" w:rsidP="00895AD2">
      <w:r>
        <w:t>184.1038</w:t>
      </w:r>
      <w:r>
        <w:tab/>
        <w:t>3.038e0</w:t>
      </w:r>
    </w:p>
    <w:p w:rsidR="00895AD2" w:rsidRDefault="00895AD2" w:rsidP="00895AD2">
      <w:r>
        <w:t>184.1351</w:t>
      </w:r>
      <w:r>
        <w:tab/>
        <w:t>2.025e0</w:t>
      </w:r>
    </w:p>
    <w:p w:rsidR="00895AD2" w:rsidRDefault="00895AD2" w:rsidP="00895AD2">
      <w:r>
        <w:t>184.2762</w:t>
      </w:r>
      <w:r>
        <w:tab/>
        <w:t>1.013e0</w:t>
      </w:r>
    </w:p>
    <w:p w:rsidR="00895AD2" w:rsidRDefault="00895AD2" w:rsidP="00895AD2">
      <w:r>
        <w:t>184.4209</w:t>
      </w:r>
      <w:r>
        <w:tab/>
        <w:t>1.013e0</w:t>
      </w:r>
    </w:p>
    <w:p w:rsidR="00895AD2" w:rsidRDefault="00895AD2" w:rsidP="00895AD2">
      <w:r>
        <w:t>184.6116</w:t>
      </w:r>
      <w:r>
        <w:tab/>
        <w:t>1.013e0</w:t>
      </w:r>
    </w:p>
    <w:p w:rsidR="00895AD2" w:rsidRDefault="00895AD2" w:rsidP="00895AD2">
      <w:r>
        <w:t>184.7270</w:t>
      </w:r>
      <w:r>
        <w:tab/>
        <w:t>1.013e0</w:t>
      </w:r>
    </w:p>
    <w:p w:rsidR="00895AD2" w:rsidRDefault="00895AD2" w:rsidP="00895AD2">
      <w:r>
        <w:lastRenderedPageBreak/>
        <w:t>184.8646</w:t>
      </w:r>
      <w:r>
        <w:tab/>
        <w:t>1.013e0</w:t>
      </w:r>
    </w:p>
    <w:p w:rsidR="00895AD2" w:rsidRDefault="00895AD2" w:rsidP="00895AD2">
      <w:r>
        <w:t>184.9913</w:t>
      </w:r>
      <w:r>
        <w:tab/>
        <w:t>1.013e0</w:t>
      </w:r>
    </w:p>
    <w:p w:rsidR="00895AD2" w:rsidRDefault="00895AD2" w:rsidP="00895AD2">
      <w:r>
        <w:t>185.0819</w:t>
      </w:r>
      <w:r>
        <w:tab/>
        <w:t>1.013e0</w:t>
      </w:r>
    </w:p>
    <w:p w:rsidR="00895AD2" w:rsidRDefault="00895AD2" w:rsidP="00895AD2">
      <w:r>
        <w:t>185.1127</w:t>
      </w:r>
      <w:r>
        <w:tab/>
        <w:t>6.076e0</w:t>
      </w:r>
    </w:p>
    <w:p w:rsidR="00895AD2" w:rsidRDefault="00895AD2" w:rsidP="00895AD2">
      <w:r>
        <w:t>185.1508</w:t>
      </w:r>
      <w:r>
        <w:tab/>
        <w:t>2.025e0</w:t>
      </w:r>
    </w:p>
    <w:p w:rsidR="00895AD2" w:rsidRDefault="00895AD2" w:rsidP="00895AD2">
      <w:r>
        <w:t>185.2913</w:t>
      </w:r>
      <w:r>
        <w:tab/>
        <w:t>1.013e0</w:t>
      </w:r>
    </w:p>
    <w:p w:rsidR="00895AD2" w:rsidRDefault="00895AD2" w:rsidP="00895AD2">
      <w:r>
        <w:t>185.5806</w:t>
      </w:r>
      <w:r>
        <w:tab/>
        <w:t>1.013e0</w:t>
      </w:r>
    </w:p>
    <w:p w:rsidR="00895AD2" w:rsidRDefault="00895AD2" w:rsidP="00895AD2">
      <w:r>
        <w:t>185.7220</w:t>
      </w:r>
      <w:r>
        <w:tab/>
        <w:t>1.013e0</w:t>
      </w:r>
    </w:p>
    <w:p w:rsidR="00895AD2" w:rsidRDefault="00895AD2" w:rsidP="00895AD2">
      <w:r>
        <w:t>186.0123</w:t>
      </w:r>
      <w:r>
        <w:tab/>
        <w:t>1.013e0</w:t>
      </w:r>
    </w:p>
    <w:p w:rsidR="00895AD2" w:rsidRDefault="00895AD2" w:rsidP="00895AD2">
      <w:r>
        <w:t>186.0667</w:t>
      </w:r>
      <w:r>
        <w:tab/>
        <w:t>1.013e0</w:t>
      </w:r>
    </w:p>
    <w:p w:rsidR="00895AD2" w:rsidRDefault="00895AD2" w:rsidP="00895AD2">
      <w:r>
        <w:t>186.1430</w:t>
      </w:r>
      <w:r>
        <w:tab/>
        <w:t>1.013e0</w:t>
      </w:r>
    </w:p>
    <w:p w:rsidR="00895AD2" w:rsidRDefault="00895AD2" w:rsidP="00895AD2">
      <w:r>
        <w:t>186.1647</w:t>
      </w:r>
      <w:r>
        <w:tab/>
        <w:t>1.013e0</w:t>
      </w:r>
    </w:p>
    <w:p w:rsidR="00895AD2" w:rsidRDefault="00895AD2" w:rsidP="00895AD2">
      <w:r>
        <w:t>186.3094</w:t>
      </w:r>
      <w:r>
        <w:tab/>
        <w:t>1.013e0</w:t>
      </w:r>
    </w:p>
    <w:p w:rsidR="00895AD2" w:rsidRDefault="00895AD2" w:rsidP="00895AD2">
      <w:r>
        <w:t>186.3492</w:t>
      </w:r>
      <w:r>
        <w:tab/>
        <w:t>1.013e0</w:t>
      </w:r>
    </w:p>
    <w:p w:rsidR="00895AD2" w:rsidRDefault="00895AD2" w:rsidP="00895AD2">
      <w:r>
        <w:t>186.4035</w:t>
      </w:r>
      <w:r>
        <w:tab/>
        <w:t>1.013e0</w:t>
      </w:r>
    </w:p>
    <w:p w:rsidR="00895AD2" w:rsidRDefault="00895AD2" w:rsidP="00895AD2">
      <w:r>
        <w:t>186.5519</w:t>
      </w:r>
      <w:r>
        <w:tab/>
        <w:t>2.025e0</w:t>
      </w:r>
    </w:p>
    <w:p w:rsidR="00895AD2" w:rsidRDefault="00895AD2" w:rsidP="00895AD2">
      <w:r>
        <w:t>186.6862</w:t>
      </w:r>
      <w:r>
        <w:tab/>
        <w:t>1.013e0</w:t>
      </w:r>
    </w:p>
    <w:p w:rsidR="00895AD2" w:rsidRDefault="00895AD2" w:rsidP="00895AD2">
      <w:r>
        <w:t>186.7080</w:t>
      </w:r>
      <w:r>
        <w:tab/>
        <w:t>1.013e0</w:t>
      </w:r>
    </w:p>
    <w:p w:rsidR="00895AD2" w:rsidRDefault="00895AD2" w:rsidP="00895AD2">
      <w:r>
        <w:t>186.8280</w:t>
      </w:r>
      <w:r>
        <w:tab/>
        <w:t>1.013e0</w:t>
      </w:r>
    </w:p>
    <w:p w:rsidR="00895AD2" w:rsidRDefault="00895AD2" w:rsidP="00895AD2">
      <w:r>
        <w:lastRenderedPageBreak/>
        <w:t>186.9116</w:t>
      </w:r>
      <w:r>
        <w:tab/>
        <w:t>2.025e0</w:t>
      </w:r>
    </w:p>
    <w:p w:rsidR="00895AD2" w:rsidRDefault="00895AD2" w:rsidP="00895AD2">
      <w:r>
        <w:t>186.9843</w:t>
      </w:r>
      <w:r>
        <w:tab/>
        <w:t>1.013e0</w:t>
      </w:r>
    </w:p>
    <w:p w:rsidR="00895AD2" w:rsidRDefault="00895AD2" w:rsidP="00895AD2">
      <w:r>
        <w:t>187.0025</w:t>
      </w:r>
      <w:r>
        <w:tab/>
        <w:t>1.013e0</w:t>
      </w:r>
    </w:p>
    <w:p w:rsidR="00895AD2" w:rsidRDefault="00895AD2" w:rsidP="00895AD2">
      <w:r>
        <w:t>187.0498</w:t>
      </w:r>
      <w:r>
        <w:tab/>
        <w:t>1.013e0</w:t>
      </w:r>
    </w:p>
    <w:p w:rsidR="00895AD2" w:rsidRDefault="00895AD2" w:rsidP="00895AD2">
      <w:r>
        <w:t>187.1498</w:t>
      </w:r>
      <w:r>
        <w:tab/>
        <w:t>2.025e0</w:t>
      </w:r>
    </w:p>
    <w:p w:rsidR="00895AD2" w:rsidRDefault="00895AD2" w:rsidP="00895AD2">
      <w:r>
        <w:t>187.1698</w:t>
      </w:r>
      <w:r>
        <w:tab/>
        <w:t>1.013e0</w:t>
      </w:r>
    </w:p>
    <w:p w:rsidR="00895AD2" w:rsidRDefault="00895AD2" w:rsidP="00895AD2">
      <w:r>
        <w:t>187.3844</w:t>
      </w:r>
      <w:r>
        <w:tab/>
        <w:t>1.013e0</w:t>
      </w:r>
    </w:p>
    <w:p w:rsidR="00895AD2" w:rsidRDefault="00895AD2" w:rsidP="00895AD2">
      <w:r>
        <w:t>187.5701</w:t>
      </w:r>
      <w:r>
        <w:tab/>
        <w:t>1.013e0</w:t>
      </w:r>
    </w:p>
    <w:p w:rsidR="00895AD2" w:rsidRDefault="00895AD2" w:rsidP="00895AD2">
      <w:r>
        <w:t>187.6392</w:t>
      </w:r>
      <w:r>
        <w:tab/>
        <w:t>1.013e0</w:t>
      </w:r>
    </w:p>
    <w:p w:rsidR="00895AD2" w:rsidRDefault="00895AD2" w:rsidP="00895AD2">
      <w:r>
        <w:t>187.6756</w:t>
      </w:r>
      <w:r>
        <w:tab/>
        <w:t>1.013e0</w:t>
      </w:r>
    </w:p>
    <w:p w:rsidR="00895AD2" w:rsidRDefault="00895AD2" w:rsidP="00895AD2">
      <w:r>
        <w:t>188.0089</w:t>
      </w:r>
      <w:r>
        <w:tab/>
        <w:t>2.025e0</w:t>
      </w:r>
    </w:p>
    <w:p w:rsidR="00895AD2" w:rsidRDefault="00895AD2" w:rsidP="00895AD2">
      <w:r>
        <w:t>188.0945</w:t>
      </w:r>
      <w:r>
        <w:tab/>
        <w:t>2.025e0</w:t>
      </w:r>
    </w:p>
    <w:p w:rsidR="00895AD2" w:rsidRDefault="00895AD2" w:rsidP="00895AD2">
      <w:r>
        <w:t>188.1238</w:t>
      </w:r>
      <w:r>
        <w:tab/>
        <w:t>4.670e0</w:t>
      </w:r>
    </w:p>
    <w:p w:rsidR="00895AD2" w:rsidRDefault="00895AD2" w:rsidP="00895AD2">
      <w:r>
        <w:t>188.1564</w:t>
      </w:r>
      <w:r>
        <w:tab/>
        <w:t>2.025e0</w:t>
      </w:r>
    </w:p>
    <w:p w:rsidR="00895AD2" w:rsidRDefault="00895AD2" w:rsidP="00895AD2">
      <w:r>
        <w:t>188.3970</w:t>
      </w:r>
      <w:r>
        <w:tab/>
        <w:t>1.013e0</w:t>
      </w:r>
    </w:p>
    <w:p w:rsidR="00895AD2" w:rsidRDefault="00895AD2" w:rsidP="00895AD2">
      <w:r>
        <w:t>188.4881</w:t>
      </w:r>
      <w:r>
        <w:tab/>
        <w:t>1.013e0</w:t>
      </w:r>
    </w:p>
    <w:p w:rsidR="00895AD2" w:rsidRDefault="00895AD2" w:rsidP="00895AD2">
      <w:r>
        <w:t>188.5137</w:t>
      </w:r>
      <w:r>
        <w:tab/>
        <w:t>2.025e0</w:t>
      </w:r>
    </w:p>
    <w:p w:rsidR="00895AD2" w:rsidRDefault="00895AD2" w:rsidP="00895AD2">
      <w:r>
        <w:t>188.6959</w:t>
      </w:r>
      <w:r>
        <w:tab/>
        <w:t>1.013e0</w:t>
      </w:r>
    </w:p>
    <w:p w:rsidR="00895AD2" w:rsidRDefault="00895AD2" w:rsidP="00895AD2">
      <w:r>
        <w:t>188.7836</w:t>
      </w:r>
      <w:r>
        <w:tab/>
        <w:t>1.013e0</w:t>
      </w:r>
    </w:p>
    <w:p w:rsidR="00895AD2" w:rsidRDefault="00895AD2" w:rsidP="00895AD2">
      <w:r>
        <w:lastRenderedPageBreak/>
        <w:t>188.8751</w:t>
      </w:r>
      <w:r>
        <w:tab/>
        <w:t>1.013e0</w:t>
      </w:r>
    </w:p>
    <w:p w:rsidR="00895AD2" w:rsidRDefault="00895AD2" w:rsidP="00895AD2">
      <w:r>
        <w:t>188.9849</w:t>
      </w:r>
      <w:r>
        <w:tab/>
        <w:t>1.013e0</w:t>
      </w:r>
    </w:p>
    <w:p w:rsidR="00895AD2" w:rsidRDefault="00895AD2" w:rsidP="00895AD2">
      <w:r>
        <w:t>189.0472</w:t>
      </w:r>
      <w:r>
        <w:tab/>
        <w:t>1.013e0</w:t>
      </w:r>
    </w:p>
    <w:p w:rsidR="00895AD2" w:rsidRDefault="00895AD2" w:rsidP="00895AD2">
      <w:r>
        <w:t>189.1095</w:t>
      </w:r>
      <w:r>
        <w:tab/>
        <w:t>1.013e0</w:t>
      </w:r>
    </w:p>
    <w:p w:rsidR="00895AD2" w:rsidRDefault="00895AD2" w:rsidP="00895AD2">
      <w:r>
        <w:t>189.1278</w:t>
      </w:r>
      <w:r>
        <w:tab/>
        <w:t>1.013e0</w:t>
      </w:r>
    </w:p>
    <w:p w:rsidR="00895AD2" w:rsidRDefault="00895AD2" w:rsidP="00895AD2">
      <w:r>
        <w:t>189.1571</w:t>
      </w:r>
      <w:r>
        <w:tab/>
        <w:t>1.013e0</w:t>
      </w:r>
    </w:p>
    <w:p w:rsidR="00895AD2" w:rsidRDefault="00895AD2" w:rsidP="00895AD2">
      <w:r>
        <w:t>189.1938</w:t>
      </w:r>
      <w:r>
        <w:tab/>
        <w:t>1.013e0</w:t>
      </w:r>
    </w:p>
    <w:p w:rsidR="00895AD2" w:rsidRDefault="00895AD2" w:rsidP="00895AD2">
      <w:r>
        <w:t>189.2561</w:t>
      </w:r>
      <w:r>
        <w:tab/>
        <w:t>2.025e0</w:t>
      </w:r>
    </w:p>
    <w:p w:rsidR="00895AD2" w:rsidRDefault="00895AD2" w:rsidP="00895AD2">
      <w:r>
        <w:t>189.3382</w:t>
      </w:r>
      <w:r>
        <w:tab/>
        <w:t>2.025e0</w:t>
      </w:r>
    </w:p>
    <w:p w:rsidR="00895AD2" w:rsidRDefault="00895AD2" w:rsidP="00895AD2">
      <w:r>
        <w:t>189.4714</w:t>
      </w:r>
      <w:r>
        <w:tab/>
        <w:t>1.013e0</w:t>
      </w:r>
    </w:p>
    <w:p w:rsidR="00895AD2" w:rsidRDefault="00895AD2" w:rsidP="00895AD2">
      <w:r>
        <w:t>189.4897</w:t>
      </w:r>
      <w:r>
        <w:tab/>
        <w:t>1.013e0</w:t>
      </w:r>
    </w:p>
    <w:p w:rsidR="00895AD2" w:rsidRDefault="00895AD2" w:rsidP="00895AD2">
      <w:r>
        <w:t>189.5518</w:t>
      </w:r>
      <w:r>
        <w:tab/>
        <w:t>1.013e0</w:t>
      </w:r>
    </w:p>
    <w:p w:rsidR="00895AD2" w:rsidRDefault="00895AD2" w:rsidP="00895AD2">
      <w:r>
        <w:t>189.5811</w:t>
      </w:r>
      <w:r>
        <w:tab/>
        <w:t>1.013e0</w:t>
      </w:r>
    </w:p>
    <w:p w:rsidR="00895AD2" w:rsidRDefault="00895AD2" w:rsidP="00895AD2">
      <w:r>
        <w:t>189.6432</w:t>
      </w:r>
      <w:r>
        <w:tab/>
        <w:t>1.013e0</w:t>
      </w:r>
    </w:p>
    <w:p w:rsidR="00895AD2" w:rsidRDefault="00895AD2" w:rsidP="00895AD2">
      <w:r>
        <w:t>189.7346</w:t>
      </w:r>
      <w:r>
        <w:tab/>
        <w:t>1.013e0</w:t>
      </w:r>
    </w:p>
    <w:p w:rsidR="00895AD2" w:rsidRDefault="00895AD2" w:rsidP="00895AD2">
      <w:r>
        <w:t>189.8077</w:t>
      </w:r>
      <w:r>
        <w:tab/>
        <w:t>1.013e0</w:t>
      </w:r>
    </w:p>
    <w:p w:rsidR="00895AD2" w:rsidRDefault="00895AD2" w:rsidP="00895AD2">
      <w:r>
        <w:t>189.9173</w:t>
      </w:r>
      <w:r>
        <w:tab/>
        <w:t>2.025e0</w:t>
      </w:r>
    </w:p>
    <w:p w:rsidR="00895AD2" w:rsidRDefault="00895AD2" w:rsidP="00895AD2">
      <w:r>
        <w:t>190.0617</w:t>
      </w:r>
      <w:r>
        <w:tab/>
        <w:t>6.076e0</w:t>
      </w:r>
    </w:p>
    <w:p w:rsidR="00895AD2" w:rsidRDefault="00895AD2" w:rsidP="00895AD2">
      <w:r>
        <w:t>190.1023</w:t>
      </w:r>
      <w:r>
        <w:tab/>
        <w:t>8.122e0</w:t>
      </w:r>
    </w:p>
    <w:p w:rsidR="00895AD2" w:rsidRDefault="00895AD2" w:rsidP="00895AD2">
      <w:r>
        <w:lastRenderedPageBreak/>
        <w:t>190.1488</w:t>
      </w:r>
      <w:r>
        <w:tab/>
        <w:t>1.013e0</w:t>
      </w:r>
    </w:p>
    <w:p w:rsidR="00895AD2" w:rsidRDefault="00895AD2" w:rsidP="00895AD2">
      <w:r>
        <w:t>190.2224</w:t>
      </w:r>
      <w:r>
        <w:tab/>
        <w:t>1.013e0</w:t>
      </w:r>
    </w:p>
    <w:p w:rsidR="00895AD2" w:rsidRDefault="00895AD2" w:rsidP="00895AD2">
      <w:r>
        <w:t>190.2445</w:t>
      </w:r>
      <w:r>
        <w:tab/>
        <w:t>1.013e0</w:t>
      </w:r>
    </w:p>
    <w:p w:rsidR="00895AD2" w:rsidRDefault="00895AD2" w:rsidP="00895AD2">
      <w:r>
        <w:t>190.3176</w:t>
      </w:r>
      <w:r>
        <w:tab/>
        <w:t>1.013e0</w:t>
      </w:r>
    </w:p>
    <w:p w:rsidR="00895AD2" w:rsidRDefault="00895AD2" w:rsidP="00895AD2">
      <w:r>
        <w:t>190.3578</w:t>
      </w:r>
      <w:r>
        <w:tab/>
        <w:t>1.013e0</w:t>
      </w:r>
    </w:p>
    <w:p w:rsidR="00895AD2" w:rsidRDefault="00895AD2" w:rsidP="00895AD2">
      <w:r>
        <w:t>190.5152</w:t>
      </w:r>
      <w:r>
        <w:tab/>
        <w:t>1.013e0</w:t>
      </w:r>
    </w:p>
    <w:p w:rsidR="00895AD2" w:rsidRDefault="00895AD2" w:rsidP="00895AD2">
      <w:r>
        <w:t>190.5628</w:t>
      </w:r>
      <w:r>
        <w:tab/>
        <w:t>1.013e0</w:t>
      </w:r>
    </w:p>
    <w:p w:rsidR="00895AD2" w:rsidRDefault="00895AD2" w:rsidP="00895AD2">
      <w:r>
        <w:t>190.6580</w:t>
      </w:r>
      <w:r>
        <w:tab/>
        <w:t>1.013e0</w:t>
      </w:r>
    </w:p>
    <w:p w:rsidR="00895AD2" w:rsidRDefault="00895AD2" w:rsidP="00895AD2">
      <w:r>
        <w:t>190.7018</w:t>
      </w:r>
      <w:r>
        <w:tab/>
        <w:t>1.013e0</w:t>
      </w:r>
    </w:p>
    <w:p w:rsidR="00895AD2" w:rsidRDefault="00895AD2" w:rsidP="00895AD2">
      <w:r>
        <w:t>190.7422</w:t>
      </w:r>
      <w:r>
        <w:tab/>
        <w:t>1.013e0</w:t>
      </w:r>
    </w:p>
    <w:p w:rsidR="00895AD2" w:rsidRDefault="00895AD2" w:rsidP="00895AD2">
      <w:r>
        <w:t>190.7976</w:t>
      </w:r>
      <w:r>
        <w:tab/>
        <w:t>1.013e0</w:t>
      </w:r>
    </w:p>
    <w:p w:rsidR="00895AD2" w:rsidRDefault="00895AD2" w:rsidP="00895AD2">
      <w:r>
        <w:t>190.9563</w:t>
      </w:r>
      <w:r>
        <w:tab/>
        <w:t>1.013e0</w:t>
      </w:r>
    </w:p>
    <w:p w:rsidR="00895AD2" w:rsidRDefault="00895AD2" w:rsidP="00895AD2">
      <w:r>
        <w:t>190.9947</w:t>
      </w:r>
      <w:r>
        <w:tab/>
        <w:t>2.025e0</w:t>
      </w:r>
    </w:p>
    <w:p w:rsidR="00895AD2" w:rsidRDefault="00895AD2" w:rsidP="00895AD2">
      <w:r>
        <w:t>191.0441</w:t>
      </w:r>
      <w:r>
        <w:tab/>
        <w:t>1.013e0</w:t>
      </w:r>
    </w:p>
    <w:p w:rsidR="00895AD2" w:rsidRDefault="00895AD2" w:rsidP="00895AD2">
      <w:r>
        <w:t>191.0807</w:t>
      </w:r>
      <w:r>
        <w:tab/>
        <w:t>1.013e0</w:t>
      </w:r>
    </w:p>
    <w:p w:rsidR="00895AD2" w:rsidRDefault="00895AD2" w:rsidP="00895AD2">
      <w:r>
        <w:t>191.1228</w:t>
      </w:r>
      <w:r>
        <w:tab/>
        <w:t>3.038e0</w:t>
      </w:r>
    </w:p>
    <w:p w:rsidR="00895AD2" w:rsidRDefault="00895AD2" w:rsidP="00895AD2">
      <w:r>
        <w:t>191.1456</w:t>
      </w:r>
      <w:r>
        <w:tab/>
        <w:t>3.558e0</w:t>
      </w:r>
    </w:p>
    <w:p w:rsidR="00895AD2" w:rsidRDefault="00895AD2" w:rsidP="00895AD2">
      <w:r>
        <w:t>191.1980</w:t>
      </w:r>
      <w:r>
        <w:tab/>
        <w:t>1.013e0</w:t>
      </w:r>
    </w:p>
    <w:p w:rsidR="00895AD2" w:rsidRDefault="00895AD2" w:rsidP="00895AD2">
      <w:r>
        <w:t>191.2640</w:t>
      </w:r>
      <w:r>
        <w:tab/>
        <w:t>2.025e0</w:t>
      </w:r>
    </w:p>
    <w:p w:rsidR="00895AD2" w:rsidRDefault="00895AD2" w:rsidP="00895AD2">
      <w:r>
        <w:lastRenderedPageBreak/>
        <w:t>191.2970</w:t>
      </w:r>
      <w:r>
        <w:tab/>
        <w:t>2.025e0</w:t>
      </w:r>
    </w:p>
    <w:p w:rsidR="00895AD2" w:rsidRDefault="00895AD2" w:rsidP="00895AD2">
      <w:r>
        <w:t>191.3520</w:t>
      </w:r>
      <w:r>
        <w:tab/>
        <w:t>1.013e0</w:t>
      </w:r>
    </w:p>
    <w:p w:rsidR="00895AD2" w:rsidRDefault="00895AD2" w:rsidP="00895AD2">
      <w:r>
        <w:t>191.5589</w:t>
      </w:r>
      <w:r>
        <w:tab/>
        <w:t>1.013e0</w:t>
      </w:r>
    </w:p>
    <w:p w:rsidR="00895AD2" w:rsidRDefault="00895AD2" w:rsidP="00895AD2">
      <w:r>
        <w:t>191.5918</w:t>
      </w:r>
      <w:r>
        <w:tab/>
        <w:t>1.013e0</w:t>
      </w:r>
    </w:p>
    <w:p w:rsidR="00895AD2" w:rsidRDefault="00895AD2" w:rsidP="00895AD2">
      <w:r>
        <w:t>191.6395</w:t>
      </w:r>
      <w:r>
        <w:tab/>
        <w:t>1.013e0</w:t>
      </w:r>
    </w:p>
    <w:p w:rsidR="00895AD2" w:rsidRDefault="00895AD2" w:rsidP="00895AD2">
      <w:r>
        <w:t>191.6799</w:t>
      </w:r>
      <w:r>
        <w:tab/>
        <w:t>1.013e0</w:t>
      </w:r>
    </w:p>
    <w:p w:rsidR="00895AD2" w:rsidRDefault="00895AD2" w:rsidP="00895AD2">
      <w:r>
        <w:t>191.7863</w:t>
      </w:r>
      <w:r>
        <w:tab/>
        <w:t>2.025e0</w:t>
      </w:r>
    </w:p>
    <w:p w:rsidR="00895AD2" w:rsidRDefault="00895AD2" w:rsidP="00895AD2">
      <w:r>
        <w:t>191.9931</w:t>
      </w:r>
      <w:r>
        <w:tab/>
        <w:t>1.013e0</w:t>
      </w:r>
    </w:p>
    <w:p w:rsidR="00895AD2" w:rsidRDefault="00895AD2" w:rsidP="00895AD2">
      <w:r>
        <w:t>192.0562</w:t>
      </w:r>
      <w:r>
        <w:tab/>
        <w:t>4.323e0</w:t>
      </w:r>
    </w:p>
    <w:p w:rsidR="00895AD2" w:rsidRDefault="00895AD2" w:rsidP="00895AD2">
      <w:r>
        <w:t>192.0751</w:t>
      </w:r>
      <w:r>
        <w:tab/>
        <w:t>3.038e0</w:t>
      </w:r>
    </w:p>
    <w:p w:rsidR="00895AD2" w:rsidRDefault="00895AD2" w:rsidP="00895AD2">
      <w:r>
        <w:t>192.0961</w:t>
      </w:r>
      <w:r>
        <w:tab/>
        <w:t>1.013e0</w:t>
      </w:r>
    </w:p>
    <w:p w:rsidR="00895AD2" w:rsidRDefault="00895AD2" w:rsidP="00895AD2">
      <w:r>
        <w:t>192.1438</w:t>
      </w:r>
      <w:r>
        <w:tab/>
        <w:t>3.038e0</w:t>
      </w:r>
    </w:p>
    <w:p w:rsidR="00895AD2" w:rsidRDefault="00895AD2" w:rsidP="00895AD2">
      <w:r>
        <w:t>192.1842</w:t>
      </w:r>
      <w:r>
        <w:tab/>
        <w:t>1.013e0</w:t>
      </w:r>
    </w:p>
    <w:p w:rsidR="00895AD2" w:rsidRDefault="00895AD2" w:rsidP="00895AD2">
      <w:r>
        <w:t>192.2210</w:t>
      </w:r>
      <w:r>
        <w:tab/>
        <w:t>1.013e0</w:t>
      </w:r>
    </w:p>
    <w:p w:rsidR="00895AD2" w:rsidRDefault="00895AD2" w:rsidP="00895AD2">
      <w:r>
        <w:t>192.2907</w:t>
      </w:r>
      <w:r>
        <w:tab/>
        <w:t>1.013e0</w:t>
      </w:r>
    </w:p>
    <w:p w:rsidR="00895AD2" w:rsidRDefault="00895AD2" w:rsidP="00895AD2">
      <w:r>
        <w:t>192.3164</w:t>
      </w:r>
      <w:r>
        <w:tab/>
        <w:t>1.013e0</w:t>
      </w:r>
    </w:p>
    <w:p w:rsidR="00895AD2" w:rsidRDefault="00895AD2" w:rsidP="00895AD2">
      <w:r>
        <w:t>192.3385</w:t>
      </w:r>
      <w:r>
        <w:tab/>
        <w:t>1.013e0</w:t>
      </w:r>
    </w:p>
    <w:p w:rsidR="00895AD2" w:rsidRDefault="00895AD2" w:rsidP="00895AD2">
      <w:r>
        <w:t>192.3608</w:t>
      </w:r>
      <w:r>
        <w:tab/>
        <w:t>1.013e0</w:t>
      </w:r>
    </w:p>
    <w:p w:rsidR="00895AD2" w:rsidRDefault="00895AD2" w:rsidP="00895AD2">
      <w:r>
        <w:t>192.4315</w:t>
      </w:r>
      <w:r>
        <w:tab/>
        <w:t>1.013e0</w:t>
      </w:r>
    </w:p>
    <w:p w:rsidR="00895AD2" w:rsidRDefault="00895AD2" w:rsidP="00895AD2">
      <w:r>
        <w:lastRenderedPageBreak/>
        <w:t>192.6450</w:t>
      </w:r>
      <w:r>
        <w:tab/>
        <w:t>1.013e0</w:t>
      </w:r>
    </w:p>
    <w:p w:rsidR="00895AD2" w:rsidRDefault="00895AD2" w:rsidP="00895AD2">
      <w:r>
        <w:t>192.7221</w:t>
      </w:r>
      <w:r>
        <w:tab/>
        <w:t>1.013e0</w:t>
      </w:r>
    </w:p>
    <w:p w:rsidR="00895AD2" w:rsidRDefault="00895AD2" w:rsidP="00895AD2">
      <w:r>
        <w:t>192.8073</w:t>
      </w:r>
      <w:r>
        <w:tab/>
        <w:t>1.013e0</w:t>
      </w:r>
    </w:p>
    <w:p w:rsidR="00895AD2" w:rsidRDefault="00895AD2" w:rsidP="00895AD2">
      <w:r>
        <w:t>192.8632</w:t>
      </w:r>
      <w:r>
        <w:tab/>
        <w:t>1.013e0</w:t>
      </w:r>
    </w:p>
    <w:p w:rsidR="00895AD2" w:rsidRDefault="00895AD2" w:rsidP="00895AD2">
      <w:r>
        <w:t>192.9002</w:t>
      </w:r>
      <w:r>
        <w:tab/>
        <w:t>1.013e0</w:t>
      </w:r>
    </w:p>
    <w:p w:rsidR="00895AD2" w:rsidRDefault="00895AD2" w:rsidP="00895AD2">
      <w:r>
        <w:t>193.0141</w:t>
      </w:r>
      <w:r>
        <w:tab/>
        <w:t>1.013e0</w:t>
      </w:r>
    </w:p>
    <w:p w:rsidR="00895AD2" w:rsidRDefault="00895AD2" w:rsidP="00895AD2">
      <w:r>
        <w:t>193.1614</w:t>
      </w:r>
      <w:r>
        <w:tab/>
        <w:t>1.013e0</w:t>
      </w:r>
    </w:p>
    <w:p w:rsidR="00895AD2" w:rsidRDefault="00895AD2" w:rsidP="00895AD2">
      <w:r>
        <w:t>193.1800</w:t>
      </w:r>
      <w:r>
        <w:tab/>
        <w:t>1.013e0</w:t>
      </w:r>
    </w:p>
    <w:p w:rsidR="00895AD2" w:rsidRDefault="00895AD2" w:rsidP="00895AD2">
      <w:r>
        <w:t>193.2953</w:t>
      </w:r>
      <w:r>
        <w:tab/>
        <w:t>1.013e0</w:t>
      </w:r>
    </w:p>
    <w:p w:rsidR="00895AD2" w:rsidRDefault="00895AD2" w:rsidP="00895AD2">
      <w:r>
        <w:t>193.4572</w:t>
      </w:r>
      <w:r>
        <w:tab/>
        <w:t>1.013e0</w:t>
      </w:r>
    </w:p>
    <w:p w:rsidR="00895AD2" w:rsidRDefault="00895AD2" w:rsidP="00895AD2">
      <w:r>
        <w:t>193.5198</w:t>
      </w:r>
      <w:r>
        <w:tab/>
        <w:t>1.013e0</w:t>
      </w:r>
    </w:p>
    <w:p w:rsidR="00895AD2" w:rsidRDefault="00895AD2" w:rsidP="00895AD2">
      <w:r>
        <w:t>193.5459</w:t>
      </w:r>
      <w:r>
        <w:tab/>
        <w:t>2.025e0</w:t>
      </w:r>
    </w:p>
    <w:p w:rsidR="00895AD2" w:rsidRDefault="00895AD2" w:rsidP="00895AD2">
      <w:r>
        <w:t>193.6392</w:t>
      </w:r>
      <w:r>
        <w:tab/>
        <w:t>1.013e0</w:t>
      </w:r>
    </w:p>
    <w:p w:rsidR="00895AD2" w:rsidRDefault="00895AD2" w:rsidP="00895AD2">
      <w:r>
        <w:t>193.6575</w:t>
      </w:r>
      <w:r>
        <w:tab/>
        <w:t>1.013e0</w:t>
      </w:r>
    </w:p>
    <w:p w:rsidR="00895AD2" w:rsidRDefault="00895AD2" w:rsidP="00895AD2">
      <w:r>
        <w:t>193.6980</w:t>
      </w:r>
      <w:r>
        <w:tab/>
        <w:t>1.013e0</w:t>
      </w:r>
    </w:p>
    <w:p w:rsidR="00895AD2" w:rsidRDefault="00895AD2" w:rsidP="00895AD2">
      <w:r>
        <w:t>193.7385</w:t>
      </w:r>
      <w:r>
        <w:tab/>
        <w:t>1.013e0</w:t>
      </w:r>
    </w:p>
    <w:p w:rsidR="00895AD2" w:rsidRDefault="00895AD2" w:rsidP="00895AD2">
      <w:r>
        <w:t>193.8582</w:t>
      </w:r>
      <w:r>
        <w:tab/>
        <w:t>2.025e0</w:t>
      </w:r>
    </w:p>
    <w:p w:rsidR="00895AD2" w:rsidRDefault="00895AD2" w:rsidP="00895AD2">
      <w:r>
        <w:t>193.9273</w:t>
      </w:r>
      <w:r>
        <w:tab/>
        <w:t>1.013e0</w:t>
      </w:r>
    </w:p>
    <w:p w:rsidR="00895AD2" w:rsidRDefault="00895AD2" w:rsidP="00895AD2">
      <w:r>
        <w:t>193.9648</w:t>
      </w:r>
      <w:r>
        <w:tab/>
        <w:t>1.013e0</w:t>
      </w:r>
    </w:p>
    <w:p w:rsidR="00895AD2" w:rsidRDefault="00895AD2" w:rsidP="00895AD2">
      <w:r>
        <w:lastRenderedPageBreak/>
        <w:t>193.9813</w:t>
      </w:r>
      <w:r>
        <w:tab/>
        <w:t>2.025e0</w:t>
      </w:r>
    </w:p>
    <w:p w:rsidR="00895AD2" w:rsidRDefault="00895AD2" w:rsidP="00895AD2">
      <w:r>
        <w:t>193.9998</w:t>
      </w:r>
      <w:r>
        <w:tab/>
        <w:t>2.025e0</w:t>
      </w:r>
    </w:p>
    <w:p w:rsidR="00895AD2" w:rsidRDefault="00895AD2" w:rsidP="00895AD2">
      <w:r>
        <w:t>194.0494</w:t>
      </w:r>
      <w:r>
        <w:tab/>
        <w:t>1.013e0</w:t>
      </w:r>
    </w:p>
    <w:p w:rsidR="00895AD2" w:rsidRDefault="00895AD2" w:rsidP="00895AD2">
      <w:r>
        <w:t>194.0863</w:t>
      </w:r>
      <w:r>
        <w:tab/>
        <w:t>3.038e0</w:t>
      </w:r>
    </w:p>
    <w:p w:rsidR="00895AD2" w:rsidRDefault="00895AD2" w:rsidP="00895AD2">
      <w:r>
        <w:t>194.1206</w:t>
      </w:r>
      <w:r>
        <w:tab/>
        <w:t>4.051e0</w:t>
      </w:r>
    </w:p>
    <w:p w:rsidR="00895AD2" w:rsidRDefault="00895AD2" w:rsidP="00895AD2">
      <w:r>
        <w:t>194.1461</w:t>
      </w:r>
      <w:r>
        <w:tab/>
        <w:t>4.051e0</w:t>
      </w:r>
    </w:p>
    <w:p w:rsidR="00895AD2" w:rsidRDefault="00895AD2" w:rsidP="00895AD2">
      <w:r>
        <w:t>194.2532</w:t>
      </w:r>
      <w:r>
        <w:tab/>
        <w:t>1.013e0</w:t>
      </w:r>
    </w:p>
    <w:p w:rsidR="00895AD2" w:rsidRDefault="00895AD2" w:rsidP="00895AD2">
      <w:r>
        <w:t>194.2942</w:t>
      </w:r>
      <w:r>
        <w:tab/>
        <w:t>2.025e0</w:t>
      </w:r>
    </w:p>
    <w:p w:rsidR="00895AD2" w:rsidRDefault="00895AD2" w:rsidP="00895AD2">
      <w:r>
        <w:t>194.3866</w:t>
      </w:r>
      <w:r>
        <w:tab/>
        <w:t>3.038e0</w:t>
      </w:r>
    </w:p>
    <w:p w:rsidR="00895AD2" w:rsidRDefault="00895AD2" w:rsidP="00895AD2">
      <w:r>
        <w:t>194.5457</w:t>
      </w:r>
      <w:r>
        <w:tab/>
        <w:t>2.025e0</w:t>
      </w:r>
    </w:p>
    <w:p w:rsidR="00895AD2" w:rsidRDefault="00895AD2" w:rsidP="00895AD2">
      <w:r>
        <w:t>194.5645</w:t>
      </w:r>
      <w:r>
        <w:tab/>
        <w:t>1.013e0</w:t>
      </w:r>
    </w:p>
    <w:p w:rsidR="00895AD2" w:rsidRDefault="00895AD2" w:rsidP="00895AD2">
      <w:r>
        <w:t>194.6313</w:t>
      </w:r>
      <w:r>
        <w:tab/>
        <w:t>1.013e0</w:t>
      </w:r>
    </w:p>
    <w:p w:rsidR="00895AD2" w:rsidRDefault="00895AD2" w:rsidP="00895AD2">
      <w:r>
        <w:t>194.6498</w:t>
      </w:r>
      <w:r>
        <w:tab/>
        <w:t>1.013e0</w:t>
      </w:r>
    </w:p>
    <w:p w:rsidR="00895AD2" w:rsidRDefault="00895AD2" w:rsidP="00895AD2">
      <w:r>
        <w:t>194.7199</w:t>
      </w:r>
      <w:r>
        <w:tab/>
        <w:t>1.013e0</w:t>
      </w:r>
    </w:p>
    <w:p w:rsidR="00895AD2" w:rsidRDefault="00895AD2" w:rsidP="00895AD2">
      <w:r>
        <w:t>194.8010</w:t>
      </w:r>
      <w:r>
        <w:tab/>
        <w:t>1.013e0</w:t>
      </w:r>
    </w:p>
    <w:p w:rsidR="00895AD2" w:rsidRDefault="00895AD2" w:rsidP="00895AD2">
      <w:r>
        <w:t>194.8649</w:t>
      </w:r>
      <w:r>
        <w:tab/>
        <w:t>1.013e0</w:t>
      </w:r>
    </w:p>
    <w:p w:rsidR="00895AD2" w:rsidRDefault="00895AD2" w:rsidP="00895AD2">
      <w:r>
        <w:t>194.8950</w:t>
      </w:r>
      <w:r>
        <w:tab/>
        <w:t>1.013e0</w:t>
      </w:r>
    </w:p>
    <w:p w:rsidR="00895AD2" w:rsidRDefault="00895AD2" w:rsidP="00895AD2">
      <w:r>
        <w:t>195.0351</w:t>
      </w:r>
      <w:r>
        <w:tab/>
        <w:t>1.013e0</w:t>
      </w:r>
    </w:p>
    <w:p w:rsidR="00895AD2" w:rsidRDefault="00895AD2" w:rsidP="00895AD2">
      <w:r>
        <w:t>195.0535</w:t>
      </w:r>
      <w:r>
        <w:tab/>
        <w:t>1.013e0</w:t>
      </w:r>
    </w:p>
    <w:p w:rsidR="00895AD2" w:rsidRDefault="00895AD2" w:rsidP="00895AD2">
      <w:r>
        <w:lastRenderedPageBreak/>
        <w:t>195.1954</w:t>
      </w:r>
      <w:r>
        <w:tab/>
        <w:t>1.013e0</w:t>
      </w:r>
    </w:p>
    <w:p w:rsidR="00895AD2" w:rsidRDefault="00895AD2" w:rsidP="00895AD2">
      <w:r>
        <w:t>195.2434</w:t>
      </w:r>
      <w:r>
        <w:tab/>
        <w:t>1.013e0</w:t>
      </w:r>
    </w:p>
    <w:p w:rsidR="00895AD2" w:rsidRDefault="00895AD2" w:rsidP="00895AD2">
      <w:r>
        <w:t>195.3690</w:t>
      </w:r>
      <w:r>
        <w:tab/>
        <w:t>1.013e0</w:t>
      </w:r>
    </w:p>
    <w:p w:rsidR="00895AD2" w:rsidRDefault="00895AD2" w:rsidP="00895AD2">
      <w:r>
        <w:t>195.7637</w:t>
      </w:r>
      <w:r>
        <w:tab/>
        <w:t>1.013e0</w:t>
      </w:r>
    </w:p>
    <w:p w:rsidR="00895AD2" w:rsidRDefault="00895AD2" w:rsidP="00895AD2">
      <w:r>
        <w:t>195.7859</w:t>
      </w:r>
      <w:r>
        <w:tab/>
        <w:t>1.013e0</w:t>
      </w:r>
    </w:p>
    <w:p w:rsidR="00895AD2" w:rsidRDefault="00895AD2" w:rsidP="00895AD2">
      <w:r>
        <w:t>196.0166</w:t>
      </w:r>
      <w:r>
        <w:tab/>
        <w:t>1.013e0</w:t>
      </w:r>
    </w:p>
    <w:p w:rsidR="00895AD2" w:rsidRDefault="00895AD2" w:rsidP="00895AD2">
      <w:r>
        <w:t>196.0796</w:t>
      </w:r>
      <w:r>
        <w:tab/>
        <w:t>1.013e0</w:t>
      </w:r>
    </w:p>
    <w:p w:rsidR="00895AD2" w:rsidRDefault="00895AD2" w:rsidP="00895AD2">
      <w:r>
        <w:t>196.1165</w:t>
      </w:r>
      <w:r>
        <w:tab/>
        <w:t>1.013e0</w:t>
      </w:r>
    </w:p>
    <w:p w:rsidR="00895AD2" w:rsidRDefault="00895AD2" w:rsidP="00895AD2">
      <w:r>
        <w:t>196.1386</w:t>
      </w:r>
      <w:r>
        <w:tab/>
        <w:t>1.013e0</w:t>
      </w:r>
    </w:p>
    <w:p w:rsidR="00895AD2" w:rsidRDefault="00895AD2" w:rsidP="00895AD2">
      <w:r>
        <w:t>196.1876</w:t>
      </w:r>
      <w:r>
        <w:tab/>
        <w:t>2.025e0</w:t>
      </w:r>
    </w:p>
    <w:p w:rsidR="00895AD2" w:rsidRDefault="00895AD2" w:rsidP="00895AD2">
      <w:r>
        <w:t>196.2214</w:t>
      </w:r>
      <w:r>
        <w:tab/>
        <w:t>2.025e0</w:t>
      </w:r>
    </w:p>
    <w:p w:rsidR="00895AD2" w:rsidRDefault="00895AD2" w:rsidP="00895AD2">
      <w:r>
        <w:t>196.2697</w:t>
      </w:r>
      <w:r>
        <w:tab/>
        <w:t>1.013e0</w:t>
      </w:r>
    </w:p>
    <w:p w:rsidR="00895AD2" w:rsidRDefault="00895AD2" w:rsidP="00895AD2">
      <w:r>
        <w:t>196.3881</w:t>
      </w:r>
      <w:r>
        <w:tab/>
        <w:t>1.013e0</w:t>
      </w:r>
    </w:p>
    <w:p w:rsidR="00895AD2" w:rsidRDefault="00895AD2" w:rsidP="00895AD2">
      <w:r>
        <w:t>196.5636</w:t>
      </w:r>
      <w:r>
        <w:tab/>
        <w:t>2.025e0</w:t>
      </w:r>
    </w:p>
    <w:p w:rsidR="00895AD2" w:rsidRDefault="00895AD2" w:rsidP="00895AD2">
      <w:r>
        <w:t>196.6909</w:t>
      </w:r>
      <w:r>
        <w:tab/>
        <w:t>1.013e0</w:t>
      </w:r>
    </w:p>
    <w:p w:rsidR="00895AD2" w:rsidRDefault="00895AD2" w:rsidP="00895AD2">
      <w:r>
        <w:t>196.9667</w:t>
      </w:r>
      <w:r>
        <w:tab/>
        <w:t>1.013e0</w:t>
      </w:r>
    </w:p>
    <w:p w:rsidR="00895AD2" w:rsidRDefault="00895AD2" w:rsidP="00895AD2">
      <w:r>
        <w:t>197.0592</w:t>
      </w:r>
      <w:r>
        <w:tab/>
        <w:t>1.013e0</w:t>
      </w:r>
    </w:p>
    <w:p w:rsidR="00895AD2" w:rsidRDefault="00895AD2" w:rsidP="00895AD2">
      <w:r>
        <w:t>197.0814</w:t>
      </w:r>
      <w:r>
        <w:tab/>
        <w:t>1.013e0</w:t>
      </w:r>
    </w:p>
    <w:p w:rsidR="00895AD2" w:rsidRDefault="00895AD2" w:rsidP="00895AD2">
      <w:r>
        <w:t>197.1041</w:t>
      </w:r>
      <w:r>
        <w:tab/>
        <w:t>1.013e0</w:t>
      </w:r>
    </w:p>
    <w:p w:rsidR="00895AD2" w:rsidRDefault="00895AD2" w:rsidP="00895AD2">
      <w:r>
        <w:lastRenderedPageBreak/>
        <w:t>197.1647</w:t>
      </w:r>
      <w:r>
        <w:tab/>
        <w:t>1.013e0</w:t>
      </w:r>
    </w:p>
    <w:p w:rsidR="00895AD2" w:rsidRDefault="00895AD2" w:rsidP="00895AD2">
      <w:r>
        <w:t>197.2201</w:t>
      </w:r>
      <w:r>
        <w:tab/>
        <w:t>1.013e0</w:t>
      </w:r>
    </w:p>
    <w:p w:rsidR="00895AD2" w:rsidRDefault="00895AD2" w:rsidP="00895AD2">
      <w:r>
        <w:t>197.2498</w:t>
      </w:r>
      <w:r>
        <w:tab/>
        <w:t>1.013e0</w:t>
      </w:r>
    </w:p>
    <w:p w:rsidR="00895AD2" w:rsidRDefault="00895AD2" w:rsidP="00895AD2">
      <w:r>
        <w:t>197.4886</w:t>
      </w:r>
      <w:r>
        <w:tab/>
        <w:t>1.013e0</w:t>
      </w:r>
    </w:p>
    <w:p w:rsidR="00895AD2" w:rsidRDefault="00895AD2" w:rsidP="00895AD2">
      <w:r>
        <w:t>197.6589</w:t>
      </w:r>
      <w:r>
        <w:tab/>
        <w:t>2.025e0</w:t>
      </w:r>
    </w:p>
    <w:p w:rsidR="00895AD2" w:rsidRDefault="00895AD2" w:rsidP="00895AD2">
      <w:r>
        <w:t>197.7957</w:t>
      </w:r>
      <w:r>
        <w:tab/>
        <w:t>1.013e0</w:t>
      </w:r>
    </w:p>
    <w:p w:rsidR="00895AD2" w:rsidRDefault="00895AD2" w:rsidP="00895AD2">
      <w:r>
        <w:t>197.9971</w:t>
      </w:r>
      <w:r>
        <w:tab/>
        <w:t>2.025e0</w:t>
      </w:r>
    </w:p>
    <w:p w:rsidR="00895AD2" w:rsidRDefault="00895AD2" w:rsidP="00895AD2">
      <w:r>
        <w:t>198.1351</w:t>
      </w:r>
      <w:r>
        <w:tab/>
        <w:t>3.038e0</w:t>
      </w:r>
    </w:p>
    <w:p w:rsidR="00895AD2" w:rsidRDefault="00895AD2" w:rsidP="00895AD2">
      <w:r>
        <w:t>198.1575</w:t>
      </w:r>
      <w:r>
        <w:tab/>
        <w:t>1.013e0</w:t>
      </w:r>
    </w:p>
    <w:p w:rsidR="00895AD2" w:rsidRDefault="00895AD2" w:rsidP="00895AD2">
      <w:r>
        <w:t>198.2032</w:t>
      </w:r>
      <w:r>
        <w:tab/>
        <w:t>1.013e0</w:t>
      </w:r>
    </w:p>
    <w:p w:rsidR="00895AD2" w:rsidRDefault="00895AD2" w:rsidP="00895AD2">
      <w:r>
        <w:t>198.5392</w:t>
      </w:r>
      <w:r>
        <w:tab/>
        <w:t>2.025e0</w:t>
      </w:r>
    </w:p>
    <w:p w:rsidR="00895AD2" w:rsidRDefault="00895AD2" w:rsidP="00895AD2">
      <w:r>
        <w:t>198.6932</w:t>
      </w:r>
      <w:r>
        <w:tab/>
        <w:t>1.013e0</w:t>
      </w:r>
    </w:p>
    <w:p w:rsidR="00895AD2" w:rsidRDefault="00895AD2" w:rsidP="00895AD2">
      <w:r>
        <w:t>198.7757</w:t>
      </w:r>
      <w:r>
        <w:tab/>
        <w:t>1.013e0</w:t>
      </w:r>
    </w:p>
    <w:p w:rsidR="00895AD2" w:rsidRDefault="00895AD2" w:rsidP="00895AD2">
      <w:r>
        <w:t>198.8360</w:t>
      </w:r>
      <w:r>
        <w:tab/>
        <w:t>1.013e0</w:t>
      </w:r>
    </w:p>
    <w:p w:rsidR="00895AD2" w:rsidRDefault="00895AD2" w:rsidP="00895AD2">
      <w:r>
        <w:t>198.8880</w:t>
      </w:r>
      <w:r>
        <w:tab/>
        <w:t>1.013e0</w:t>
      </w:r>
    </w:p>
    <w:p w:rsidR="00895AD2" w:rsidRDefault="00895AD2" w:rsidP="00895AD2">
      <w:r>
        <w:t>198.9478</w:t>
      </w:r>
      <w:r>
        <w:tab/>
        <w:t>1.013e0</w:t>
      </w:r>
    </w:p>
    <w:p w:rsidR="00895AD2" w:rsidRDefault="00895AD2" w:rsidP="00895AD2">
      <w:r>
        <w:t>199.0288</w:t>
      </w:r>
      <w:r>
        <w:tab/>
        <w:t>2.835e1</w:t>
      </w:r>
    </w:p>
    <w:p w:rsidR="00895AD2" w:rsidRDefault="00895AD2" w:rsidP="00895AD2">
      <w:r>
        <w:t>199.0903</w:t>
      </w:r>
      <w:r>
        <w:tab/>
        <w:t>2.025e0</w:t>
      </w:r>
    </w:p>
    <w:p w:rsidR="00895AD2" w:rsidRDefault="00895AD2" w:rsidP="00895AD2">
      <w:r>
        <w:t>199.1162</w:t>
      </w:r>
      <w:r>
        <w:tab/>
        <w:t>1.013e0</w:t>
      </w:r>
    </w:p>
    <w:p w:rsidR="00895AD2" w:rsidRDefault="00895AD2" w:rsidP="00895AD2">
      <w:r>
        <w:lastRenderedPageBreak/>
        <w:t>199.1735</w:t>
      </w:r>
      <w:r>
        <w:tab/>
        <w:t>1.013e0</w:t>
      </w:r>
    </w:p>
    <w:p w:rsidR="00895AD2" w:rsidRDefault="00895AD2" w:rsidP="00895AD2">
      <w:r>
        <w:t>199.2444</w:t>
      </w:r>
      <w:r>
        <w:tab/>
        <w:t>2.025e0</w:t>
      </w:r>
    </w:p>
    <w:p w:rsidR="00895AD2" w:rsidRDefault="00895AD2" w:rsidP="00895AD2">
      <w:r>
        <w:t>199.4876</w:t>
      </w:r>
      <w:r>
        <w:tab/>
        <w:t>1.013e0</w:t>
      </w:r>
    </w:p>
    <w:p w:rsidR="00895AD2" w:rsidRDefault="00895AD2" w:rsidP="00895AD2">
      <w:r>
        <w:t>199.5106</w:t>
      </w:r>
      <w:r>
        <w:tab/>
        <w:t>1.013e0</w:t>
      </w:r>
    </w:p>
    <w:p w:rsidR="00895AD2" w:rsidRDefault="00895AD2" w:rsidP="00895AD2">
      <w:r>
        <w:t>199.5786</w:t>
      </w:r>
      <w:r>
        <w:tab/>
        <w:t>1.013e0</w:t>
      </w:r>
    </w:p>
    <w:p w:rsidR="00895AD2" w:rsidRDefault="00895AD2" w:rsidP="00895AD2">
      <w:r>
        <w:t>199.6908</w:t>
      </w:r>
      <w:r>
        <w:tab/>
        <w:t>1.013e0</w:t>
      </w:r>
    </w:p>
    <w:p w:rsidR="00895AD2" w:rsidRDefault="00895AD2" w:rsidP="00895AD2">
      <w:r>
        <w:t>199.8482</w:t>
      </w:r>
      <w:r>
        <w:tab/>
        <w:t>1.013e0</w:t>
      </w:r>
    </w:p>
    <w:p w:rsidR="00895AD2" w:rsidRDefault="00895AD2" w:rsidP="00895AD2">
      <w:r>
        <w:t>199.9019</w:t>
      </w:r>
      <w:r>
        <w:tab/>
        <w:t>1.013e0</w:t>
      </w:r>
    </w:p>
    <w:p w:rsidR="00895AD2" w:rsidRDefault="00895AD2" w:rsidP="00895AD2">
      <w:r>
        <w:t>199.9578</w:t>
      </w:r>
      <w:r>
        <w:tab/>
        <w:t>1.013e0</w:t>
      </w:r>
    </w:p>
    <w:p w:rsidR="00895AD2" w:rsidRDefault="00895AD2" w:rsidP="00895AD2">
      <w:r>
        <w:t>199.9909</w:t>
      </w:r>
      <w:r>
        <w:tab/>
        <w:t>2.633e1</w:t>
      </w:r>
    </w:p>
    <w:p w:rsidR="00895AD2" w:rsidRDefault="00895AD2" w:rsidP="00895AD2">
      <w:r>
        <w:t>200.0356</w:t>
      </w:r>
      <w:r>
        <w:tab/>
        <w:t>9.114e0</w:t>
      </w:r>
    </w:p>
    <w:p w:rsidR="00895AD2" w:rsidRDefault="00895AD2" w:rsidP="00895AD2">
      <w:r>
        <w:t>200.0854</w:t>
      </w:r>
      <w:r>
        <w:tab/>
        <w:t>1.002e1</w:t>
      </w:r>
    </w:p>
    <w:p w:rsidR="00895AD2" w:rsidRDefault="00895AD2" w:rsidP="00895AD2">
      <w:r>
        <w:t>200.1363</w:t>
      </w:r>
      <w:r>
        <w:tab/>
        <w:t>2.025e0</w:t>
      </w:r>
    </w:p>
    <w:p w:rsidR="00895AD2" w:rsidRDefault="00895AD2" w:rsidP="00895AD2">
      <w:r>
        <w:t>200.1604</w:t>
      </w:r>
      <w:r>
        <w:tab/>
        <w:t>3.469e0</w:t>
      </w:r>
    </w:p>
    <w:p w:rsidR="00895AD2" w:rsidRDefault="00895AD2" w:rsidP="00895AD2">
      <w:r>
        <w:t>200.2223</w:t>
      </w:r>
      <w:r>
        <w:tab/>
        <w:t>3.038e0</w:t>
      </w:r>
    </w:p>
    <w:p w:rsidR="00895AD2" w:rsidRDefault="00895AD2" w:rsidP="00895AD2">
      <w:r>
        <w:t>200.4674</w:t>
      </w:r>
      <w:r>
        <w:tab/>
        <w:t>2.025e0</w:t>
      </w:r>
    </w:p>
    <w:p w:rsidR="00895AD2" w:rsidRDefault="00895AD2" w:rsidP="00895AD2">
      <w:r>
        <w:t>200.5325</w:t>
      </w:r>
      <w:r>
        <w:tab/>
        <w:t>1.013e0</w:t>
      </w:r>
    </w:p>
    <w:p w:rsidR="00895AD2" w:rsidRDefault="00895AD2" w:rsidP="00895AD2">
      <w:r>
        <w:t>200.5633</w:t>
      </w:r>
      <w:r>
        <w:tab/>
        <w:t>1.013e0</w:t>
      </w:r>
    </w:p>
    <w:p w:rsidR="00895AD2" w:rsidRDefault="00895AD2" w:rsidP="00895AD2">
      <w:r>
        <w:t>200.6088</w:t>
      </w:r>
      <w:r>
        <w:tab/>
        <w:t>2.025e0</w:t>
      </w:r>
    </w:p>
    <w:p w:rsidR="00895AD2" w:rsidRDefault="00895AD2" w:rsidP="00895AD2">
      <w:r>
        <w:lastRenderedPageBreak/>
        <w:t>200.6946</w:t>
      </w:r>
      <w:r>
        <w:tab/>
        <w:t>2.025e0</w:t>
      </w:r>
    </w:p>
    <w:p w:rsidR="00895AD2" w:rsidRDefault="00895AD2" w:rsidP="00895AD2">
      <w:r>
        <w:t>200.7461</w:t>
      </w:r>
      <w:r>
        <w:tab/>
        <w:t>2.025e0</w:t>
      </w:r>
    </w:p>
    <w:p w:rsidR="00895AD2" w:rsidRDefault="00895AD2" w:rsidP="00895AD2">
      <w:r>
        <w:t>200.9101</w:t>
      </w:r>
      <w:r>
        <w:tab/>
        <w:t>1.013e0</w:t>
      </w:r>
    </w:p>
    <w:p w:rsidR="00895AD2" w:rsidRDefault="00895AD2" w:rsidP="00895AD2">
      <w:r>
        <w:t>200.9910</w:t>
      </w:r>
      <w:r>
        <w:tab/>
        <w:t>5.063e0</w:t>
      </w:r>
    </w:p>
    <w:p w:rsidR="00895AD2" w:rsidRDefault="00895AD2" w:rsidP="00895AD2">
      <w:r>
        <w:t>201.0657</w:t>
      </w:r>
      <w:r>
        <w:tab/>
        <w:t>7.089e0</w:t>
      </w:r>
    </w:p>
    <w:p w:rsidR="00895AD2" w:rsidRDefault="00895AD2" w:rsidP="00895AD2">
      <w:r>
        <w:t>201.1245</w:t>
      </w:r>
      <w:r>
        <w:tab/>
        <w:t>1.013e0</w:t>
      </w:r>
    </w:p>
    <w:p w:rsidR="00895AD2" w:rsidRDefault="00895AD2" w:rsidP="00895AD2">
      <w:r>
        <w:t>201.1804</w:t>
      </w:r>
      <w:r>
        <w:tab/>
        <w:t>1.013e0</w:t>
      </w:r>
    </w:p>
    <w:p w:rsidR="00895AD2" w:rsidRDefault="00895AD2" w:rsidP="00895AD2">
      <w:r>
        <w:t>201.3128</w:t>
      </w:r>
      <w:r>
        <w:tab/>
        <w:t>1.013e0</w:t>
      </w:r>
    </w:p>
    <w:p w:rsidR="00895AD2" w:rsidRDefault="00895AD2" w:rsidP="00895AD2">
      <w:r>
        <w:t>201.4338</w:t>
      </w:r>
      <w:r>
        <w:tab/>
        <w:t>1.013e0</w:t>
      </w:r>
    </w:p>
    <w:p w:rsidR="00895AD2" w:rsidRDefault="00895AD2" w:rsidP="00895AD2">
      <w:r>
        <w:t>201.5624</w:t>
      </w:r>
      <w:r>
        <w:tab/>
        <w:t>1.013e0</w:t>
      </w:r>
    </w:p>
    <w:p w:rsidR="00895AD2" w:rsidRDefault="00895AD2" w:rsidP="00895AD2">
      <w:r>
        <w:t>201.8868</w:t>
      </w:r>
      <w:r>
        <w:tab/>
        <w:t>1.013e0</w:t>
      </w:r>
    </w:p>
    <w:p w:rsidR="00895AD2" w:rsidRDefault="00895AD2" w:rsidP="00895AD2">
      <w:r>
        <w:t>201.9962</w:t>
      </w:r>
      <w:r>
        <w:tab/>
        <w:t>1.013e0</w:t>
      </w:r>
    </w:p>
    <w:p w:rsidR="00895AD2" w:rsidRDefault="00895AD2" w:rsidP="00895AD2">
      <w:r>
        <w:t>202.0230</w:t>
      </w:r>
      <w:r>
        <w:tab/>
        <w:t>1.013e0</w:t>
      </w:r>
    </w:p>
    <w:p w:rsidR="00895AD2" w:rsidRDefault="00895AD2" w:rsidP="00895AD2">
      <w:r>
        <w:t>202.1377</w:t>
      </w:r>
      <w:r>
        <w:tab/>
        <w:t>2.025e0</w:t>
      </w:r>
    </w:p>
    <w:p w:rsidR="00895AD2" w:rsidRDefault="00895AD2" w:rsidP="00895AD2">
      <w:r>
        <w:t>202.3738</w:t>
      </w:r>
      <w:r>
        <w:tab/>
        <w:t>1.013e0</w:t>
      </w:r>
    </w:p>
    <w:p w:rsidR="00895AD2" w:rsidRDefault="00895AD2" w:rsidP="00895AD2">
      <w:r>
        <w:t>202.4344</w:t>
      </w:r>
      <w:r>
        <w:tab/>
        <w:t>2.025e0</w:t>
      </w:r>
    </w:p>
    <w:p w:rsidR="00895AD2" w:rsidRDefault="00895AD2" w:rsidP="00895AD2">
      <w:r>
        <w:t>202.5437</w:t>
      </w:r>
      <w:r>
        <w:tab/>
        <w:t>1.013e0</w:t>
      </w:r>
    </w:p>
    <w:p w:rsidR="00895AD2" w:rsidRDefault="00895AD2" w:rsidP="00895AD2">
      <w:r>
        <w:t>202.5741</w:t>
      </w:r>
      <w:r>
        <w:tab/>
        <w:t>1.013e0</w:t>
      </w:r>
    </w:p>
    <w:p w:rsidR="00895AD2" w:rsidRDefault="00895AD2" w:rsidP="00895AD2">
      <w:r>
        <w:t>202.6912</w:t>
      </w:r>
      <w:r>
        <w:tab/>
        <w:t>1.013e0</w:t>
      </w:r>
    </w:p>
    <w:p w:rsidR="00895AD2" w:rsidRDefault="00895AD2" w:rsidP="00895AD2">
      <w:r>
        <w:lastRenderedPageBreak/>
        <w:t>202.8733</w:t>
      </w:r>
      <w:r>
        <w:tab/>
        <w:t>1.013e0</w:t>
      </w:r>
    </w:p>
    <w:p w:rsidR="00895AD2" w:rsidRDefault="00895AD2" w:rsidP="00895AD2">
      <w:r>
        <w:t>202.9190</w:t>
      </w:r>
      <w:r>
        <w:tab/>
        <w:t>1.013e0</w:t>
      </w:r>
    </w:p>
    <w:p w:rsidR="00895AD2" w:rsidRDefault="00895AD2" w:rsidP="00895AD2">
      <w:r>
        <w:t>203.0133</w:t>
      </w:r>
      <w:r>
        <w:tab/>
        <w:t>1.013e0</w:t>
      </w:r>
    </w:p>
    <w:p w:rsidR="00895AD2" w:rsidRDefault="00895AD2" w:rsidP="00895AD2">
      <w:r>
        <w:t>203.1031</w:t>
      </w:r>
      <w:r>
        <w:tab/>
        <w:t>4.489e1</w:t>
      </w:r>
    </w:p>
    <w:p w:rsidR="00895AD2" w:rsidRDefault="00895AD2" w:rsidP="00895AD2">
      <w:r>
        <w:t>203.1807</w:t>
      </w:r>
      <w:r>
        <w:tab/>
        <w:t>1.013e0</w:t>
      </w:r>
    </w:p>
    <w:p w:rsidR="00895AD2" w:rsidRDefault="00895AD2" w:rsidP="00895AD2">
      <w:r>
        <w:t>203.2067</w:t>
      </w:r>
      <w:r>
        <w:tab/>
        <w:t>1.013e0</w:t>
      </w:r>
    </w:p>
    <w:p w:rsidR="00895AD2" w:rsidRDefault="00895AD2" w:rsidP="00895AD2">
      <w:r>
        <w:t>203.2975</w:t>
      </w:r>
      <w:r>
        <w:tab/>
        <w:t>1.013e0</w:t>
      </w:r>
    </w:p>
    <w:p w:rsidR="00895AD2" w:rsidRDefault="00895AD2" w:rsidP="00895AD2">
      <w:r>
        <w:t>203.3807</w:t>
      </w:r>
      <w:r>
        <w:tab/>
        <w:t>1.013e0</w:t>
      </w:r>
    </w:p>
    <w:p w:rsidR="00895AD2" w:rsidRDefault="00895AD2" w:rsidP="00895AD2">
      <w:r>
        <w:t>203.4456</w:t>
      </w:r>
      <w:r>
        <w:tab/>
        <w:t>1.013e0</w:t>
      </w:r>
    </w:p>
    <w:p w:rsidR="00895AD2" w:rsidRDefault="00895AD2" w:rsidP="00895AD2">
      <w:r>
        <w:t>203.5470</w:t>
      </w:r>
      <w:r>
        <w:tab/>
        <w:t>1.013e0</w:t>
      </w:r>
    </w:p>
    <w:p w:rsidR="00895AD2" w:rsidRDefault="00895AD2" w:rsidP="00895AD2">
      <w:r>
        <w:t>204.1168</w:t>
      </w:r>
      <w:r>
        <w:tab/>
        <w:t>4.051e0</w:t>
      </w:r>
    </w:p>
    <w:p w:rsidR="00895AD2" w:rsidRDefault="00895AD2" w:rsidP="00895AD2">
      <w:r>
        <w:t>204.3330</w:t>
      </w:r>
      <w:r>
        <w:tab/>
        <w:t>2.025e0</w:t>
      </w:r>
    </w:p>
    <w:p w:rsidR="00895AD2" w:rsidRDefault="00895AD2" w:rsidP="00895AD2">
      <w:r>
        <w:t>204.3906</w:t>
      </w:r>
      <w:r>
        <w:tab/>
        <w:t>1.013e0</w:t>
      </w:r>
    </w:p>
    <w:p w:rsidR="00895AD2" w:rsidRDefault="00895AD2" w:rsidP="00895AD2">
      <w:r>
        <w:t>204.5802</w:t>
      </w:r>
      <w:r>
        <w:tab/>
        <w:t>1.013e0</w:t>
      </w:r>
    </w:p>
    <w:p w:rsidR="00895AD2" w:rsidRDefault="00895AD2" w:rsidP="00895AD2">
      <w:r>
        <w:t>204.6101</w:t>
      </w:r>
      <w:r>
        <w:tab/>
        <w:t>1.013e0</w:t>
      </w:r>
    </w:p>
    <w:p w:rsidR="00895AD2" w:rsidRDefault="00895AD2" w:rsidP="00895AD2">
      <w:r>
        <w:t>204.7744</w:t>
      </w:r>
      <w:r>
        <w:tab/>
        <w:t>1.013e0</w:t>
      </w:r>
    </w:p>
    <w:p w:rsidR="00895AD2" w:rsidRDefault="00895AD2" w:rsidP="00895AD2">
      <w:r>
        <w:t>204.9492</w:t>
      </w:r>
      <w:r>
        <w:tab/>
        <w:t>1.013e0</w:t>
      </w:r>
    </w:p>
    <w:p w:rsidR="00895AD2" w:rsidRDefault="00895AD2" w:rsidP="00895AD2">
      <w:r>
        <w:t>205.0937</w:t>
      </w:r>
      <w:r>
        <w:tab/>
        <w:t>1.013e0</w:t>
      </w:r>
    </w:p>
    <w:p w:rsidR="00895AD2" w:rsidRDefault="00895AD2" w:rsidP="00895AD2">
      <w:r>
        <w:t>205.1161</w:t>
      </w:r>
      <w:r>
        <w:tab/>
        <w:t>3.038e0</w:t>
      </w:r>
    </w:p>
    <w:p w:rsidR="00895AD2" w:rsidRDefault="00895AD2" w:rsidP="00895AD2">
      <w:r>
        <w:lastRenderedPageBreak/>
        <w:t>205.1430</w:t>
      </w:r>
      <w:r>
        <w:tab/>
        <w:t>1.013e0</w:t>
      </w:r>
    </w:p>
    <w:p w:rsidR="00895AD2" w:rsidRDefault="00895AD2" w:rsidP="00895AD2">
      <w:r>
        <w:t>205.2117</w:t>
      </w:r>
      <w:r>
        <w:tab/>
        <w:t>1.013e0</w:t>
      </w:r>
    </w:p>
    <w:p w:rsidR="00895AD2" w:rsidRDefault="00895AD2" w:rsidP="00895AD2">
      <w:r>
        <w:t>205.2305</w:t>
      </w:r>
      <w:r>
        <w:tab/>
        <w:t>1.013e0</w:t>
      </w:r>
    </w:p>
    <w:p w:rsidR="00895AD2" w:rsidRDefault="00895AD2" w:rsidP="00895AD2">
      <w:r>
        <w:t>205.2978</w:t>
      </w:r>
      <w:r>
        <w:tab/>
        <w:t>2.025e0</w:t>
      </w:r>
    </w:p>
    <w:p w:rsidR="00895AD2" w:rsidRDefault="00895AD2" w:rsidP="00895AD2">
      <w:r>
        <w:t>205.5162</w:t>
      </w:r>
      <w:r>
        <w:tab/>
        <w:t>1.013e0</w:t>
      </w:r>
    </w:p>
    <w:p w:rsidR="00895AD2" w:rsidRDefault="00895AD2" w:rsidP="00895AD2">
      <w:r>
        <w:t>205.5435</w:t>
      </w:r>
      <w:r>
        <w:tab/>
        <w:t>2.025e0</w:t>
      </w:r>
    </w:p>
    <w:p w:rsidR="00895AD2" w:rsidRDefault="00895AD2" w:rsidP="00895AD2">
      <w:r>
        <w:t>205.6287</w:t>
      </w:r>
      <w:r>
        <w:tab/>
        <w:t>2.025e0</w:t>
      </w:r>
    </w:p>
    <w:p w:rsidR="00895AD2" w:rsidRDefault="00895AD2" w:rsidP="00895AD2">
      <w:r>
        <w:t>205.6807</w:t>
      </w:r>
      <w:r>
        <w:tab/>
        <w:t>1.013e0</w:t>
      </w:r>
    </w:p>
    <w:p w:rsidR="00895AD2" w:rsidRDefault="00895AD2" w:rsidP="00895AD2">
      <w:r>
        <w:t>205.7640</w:t>
      </w:r>
      <w:r>
        <w:tab/>
        <w:t>1.013e0</w:t>
      </w:r>
    </w:p>
    <w:p w:rsidR="00895AD2" w:rsidRDefault="00895AD2" w:rsidP="00895AD2">
      <w:r>
        <w:t>205.8899</w:t>
      </w:r>
      <w:r>
        <w:tab/>
        <w:t>1.013e0</w:t>
      </w:r>
    </w:p>
    <w:p w:rsidR="00895AD2" w:rsidRDefault="00895AD2" w:rsidP="00895AD2">
      <w:r>
        <w:t>206.0120</w:t>
      </w:r>
      <w:r>
        <w:tab/>
        <w:t>1.013e0</w:t>
      </w:r>
    </w:p>
    <w:p w:rsidR="00895AD2" w:rsidRDefault="00895AD2" w:rsidP="00895AD2">
      <w:r>
        <w:t>206.1016</w:t>
      </w:r>
      <w:r>
        <w:tab/>
        <w:t>3.489e1</w:t>
      </w:r>
    </w:p>
    <w:p w:rsidR="00895AD2" w:rsidRDefault="00895AD2" w:rsidP="00895AD2">
      <w:r>
        <w:t>206.1725</w:t>
      </w:r>
      <w:r>
        <w:tab/>
        <w:t>1.013e0</w:t>
      </w:r>
    </w:p>
    <w:p w:rsidR="00895AD2" w:rsidRDefault="00895AD2" w:rsidP="00895AD2">
      <w:r>
        <w:t>206.2026</w:t>
      </w:r>
      <w:r>
        <w:tab/>
        <w:t>1.013e0</w:t>
      </w:r>
    </w:p>
    <w:p w:rsidR="00895AD2" w:rsidRDefault="00895AD2" w:rsidP="00895AD2">
      <w:r>
        <w:t>206.2601</w:t>
      </w:r>
      <w:r>
        <w:tab/>
        <w:t>2.025e0</w:t>
      </w:r>
    </w:p>
    <w:p w:rsidR="00895AD2" w:rsidRDefault="00895AD2" w:rsidP="00895AD2">
      <w:r>
        <w:t>206.2946</w:t>
      </w:r>
      <w:r>
        <w:tab/>
        <w:t>1.013e0</w:t>
      </w:r>
    </w:p>
    <w:p w:rsidR="00895AD2" w:rsidRDefault="00895AD2" w:rsidP="00895AD2">
      <w:r>
        <w:t>206.3172</w:t>
      </w:r>
      <w:r>
        <w:tab/>
        <w:t>2.025e0</w:t>
      </w:r>
    </w:p>
    <w:p w:rsidR="00895AD2" w:rsidRDefault="00895AD2" w:rsidP="00895AD2">
      <w:r>
        <w:t>206.4891</w:t>
      </w:r>
      <w:r>
        <w:tab/>
        <w:t>1.013e0</w:t>
      </w:r>
    </w:p>
    <w:p w:rsidR="00895AD2" w:rsidRDefault="00895AD2" w:rsidP="00895AD2">
      <w:r>
        <w:t>206.5105</w:t>
      </w:r>
      <w:r>
        <w:tab/>
        <w:t>2.025e0</w:t>
      </w:r>
    </w:p>
    <w:p w:rsidR="00895AD2" w:rsidRDefault="00895AD2" w:rsidP="00895AD2">
      <w:r>
        <w:lastRenderedPageBreak/>
        <w:t>206.5764</w:t>
      </w:r>
      <w:r>
        <w:tab/>
        <w:t>1.013e0</w:t>
      </w:r>
    </w:p>
    <w:p w:rsidR="00895AD2" w:rsidRDefault="00895AD2" w:rsidP="00895AD2">
      <w:r>
        <w:t>206.6798</w:t>
      </w:r>
      <w:r>
        <w:tab/>
        <w:t>3.038e0</w:t>
      </w:r>
    </w:p>
    <w:p w:rsidR="00895AD2" w:rsidRDefault="00895AD2" w:rsidP="00895AD2">
      <w:r>
        <w:t>206.7419</w:t>
      </w:r>
      <w:r>
        <w:tab/>
        <w:t>1.013e0</w:t>
      </w:r>
    </w:p>
    <w:p w:rsidR="00895AD2" w:rsidRDefault="00895AD2" w:rsidP="00895AD2">
      <w:r>
        <w:t>206.8407</w:t>
      </w:r>
      <w:r>
        <w:tab/>
        <w:t>1.013e0</w:t>
      </w:r>
    </w:p>
    <w:p w:rsidR="00895AD2" w:rsidRDefault="00895AD2" w:rsidP="00895AD2">
      <w:r>
        <w:t>206.8903</w:t>
      </w:r>
      <w:r>
        <w:tab/>
        <w:t>1.013e0</w:t>
      </w:r>
    </w:p>
    <w:p w:rsidR="00895AD2" w:rsidRDefault="00895AD2" w:rsidP="00895AD2">
      <w:r>
        <w:t>206.9751</w:t>
      </w:r>
      <w:r>
        <w:tab/>
        <w:t>1.013e0</w:t>
      </w:r>
    </w:p>
    <w:p w:rsidR="00895AD2" w:rsidRDefault="00895AD2" w:rsidP="00895AD2">
      <w:r>
        <w:t>207.0088</w:t>
      </w:r>
      <w:r>
        <w:tab/>
        <w:t>1.013e0</w:t>
      </w:r>
    </w:p>
    <w:p w:rsidR="00895AD2" w:rsidRDefault="00895AD2" w:rsidP="00895AD2">
      <w:r>
        <w:t>207.0525</w:t>
      </w:r>
      <w:r>
        <w:tab/>
        <w:t>2.025e0</w:t>
      </w:r>
    </w:p>
    <w:p w:rsidR="00895AD2" w:rsidRDefault="00895AD2" w:rsidP="00895AD2">
      <w:r>
        <w:t>207.1051</w:t>
      </w:r>
      <w:r>
        <w:tab/>
        <w:t>5.514e0</w:t>
      </w:r>
    </w:p>
    <w:p w:rsidR="00895AD2" w:rsidRDefault="00895AD2" w:rsidP="00895AD2">
      <w:r>
        <w:t>207.1462</w:t>
      </w:r>
      <w:r>
        <w:tab/>
        <w:t>1.013e0</w:t>
      </w:r>
    </w:p>
    <w:p w:rsidR="00895AD2" w:rsidRDefault="00895AD2" w:rsidP="00895AD2">
      <w:r>
        <w:t>207.1690</w:t>
      </w:r>
      <w:r>
        <w:tab/>
        <w:t>1.013e0</w:t>
      </w:r>
    </w:p>
    <w:p w:rsidR="00895AD2" w:rsidRDefault="00895AD2" w:rsidP="00895AD2">
      <w:r>
        <w:t>207.3833</w:t>
      </w:r>
      <w:r>
        <w:tab/>
        <w:t>2.025e0</w:t>
      </w:r>
    </w:p>
    <w:p w:rsidR="00895AD2" w:rsidRDefault="00895AD2" w:rsidP="00895AD2">
      <w:r>
        <w:t>207.4378</w:t>
      </w:r>
      <w:r>
        <w:tab/>
        <w:t>1.013e0</w:t>
      </w:r>
    </w:p>
    <w:p w:rsidR="00895AD2" w:rsidRDefault="00895AD2" w:rsidP="00895AD2">
      <w:r>
        <w:t>207.4942</w:t>
      </w:r>
      <w:r>
        <w:tab/>
        <w:t>1.013e0</w:t>
      </w:r>
    </w:p>
    <w:p w:rsidR="00895AD2" w:rsidRDefault="00895AD2" w:rsidP="00895AD2">
      <w:r>
        <w:t>207.6749</w:t>
      </w:r>
      <w:r>
        <w:tab/>
        <w:t>1.013e0</w:t>
      </w:r>
    </w:p>
    <w:p w:rsidR="00895AD2" w:rsidRDefault="00895AD2" w:rsidP="00895AD2">
      <w:r>
        <w:t>207.7973</w:t>
      </w:r>
      <w:r>
        <w:tab/>
        <w:t>1.013e0</w:t>
      </w:r>
    </w:p>
    <w:p w:rsidR="00895AD2" w:rsidRDefault="00895AD2" w:rsidP="00895AD2">
      <w:r>
        <w:t>207.8311</w:t>
      </w:r>
      <w:r>
        <w:tab/>
        <w:t>1.013e0</w:t>
      </w:r>
    </w:p>
    <w:p w:rsidR="00895AD2" w:rsidRDefault="00895AD2" w:rsidP="00895AD2">
      <w:r>
        <w:t>207.9046</w:t>
      </w:r>
      <w:r>
        <w:tab/>
        <w:t>1.013e0</w:t>
      </w:r>
    </w:p>
    <w:p w:rsidR="00895AD2" w:rsidRDefault="00895AD2" w:rsidP="00895AD2">
      <w:r>
        <w:t>208.0411</w:t>
      </w:r>
      <w:r>
        <w:tab/>
        <w:t>8.679e1</w:t>
      </w:r>
    </w:p>
    <w:p w:rsidR="00895AD2" w:rsidRDefault="00895AD2" w:rsidP="00895AD2">
      <w:r>
        <w:lastRenderedPageBreak/>
        <w:t>208.1059</w:t>
      </w:r>
      <w:r>
        <w:tab/>
        <w:t>2.862e0</w:t>
      </w:r>
    </w:p>
    <w:p w:rsidR="00895AD2" w:rsidRDefault="00895AD2" w:rsidP="00895AD2">
      <w:r>
        <w:t>208.1337</w:t>
      </w:r>
      <w:r>
        <w:tab/>
        <w:t>3.617e0</w:t>
      </w:r>
    </w:p>
    <w:p w:rsidR="00895AD2" w:rsidRDefault="00895AD2" w:rsidP="00895AD2">
      <w:r>
        <w:t>208.1706</w:t>
      </w:r>
      <w:r>
        <w:tab/>
        <w:t>3.038e0</w:t>
      </w:r>
    </w:p>
    <w:p w:rsidR="00895AD2" w:rsidRDefault="00895AD2" w:rsidP="00895AD2">
      <w:r>
        <w:t>208.3229</w:t>
      </w:r>
      <w:r>
        <w:tab/>
        <w:t>2.025e0</w:t>
      </w:r>
    </w:p>
    <w:p w:rsidR="00895AD2" w:rsidRDefault="00895AD2" w:rsidP="00895AD2">
      <w:r>
        <w:t>208.3719</w:t>
      </w:r>
      <w:r>
        <w:tab/>
        <w:t>1.013e0</w:t>
      </w:r>
    </w:p>
    <w:p w:rsidR="00895AD2" w:rsidRDefault="00895AD2" w:rsidP="00895AD2">
      <w:r>
        <w:t>208.4947</w:t>
      </w:r>
      <w:r>
        <w:tab/>
        <w:t>2.025e0</w:t>
      </w:r>
    </w:p>
    <w:p w:rsidR="00895AD2" w:rsidRDefault="00895AD2" w:rsidP="00895AD2">
      <w:r>
        <w:t>208.5755</w:t>
      </w:r>
      <w:r>
        <w:tab/>
        <w:t>2.025e0</w:t>
      </w:r>
    </w:p>
    <w:p w:rsidR="00895AD2" w:rsidRDefault="00895AD2" w:rsidP="00895AD2">
      <w:r>
        <w:t>208.6490</w:t>
      </w:r>
      <w:r>
        <w:tab/>
        <w:t>2.025e0</w:t>
      </w:r>
    </w:p>
    <w:p w:rsidR="00895AD2" w:rsidRDefault="00895AD2" w:rsidP="00895AD2">
      <w:r>
        <w:t>208.7095</w:t>
      </w:r>
      <w:r>
        <w:tab/>
        <w:t>1.013e0</w:t>
      </w:r>
    </w:p>
    <w:p w:rsidR="00895AD2" w:rsidRDefault="00895AD2" w:rsidP="00895AD2">
      <w:r>
        <w:t>208.8602</w:t>
      </w:r>
      <w:r>
        <w:tab/>
        <w:t>1.013e0</w:t>
      </w:r>
    </w:p>
    <w:p w:rsidR="00895AD2" w:rsidRDefault="00895AD2" w:rsidP="00895AD2">
      <w:r>
        <w:t>208.9518</w:t>
      </w:r>
      <w:r>
        <w:tab/>
        <w:t>2.025e0</w:t>
      </w:r>
    </w:p>
    <w:p w:rsidR="00895AD2" w:rsidRDefault="00895AD2" w:rsidP="00895AD2">
      <w:r>
        <w:t>209.0402</w:t>
      </w:r>
      <w:r>
        <w:tab/>
        <w:t>9.114e0</w:t>
      </w:r>
    </w:p>
    <w:p w:rsidR="00895AD2" w:rsidRDefault="00895AD2" w:rsidP="00895AD2">
      <w:r>
        <w:t>209.1093</w:t>
      </w:r>
      <w:r>
        <w:tab/>
        <w:t>6.076e0</w:t>
      </w:r>
    </w:p>
    <w:p w:rsidR="00895AD2" w:rsidRDefault="00895AD2" w:rsidP="00895AD2">
      <w:r>
        <w:t>209.1361</w:t>
      </w:r>
      <w:r>
        <w:tab/>
        <w:t>1.013e0</w:t>
      </w:r>
    </w:p>
    <w:p w:rsidR="00895AD2" w:rsidRDefault="00895AD2" w:rsidP="00895AD2">
      <w:r>
        <w:t>209.2017</w:t>
      </w:r>
      <w:r>
        <w:tab/>
        <w:t>1.013e0</w:t>
      </w:r>
    </w:p>
    <w:p w:rsidR="00895AD2" w:rsidRDefault="00895AD2" w:rsidP="00895AD2">
      <w:r>
        <w:t>209.2598</w:t>
      </w:r>
      <w:r>
        <w:tab/>
        <w:t>1.013e0</w:t>
      </w:r>
    </w:p>
    <w:p w:rsidR="00895AD2" w:rsidRDefault="00895AD2" w:rsidP="00895AD2">
      <w:r>
        <w:t>209.4435</w:t>
      </w:r>
      <w:r>
        <w:tab/>
        <w:t>1.013e0</w:t>
      </w:r>
    </w:p>
    <w:p w:rsidR="00895AD2" w:rsidRDefault="00895AD2" w:rsidP="00895AD2">
      <w:r>
        <w:t>209.6246</w:t>
      </w:r>
      <w:r>
        <w:tab/>
        <w:t>1.013e0</w:t>
      </w:r>
    </w:p>
    <w:p w:rsidR="00895AD2" w:rsidRDefault="00895AD2" w:rsidP="00895AD2">
      <w:r>
        <w:t>209.8984</w:t>
      </w:r>
      <w:r>
        <w:tab/>
        <w:t>1.013e0</w:t>
      </w:r>
    </w:p>
    <w:p w:rsidR="00895AD2" w:rsidRDefault="00895AD2" w:rsidP="00895AD2">
      <w:r>
        <w:lastRenderedPageBreak/>
        <w:t>209.9474</w:t>
      </w:r>
      <w:r>
        <w:tab/>
        <w:t>1.013e0</w:t>
      </w:r>
    </w:p>
    <w:p w:rsidR="00895AD2" w:rsidRDefault="00895AD2" w:rsidP="00895AD2">
      <w:r>
        <w:t>209.9910</w:t>
      </w:r>
      <w:r>
        <w:tab/>
        <w:t>1.013e0</w:t>
      </w:r>
    </w:p>
    <w:p w:rsidR="00895AD2" w:rsidRDefault="00895AD2" w:rsidP="00895AD2">
      <w:r>
        <w:t>210.0099</w:t>
      </w:r>
      <w:r>
        <w:tab/>
        <w:t>1.013e0</w:t>
      </w:r>
    </w:p>
    <w:p w:rsidR="00895AD2" w:rsidRDefault="00895AD2" w:rsidP="00895AD2">
      <w:r>
        <w:t>210.0890</w:t>
      </w:r>
      <w:r>
        <w:tab/>
        <w:t>3.038e0</w:t>
      </w:r>
    </w:p>
    <w:p w:rsidR="00895AD2" w:rsidRDefault="00895AD2" w:rsidP="00895AD2">
      <w:r>
        <w:t>210.1176</w:t>
      </w:r>
      <w:r>
        <w:tab/>
        <w:t>1.013e0</w:t>
      </w:r>
    </w:p>
    <w:p w:rsidR="00895AD2" w:rsidRDefault="00895AD2" w:rsidP="00895AD2">
      <w:r>
        <w:t>210.2102</w:t>
      </w:r>
      <w:r>
        <w:tab/>
        <w:t>1.013e0</w:t>
      </w:r>
    </w:p>
    <w:p w:rsidR="00895AD2" w:rsidRDefault="00895AD2" w:rsidP="00895AD2">
      <w:r>
        <w:t>210.2330</w:t>
      </w:r>
      <w:r>
        <w:tab/>
        <w:t>1.013e0</w:t>
      </w:r>
    </w:p>
    <w:p w:rsidR="00895AD2" w:rsidRDefault="00895AD2" w:rsidP="00895AD2">
      <w:r>
        <w:t>210.3918</w:t>
      </w:r>
      <w:r>
        <w:tab/>
        <w:t>1.013e0</w:t>
      </w:r>
    </w:p>
    <w:p w:rsidR="00895AD2" w:rsidRDefault="00895AD2" w:rsidP="00895AD2">
      <w:r>
        <w:t>210.5392</w:t>
      </w:r>
      <w:r>
        <w:tab/>
        <w:t>2.025e0</w:t>
      </w:r>
    </w:p>
    <w:p w:rsidR="00895AD2" w:rsidRDefault="00895AD2" w:rsidP="00895AD2">
      <w:r>
        <w:t>210.6730</w:t>
      </w:r>
      <w:r>
        <w:tab/>
        <w:t>1.013e0</w:t>
      </w:r>
    </w:p>
    <w:p w:rsidR="00895AD2" w:rsidRDefault="00895AD2" w:rsidP="00895AD2">
      <w:r>
        <w:t>210.7075</w:t>
      </w:r>
      <w:r>
        <w:tab/>
        <w:t>1.013e0</w:t>
      </w:r>
    </w:p>
    <w:p w:rsidR="00895AD2" w:rsidRDefault="00895AD2" w:rsidP="00895AD2">
      <w:r>
        <w:t>210.8267</w:t>
      </w:r>
      <w:r>
        <w:tab/>
        <w:t>2.025e0</w:t>
      </w:r>
    </w:p>
    <w:p w:rsidR="00895AD2" w:rsidRDefault="00895AD2" w:rsidP="00895AD2">
      <w:r>
        <w:t>211.0426</w:t>
      </w:r>
      <w:r>
        <w:tab/>
        <w:t>1.013e0</w:t>
      </w:r>
    </w:p>
    <w:p w:rsidR="00895AD2" w:rsidRDefault="00895AD2" w:rsidP="00895AD2">
      <w:r>
        <w:t>211.0687</w:t>
      </w:r>
      <w:r>
        <w:tab/>
        <w:t>3.342e0</w:t>
      </w:r>
    </w:p>
    <w:p w:rsidR="00895AD2" w:rsidRDefault="00895AD2" w:rsidP="00895AD2">
      <w:r>
        <w:t>211.1049</w:t>
      </w:r>
      <w:r>
        <w:tab/>
        <w:t>1.013e0</w:t>
      </w:r>
    </w:p>
    <w:p w:rsidR="00895AD2" w:rsidRDefault="00895AD2" w:rsidP="00895AD2">
      <w:r>
        <w:t>211.1901</w:t>
      </w:r>
      <w:r>
        <w:tab/>
        <w:t>2.025e0</w:t>
      </w:r>
    </w:p>
    <w:p w:rsidR="00895AD2" w:rsidRDefault="00895AD2" w:rsidP="00895AD2">
      <w:r>
        <w:t>211.2459</w:t>
      </w:r>
      <w:r>
        <w:tab/>
        <w:t>2.025e0</w:t>
      </w:r>
    </w:p>
    <w:p w:rsidR="00895AD2" w:rsidRDefault="00895AD2" w:rsidP="00895AD2">
      <w:r>
        <w:t>211.3484</w:t>
      </w:r>
      <w:r>
        <w:tab/>
        <w:t>1.013e0</w:t>
      </w:r>
    </w:p>
    <w:p w:rsidR="00895AD2" w:rsidRDefault="00895AD2" w:rsidP="00895AD2">
      <w:r>
        <w:t>211.3832</w:t>
      </w:r>
      <w:r>
        <w:tab/>
        <w:t>1.013e0</w:t>
      </w:r>
    </w:p>
    <w:p w:rsidR="00895AD2" w:rsidRDefault="00895AD2" w:rsidP="00895AD2">
      <w:r>
        <w:lastRenderedPageBreak/>
        <w:t>211.4912</w:t>
      </w:r>
      <w:r>
        <w:tab/>
        <w:t>2.025e0</w:t>
      </w:r>
    </w:p>
    <w:p w:rsidR="00895AD2" w:rsidRDefault="00895AD2" w:rsidP="00895AD2">
      <w:r>
        <w:t>211.5538</w:t>
      </w:r>
      <w:r>
        <w:tab/>
        <w:t>1.013e0</w:t>
      </w:r>
    </w:p>
    <w:p w:rsidR="00895AD2" w:rsidRDefault="00895AD2" w:rsidP="00895AD2">
      <w:r>
        <w:t>211.5802</w:t>
      </w:r>
      <w:r>
        <w:tab/>
        <w:t>1.013e0</w:t>
      </w:r>
    </w:p>
    <w:p w:rsidR="00895AD2" w:rsidRDefault="00895AD2" w:rsidP="00895AD2">
      <w:r>
        <w:t>211.7621</w:t>
      </w:r>
      <w:r>
        <w:tab/>
        <w:t>2.025e0</w:t>
      </w:r>
    </w:p>
    <w:p w:rsidR="00895AD2" w:rsidRDefault="00895AD2" w:rsidP="00895AD2">
      <w:r>
        <w:t>211.9167</w:t>
      </w:r>
      <w:r>
        <w:tab/>
        <w:t>1.013e0</w:t>
      </w:r>
    </w:p>
    <w:p w:rsidR="00895AD2" w:rsidRDefault="00895AD2" w:rsidP="00895AD2">
      <w:r>
        <w:t>211.9934</w:t>
      </w:r>
      <w:r>
        <w:tab/>
        <w:t>1.013e0</w:t>
      </w:r>
    </w:p>
    <w:p w:rsidR="00895AD2" w:rsidRDefault="00895AD2" w:rsidP="00895AD2">
      <w:r>
        <w:t>212.0408</w:t>
      </w:r>
      <w:r>
        <w:tab/>
        <w:t>4.051e0</w:t>
      </w:r>
    </w:p>
    <w:p w:rsidR="00895AD2" w:rsidRDefault="00895AD2" w:rsidP="00895AD2">
      <w:r>
        <w:t>212.1186</w:t>
      </w:r>
      <w:r>
        <w:tab/>
        <w:t>1.013e0</w:t>
      </w:r>
    </w:p>
    <w:p w:rsidR="00895AD2" w:rsidRDefault="00895AD2" w:rsidP="00895AD2">
      <w:r>
        <w:t>212.1470</w:t>
      </w:r>
      <w:r>
        <w:tab/>
        <w:t>3.038e0</w:t>
      </w:r>
    </w:p>
    <w:p w:rsidR="00895AD2" w:rsidRDefault="00895AD2" w:rsidP="00895AD2">
      <w:r>
        <w:t>212.1994</w:t>
      </w:r>
      <w:r>
        <w:tab/>
        <w:t>1.013e0</w:t>
      </w:r>
    </w:p>
    <w:p w:rsidR="00895AD2" w:rsidRDefault="00895AD2" w:rsidP="00895AD2">
      <w:r>
        <w:t>212.3573</w:t>
      </w:r>
      <w:r>
        <w:tab/>
        <w:t>1.013e0</w:t>
      </w:r>
    </w:p>
    <w:p w:rsidR="00895AD2" w:rsidRDefault="00895AD2" w:rsidP="00895AD2">
      <w:r>
        <w:t>212.5691</w:t>
      </w:r>
      <w:r>
        <w:tab/>
        <w:t>2.025e0</w:t>
      </w:r>
    </w:p>
    <w:p w:rsidR="00895AD2" w:rsidRDefault="00895AD2" w:rsidP="00895AD2">
      <w:r>
        <w:t>212.6097</w:t>
      </w:r>
      <w:r>
        <w:tab/>
        <w:t>1.013e0</w:t>
      </w:r>
    </w:p>
    <w:p w:rsidR="00895AD2" w:rsidRDefault="00895AD2" w:rsidP="00895AD2">
      <w:r>
        <w:t>212.6286</w:t>
      </w:r>
      <w:r>
        <w:tab/>
        <w:t>1.013e0</w:t>
      </w:r>
    </w:p>
    <w:p w:rsidR="00895AD2" w:rsidRDefault="00895AD2" w:rsidP="00895AD2">
      <w:r>
        <w:t>212.8146</w:t>
      </w:r>
      <w:r>
        <w:tab/>
        <w:t>1.013e0</w:t>
      </w:r>
    </w:p>
    <w:p w:rsidR="00895AD2" w:rsidRDefault="00895AD2" w:rsidP="00895AD2">
      <w:r>
        <w:t>212.9038</w:t>
      </w:r>
      <w:r>
        <w:tab/>
        <w:t>1.013e0</w:t>
      </w:r>
    </w:p>
    <w:p w:rsidR="00895AD2" w:rsidRDefault="00895AD2" w:rsidP="00895AD2">
      <w:r>
        <w:t>212.9741</w:t>
      </w:r>
      <w:r>
        <w:tab/>
        <w:t>1.013e0</w:t>
      </w:r>
    </w:p>
    <w:p w:rsidR="00895AD2" w:rsidRDefault="00895AD2" w:rsidP="00895AD2">
      <w:r>
        <w:t>213.0195</w:t>
      </w:r>
      <w:r>
        <w:tab/>
        <w:t>1.174e1</w:t>
      </w:r>
    </w:p>
    <w:p w:rsidR="00895AD2" w:rsidRDefault="00895AD2" w:rsidP="00895AD2">
      <w:r>
        <w:t>213.0390</w:t>
      </w:r>
      <w:r>
        <w:tab/>
        <w:t>5.063e0</w:t>
      </w:r>
    </w:p>
    <w:p w:rsidR="00895AD2" w:rsidRDefault="00895AD2" w:rsidP="00895AD2">
      <w:r>
        <w:lastRenderedPageBreak/>
        <w:t>213.0710</w:t>
      </w:r>
      <w:r>
        <w:tab/>
        <w:t>1.013e0</w:t>
      </w:r>
    </w:p>
    <w:p w:rsidR="00895AD2" w:rsidRDefault="00895AD2" w:rsidP="00895AD2">
      <w:r>
        <w:t>213.1227</w:t>
      </w:r>
      <w:r>
        <w:tab/>
        <w:t>3.038e0</w:t>
      </w:r>
    </w:p>
    <w:p w:rsidR="00895AD2" w:rsidRDefault="00895AD2" w:rsidP="00895AD2">
      <w:r>
        <w:t>213.1449</w:t>
      </w:r>
      <w:r>
        <w:tab/>
        <w:t>2.025e0</w:t>
      </w:r>
    </w:p>
    <w:p w:rsidR="00895AD2" w:rsidRDefault="00895AD2" w:rsidP="00895AD2">
      <w:r>
        <w:t>213.1814</w:t>
      </w:r>
      <w:r>
        <w:tab/>
        <w:t>2.025e0</w:t>
      </w:r>
    </w:p>
    <w:p w:rsidR="00895AD2" w:rsidRDefault="00895AD2" w:rsidP="00895AD2">
      <w:r>
        <w:t>213.3576</w:t>
      </w:r>
      <w:r>
        <w:tab/>
        <w:t>1.013e0</w:t>
      </w:r>
    </w:p>
    <w:p w:rsidR="00895AD2" w:rsidRDefault="00895AD2" w:rsidP="00895AD2">
      <w:r>
        <w:t>213.3976</w:t>
      </w:r>
      <w:r>
        <w:tab/>
        <w:t>1.013e0</w:t>
      </w:r>
    </w:p>
    <w:p w:rsidR="00895AD2" w:rsidRDefault="00895AD2" w:rsidP="00895AD2">
      <w:r>
        <w:t>213.4945</w:t>
      </w:r>
      <w:r>
        <w:tab/>
        <w:t>1.013e0</w:t>
      </w:r>
    </w:p>
    <w:p w:rsidR="00895AD2" w:rsidRDefault="00895AD2" w:rsidP="00895AD2">
      <w:r>
        <w:t>213.5725</w:t>
      </w:r>
      <w:r>
        <w:tab/>
        <w:t>1.013e0</w:t>
      </w:r>
    </w:p>
    <w:p w:rsidR="00895AD2" w:rsidRDefault="00895AD2" w:rsidP="00895AD2">
      <w:r>
        <w:t>213.6142</w:t>
      </w:r>
      <w:r>
        <w:tab/>
        <w:t>2.025e0</w:t>
      </w:r>
    </w:p>
    <w:p w:rsidR="00895AD2" w:rsidRDefault="00895AD2" w:rsidP="00895AD2">
      <w:r>
        <w:t>213.7853</w:t>
      </w:r>
      <w:r>
        <w:tab/>
        <w:t>1.013e0</w:t>
      </w:r>
    </w:p>
    <w:p w:rsidR="00895AD2" w:rsidRDefault="00895AD2" w:rsidP="00895AD2">
      <w:r>
        <w:t>213.9373</w:t>
      </w:r>
      <w:r>
        <w:tab/>
        <w:t>1.013e0</w:t>
      </w:r>
    </w:p>
    <w:p w:rsidR="00895AD2" w:rsidRDefault="00895AD2" w:rsidP="00895AD2">
      <w:r>
        <w:t>214.0173</w:t>
      </w:r>
      <w:r>
        <w:tab/>
        <w:t>2.025e0</w:t>
      </w:r>
    </w:p>
    <w:p w:rsidR="00895AD2" w:rsidRDefault="00895AD2" w:rsidP="00895AD2">
      <w:r>
        <w:t>214.1339</w:t>
      </w:r>
      <w:r>
        <w:tab/>
        <w:t>5.063e0</w:t>
      </w:r>
    </w:p>
    <w:p w:rsidR="00895AD2" w:rsidRDefault="00895AD2" w:rsidP="00895AD2">
      <w:r>
        <w:t>214.1564</w:t>
      </w:r>
      <w:r>
        <w:tab/>
        <w:t>2.025e0</w:t>
      </w:r>
    </w:p>
    <w:p w:rsidR="00895AD2" w:rsidRDefault="00895AD2" w:rsidP="00895AD2">
      <w:r>
        <w:t>214.2600</w:t>
      </w:r>
      <w:r>
        <w:tab/>
        <w:t>1.013e0</w:t>
      </w:r>
    </w:p>
    <w:p w:rsidR="00895AD2" w:rsidRDefault="00895AD2" w:rsidP="00895AD2">
      <w:r>
        <w:t>214.4271</w:t>
      </w:r>
      <w:r>
        <w:tab/>
        <w:t>1.013e0</w:t>
      </w:r>
    </w:p>
    <w:p w:rsidR="00895AD2" w:rsidRDefault="00895AD2" w:rsidP="00895AD2">
      <w:r>
        <w:t>214.5746</w:t>
      </w:r>
      <w:r>
        <w:tab/>
        <w:t>1.013e0</w:t>
      </w:r>
    </w:p>
    <w:p w:rsidR="00895AD2" w:rsidRDefault="00895AD2" w:rsidP="00895AD2">
      <w:r>
        <w:t>214.6123</w:t>
      </w:r>
      <w:r>
        <w:tab/>
        <w:t>2.025e0</w:t>
      </w:r>
    </w:p>
    <w:p w:rsidR="00895AD2" w:rsidRDefault="00895AD2" w:rsidP="00895AD2">
      <w:r>
        <w:t>214.9801</w:t>
      </w:r>
      <w:r>
        <w:tab/>
        <w:t>1.013e0</w:t>
      </w:r>
    </w:p>
    <w:p w:rsidR="00895AD2" w:rsidRDefault="00895AD2" w:rsidP="00895AD2">
      <w:r>
        <w:lastRenderedPageBreak/>
        <w:t>215.0848</w:t>
      </w:r>
      <w:r>
        <w:tab/>
        <w:t>2.025e0</w:t>
      </w:r>
    </w:p>
    <w:p w:rsidR="00895AD2" w:rsidRDefault="00895AD2" w:rsidP="00895AD2">
      <w:r>
        <w:t>215.1169</w:t>
      </w:r>
      <w:r>
        <w:tab/>
        <w:t>1.013e0</w:t>
      </w:r>
    </w:p>
    <w:p w:rsidR="00895AD2" w:rsidRDefault="00895AD2" w:rsidP="00895AD2">
      <w:r>
        <w:t>215.2027</w:t>
      </w:r>
      <w:r>
        <w:tab/>
        <w:t>1.013e0</w:t>
      </w:r>
    </w:p>
    <w:p w:rsidR="00895AD2" w:rsidRDefault="00895AD2" w:rsidP="00895AD2">
      <w:r>
        <w:t>215.4481</w:t>
      </w:r>
      <w:r>
        <w:tab/>
        <w:t>1.013e0</w:t>
      </w:r>
    </w:p>
    <w:p w:rsidR="00895AD2" w:rsidRDefault="00895AD2" w:rsidP="00895AD2">
      <w:r>
        <w:t>215.5423</w:t>
      </w:r>
      <w:r>
        <w:tab/>
        <w:t>1.013e0</w:t>
      </w:r>
    </w:p>
    <w:p w:rsidR="00895AD2" w:rsidRDefault="00895AD2" w:rsidP="00895AD2">
      <w:r>
        <w:t>215.5938</w:t>
      </w:r>
      <w:r>
        <w:tab/>
        <w:t>2.025e0</w:t>
      </w:r>
    </w:p>
    <w:p w:rsidR="00895AD2" w:rsidRDefault="00895AD2" w:rsidP="00895AD2">
      <w:r>
        <w:t>215.6317</w:t>
      </w:r>
      <w:r>
        <w:tab/>
        <w:t>2.025e0</w:t>
      </w:r>
    </w:p>
    <w:p w:rsidR="00895AD2" w:rsidRDefault="00895AD2" w:rsidP="00895AD2">
      <w:r>
        <w:t>215.8072</w:t>
      </w:r>
      <w:r>
        <w:tab/>
        <w:t>1.013e0</w:t>
      </w:r>
    </w:p>
    <w:p w:rsidR="00895AD2" w:rsidRDefault="00895AD2" w:rsidP="00895AD2">
      <w:r>
        <w:t>215.8659</w:t>
      </w:r>
      <w:r>
        <w:tab/>
        <w:t>1.013e0</w:t>
      </w:r>
    </w:p>
    <w:p w:rsidR="00895AD2" w:rsidRDefault="00895AD2" w:rsidP="00895AD2">
      <w:r>
        <w:t>215.9750</w:t>
      </w:r>
      <w:r>
        <w:tab/>
        <w:t>1.013e0</w:t>
      </w:r>
    </w:p>
    <w:p w:rsidR="00895AD2" w:rsidRDefault="00895AD2" w:rsidP="00895AD2">
      <w:r>
        <w:t>216.0900</w:t>
      </w:r>
      <w:r>
        <w:tab/>
        <w:t>2.025e0</w:t>
      </w:r>
    </w:p>
    <w:p w:rsidR="00895AD2" w:rsidRDefault="00895AD2" w:rsidP="00895AD2">
      <w:r>
        <w:t>216.1371</w:t>
      </w:r>
      <w:r>
        <w:tab/>
        <w:t>3.038e0</w:t>
      </w:r>
    </w:p>
    <w:p w:rsidR="00895AD2" w:rsidRDefault="00895AD2" w:rsidP="00895AD2">
      <w:r>
        <w:t>216.1582</w:t>
      </w:r>
      <w:r>
        <w:tab/>
        <w:t>2.025e0</w:t>
      </w:r>
    </w:p>
    <w:p w:rsidR="00895AD2" w:rsidRDefault="00895AD2" w:rsidP="00895AD2">
      <w:r>
        <w:t>216.2402</w:t>
      </w:r>
      <w:r>
        <w:tab/>
        <w:t>1.013e0</w:t>
      </w:r>
    </w:p>
    <w:p w:rsidR="00895AD2" w:rsidRDefault="00895AD2" w:rsidP="00895AD2">
      <w:r>
        <w:t>216.2638</w:t>
      </w:r>
      <w:r>
        <w:tab/>
        <w:t>1.013e0</w:t>
      </w:r>
    </w:p>
    <w:p w:rsidR="00895AD2" w:rsidRDefault="00895AD2" w:rsidP="00895AD2">
      <w:r>
        <w:t>216.3624</w:t>
      </w:r>
      <w:r>
        <w:tab/>
        <w:t>1.013e0</w:t>
      </w:r>
    </w:p>
    <w:p w:rsidR="00895AD2" w:rsidRDefault="00895AD2" w:rsidP="00895AD2">
      <w:r>
        <w:t>216.4005</w:t>
      </w:r>
      <w:r>
        <w:tab/>
        <w:t>1.013e0</w:t>
      </w:r>
    </w:p>
    <w:p w:rsidR="00895AD2" w:rsidRDefault="00895AD2" w:rsidP="00895AD2">
      <w:r>
        <w:t>216.4939</w:t>
      </w:r>
      <w:r>
        <w:tab/>
        <w:t>1.013e0</w:t>
      </w:r>
    </w:p>
    <w:p w:rsidR="00895AD2" w:rsidRDefault="00895AD2" w:rsidP="00895AD2">
      <w:r>
        <w:t>216.5361</w:t>
      </w:r>
      <w:r>
        <w:tab/>
        <w:t>2.025e0</w:t>
      </w:r>
    </w:p>
    <w:p w:rsidR="00895AD2" w:rsidRDefault="00895AD2" w:rsidP="00895AD2">
      <w:r>
        <w:lastRenderedPageBreak/>
        <w:t>216.7136</w:t>
      </w:r>
      <w:r>
        <w:tab/>
        <w:t>1.013e0</w:t>
      </w:r>
    </w:p>
    <w:p w:rsidR="00895AD2" w:rsidRDefault="00895AD2" w:rsidP="00895AD2">
      <w:r>
        <w:t>216.8449</w:t>
      </w:r>
      <w:r>
        <w:tab/>
        <w:t>2.025e0</w:t>
      </w:r>
    </w:p>
    <w:p w:rsidR="00895AD2" w:rsidRDefault="00895AD2" w:rsidP="00895AD2">
      <w:r>
        <w:t>217.0307</w:t>
      </w:r>
      <w:r>
        <w:tab/>
        <w:t>1.013e0</w:t>
      </w:r>
    </w:p>
    <w:p w:rsidR="00895AD2" w:rsidRDefault="00895AD2" w:rsidP="00895AD2">
      <w:r>
        <w:t>217.0535</w:t>
      </w:r>
      <w:r>
        <w:tab/>
        <w:t>1.013e0</w:t>
      </w:r>
    </w:p>
    <w:p w:rsidR="00895AD2" w:rsidRDefault="00895AD2" w:rsidP="00895AD2">
      <w:r>
        <w:t>217.0781</w:t>
      </w:r>
      <w:r>
        <w:tab/>
        <w:t>2.025e0</w:t>
      </w:r>
    </w:p>
    <w:p w:rsidR="00895AD2" w:rsidRDefault="00895AD2" w:rsidP="00895AD2">
      <w:r>
        <w:t>217.1107</w:t>
      </w:r>
      <w:r>
        <w:tab/>
        <w:t>8.101e0</w:t>
      </w:r>
    </w:p>
    <w:p w:rsidR="00895AD2" w:rsidRDefault="00895AD2" w:rsidP="00895AD2">
      <w:r>
        <w:t>217.2429</w:t>
      </w:r>
      <w:r>
        <w:tab/>
        <w:t>1.013e0</w:t>
      </w:r>
    </w:p>
    <w:p w:rsidR="00895AD2" w:rsidRDefault="00895AD2" w:rsidP="00895AD2">
      <w:r>
        <w:t>217.4970</w:t>
      </w:r>
      <w:r>
        <w:tab/>
        <w:t>1.013e0</w:t>
      </w:r>
    </w:p>
    <w:p w:rsidR="00895AD2" w:rsidRDefault="00895AD2" w:rsidP="00895AD2">
      <w:r>
        <w:t>217.5677</w:t>
      </w:r>
      <w:r>
        <w:tab/>
        <w:t>1.013e0</w:t>
      </w:r>
    </w:p>
    <w:p w:rsidR="00895AD2" w:rsidRDefault="00895AD2" w:rsidP="00895AD2">
      <w:r>
        <w:t>217.6021</w:t>
      </w:r>
      <w:r>
        <w:tab/>
        <w:t>1.013e0</w:t>
      </w:r>
    </w:p>
    <w:p w:rsidR="00895AD2" w:rsidRDefault="00895AD2" w:rsidP="00895AD2">
      <w:r>
        <w:t>217.6729</w:t>
      </w:r>
      <w:r>
        <w:tab/>
        <w:t>1.013e0</w:t>
      </w:r>
    </w:p>
    <w:p w:rsidR="00895AD2" w:rsidRDefault="00895AD2" w:rsidP="00895AD2">
      <w:r>
        <w:t>217.7322</w:t>
      </w:r>
      <w:r>
        <w:tab/>
        <w:t>1.013e0</w:t>
      </w:r>
    </w:p>
    <w:p w:rsidR="00895AD2" w:rsidRDefault="00895AD2" w:rsidP="00895AD2">
      <w:r>
        <w:t>217.7916</w:t>
      </w:r>
      <w:r>
        <w:tab/>
        <w:t>1.013e0</w:t>
      </w:r>
    </w:p>
    <w:p w:rsidR="00895AD2" w:rsidRDefault="00895AD2" w:rsidP="00895AD2">
      <w:r>
        <w:t>217.9904</w:t>
      </w:r>
      <w:r>
        <w:tab/>
        <w:t>1.013e0</w:t>
      </w:r>
    </w:p>
    <w:p w:rsidR="00895AD2" w:rsidRDefault="00895AD2" w:rsidP="00895AD2">
      <w:r>
        <w:t>218.0307</w:t>
      </w:r>
      <w:r>
        <w:tab/>
        <w:t>1.013e0</w:t>
      </w:r>
    </w:p>
    <w:p w:rsidR="00895AD2" w:rsidRDefault="00895AD2" w:rsidP="00895AD2">
      <w:r>
        <w:t>218.1053</w:t>
      </w:r>
      <w:r>
        <w:tab/>
        <w:t>1.013e0</w:t>
      </w:r>
    </w:p>
    <w:p w:rsidR="00895AD2" w:rsidRDefault="00895AD2" w:rsidP="00895AD2">
      <w:r>
        <w:t>218.1397</w:t>
      </w:r>
      <w:r>
        <w:tab/>
        <w:t>1.013e0</w:t>
      </w:r>
    </w:p>
    <w:p w:rsidR="00895AD2" w:rsidRDefault="00895AD2" w:rsidP="00895AD2">
      <w:r>
        <w:t>218.1716</w:t>
      </w:r>
      <w:r>
        <w:tab/>
        <w:t>2.025e0</w:t>
      </w:r>
    </w:p>
    <w:p w:rsidR="00895AD2" w:rsidRDefault="00895AD2" w:rsidP="00895AD2">
      <w:r>
        <w:t>218.4700</w:t>
      </w:r>
      <w:r>
        <w:tab/>
        <w:t>1.013e0</w:t>
      </w:r>
    </w:p>
    <w:p w:rsidR="00895AD2" w:rsidRDefault="00895AD2" w:rsidP="00895AD2">
      <w:r>
        <w:lastRenderedPageBreak/>
        <w:t>218.5992</w:t>
      </w:r>
      <w:r>
        <w:tab/>
        <w:t>1.013e0</w:t>
      </w:r>
    </w:p>
    <w:p w:rsidR="00895AD2" w:rsidRDefault="00895AD2" w:rsidP="00895AD2">
      <w:r>
        <w:t>218.7180</w:t>
      </w:r>
      <w:r>
        <w:tab/>
        <w:t>1.013e0</w:t>
      </w:r>
    </w:p>
    <w:p w:rsidR="00895AD2" w:rsidRDefault="00895AD2" w:rsidP="00895AD2">
      <w:r>
        <w:t>218.7808</w:t>
      </w:r>
      <w:r>
        <w:tab/>
        <w:t>1.013e0</w:t>
      </w:r>
    </w:p>
    <w:p w:rsidR="00895AD2" w:rsidRDefault="00895AD2" w:rsidP="00895AD2">
      <w:r>
        <w:t>219.0060</w:t>
      </w:r>
      <w:r>
        <w:tab/>
        <w:t>4.051e0</w:t>
      </w:r>
    </w:p>
    <w:p w:rsidR="00895AD2" w:rsidRDefault="00895AD2" w:rsidP="00895AD2">
      <w:r>
        <w:t>219.0321</w:t>
      </w:r>
      <w:r>
        <w:tab/>
        <w:t>1.013e0</w:t>
      </w:r>
    </w:p>
    <w:p w:rsidR="00895AD2" w:rsidRDefault="00895AD2" w:rsidP="00895AD2">
      <w:r>
        <w:t>219.1184</w:t>
      </w:r>
      <w:r>
        <w:tab/>
        <w:t>1.013e0</w:t>
      </w:r>
    </w:p>
    <w:p w:rsidR="00895AD2" w:rsidRDefault="00895AD2" w:rsidP="00895AD2">
      <w:r>
        <w:t>219.1740</w:t>
      </w:r>
      <w:r>
        <w:tab/>
        <w:t>2.025e0</w:t>
      </w:r>
    </w:p>
    <w:p w:rsidR="00895AD2" w:rsidRDefault="00895AD2" w:rsidP="00895AD2">
      <w:r>
        <w:t>219.1932</w:t>
      </w:r>
      <w:r>
        <w:tab/>
        <w:t>1.013e0</w:t>
      </w:r>
    </w:p>
    <w:p w:rsidR="00895AD2" w:rsidRDefault="00895AD2" w:rsidP="00895AD2">
      <w:r>
        <w:t>219.4021</w:t>
      </w:r>
      <w:r>
        <w:tab/>
        <w:t>1.013e0</w:t>
      </w:r>
    </w:p>
    <w:p w:rsidR="00895AD2" w:rsidRDefault="00895AD2" w:rsidP="00895AD2">
      <w:r>
        <w:t>219.5555</w:t>
      </w:r>
      <w:r>
        <w:tab/>
        <w:t>2.025e0</w:t>
      </w:r>
    </w:p>
    <w:p w:rsidR="00895AD2" w:rsidRDefault="00895AD2" w:rsidP="00895AD2">
      <w:r>
        <w:t>219.7800</w:t>
      </w:r>
      <w:r>
        <w:tab/>
        <w:t>1.013e0</w:t>
      </w:r>
    </w:p>
    <w:p w:rsidR="00895AD2" w:rsidRDefault="00895AD2" w:rsidP="00895AD2">
      <w:r>
        <w:t>219.9698</w:t>
      </w:r>
      <w:r>
        <w:tab/>
        <w:t>3.038e0</w:t>
      </w:r>
    </w:p>
    <w:p w:rsidR="00895AD2" w:rsidRDefault="00895AD2" w:rsidP="00895AD2">
      <w:r>
        <w:t>220.0359</w:t>
      </w:r>
      <w:r>
        <w:tab/>
        <w:t>4.051e0</w:t>
      </w:r>
    </w:p>
    <w:p w:rsidR="00895AD2" w:rsidRDefault="00895AD2" w:rsidP="00895AD2">
      <w:r>
        <w:t>220.0659</w:t>
      </w:r>
      <w:r>
        <w:tab/>
        <w:t>2.025e0</w:t>
      </w:r>
    </w:p>
    <w:p w:rsidR="00895AD2" w:rsidRDefault="00895AD2" w:rsidP="00895AD2">
      <w:r>
        <w:t>220.1145</w:t>
      </w:r>
      <w:r>
        <w:tab/>
        <w:t>3.038e0</w:t>
      </w:r>
    </w:p>
    <w:p w:rsidR="00895AD2" w:rsidRDefault="00895AD2" w:rsidP="00895AD2">
      <w:r>
        <w:t>220.1781</w:t>
      </w:r>
      <w:r>
        <w:tab/>
        <w:t>4.051e0</w:t>
      </w:r>
    </w:p>
    <w:p w:rsidR="00895AD2" w:rsidRDefault="00895AD2" w:rsidP="00895AD2">
      <w:r>
        <w:t>220.3115</w:t>
      </w:r>
      <w:r>
        <w:tab/>
        <w:t>1.013e0</w:t>
      </w:r>
    </w:p>
    <w:p w:rsidR="00895AD2" w:rsidRDefault="00895AD2" w:rsidP="00895AD2">
      <w:r>
        <w:t>220.3989</w:t>
      </w:r>
      <w:r>
        <w:tab/>
        <w:t>1.013e0</w:t>
      </w:r>
    </w:p>
    <w:p w:rsidR="00895AD2" w:rsidRDefault="00895AD2" w:rsidP="00895AD2">
      <w:r>
        <w:t>220.4699</w:t>
      </w:r>
      <w:r>
        <w:tab/>
        <w:t>1.013e0</w:t>
      </w:r>
    </w:p>
    <w:p w:rsidR="00895AD2" w:rsidRDefault="00895AD2" w:rsidP="00895AD2">
      <w:r>
        <w:lastRenderedPageBreak/>
        <w:t>220.4941</w:t>
      </w:r>
      <w:r>
        <w:tab/>
        <w:t>1.013e0</w:t>
      </w:r>
    </w:p>
    <w:p w:rsidR="00895AD2" w:rsidRDefault="00895AD2" w:rsidP="00895AD2">
      <w:r>
        <w:t>220.6160</w:t>
      </w:r>
      <w:r>
        <w:tab/>
        <w:t>1.013e0</w:t>
      </w:r>
    </w:p>
    <w:p w:rsidR="00895AD2" w:rsidRDefault="00895AD2" w:rsidP="00895AD2">
      <w:r>
        <w:t>220.6995</w:t>
      </w:r>
      <w:r>
        <w:tab/>
        <w:t>1.013e0</w:t>
      </w:r>
    </w:p>
    <w:p w:rsidR="00895AD2" w:rsidRDefault="00895AD2" w:rsidP="00895AD2">
      <w:r>
        <w:t>220.8053</w:t>
      </w:r>
      <w:r>
        <w:tab/>
        <w:t>1.013e0</w:t>
      </w:r>
    </w:p>
    <w:p w:rsidR="00895AD2" w:rsidRDefault="00895AD2" w:rsidP="00895AD2">
      <w:r>
        <w:t>220.9551</w:t>
      </w:r>
      <w:r>
        <w:tab/>
        <w:t>2.025e0</w:t>
      </w:r>
    </w:p>
    <w:p w:rsidR="00895AD2" w:rsidRDefault="00895AD2" w:rsidP="00895AD2">
      <w:r>
        <w:t>221.0109</w:t>
      </w:r>
      <w:r>
        <w:tab/>
        <w:t>1.013e0</w:t>
      </w:r>
    </w:p>
    <w:p w:rsidR="00895AD2" w:rsidRDefault="00895AD2" w:rsidP="00895AD2">
      <w:r>
        <w:t>221.1319</w:t>
      </w:r>
      <w:r>
        <w:tab/>
        <w:t>2.025e0</w:t>
      </w:r>
    </w:p>
    <w:p w:rsidR="00895AD2" w:rsidRDefault="00895AD2" w:rsidP="00895AD2">
      <w:r>
        <w:t>221.2683</w:t>
      </w:r>
      <w:r>
        <w:tab/>
        <w:t>1.013e0</w:t>
      </w:r>
    </w:p>
    <w:p w:rsidR="00895AD2" w:rsidRDefault="00895AD2" w:rsidP="00895AD2">
      <w:r>
        <w:t>221.6119</w:t>
      </w:r>
      <w:r>
        <w:tab/>
        <w:t>1.013e0</w:t>
      </w:r>
    </w:p>
    <w:p w:rsidR="00895AD2" w:rsidRDefault="00895AD2" w:rsidP="00895AD2">
      <w:r>
        <w:t>221.8330</w:t>
      </w:r>
      <w:r>
        <w:tab/>
        <w:t>2.025e0</w:t>
      </w:r>
    </w:p>
    <w:p w:rsidR="00895AD2" w:rsidRDefault="00895AD2" w:rsidP="00895AD2">
      <w:r>
        <w:t>221.9843</w:t>
      </w:r>
      <w:r>
        <w:tab/>
        <w:t>1.013e0</w:t>
      </w:r>
    </w:p>
    <w:p w:rsidR="00895AD2" w:rsidRDefault="00895AD2" w:rsidP="00895AD2">
      <w:r>
        <w:t>222.0102</w:t>
      </w:r>
      <w:r>
        <w:tab/>
        <w:t>3.038e0</w:t>
      </w:r>
    </w:p>
    <w:p w:rsidR="00895AD2" w:rsidRDefault="00895AD2" w:rsidP="00895AD2">
      <w:r>
        <w:t>222.0414</w:t>
      </w:r>
      <w:r>
        <w:tab/>
        <w:t>3.038e0</w:t>
      </w:r>
    </w:p>
    <w:p w:rsidR="00895AD2" w:rsidRDefault="00895AD2" w:rsidP="00895AD2">
      <w:r>
        <w:t>222.0709</w:t>
      </w:r>
      <w:r>
        <w:tab/>
        <w:t>1.013e0</w:t>
      </w:r>
    </w:p>
    <w:p w:rsidR="00895AD2" w:rsidRDefault="00895AD2" w:rsidP="00895AD2">
      <w:r>
        <w:t>222.1229</w:t>
      </w:r>
      <w:r>
        <w:tab/>
        <w:t>2.025e0</w:t>
      </w:r>
    </w:p>
    <w:p w:rsidR="00895AD2" w:rsidRDefault="00895AD2" w:rsidP="00895AD2">
      <w:r>
        <w:t>222.1881</w:t>
      </w:r>
      <w:r>
        <w:tab/>
        <w:t>3.139e1</w:t>
      </w:r>
    </w:p>
    <w:p w:rsidR="00895AD2" w:rsidRDefault="00895AD2" w:rsidP="00895AD2">
      <w:r>
        <w:t>222.2248</w:t>
      </w:r>
      <w:r>
        <w:tab/>
        <w:t>1.013e0</w:t>
      </w:r>
    </w:p>
    <w:p w:rsidR="00895AD2" w:rsidRDefault="00895AD2" w:rsidP="00895AD2">
      <w:r>
        <w:t>222.3822</w:t>
      </w:r>
      <w:r>
        <w:tab/>
        <w:t>2.025e0</w:t>
      </w:r>
    </w:p>
    <w:p w:rsidR="00895AD2" w:rsidRDefault="00895AD2" w:rsidP="00895AD2">
      <w:r>
        <w:t>222.5022</w:t>
      </w:r>
      <w:r>
        <w:tab/>
        <w:t>1.013e0</w:t>
      </w:r>
    </w:p>
    <w:p w:rsidR="00895AD2" w:rsidRDefault="00895AD2" w:rsidP="00895AD2">
      <w:r>
        <w:lastRenderedPageBreak/>
        <w:t>222.5965</w:t>
      </w:r>
      <w:r>
        <w:tab/>
        <w:t>2.025e0</w:t>
      </w:r>
    </w:p>
    <w:p w:rsidR="00895AD2" w:rsidRDefault="00895AD2" w:rsidP="00895AD2">
      <w:r>
        <w:t>222.6988</w:t>
      </w:r>
      <w:r>
        <w:tab/>
        <w:t>2.025e0</w:t>
      </w:r>
    </w:p>
    <w:p w:rsidR="00895AD2" w:rsidRDefault="00895AD2" w:rsidP="00895AD2">
      <w:r>
        <w:t>222.7567</w:t>
      </w:r>
      <w:r>
        <w:tab/>
        <w:t>1.013e0</w:t>
      </w:r>
    </w:p>
    <w:p w:rsidR="00895AD2" w:rsidRDefault="00895AD2" w:rsidP="00895AD2">
      <w:r>
        <w:t>222.7758</w:t>
      </w:r>
      <w:r>
        <w:tab/>
        <w:t>1.013e0</w:t>
      </w:r>
    </w:p>
    <w:p w:rsidR="00895AD2" w:rsidRDefault="00895AD2" w:rsidP="00895AD2">
      <w:r>
        <w:t>222.9069</w:t>
      </w:r>
      <w:r>
        <w:tab/>
        <w:t>1.013e0</w:t>
      </w:r>
    </w:p>
    <w:p w:rsidR="00895AD2" w:rsidRDefault="00895AD2" w:rsidP="00895AD2">
      <w:r>
        <w:t>222.9629</w:t>
      </w:r>
      <w:r>
        <w:tab/>
        <w:t>1.013e0</w:t>
      </w:r>
    </w:p>
    <w:p w:rsidR="00895AD2" w:rsidRDefault="00895AD2" w:rsidP="00895AD2">
      <w:r>
        <w:t>223.0169</w:t>
      </w:r>
      <w:r>
        <w:tab/>
        <w:t>6.076e0</w:t>
      </w:r>
    </w:p>
    <w:p w:rsidR="00895AD2" w:rsidRDefault="00895AD2" w:rsidP="00895AD2">
      <w:r>
        <w:t>223.0457</w:t>
      </w:r>
      <w:r>
        <w:tab/>
        <w:t>1.013e0</w:t>
      </w:r>
    </w:p>
    <w:p w:rsidR="00895AD2" w:rsidRDefault="00895AD2" w:rsidP="00895AD2">
      <w:r>
        <w:t>223.1037</w:t>
      </w:r>
      <w:r>
        <w:tab/>
        <w:t>3.038e0</w:t>
      </w:r>
    </w:p>
    <w:p w:rsidR="00895AD2" w:rsidRDefault="00895AD2" w:rsidP="00895AD2">
      <w:r>
        <w:t>223.1379</w:t>
      </w:r>
      <w:r>
        <w:tab/>
        <w:t>2.094e0</w:t>
      </w:r>
    </w:p>
    <w:p w:rsidR="00895AD2" w:rsidRDefault="00895AD2" w:rsidP="00895AD2">
      <w:r>
        <w:t>223.1750</w:t>
      </w:r>
      <w:r>
        <w:tab/>
        <w:t>5.576e0</w:t>
      </w:r>
    </w:p>
    <w:p w:rsidR="00895AD2" w:rsidRDefault="00895AD2" w:rsidP="00895AD2">
      <w:r>
        <w:t>223.2099</w:t>
      </w:r>
      <w:r>
        <w:tab/>
        <w:t>1.013e0</w:t>
      </w:r>
    </w:p>
    <w:p w:rsidR="00895AD2" w:rsidRDefault="00895AD2" w:rsidP="00895AD2">
      <w:r>
        <w:t>223.2290</w:t>
      </w:r>
      <w:r>
        <w:tab/>
        <w:t>1.013e0</w:t>
      </w:r>
    </w:p>
    <w:p w:rsidR="00895AD2" w:rsidRDefault="00895AD2" w:rsidP="00895AD2">
      <w:r>
        <w:t>223.3373</w:t>
      </w:r>
      <w:r>
        <w:tab/>
        <w:t>3.038e0</w:t>
      </w:r>
    </w:p>
    <w:p w:rsidR="00895AD2" w:rsidRDefault="00895AD2" w:rsidP="00895AD2">
      <w:r>
        <w:t>223.3999</w:t>
      </w:r>
      <w:r>
        <w:tab/>
        <w:t>1.013e0</w:t>
      </w:r>
    </w:p>
    <w:p w:rsidR="00895AD2" w:rsidRDefault="00895AD2" w:rsidP="00895AD2">
      <w:r>
        <w:t>223.7094</w:t>
      </w:r>
      <w:r>
        <w:tab/>
        <w:t>1.013e0</w:t>
      </w:r>
    </w:p>
    <w:p w:rsidR="00895AD2" w:rsidRDefault="00895AD2" w:rsidP="00895AD2">
      <w:r>
        <w:t>223.7693</w:t>
      </w:r>
      <w:r>
        <w:tab/>
        <w:t>1.013e0</w:t>
      </w:r>
    </w:p>
    <w:p w:rsidR="00895AD2" w:rsidRDefault="00895AD2" w:rsidP="00895AD2">
      <w:r>
        <w:t>223.8928</w:t>
      </w:r>
      <w:r>
        <w:tab/>
        <w:t>1.013e0</w:t>
      </w:r>
    </w:p>
    <w:p w:rsidR="00895AD2" w:rsidRDefault="00895AD2" w:rsidP="00895AD2">
      <w:r>
        <w:t>223.9527</w:t>
      </w:r>
      <w:r>
        <w:tab/>
        <w:t>1.013e0</w:t>
      </w:r>
    </w:p>
    <w:p w:rsidR="00895AD2" w:rsidRDefault="00895AD2" w:rsidP="00895AD2">
      <w:r>
        <w:lastRenderedPageBreak/>
        <w:t>223.9894</w:t>
      </w:r>
      <w:r>
        <w:tab/>
        <w:t>2.219e1</w:t>
      </w:r>
    </w:p>
    <w:p w:rsidR="00895AD2" w:rsidRDefault="00895AD2" w:rsidP="00895AD2">
      <w:r>
        <w:t>224.0137</w:t>
      </w:r>
      <w:r>
        <w:tab/>
        <w:t>3.756e1</w:t>
      </w:r>
    </w:p>
    <w:p w:rsidR="00895AD2" w:rsidRDefault="00895AD2" w:rsidP="00895AD2">
      <w:r>
        <w:t>224.0994</w:t>
      </w:r>
      <w:r>
        <w:tab/>
        <w:t>2.025e0</w:t>
      </w:r>
    </w:p>
    <w:p w:rsidR="00895AD2" w:rsidRDefault="00895AD2" w:rsidP="00895AD2">
      <w:r>
        <w:t>224.1785</w:t>
      </w:r>
      <w:r>
        <w:tab/>
        <w:t>2.025e0</w:t>
      </w:r>
    </w:p>
    <w:p w:rsidR="00895AD2" w:rsidRDefault="00895AD2" w:rsidP="00895AD2">
      <w:r>
        <w:t>224.2105</w:t>
      </w:r>
      <w:r>
        <w:tab/>
        <w:t>2.025e0</w:t>
      </w:r>
    </w:p>
    <w:p w:rsidR="00895AD2" w:rsidRDefault="00895AD2" w:rsidP="00895AD2">
      <w:r>
        <w:t>224.4143</w:t>
      </w:r>
      <w:r>
        <w:tab/>
        <w:t>1.013e0</w:t>
      </w:r>
    </w:p>
    <w:p w:rsidR="00895AD2" w:rsidRDefault="00895AD2" w:rsidP="00895AD2">
      <w:r>
        <w:t>224.5804</w:t>
      </w:r>
      <w:r>
        <w:tab/>
        <w:t>1.013e0</w:t>
      </w:r>
    </w:p>
    <w:p w:rsidR="00895AD2" w:rsidRDefault="00895AD2" w:rsidP="00895AD2">
      <w:r>
        <w:t>224.7903</w:t>
      </w:r>
      <w:r>
        <w:tab/>
        <w:t>2.025e0</w:t>
      </w:r>
    </w:p>
    <w:p w:rsidR="00895AD2" w:rsidRDefault="00895AD2" w:rsidP="00895AD2">
      <w:r>
        <w:t>224.8955</w:t>
      </w:r>
      <w:r>
        <w:tab/>
        <w:t>1.013e0</w:t>
      </w:r>
    </w:p>
    <w:p w:rsidR="00895AD2" w:rsidRDefault="00895AD2" w:rsidP="00895AD2">
      <w:r>
        <w:t>224.9808</w:t>
      </w:r>
      <w:r>
        <w:tab/>
        <w:t>3.038e0</w:t>
      </w:r>
    </w:p>
    <w:p w:rsidR="00895AD2" w:rsidRDefault="00895AD2" w:rsidP="00895AD2">
      <w:r>
        <w:t>225.0043</w:t>
      </w:r>
      <w:r>
        <w:tab/>
        <w:t>4.051e0</w:t>
      </w:r>
    </w:p>
    <w:p w:rsidR="00895AD2" w:rsidRDefault="00895AD2" w:rsidP="00895AD2">
      <w:r>
        <w:t>225.0329</w:t>
      </w:r>
      <w:r>
        <w:tab/>
        <w:t>2.025e0</w:t>
      </w:r>
    </w:p>
    <w:p w:rsidR="00895AD2" w:rsidRDefault="00895AD2" w:rsidP="00895AD2">
      <w:r>
        <w:t>225.0823</w:t>
      </w:r>
      <w:r>
        <w:tab/>
        <w:t>1.823e1</w:t>
      </w:r>
    </w:p>
    <w:p w:rsidR="00895AD2" w:rsidRDefault="00895AD2" w:rsidP="00895AD2">
      <w:r>
        <w:t>225.1178</w:t>
      </w:r>
      <w:r>
        <w:tab/>
        <w:t>3.038e0</w:t>
      </w:r>
    </w:p>
    <w:p w:rsidR="00895AD2" w:rsidRDefault="00895AD2" w:rsidP="00895AD2">
      <w:r>
        <w:t>225.1662</w:t>
      </w:r>
      <w:r>
        <w:tab/>
        <w:t>1.013e0</w:t>
      </w:r>
    </w:p>
    <w:p w:rsidR="00895AD2" w:rsidRDefault="00895AD2" w:rsidP="00895AD2">
      <w:r>
        <w:t>225.2085</w:t>
      </w:r>
      <w:r>
        <w:tab/>
        <w:t>4.051e0</w:t>
      </w:r>
    </w:p>
    <w:p w:rsidR="00895AD2" w:rsidRDefault="00895AD2" w:rsidP="00895AD2">
      <w:r>
        <w:t>225.2470</w:t>
      </w:r>
      <w:r>
        <w:tab/>
        <w:t>1.013e0</w:t>
      </w:r>
    </w:p>
    <w:p w:rsidR="00895AD2" w:rsidRDefault="00895AD2" w:rsidP="00895AD2">
      <w:r>
        <w:t>225.3023</w:t>
      </w:r>
      <w:r>
        <w:tab/>
        <w:t>1.013e0</w:t>
      </w:r>
    </w:p>
    <w:p w:rsidR="00895AD2" w:rsidRDefault="00895AD2" w:rsidP="00895AD2">
      <w:r>
        <w:t>225.3423</w:t>
      </w:r>
      <w:r>
        <w:tab/>
        <w:t>1.013e0</w:t>
      </w:r>
    </w:p>
    <w:p w:rsidR="00895AD2" w:rsidRDefault="00895AD2" w:rsidP="00895AD2">
      <w:r>
        <w:lastRenderedPageBreak/>
        <w:t>225.3907</w:t>
      </w:r>
      <w:r>
        <w:tab/>
        <w:t>1.013e0</w:t>
      </w:r>
    </w:p>
    <w:p w:rsidR="00895AD2" w:rsidRDefault="00895AD2" w:rsidP="00895AD2">
      <w:r>
        <w:t>225.4341</w:t>
      </w:r>
      <w:r>
        <w:tab/>
        <w:t>1.013e0</w:t>
      </w:r>
    </w:p>
    <w:p w:rsidR="00895AD2" w:rsidRDefault="00895AD2" w:rsidP="00895AD2">
      <w:r>
        <w:t>225.4546</w:t>
      </w:r>
      <w:r>
        <w:tab/>
        <w:t>1.013e0</w:t>
      </w:r>
    </w:p>
    <w:p w:rsidR="00895AD2" w:rsidRDefault="00895AD2" w:rsidP="00895AD2">
      <w:r>
        <w:t>225.5533</w:t>
      </w:r>
      <w:r>
        <w:tab/>
        <w:t>1.013e0</w:t>
      </w:r>
    </w:p>
    <w:p w:rsidR="00895AD2" w:rsidRDefault="00895AD2" w:rsidP="00895AD2">
      <w:r>
        <w:t>225.6214</w:t>
      </w:r>
      <w:r>
        <w:tab/>
        <w:t>1.013e0</w:t>
      </w:r>
    </w:p>
    <w:p w:rsidR="00895AD2" w:rsidRDefault="00895AD2" w:rsidP="00895AD2">
      <w:r>
        <w:t>225.6655</w:t>
      </w:r>
      <w:r>
        <w:tab/>
        <w:t>1.013e0</w:t>
      </w:r>
    </w:p>
    <w:p w:rsidR="00895AD2" w:rsidRDefault="00895AD2" w:rsidP="00895AD2">
      <w:r>
        <w:t>225.7216</w:t>
      </w:r>
      <w:r>
        <w:tab/>
        <w:t>1.013e0</w:t>
      </w:r>
    </w:p>
    <w:p w:rsidR="00895AD2" w:rsidRDefault="00895AD2" w:rsidP="00895AD2">
      <w:r>
        <w:t>225.7619</w:t>
      </w:r>
      <w:r>
        <w:tab/>
        <w:t>1.013e0</w:t>
      </w:r>
    </w:p>
    <w:p w:rsidR="00895AD2" w:rsidRDefault="00895AD2" w:rsidP="00895AD2">
      <w:r>
        <w:t>226.0043</w:t>
      </w:r>
      <w:r>
        <w:tab/>
        <w:t>1.418e1</w:t>
      </w:r>
    </w:p>
    <w:p w:rsidR="00895AD2" w:rsidRDefault="00895AD2" w:rsidP="00895AD2">
      <w:r>
        <w:t>226.0522</w:t>
      </w:r>
      <w:r>
        <w:tab/>
        <w:t>1.077e1</w:t>
      </w:r>
    </w:p>
    <w:p w:rsidR="00895AD2" w:rsidRDefault="00895AD2" w:rsidP="00895AD2">
      <w:r>
        <w:t>226.0906</w:t>
      </w:r>
      <w:r>
        <w:tab/>
        <w:t>3.038e0</w:t>
      </w:r>
    </w:p>
    <w:p w:rsidR="00895AD2" w:rsidRDefault="00895AD2" w:rsidP="00895AD2">
      <w:r>
        <w:t>226.1391</w:t>
      </w:r>
      <w:r>
        <w:tab/>
        <w:t>3.038e0</w:t>
      </w:r>
    </w:p>
    <w:p w:rsidR="00895AD2" w:rsidRDefault="00895AD2" w:rsidP="00895AD2">
      <w:r>
        <w:t>226.1747</w:t>
      </w:r>
      <w:r>
        <w:tab/>
        <w:t>2.025e0</w:t>
      </w:r>
    </w:p>
    <w:p w:rsidR="00895AD2" w:rsidRDefault="00895AD2" w:rsidP="00895AD2">
      <w:r>
        <w:t>226.3007</w:t>
      </w:r>
      <w:r>
        <w:tab/>
        <w:t>1.013e0</w:t>
      </w:r>
    </w:p>
    <w:p w:rsidR="00895AD2" w:rsidRDefault="00895AD2" w:rsidP="00895AD2">
      <w:r>
        <w:t>226.3231</w:t>
      </w:r>
      <w:r>
        <w:tab/>
        <w:t>2.025e0</w:t>
      </w:r>
    </w:p>
    <w:p w:rsidR="00895AD2" w:rsidRDefault="00895AD2" w:rsidP="00895AD2">
      <w:r>
        <w:t>226.3530</w:t>
      </w:r>
      <w:r>
        <w:tab/>
        <w:t>1.013e0</w:t>
      </w:r>
    </w:p>
    <w:p w:rsidR="00895AD2" w:rsidRDefault="00895AD2" w:rsidP="00895AD2">
      <w:r>
        <w:t>226.4247</w:t>
      </w:r>
      <w:r>
        <w:tab/>
        <w:t>1.013e0</w:t>
      </w:r>
    </w:p>
    <w:p w:rsidR="00895AD2" w:rsidRDefault="00895AD2" w:rsidP="00895AD2">
      <w:r>
        <w:t>226.5603</w:t>
      </w:r>
      <w:r>
        <w:tab/>
        <w:t>1.013e0</w:t>
      </w:r>
    </w:p>
    <w:p w:rsidR="00895AD2" w:rsidRDefault="00895AD2" w:rsidP="00895AD2">
      <w:r>
        <w:t>226.5972</w:t>
      </w:r>
      <w:r>
        <w:tab/>
        <w:t>1.013e0</w:t>
      </w:r>
    </w:p>
    <w:p w:rsidR="00895AD2" w:rsidRDefault="00895AD2" w:rsidP="00895AD2">
      <w:r>
        <w:lastRenderedPageBreak/>
        <w:t>226.6324</w:t>
      </w:r>
      <w:r>
        <w:tab/>
        <w:t>1.013e0</w:t>
      </w:r>
    </w:p>
    <w:p w:rsidR="00895AD2" w:rsidRDefault="00895AD2" w:rsidP="00895AD2">
      <w:r>
        <w:t>226.6650</w:t>
      </w:r>
      <w:r>
        <w:tab/>
        <w:t>1.013e0</w:t>
      </w:r>
    </w:p>
    <w:p w:rsidR="00895AD2" w:rsidRDefault="00895AD2" w:rsidP="00895AD2">
      <w:r>
        <w:t>226.7136</w:t>
      </w:r>
      <w:r>
        <w:tab/>
        <w:t>1.013e0</w:t>
      </w:r>
    </w:p>
    <w:p w:rsidR="00895AD2" w:rsidRDefault="00895AD2" w:rsidP="00895AD2">
      <w:r>
        <w:t>226.7507</w:t>
      </w:r>
      <w:r>
        <w:tab/>
        <w:t>2.025e0</w:t>
      </w:r>
    </w:p>
    <w:p w:rsidR="00895AD2" w:rsidRDefault="00895AD2" w:rsidP="00895AD2">
      <w:r>
        <w:t>226.9446</w:t>
      </w:r>
      <w:r>
        <w:tab/>
        <w:t>1.013e0</w:t>
      </w:r>
    </w:p>
    <w:p w:rsidR="00895AD2" w:rsidRDefault="00895AD2" w:rsidP="00895AD2">
      <w:r>
        <w:t>226.9850</w:t>
      </w:r>
      <w:r>
        <w:tab/>
        <w:t>1.013e0</w:t>
      </w:r>
    </w:p>
    <w:p w:rsidR="00895AD2" w:rsidRDefault="00895AD2" w:rsidP="00895AD2">
      <w:r>
        <w:t>227.0373</w:t>
      </w:r>
      <w:r>
        <w:tab/>
        <w:t>1.013e0</w:t>
      </w:r>
    </w:p>
    <w:p w:rsidR="00895AD2" w:rsidRDefault="00895AD2" w:rsidP="00895AD2">
      <w:r>
        <w:t>227.0610</w:t>
      </w:r>
      <w:r>
        <w:tab/>
        <w:t>3.038e0</w:t>
      </w:r>
    </w:p>
    <w:p w:rsidR="00895AD2" w:rsidRDefault="00895AD2" w:rsidP="00895AD2">
      <w:r>
        <w:t>227.1013</w:t>
      </w:r>
      <w:r>
        <w:tab/>
        <w:t>1.013e0</w:t>
      </w:r>
    </w:p>
    <w:p w:rsidR="00895AD2" w:rsidRDefault="00895AD2" w:rsidP="00895AD2">
      <w:r>
        <w:t>227.1319</w:t>
      </w:r>
      <w:r>
        <w:tab/>
        <w:t>4.051e0</w:t>
      </w:r>
    </w:p>
    <w:p w:rsidR="00895AD2" w:rsidRDefault="00895AD2" w:rsidP="00895AD2">
      <w:r>
        <w:t>227.1757</w:t>
      </w:r>
      <w:r>
        <w:tab/>
        <w:t>3.038e0</w:t>
      </w:r>
    </w:p>
    <w:p w:rsidR="00895AD2" w:rsidRDefault="00895AD2" w:rsidP="00895AD2">
      <w:r>
        <w:t>227.2013</w:t>
      </w:r>
      <w:r>
        <w:tab/>
        <w:t>2.025e0</w:t>
      </w:r>
    </w:p>
    <w:p w:rsidR="00895AD2" w:rsidRDefault="00895AD2" w:rsidP="00895AD2">
      <w:r>
        <w:t>227.2759</w:t>
      </w:r>
      <w:r>
        <w:tab/>
        <w:t>2.025e0</w:t>
      </w:r>
    </w:p>
    <w:p w:rsidR="00895AD2" w:rsidRDefault="00895AD2" w:rsidP="00895AD2">
      <w:r>
        <w:t>227.4215</w:t>
      </w:r>
      <w:r>
        <w:tab/>
        <w:t>1.013e0</w:t>
      </w:r>
    </w:p>
    <w:p w:rsidR="00895AD2" w:rsidRDefault="00895AD2" w:rsidP="00895AD2">
      <w:r>
        <w:t>227.4662</w:t>
      </w:r>
      <w:r>
        <w:tab/>
        <w:t>1.013e0</w:t>
      </w:r>
    </w:p>
    <w:p w:rsidR="00895AD2" w:rsidRDefault="00895AD2" w:rsidP="00895AD2">
      <w:r>
        <w:t>227.5457</w:t>
      </w:r>
      <w:r>
        <w:tab/>
        <w:t>1.013e0</w:t>
      </w:r>
    </w:p>
    <w:p w:rsidR="00895AD2" w:rsidRDefault="00895AD2" w:rsidP="00895AD2">
      <w:r>
        <w:t>227.6059</w:t>
      </w:r>
      <w:r>
        <w:tab/>
        <w:t>1.013e0</w:t>
      </w:r>
    </w:p>
    <w:p w:rsidR="00895AD2" w:rsidRDefault="00895AD2" w:rsidP="00895AD2">
      <w:r>
        <w:t>227.6301</w:t>
      </w:r>
      <w:r>
        <w:tab/>
        <w:t>1.013e0</w:t>
      </w:r>
    </w:p>
    <w:p w:rsidR="00895AD2" w:rsidRDefault="00895AD2" w:rsidP="00895AD2">
      <w:r>
        <w:t>227.6622</w:t>
      </w:r>
      <w:r>
        <w:tab/>
        <w:t>2.025e0</w:t>
      </w:r>
    </w:p>
    <w:p w:rsidR="00895AD2" w:rsidRDefault="00895AD2" w:rsidP="00895AD2">
      <w:r>
        <w:lastRenderedPageBreak/>
        <w:t>227.7263</w:t>
      </w:r>
      <w:r>
        <w:tab/>
        <w:t>2.025e0</w:t>
      </w:r>
    </w:p>
    <w:p w:rsidR="00895AD2" w:rsidRDefault="00895AD2" w:rsidP="00895AD2">
      <w:r>
        <w:t>227.7980</w:t>
      </w:r>
      <w:r>
        <w:tab/>
        <w:t>1.013e0</w:t>
      </w:r>
    </w:p>
    <w:p w:rsidR="00895AD2" w:rsidRDefault="00895AD2" w:rsidP="00895AD2">
      <w:r>
        <w:t>227.9844</w:t>
      </w:r>
      <w:r>
        <w:tab/>
        <w:t>8.812e1</w:t>
      </w:r>
    </w:p>
    <w:p w:rsidR="00895AD2" w:rsidRDefault="00895AD2" w:rsidP="00895AD2">
      <w:r>
        <w:t>228.0466</w:t>
      </w:r>
      <w:r>
        <w:tab/>
        <w:t>1.013e0</w:t>
      </w:r>
    </w:p>
    <w:p w:rsidR="00895AD2" w:rsidRDefault="00895AD2" w:rsidP="00895AD2">
      <w:r>
        <w:t>228.0914</w:t>
      </w:r>
      <w:r>
        <w:tab/>
        <w:t>1.013e0</w:t>
      </w:r>
    </w:p>
    <w:p w:rsidR="00895AD2" w:rsidRDefault="00895AD2" w:rsidP="00895AD2">
      <w:r>
        <w:t>228.1110</w:t>
      </w:r>
      <w:r>
        <w:tab/>
        <w:t>1.013e0</w:t>
      </w:r>
    </w:p>
    <w:p w:rsidR="00895AD2" w:rsidRDefault="00895AD2" w:rsidP="00895AD2">
      <w:r>
        <w:t>228.1516</w:t>
      </w:r>
      <w:r>
        <w:tab/>
        <w:t>2.025e0</w:t>
      </w:r>
    </w:p>
    <w:p w:rsidR="00895AD2" w:rsidRDefault="00895AD2" w:rsidP="00895AD2">
      <w:r>
        <w:t>228.2003</w:t>
      </w:r>
      <w:r>
        <w:tab/>
        <w:t>2.025e0</w:t>
      </w:r>
    </w:p>
    <w:p w:rsidR="00895AD2" w:rsidRDefault="00895AD2" w:rsidP="00895AD2">
      <w:r>
        <w:t>228.7725</w:t>
      </w:r>
      <w:r>
        <w:tab/>
        <w:t>2.025e0</w:t>
      </w:r>
    </w:p>
    <w:p w:rsidR="00895AD2" w:rsidRDefault="00895AD2" w:rsidP="00895AD2">
      <w:r>
        <w:t>228.9234</w:t>
      </w:r>
      <w:r>
        <w:tab/>
        <w:t>1.013e0</w:t>
      </w:r>
    </w:p>
    <w:p w:rsidR="00895AD2" w:rsidRDefault="00895AD2" w:rsidP="00895AD2">
      <w:r>
        <w:t>228.9776</w:t>
      </w:r>
      <w:r>
        <w:tab/>
        <w:t>6.576e0</w:t>
      </w:r>
    </w:p>
    <w:p w:rsidR="00895AD2" w:rsidRDefault="00895AD2" w:rsidP="00895AD2">
      <w:r>
        <w:t>229.0390</w:t>
      </w:r>
      <w:r>
        <w:tab/>
        <w:t>3.038e0</w:t>
      </w:r>
    </w:p>
    <w:p w:rsidR="00895AD2" w:rsidRDefault="00895AD2" w:rsidP="00895AD2">
      <w:r>
        <w:t>229.0596</w:t>
      </w:r>
      <w:r>
        <w:tab/>
        <w:t>1.013e0</w:t>
      </w:r>
    </w:p>
    <w:p w:rsidR="00895AD2" w:rsidRDefault="00895AD2" w:rsidP="00895AD2">
      <w:r>
        <w:t>229.1278</w:t>
      </w:r>
      <w:r>
        <w:tab/>
        <w:t>2.025e0</w:t>
      </w:r>
    </w:p>
    <w:p w:rsidR="00895AD2" w:rsidRDefault="00895AD2" w:rsidP="00895AD2">
      <w:r>
        <w:t>229.1608</w:t>
      </w:r>
      <w:r>
        <w:tab/>
        <w:t>2.025e0</w:t>
      </w:r>
    </w:p>
    <w:p w:rsidR="00895AD2" w:rsidRDefault="00895AD2" w:rsidP="00895AD2">
      <w:r>
        <w:t>229.1963</w:t>
      </w:r>
      <w:r>
        <w:tab/>
        <w:t>1.013e0</w:t>
      </w:r>
    </w:p>
    <w:p w:rsidR="00895AD2" w:rsidRDefault="00895AD2" w:rsidP="00895AD2">
      <w:r>
        <w:t>229.2538</w:t>
      </w:r>
      <w:r>
        <w:tab/>
        <w:t>2.025e0</w:t>
      </w:r>
    </w:p>
    <w:p w:rsidR="00895AD2" w:rsidRDefault="00895AD2" w:rsidP="00895AD2">
      <w:r>
        <w:t>229.3046</w:t>
      </w:r>
      <w:r>
        <w:tab/>
        <w:t>1.013e0</w:t>
      </w:r>
    </w:p>
    <w:p w:rsidR="00895AD2" w:rsidRDefault="00895AD2" w:rsidP="00895AD2">
      <w:r>
        <w:t>229.3817</w:t>
      </w:r>
      <w:r>
        <w:tab/>
        <w:t>3.038e0</w:t>
      </w:r>
    </w:p>
    <w:p w:rsidR="00895AD2" w:rsidRDefault="00895AD2" w:rsidP="00895AD2">
      <w:r>
        <w:lastRenderedPageBreak/>
        <w:t>229.4468</w:t>
      </w:r>
      <w:r>
        <w:tab/>
        <w:t>1.013e0</w:t>
      </w:r>
    </w:p>
    <w:p w:rsidR="00895AD2" w:rsidRDefault="00895AD2" w:rsidP="00895AD2">
      <w:r>
        <w:t>229.4856</w:t>
      </w:r>
      <w:r>
        <w:tab/>
        <w:t>1.013e0</w:t>
      </w:r>
    </w:p>
    <w:p w:rsidR="00895AD2" w:rsidRDefault="00895AD2" w:rsidP="00895AD2">
      <w:r>
        <w:t>229.5305</w:t>
      </w:r>
      <w:r>
        <w:tab/>
        <w:t>1.013e0</w:t>
      </w:r>
    </w:p>
    <w:p w:rsidR="00895AD2" w:rsidRDefault="00895AD2" w:rsidP="00895AD2">
      <w:r>
        <w:t>229.6296</w:t>
      </w:r>
      <w:r>
        <w:tab/>
        <w:t>2.025e0</w:t>
      </w:r>
    </w:p>
    <w:p w:rsidR="00895AD2" w:rsidRDefault="00895AD2" w:rsidP="00895AD2">
      <w:r>
        <w:t>229.8810</w:t>
      </w:r>
      <w:r>
        <w:tab/>
        <w:t>2.025e0</w:t>
      </w:r>
    </w:p>
    <w:p w:rsidR="00895AD2" w:rsidRDefault="00895AD2" w:rsidP="00895AD2">
      <w:r>
        <w:t>229.9453</w:t>
      </w:r>
      <w:r>
        <w:tab/>
        <w:t>1.013e0</w:t>
      </w:r>
    </w:p>
    <w:p w:rsidR="00895AD2" w:rsidRDefault="00895AD2" w:rsidP="00895AD2">
      <w:r>
        <w:t>229.9974</w:t>
      </w:r>
      <w:r>
        <w:tab/>
        <w:t>5.063e0</w:t>
      </w:r>
    </w:p>
    <w:p w:rsidR="00895AD2" w:rsidRDefault="00895AD2" w:rsidP="00895AD2">
      <w:r>
        <w:t>230.0505</w:t>
      </w:r>
      <w:r>
        <w:tab/>
        <w:t>1.013e0</w:t>
      </w:r>
    </w:p>
    <w:p w:rsidR="00895AD2" w:rsidRDefault="00895AD2" w:rsidP="00895AD2">
      <w:r>
        <w:t>230.1109</w:t>
      </w:r>
      <w:r>
        <w:tab/>
        <w:t>1.013e0</w:t>
      </w:r>
    </w:p>
    <w:p w:rsidR="00895AD2" w:rsidRDefault="00895AD2" w:rsidP="00895AD2">
      <w:r>
        <w:t>230.1302</w:t>
      </w:r>
      <w:r>
        <w:tab/>
        <w:t>1.013e0</w:t>
      </w:r>
    </w:p>
    <w:p w:rsidR="00895AD2" w:rsidRDefault="00895AD2" w:rsidP="00895AD2">
      <w:r>
        <w:t>230.2063</w:t>
      </w:r>
      <w:r>
        <w:tab/>
        <w:t>3.038e0</w:t>
      </w:r>
    </w:p>
    <w:p w:rsidR="00895AD2" w:rsidRDefault="00895AD2" w:rsidP="00895AD2">
      <w:r>
        <w:t>230.6088</w:t>
      </w:r>
      <w:r>
        <w:tab/>
        <w:t>2.025e0</w:t>
      </w:r>
    </w:p>
    <w:p w:rsidR="00895AD2" w:rsidRDefault="00895AD2" w:rsidP="00895AD2">
      <w:r>
        <w:t>230.7719</w:t>
      </w:r>
      <w:r>
        <w:tab/>
        <w:t>1.013e0</w:t>
      </w:r>
    </w:p>
    <w:p w:rsidR="00895AD2" w:rsidRDefault="00895AD2" w:rsidP="00895AD2">
      <w:r>
        <w:t>230.8088</w:t>
      </w:r>
      <w:r>
        <w:tab/>
        <w:t>1.013e0</w:t>
      </w:r>
    </w:p>
    <w:p w:rsidR="00895AD2" w:rsidRDefault="00895AD2" w:rsidP="00895AD2">
      <w:r>
        <w:t>230.9586</w:t>
      </w:r>
      <w:r>
        <w:tab/>
        <w:t>1.013e0</w:t>
      </w:r>
    </w:p>
    <w:p w:rsidR="00895AD2" w:rsidRDefault="00895AD2" w:rsidP="00895AD2">
      <w:r>
        <w:t>230.9864</w:t>
      </w:r>
      <w:r>
        <w:tab/>
        <w:t>1.013e0</w:t>
      </w:r>
    </w:p>
    <w:p w:rsidR="00895AD2" w:rsidRDefault="00895AD2" w:rsidP="00895AD2">
      <w:r>
        <w:t>231.0274</w:t>
      </w:r>
      <w:r>
        <w:tab/>
        <w:t>1.013e0</w:t>
      </w:r>
    </w:p>
    <w:p w:rsidR="00895AD2" w:rsidRDefault="00895AD2" w:rsidP="00895AD2">
      <w:r>
        <w:t>231.0625</w:t>
      </w:r>
      <w:r>
        <w:tab/>
        <w:t>5.063e0</w:t>
      </w:r>
    </w:p>
    <w:p w:rsidR="00895AD2" w:rsidRDefault="00895AD2" w:rsidP="00895AD2">
      <w:r>
        <w:t>231.1244</w:t>
      </w:r>
      <w:r>
        <w:tab/>
        <w:t>4.890e0</w:t>
      </w:r>
    </w:p>
    <w:p w:rsidR="00895AD2" w:rsidRDefault="00895AD2" w:rsidP="00895AD2">
      <w:r>
        <w:lastRenderedPageBreak/>
        <w:t>231.1802</w:t>
      </w:r>
      <w:r>
        <w:tab/>
        <w:t>1.013e0</w:t>
      </w:r>
    </w:p>
    <w:p w:rsidR="00895AD2" w:rsidRDefault="00895AD2" w:rsidP="00895AD2">
      <w:r>
        <w:t>231.2847</w:t>
      </w:r>
      <w:r>
        <w:tab/>
        <w:t>1.013e0</w:t>
      </w:r>
    </w:p>
    <w:p w:rsidR="00895AD2" w:rsidRDefault="00895AD2" w:rsidP="00895AD2">
      <w:r>
        <w:t>231.3336</w:t>
      </w:r>
      <w:r>
        <w:tab/>
        <w:t>2.025e0</w:t>
      </w:r>
    </w:p>
    <w:p w:rsidR="00895AD2" w:rsidRDefault="00895AD2" w:rsidP="00895AD2">
      <w:r>
        <w:t>231.6502</w:t>
      </w:r>
      <w:r>
        <w:tab/>
        <w:t>1.013e0</w:t>
      </w:r>
    </w:p>
    <w:p w:rsidR="00895AD2" w:rsidRDefault="00895AD2" w:rsidP="00895AD2">
      <w:r>
        <w:t>231.7145</w:t>
      </w:r>
      <w:r>
        <w:tab/>
        <w:t>1.013e0</w:t>
      </w:r>
    </w:p>
    <w:p w:rsidR="00895AD2" w:rsidRDefault="00895AD2" w:rsidP="00895AD2">
      <w:r>
        <w:t>231.9247</w:t>
      </w:r>
      <w:r>
        <w:tab/>
        <w:t>1.013e0</w:t>
      </w:r>
    </w:p>
    <w:p w:rsidR="00895AD2" w:rsidRDefault="00895AD2" w:rsidP="00895AD2">
      <w:r>
        <w:t>232.0817</w:t>
      </w:r>
      <w:r>
        <w:tab/>
        <w:t>1.013e0</w:t>
      </w:r>
    </w:p>
    <w:p w:rsidR="00895AD2" w:rsidRDefault="00895AD2" w:rsidP="00895AD2">
      <w:r>
        <w:t>232.1034</w:t>
      </w:r>
      <w:r>
        <w:tab/>
        <w:t>1.013e0</w:t>
      </w:r>
    </w:p>
    <w:p w:rsidR="00895AD2" w:rsidRDefault="00895AD2" w:rsidP="00895AD2">
      <w:r>
        <w:t>232.1305</w:t>
      </w:r>
      <w:r>
        <w:tab/>
        <w:t>1.013e0</w:t>
      </w:r>
    </w:p>
    <w:p w:rsidR="00895AD2" w:rsidRDefault="00895AD2" w:rsidP="00895AD2">
      <w:r>
        <w:t>232.1716</w:t>
      </w:r>
      <w:r>
        <w:tab/>
        <w:t>1.013e0</w:t>
      </w:r>
    </w:p>
    <w:p w:rsidR="00895AD2" w:rsidRDefault="00895AD2" w:rsidP="00895AD2">
      <w:r>
        <w:t>232.2039</w:t>
      </w:r>
      <w:r>
        <w:tab/>
        <w:t>1.013e0</w:t>
      </w:r>
    </w:p>
    <w:p w:rsidR="00895AD2" w:rsidRDefault="00895AD2" w:rsidP="00895AD2">
      <w:r>
        <w:t>232.2519</w:t>
      </w:r>
      <w:r>
        <w:tab/>
        <w:t>1.013e0</w:t>
      </w:r>
    </w:p>
    <w:p w:rsidR="00895AD2" w:rsidRDefault="00895AD2" w:rsidP="00895AD2">
      <w:r>
        <w:t>232.3495</w:t>
      </w:r>
      <w:r>
        <w:tab/>
        <w:t>1.013e0</w:t>
      </w:r>
    </w:p>
    <w:p w:rsidR="00895AD2" w:rsidRDefault="00895AD2" w:rsidP="00895AD2">
      <w:r>
        <w:t>232.4100</w:t>
      </w:r>
      <w:r>
        <w:tab/>
        <w:t>1.013e0</w:t>
      </w:r>
    </w:p>
    <w:p w:rsidR="00895AD2" w:rsidRDefault="00895AD2" w:rsidP="00895AD2">
      <w:r>
        <w:t>232.4472</w:t>
      </w:r>
      <w:r>
        <w:tab/>
        <w:t>1.013e0</w:t>
      </w:r>
    </w:p>
    <w:p w:rsidR="00895AD2" w:rsidRDefault="00895AD2" w:rsidP="00895AD2">
      <w:r>
        <w:t>232.6013</w:t>
      </w:r>
      <w:r>
        <w:tab/>
        <w:t>1.013e0</w:t>
      </w:r>
    </w:p>
    <w:p w:rsidR="00895AD2" w:rsidRDefault="00895AD2" w:rsidP="00895AD2">
      <w:r>
        <w:t>232.7150</w:t>
      </w:r>
      <w:r>
        <w:tab/>
        <w:t>1.013e0</w:t>
      </w:r>
    </w:p>
    <w:p w:rsidR="00895AD2" w:rsidRDefault="00895AD2" w:rsidP="00895AD2">
      <w:r>
        <w:t>232.8559</w:t>
      </w:r>
      <w:r>
        <w:tab/>
        <w:t>1.013e0</w:t>
      </w:r>
    </w:p>
    <w:p w:rsidR="00895AD2" w:rsidRDefault="00895AD2" w:rsidP="00895AD2">
      <w:r>
        <w:t>233.0348</w:t>
      </w:r>
      <w:r>
        <w:tab/>
        <w:t>2.025e0</w:t>
      </w:r>
    </w:p>
    <w:p w:rsidR="00895AD2" w:rsidRDefault="00895AD2" w:rsidP="00895AD2">
      <w:r>
        <w:lastRenderedPageBreak/>
        <w:t>233.0789</w:t>
      </w:r>
      <w:r>
        <w:tab/>
        <w:t>1.013e0</w:t>
      </w:r>
    </w:p>
    <w:p w:rsidR="00895AD2" w:rsidRDefault="00895AD2" w:rsidP="00895AD2">
      <w:r>
        <w:t>233.1318</w:t>
      </w:r>
      <w:r>
        <w:tab/>
        <w:t>1.013e0</w:t>
      </w:r>
    </w:p>
    <w:p w:rsidR="00895AD2" w:rsidRDefault="00895AD2" w:rsidP="00895AD2">
      <w:r>
        <w:t>233.1964</w:t>
      </w:r>
      <w:r>
        <w:tab/>
        <w:t>1.013e0</w:t>
      </w:r>
    </w:p>
    <w:p w:rsidR="00895AD2" w:rsidRDefault="00895AD2" w:rsidP="00895AD2">
      <w:r>
        <w:t>233.2709</w:t>
      </w:r>
      <w:r>
        <w:tab/>
        <w:t>1.013e0</w:t>
      </w:r>
    </w:p>
    <w:p w:rsidR="00895AD2" w:rsidRDefault="00895AD2" w:rsidP="00895AD2">
      <w:r>
        <w:t>233.3147</w:t>
      </w:r>
      <w:r>
        <w:tab/>
        <w:t>1.013e0</w:t>
      </w:r>
    </w:p>
    <w:p w:rsidR="00895AD2" w:rsidRDefault="00895AD2" w:rsidP="00895AD2">
      <w:r>
        <w:t>233.5057</w:t>
      </w:r>
      <w:r>
        <w:tab/>
        <w:t>1.013e0</w:t>
      </w:r>
    </w:p>
    <w:p w:rsidR="00895AD2" w:rsidRDefault="00895AD2" w:rsidP="00895AD2">
      <w:r>
        <w:t>233.6310</w:t>
      </w:r>
      <w:r>
        <w:tab/>
        <w:t>1.013e0</w:t>
      </w:r>
    </w:p>
    <w:p w:rsidR="00895AD2" w:rsidRDefault="00895AD2" w:rsidP="00895AD2">
      <w:r>
        <w:t>233.6962</w:t>
      </w:r>
      <w:r>
        <w:tab/>
        <w:t>1.013e0</w:t>
      </w:r>
    </w:p>
    <w:p w:rsidR="00895AD2" w:rsidRDefault="00895AD2" w:rsidP="00895AD2">
      <w:r>
        <w:t>233.7702</w:t>
      </w:r>
      <w:r>
        <w:tab/>
        <w:t>1.013e0</w:t>
      </w:r>
    </w:p>
    <w:p w:rsidR="00895AD2" w:rsidRDefault="00895AD2" w:rsidP="00895AD2">
      <w:r>
        <w:t>233.8148</w:t>
      </w:r>
      <w:r>
        <w:tab/>
        <w:t>1.013e0</w:t>
      </w:r>
    </w:p>
    <w:p w:rsidR="00895AD2" w:rsidRDefault="00895AD2" w:rsidP="00895AD2">
      <w:r>
        <w:t>234.0106</w:t>
      </w:r>
      <w:r>
        <w:tab/>
        <w:t>4.051e0</w:t>
      </w:r>
    </w:p>
    <w:p w:rsidR="00895AD2" w:rsidRDefault="00895AD2" w:rsidP="00895AD2">
      <w:r>
        <w:t>234.0542</w:t>
      </w:r>
      <w:r>
        <w:tab/>
        <w:t>1.013e0</w:t>
      </w:r>
    </w:p>
    <w:p w:rsidR="00895AD2" w:rsidRDefault="00895AD2" w:rsidP="00895AD2">
      <w:r>
        <w:t>234.0991</w:t>
      </w:r>
      <w:r>
        <w:tab/>
        <w:t>5.689e1</w:t>
      </w:r>
    </w:p>
    <w:p w:rsidR="00895AD2" w:rsidRDefault="00895AD2" w:rsidP="00895AD2">
      <w:r>
        <w:t>234.1436</w:t>
      </w:r>
      <w:r>
        <w:tab/>
        <w:t>6.076e0</w:t>
      </w:r>
    </w:p>
    <w:p w:rsidR="00895AD2" w:rsidRDefault="00895AD2" w:rsidP="00895AD2">
      <w:r>
        <w:t>234.1843</w:t>
      </w:r>
      <w:r>
        <w:tab/>
        <w:t>2.025e0</w:t>
      </w:r>
    </w:p>
    <w:p w:rsidR="00895AD2" w:rsidRDefault="00895AD2" w:rsidP="00895AD2">
      <w:r>
        <w:t>234.2738</w:t>
      </w:r>
      <w:r>
        <w:tab/>
        <w:t>1.013e0</w:t>
      </w:r>
    </w:p>
    <w:p w:rsidR="00895AD2" w:rsidRDefault="00895AD2" w:rsidP="00895AD2">
      <w:r>
        <w:t>234.5237</w:t>
      </w:r>
      <w:r>
        <w:tab/>
        <w:t>2.025e0</w:t>
      </w:r>
    </w:p>
    <w:p w:rsidR="00895AD2" w:rsidRDefault="00895AD2" w:rsidP="00895AD2">
      <w:r>
        <w:t>234.5561</w:t>
      </w:r>
      <w:r>
        <w:tab/>
        <w:t>2.025e0</w:t>
      </w:r>
    </w:p>
    <w:p w:rsidR="00895AD2" w:rsidRDefault="00895AD2" w:rsidP="00895AD2">
      <w:r>
        <w:t>234.5875</w:t>
      </w:r>
      <w:r>
        <w:tab/>
        <w:t>1.013e0</w:t>
      </w:r>
    </w:p>
    <w:p w:rsidR="00895AD2" w:rsidRDefault="00895AD2" w:rsidP="00895AD2">
      <w:r>
        <w:lastRenderedPageBreak/>
        <w:t>234.7295</w:t>
      </w:r>
      <w:r>
        <w:tab/>
        <w:t>1.013e0</w:t>
      </w:r>
    </w:p>
    <w:p w:rsidR="00895AD2" w:rsidRDefault="00895AD2" w:rsidP="00895AD2">
      <w:r>
        <w:t>234.7785</w:t>
      </w:r>
      <w:r>
        <w:tab/>
        <w:t>2.025e0</w:t>
      </w:r>
    </w:p>
    <w:p w:rsidR="00895AD2" w:rsidRDefault="00895AD2" w:rsidP="00895AD2">
      <w:r>
        <w:t>234.9249</w:t>
      </w:r>
      <w:r>
        <w:tab/>
        <w:t>1.013e0</w:t>
      </w:r>
    </w:p>
    <w:p w:rsidR="00895AD2" w:rsidRDefault="00895AD2" w:rsidP="00895AD2">
      <w:r>
        <w:t>235.0014</w:t>
      </w:r>
      <w:r>
        <w:tab/>
        <w:t>4.051e0</w:t>
      </w:r>
    </w:p>
    <w:p w:rsidR="00895AD2" w:rsidRDefault="00895AD2" w:rsidP="00895AD2">
      <w:r>
        <w:t>235.0715</w:t>
      </w:r>
      <w:r>
        <w:tab/>
        <w:t>2.538e0</w:t>
      </w:r>
    </w:p>
    <w:p w:rsidR="00895AD2" w:rsidRDefault="00895AD2" w:rsidP="00895AD2">
      <w:r>
        <w:t>235.1043</w:t>
      </w:r>
      <w:r>
        <w:tab/>
        <w:t>1.366e1</w:t>
      </w:r>
    </w:p>
    <w:p w:rsidR="00895AD2" w:rsidRDefault="00895AD2" w:rsidP="00895AD2">
      <w:r>
        <w:t>235.1532</w:t>
      </w:r>
      <w:r>
        <w:tab/>
        <w:t>2.025e0</w:t>
      </w:r>
    </w:p>
    <w:p w:rsidR="00895AD2" w:rsidRDefault="00895AD2" w:rsidP="00895AD2">
      <w:r>
        <w:t>235.1859</w:t>
      </w:r>
      <w:r>
        <w:tab/>
        <w:t>1.013e0</w:t>
      </w:r>
    </w:p>
    <w:p w:rsidR="00895AD2" w:rsidRDefault="00895AD2" w:rsidP="00895AD2">
      <w:r>
        <w:t>235.2763</w:t>
      </w:r>
      <w:r>
        <w:tab/>
        <w:t>1.013e0</w:t>
      </w:r>
    </w:p>
    <w:p w:rsidR="00895AD2" w:rsidRDefault="00895AD2" w:rsidP="00895AD2">
      <w:r>
        <w:t>235.4706</w:t>
      </w:r>
      <w:r>
        <w:tab/>
        <w:t>1.013e0</w:t>
      </w:r>
    </w:p>
    <w:p w:rsidR="00895AD2" w:rsidRDefault="00895AD2" w:rsidP="00895AD2">
      <w:r>
        <w:t>235.5157</w:t>
      </w:r>
      <w:r>
        <w:tab/>
        <w:t>1.013e0</w:t>
      </w:r>
    </w:p>
    <w:p w:rsidR="00895AD2" w:rsidRDefault="00895AD2" w:rsidP="00895AD2">
      <w:r>
        <w:t>235.5943</w:t>
      </w:r>
      <w:r>
        <w:tab/>
        <w:t>2.025e0</w:t>
      </w:r>
    </w:p>
    <w:p w:rsidR="00895AD2" w:rsidRDefault="00895AD2" w:rsidP="00895AD2">
      <w:r>
        <w:t>235.8222</w:t>
      </w:r>
      <w:r>
        <w:tab/>
        <w:t>1.013e0</w:t>
      </w:r>
    </w:p>
    <w:p w:rsidR="00895AD2" w:rsidRDefault="00895AD2" w:rsidP="00895AD2">
      <w:r>
        <w:t>235.9481</w:t>
      </w:r>
      <w:r>
        <w:tab/>
        <w:t>1.013e0</w:t>
      </w:r>
    </w:p>
    <w:p w:rsidR="00895AD2" w:rsidRDefault="00895AD2" w:rsidP="00895AD2">
      <w:r>
        <w:t>236.0056</w:t>
      </w:r>
      <w:r>
        <w:tab/>
        <w:t>1.013e0</w:t>
      </w:r>
    </w:p>
    <w:p w:rsidR="00895AD2" w:rsidRDefault="00895AD2" w:rsidP="00895AD2">
      <w:r>
        <w:t>236.0383</w:t>
      </w:r>
      <w:r>
        <w:tab/>
        <w:t>2.025e0</w:t>
      </w:r>
    </w:p>
    <w:p w:rsidR="00895AD2" w:rsidRDefault="00895AD2" w:rsidP="00895AD2">
      <w:r>
        <w:t>236.2349</w:t>
      </w:r>
      <w:r>
        <w:tab/>
        <w:t>1.013e0</w:t>
      </w:r>
    </w:p>
    <w:p w:rsidR="00895AD2" w:rsidRDefault="00895AD2" w:rsidP="00895AD2">
      <w:r>
        <w:t>236.4308</w:t>
      </w:r>
      <w:r>
        <w:tab/>
        <w:t>1.013e0</w:t>
      </w:r>
    </w:p>
    <w:p w:rsidR="00895AD2" w:rsidRDefault="00895AD2" w:rsidP="00895AD2">
      <w:r>
        <w:t>236.5573</w:t>
      </w:r>
      <w:r>
        <w:tab/>
        <w:t>1.013e0</w:t>
      </w:r>
    </w:p>
    <w:p w:rsidR="00895AD2" w:rsidRDefault="00895AD2" w:rsidP="00895AD2">
      <w:r>
        <w:lastRenderedPageBreak/>
        <w:t>236.8866</w:t>
      </w:r>
      <w:r>
        <w:tab/>
        <w:t>2.025e0</w:t>
      </w:r>
    </w:p>
    <w:p w:rsidR="00895AD2" w:rsidRDefault="00895AD2" w:rsidP="00895AD2">
      <w:r>
        <w:t>236.9291</w:t>
      </w:r>
      <w:r>
        <w:tab/>
        <w:t>1.013e0</w:t>
      </w:r>
    </w:p>
    <w:p w:rsidR="00895AD2" w:rsidRDefault="00895AD2" w:rsidP="00895AD2">
      <w:r>
        <w:t>237.0215</w:t>
      </w:r>
      <w:r>
        <w:tab/>
        <w:t>6.076e0</w:t>
      </w:r>
    </w:p>
    <w:p w:rsidR="00895AD2" w:rsidRDefault="00895AD2" w:rsidP="00895AD2">
      <w:r>
        <w:t>237.0971</w:t>
      </w:r>
      <w:r>
        <w:tab/>
        <w:t>2.025e0</w:t>
      </w:r>
    </w:p>
    <w:p w:rsidR="00895AD2" w:rsidRDefault="00895AD2" w:rsidP="00895AD2">
      <w:r>
        <w:t>237.1713</w:t>
      </w:r>
      <w:r>
        <w:tab/>
        <w:t>1.013e0</w:t>
      </w:r>
    </w:p>
    <w:p w:rsidR="00895AD2" w:rsidRDefault="00895AD2" w:rsidP="00895AD2">
      <w:r>
        <w:t>237.3346</w:t>
      </w:r>
      <w:r>
        <w:tab/>
        <w:t>1.013e0</w:t>
      </w:r>
    </w:p>
    <w:p w:rsidR="00895AD2" w:rsidRDefault="00895AD2" w:rsidP="00895AD2">
      <w:r>
        <w:t>237.3544</w:t>
      </w:r>
      <w:r>
        <w:tab/>
        <w:t>1.013e0</w:t>
      </w:r>
    </w:p>
    <w:p w:rsidR="00895AD2" w:rsidRDefault="00895AD2" w:rsidP="00895AD2">
      <w:r>
        <w:t>237.4745</w:t>
      </w:r>
      <w:r>
        <w:tab/>
        <w:t>1.013e0</w:t>
      </w:r>
    </w:p>
    <w:p w:rsidR="00895AD2" w:rsidRDefault="00895AD2" w:rsidP="00895AD2">
      <w:r>
        <w:t>237.5235</w:t>
      </w:r>
      <w:r>
        <w:tab/>
        <w:t>1.013e0</w:t>
      </w:r>
    </w:p>
    <w:p w:rsidR="00895AD2" w:rsidRDefault="00895AD2" w:rsidP="00895AD2">
      <w:r>
        <w:t>237.5473</w:t>
      </w:r>
      <w:r>
        <w:tab/>
        <w:t>1.013e0</w:t>
      </w:r>
    </w:p>
    <w:p w:rsidR="00895AD2" w:rsidRDefault="00895AD2" w:rsidP="00895AD2">
      <w:r>
        <w:t>237.5887</w:t>
      </w:r>
      <w:r>
        <w:tab/>
        <w:t>1.013e0</w:t>
      </w:r>
    </w:p>
    <w:p w:rsidR="00895AD2" w:rsidRDefault="00895AD2" w:rsidP="00895AD2">
      <w:r>
        <w:t>237.6990</w:t>
      </w:r>
      <w:r>
        <w:tab/>
        <w:t>1.013e0</w:t>
      </w:r>
    </w:p>
    <w:p w:rsidR="00895AD2" w:rsidRDefault="00895AD2" w:rsidP="00895AD2">
      <w:r>
        <w:t>237.7327</w:t>
      </w:r>
      <w:r>
        <w:tab/>
        <w:t>1.013e0</w:t>
      </w:r>
    </w:p>
    <w:p w:rsidR="00895AD2" w:rsidRDefault="00895AD2" w:rsidP="00895AD2">
      <w:r>
        <w:t>237.8326</w:t>
      </w:r>
      <w:r>
        <w:tab/>
        <w:t>2.025e0</w:t>
      </w:r>
    </w:p>
    <w:p w:rsidR="00895AD2" w:rsidRDefault="00895AD2" w:rsidP="00895AD2">
      <w:r>
        <w:t>237.9851</w:t>
      </w:r>
      <w:r>
        <w:tab/>
        <w:t>2.025e0</w:t>
      </w:r>
    </w:p>
    <w:p w:rsidR="00895AD2" w:rsidRDefault="00895AD2" w:rsidP="00895AD2">
      <w:r>
        <w:t>238.1010</w:t>
      </w:r>
      <w:r>
        <w:tab/>
        <w:t>1.013e0</w:t>
      </w:r>
    </w:p>
    <w:p w:rsidR="00895AD2" w:rsidRDefault="00895AD2" w:rsidP="00895AD2">
      <w:r>
        <w:t>238.1503</w:t>
      </w:r>
      <w:r>
        <w:tab/>
        <w:t>2.025e0</w:t>
      </w:r>
    </w:p>
    <w:p w:rsidR="00895AD2" w:rsidRDefault="00895AD2" w:rsidP="00895AD2">
      <w:r>
        <w:t>238.1785</w:t>
      </w:r>
      <w:r>
        <w:tab/>
        <w:t>1.013e0</w:t>
      </w:r>
    </w:p>
    <w:p w:rsidR="00895AD2" w:rsidRDefault="00895AD2" w:rsidP="00895AD2">
      <w:r>
        <w:t>238.2035</w:t>
      </w:r>
      <w:r>
        <w:tab/>
        <w:t>1.013e0</w:t>
      </w:r>
    </w:p>
    <w:p w:rsidR="00895AD2" w:rsidRDefault="00895AD2" w:rsidP="00895AD2">
      <w:r>
        <w:lastRenderedPageBreak/>
        <w:t>238.3882</w:t>
      </w:r>
      <w:r>
        <w:tab/>
        <w:t>1.013e0</w:t>
      </w:r>
    </w:p>
    <w:p w:rsidR="00895AD2" w:rsidRDefault="00895AD2" w:rsidP="00895AD2">
      <w:r>
        <w:t>238.6019</w:t>
      </w:r>
      <w:r>
        <w:tab/>
        <w:t>1.013e0</w:t>
      </w:r>
    </w:p>
    <w:p w:rsidR="00895AD2" w:rsidRDefault="00895AD2" w:rsidP="00895AD2">
      <w:r>
        <w:t>238.6830</w:t>
      </w:r>
      <w:r>
        <w:tab/>
        <w:t>1.013e0</w:t>
      </w:r>
    </w:p>
    <w:p w:rsidR="00895AD2" w:rsidRDefault="00895AD2" w:rsidP="00895AD2">
      <w:r>
        <w:t>238.7859</w:t>
      </w:r>
      <w:r>
        <w:tab/>
        <w:t>1.013e0</w:t>
      </w:r>
    </w:p>
    <w:p w:rsidR="00895AD2" w:rsidRDefault="00895AD2" w:rsidP="00895AD2">
      <w:r>
        <w:t>238.8681</w:t>
      </w:r>
      <w:r>
        <w:tab/>
        <w:t>1.013e0</w:t>
      </w:r>
    </w:p>
    <w:p w:rsidR="00895AD2" w:rsidRDefault="00895AD2" w:rsidP="00895AD2">
      <w:r>
        <w:t>238.9707</w:t>
      </w:r>
      <w:r>
        <w:tab/>
        <w:t>1.013e0</w:t>
      </w:r>
    </w:p>
    <w:p w:rsidR="00895AD2" w:rsidRDefault="00895AD2" w:rsidP="00895AD2">
      <w:r>
        <w:t>239.0811</w:t>
      </w:r>
      <w:r>
        <w:tab/>
        <w:t>1.013e0</w:t>
      </w:r>
    </w:p>
    <w:p w:rsidR="00895AD2" w:rsidRDefault="00895AD2" w:rsidP="00895AD2">
      <w:r>
        <w:t>239.1343</w:t>
      </w:r>
      <w:r>
        <w:tab/>
        <w:t>3.038e0</w:t>
      </w:r>
    </w:p>
    <w:p w:rsidR="00895AD2" w:rsidRDefault="00895AD2" w:rsidP="00895AD2">
      <w:r>
        <w:t>239.2291</w:t>
      </w:r>
      <w:r>
        <w:tab/>
        <w:t>1.013e0</w:t>
      </w:r>
    </w:p>
    <w:p w:rsidR="00895AD2" w:rsidRDefault="00895AD2" w:rsidP="00895AD2">
      <w:r>
        <w:t>239.2590</w:t>
      </w:r>
      <w:r>
        <w:tab/>
        <w:t>1.013e0</w:t>
      </w:r>
    </w:p>
    <w:p w:rsidR="00895AD2" w:rsidRDefault="00895AD2" w:rsidP="00895AD2">
      <w:r>
        <w:t>239.3363</w:t>
      </w:r>
      <w:r>
        <w:tab/>
        <w:t>1.013e0</w:t>
      </w:r>
    </w:p>
    <w:p w:rsidR="00895AD2" w:rsidRDefault="00895AD2" w:rsidP="00895AD2">
      <w:r>
        <w:t>239.5097</w:t>
      </w:r>
      <w:r>
        <w:tab/>
        <w:t>1.013e0</w:t>
      </w:r>
    </w:p>
    <w:p w:rsidR="00895AD2" w:rsidRDefault="00895AD2" w:rsidP="00895AD2">
      <w:r>
        <w:t>239.7892</w:t>
      </w:r>
      <w:r>
        <w:tab/>
        <w:t>1.013e0</w:t>
      </w:r>
    </w:p>
    <w:p w:rsidR="00895AD2" w:rsidRDefault="00895AD2" w:rsidP="00895AD2">
      <w:r>
        <w:t>240.0194</w:t>
      </w:r>
      <w:r>
        <w:tab/>
        <w:t>1.013e0</w:t>
      </w:r>
    </w:p>
    <w:p w:rsidR="00895AD2" w:rsidRDefault="00895AD2" w:rsidP="00895AD2">
      <w:r>
        <w:t>240.0872</w:t>
      </w:r>
      <w:r>
        <w:tab/>
        <w:t>1.620e1</w:t>
      </w:r>
    </w:p>
    <w:p w:rsidR="00895AD2" w:rsidRDefault="00895AD2" w:rsidP="00895AD2">
      <w:r>
        <w:t>240.1394</w:t>
      </w:r>
      <w:r>
        <w:tab/>
        <w:t>1.013e0</w:t>
      </w:r>
    </w:p>
    <w:p w:rsidR="00895AD2" w:rsidRDefault="00895AD2" w:rsidP="00895AD2">
      <w:r>
        <w:t>240.1927</w:t>
      </w:r>
      <w:r>
        <w:tab/>
        <w:t>2.025e0</w:t>
      </w:r>
    </w:p>
    <w:p w:rsidR="00895AD2" w:rsidRDefault="00895AD2" w:rsidP="00895AD2">
      <w:r>
        <w:t>240.3654</w:t>
      </w:r>
      <w:r>
        <w:tab/>
        <w:t>1.013e0</w:t>
      </w:r>
    </w:p>
    <w:p w:rsidR="00895AD2" w:rsidRDefault="00895AD2" w:rsidP="00895AD2">
      <w:r>
        <w:t>240.4941</w:t>
      </w:r>
      <w:r>
        <w:tab/>
        <w:t>1.013e0</w:t>
      </w:r>
    </w:p>
    <w:p w:rsidR="00895AD2" w:rsidRDefault="00895AD2" w:rsidP="00895AD2">
      <w:r>
        <w:lastRenderedPageBreak/>
        <w:t>240.5756</w:t>
      </w:r>
      <w:r>
        <w:tab/>
        <w:t>1.013e0</w:t>
      </w:r>
    </w:p>
    <w:p w:rsidR="00895AD2" w:rsidRDefault="00895AD2" w:rsidP="00895AD2">
      <w:r>
        <w:t>240.7076</w:t>
      </w:r>
      <w:r>
        <w:tab/>
        <w:t>1.013e0</w:t>
      </w:r>
    </w:p>
    <w:p w:rsidR="00895AD2" w:rsidRDefault="00895AD2" w:rsidP="00895AD2">
      <w:r>
        <w:t>240.7472</w:t>
      </w:r>
      <w:r>
        <w:tab/>
        <w:t>2.025e0</w:t>
      </w:r>
    </w:p>
    <w:p w:rsidR="00895AD2" w:rsidRDefault="00895AD2" w:rsidP="00895AD2">
      <w:r>
        <w:t>240.8560</w:t>
      </w:r>
      <w:r>
        <w:tab/>
        <w:t>1.013e0</w:t>
      </w:r>
    </w:p>
    <w:p w:rsidR="00895AD2" w:rsidRDefault="00895AD2" w:rsidP="00895AD2">
      <w:r>
        <w:t>240.9868</w:t>
      </w:r>
      <w:r>
        <w:tab/>
        <w:t>2.025e0</w:t>
      </w:r>
    </w:p>
    <w:p w:rsidR="00895AD2" w:rsidRDefault="00895AD2" w:rsidP="00895AD2">
      <w:r>
        <w:t>241.0212</w:t>
      </w:r>
      <w:r>
        <w:tab/>
        <w:t>2.025e0</w:t>
      </w:r>
    </w:p>
    <w:p w:rsidR="00895AD2" w:rsidRDefault="00895AD2" w:rsidP="00895AD2">
      <w:r>
        <w:t>241.0545</w:t>
      </w:r>
      <w:r>
        <w:tab/>
        <w:t>2.025e0</w:t>
      </w:r>
    </w:p>
    <w:p w:rsidR="00895AD2" w:rsidRDefault="00895AD2" w:rsidP="00895AD2">
      <w:r>
        <w:t>241.1142</w:t>
      </w:r>
      <w:r>
        <w:tab/>
        <w:t>3.038e0</w:t>
      </w:r>
    </w:p>
    <w:p w:rsidR="00895AD2" w:rsidRDefault="00895AD2" w:rsidP="00895AD2">
      <w:r>
        <w:t>241.1489</w:t>
      </w:r>
      <w:r>
        <w:tab/>
        <w:t>1.013e0</w:t>
      </w:r>
    </w:p>
    <w:p w:rsidR="00895AD2" w:rsidRDefault="00895AD2" w:rsidP="00895AD2">
      <w:r>
        <w:t>241.1702</w:t>
      </w:r>
      <w:r>
        <w:tab/>
        <w:t>1.013e0</w:t>
      </w:r>
    </w:p>
    <w:p w:rsidR="00895AD2" w:rsidRDefault="00895AD2" w:rsidP="00895AD2">
      <w:r>
        <w:t>241.1983</w:t>
      </w:r>
      <w:r>
        <w:tab/>
        <w:t>2.025e0</w:t>
      </w:r>
    </w:p>
    <w:p w:rsidR="00895AD2" w:rsidRDefault="00895AD2" w:rsidP="00895AD2">
      <w:r>
        <w:t>241.2254</w:t>
      </w:r>
      <w:r>
        <w:tab/>
        <w:t>2.025e0</w:t>
      </w:r>
    </w:p>
    <w:p w:rsidR="00895AD2" w:rsidRDefault="00895AD2" w:rsidP="00895AD2">
      <w:r>
        <w:t>241.5669</w:t>
      </w:r>
      <w:r>
        <w:tab/>
        <w:t>1.013e0</w:t>
      </w:r>
    </w:p>
    <w:p w:rsidR="00895AD2" w:rsidRDefault="00895AD2" w:rsidP="00895AD2">
      <w:r>
        <w:t>241.6486</w:t>
      </w:r>
      <w:r>
        <w:tab/>
        <w:t>1.013e0</w:t>
      </w:r>
    </w:p>
    <w:p w:rsidR="00895AD2" w:rsidRDefault="00895AD2" w:rsidP="00895AD2">
      <w:r>
        <w:t>241.6816</w:t>
      </w:r>
      <w:r>
        <w:tab/>
        <w:t>1.013e0</w:t>
      </w:r>
    </w:p>
    <w:p w:rsidR="00895AD2" w:rsidRDefault="00895AD2" w:rsidP="00895AD2">
      <w:r>
        <w:t>241.8164</w:t>
      </w:r>
      <w:r>
        <w:tab/>
        <w:t>2.025e0</w:t>
      </w:r>
    </w:p>
    <w:p w:rsidR="00895AD2" w:rsidRDefault="00895AD2" w:rsidP="00895AD2">
      <w:r>
        <w:t>241.8414</w:t>
      </w:r>
      <w:r>
        <w:tab/>
        <w:t>2.025e0</w:t>
      </w:r>
    </w:p>
    <w:p w:rsidR="00895AD2" w:rsidRDefault="00895AD2" w:rsidP="00895AD2">
      <w:r>
        <w:t>241.9214</w:t>
      </w:r>
      <w:r>
        <w:tab/>
        <w:t>1.013e0</w:t>
      </w:r>
    </w:p>
    <w:p w:rsidR="00895AD2" w:rsidRDefault="00895AD2" w:rsidP="00895AD2">
      <w:r>
        <w:t>241.9590</w:t>
      </w:r>
      <w:r>
        <w:tab/>
        <w:t>1.013e0</w:t>
      </w:r>
    </w:p>
    <w:p w:rsidR="00895AD2" w:rsidRDefault="00895AD2" w:rsidP="00895AD2">
      <w:r>
        <w:lastRenderedPageBreak/>
        <w:t>242.0311</w:t>
      </w:r>
      <w:r>
        <w:tab/>
        <w:t>7.089e0</w:t>
      </w:r>
    </w:p>
    <w:p w:rsidR="00895AD2" w:rsidRDefault="00895AD2" w:rsidP="00895AD2">
      <w:r>
        <w:t>242.0813</w:t>
      </w:r>
      <w:r>
        <w:tab/>
        <w:t>2.025e0</w:t>
      </w:r>
    </w:p>
    <w:p w:rsidR="00895AD2" w:rsidRDefault="00895AD2" w:rsidP="00895AD2">
      <w:r>
        <w:t>242.1447</w:t>
      </w:r>
      <w:r>
        <w:tab/>
        <w:t>8.256e0</w:t>
      </w:r>
    </w:p>
    <w:p w:rsidR="00895AD2" w:rsidRDefault="00895AD2" w:rsidP="00895AD2">
      <w:r>
        <w:t>242.1941</w:t>
      </w:r>
      <w:r>
        <w:tab/>
        <w:t>2.025e0</w:t>
      </w:r>
    </w:p>
    <w:p w:rsidR="00895AD2" w:rsidRDefault="00895AD2" w:rsidP="00895AD2">
      <w:r>
        <w:t>242.2851</w:t>
      </w:r>
      <w:r>
        <w:tab/>
        <w:t>3.038e0</w:t>
      </w:r>
    </w:p>
    <w:p w:rsidR="00895AD2" w:rsidRDefault="00895AD2" w:rsidP="00895AD2">
      <w:r>
        <w:t>242.3633</w:t>
      </w:r>
      <w:r>
        <w:tab/>
        <w:t>1.013e0</w:t>
      </w:r>
    </w:p>
    <w:p w:rsidR="00895AD2" w:rsidRDefault="00895AD2" w:rsidP="00895AD2">
      <w:r>
        <w:t>242.4267</w:t>
      </w:r>
      <w:r>
        <w:tab/>
        <w:t>1.013e0</w:t>
      </w:r>
    </w:p>
    <w:p w:rsidR="00895AD2" w:rsidRDefault="00895AD2" w:rsidP="00895AD2">
      <w:r>
        <w:t>242.5876</w:t>
      </w:r>
      <w:r>
        <w:tab/>
        <w:t>1.013e0</w:t>
      </w:r>
    </w:p>
    <w:p w:rsidR="00895AD2" w:rsidRDefault="00895AD2" w:rsidP="00895AD2">
      <w:r>
        <w:t>242.6254</w:t>
      </w:r>
      <w:r>
        <w:tab/>
        <w:t>1.013e0</w:t>
      </w:r>
    </w:p>
    <w:p w:rsidR="00895AD2" w:rsidRDefault="00895AD2" w:rsidP="00895AD2">
      <w:r>
        <w:t>242.6945</w:t>
      </w:r>
      <w:r>
        <w:tab/>
        <w:t>1.013e0</w:t>
      </w:r>
    </w:p>
    <w:p w:rsidR="00895AD2" w:rsidRDefault="00895AD2" w:rsidP="00895AD2">
      <w:r>
        <w:t>242.9436</w:t>
      </w:r>
      <w:r>
        <w:tab/>
        <w:t>1.013e0</w:t>
      </w:r>
    </w:p>
    <w:p w:rsidR="00895AD2" w:rsidRDefault="00895AD2" w:rsidP="00895AD2">
      <w:r>
        <w:t>243.0072</w:t>
      </w:r>
      <w:r>
        <w:tab/>
        <w:t>5.063e0</w:t>
      </w:r>
    </w:p>
    <w:p w:rsidR="00895AD2" w:rsidRDefault="00895AD2" w:rsidP="00895AD2">
      <w:r>
        <w:t>243.0480</w:t>
      </w:r>
      <w:r>
        <w:tab/>
        <w:t>1.013e0</w:t>
      </w:r>
    </w:p>
    <w:p w:rsidR="00895AD2" w:rsidRDefault="00895AD2" w:rsidP="00895AD2">
      <w:r>
        <w:t>243.0798</w:t>
      </w:r>
      <w:r>
        <w:tab/>
        <w:t>2.025e0</w:t>
      </w:r>
    </w:p>
    <w:p w:rsidR="00895AD2" w:rsidRDefault="00895AD2" w:rsidP="00895AD2">
      <w:r>
        <w:t>243.1108</w:t>
      </w:r>
      <w:r>
        <w:tab/>
        <w:t>5.063e0</w:t>
      </w:r>
    </w:p>
    <w:p w:rsidR="00895AD2" w:rsidRDefault="00895AD2" w:rsidP="00895AD2">
      <w:r>
        <w:t>243.1707</w:t>
      </w:r>
      <w:r>
        <w:tab/>
        <w:t>1.013e0</w:t>
      </w:r>
    </w:p>
    <w:p w:rsidR="00895AD2" w:rsidRDefault="00895AD2" w:rsidP="00895AD2">
      <w:r>
        <w:t>243.5160</w:t>
      </w:r>
      <w:r>
        <w:tab/>
        <w:t>1.013e0</w:t>
      </w:r>
    </w:p>
    <w:p w:rsidR="00895AD2" w:rsidRDefault="00895AD2" w:rsidP="00895AD2">
      <w:r>
        <w:t>243.6979</w:t>
      </w:r>
      <w:r>
        <w:tab/>
        <w:t>1.013e0</w:t>
      </w:r>
    </w:p>
    <w:p w:rsidR="00895AD2" w:rsidRDefault="00895AD2" w:rsidP="00895AD2">
      <w:r>
        <w:t>243.8262</w:t>
      </w:r>
      <w:r>
        <w:tab/>
        <w:t>2.025e0</w:t>
      </w:r>
    </w:p>
    <w:p w:rsidR="00895AD2" w:rsidRDefault="00895AD2" w:rsidP="00895AD2">
      <w:r>
        <w:lastRenderedPageBreak/>
        <w:t>243.8800</w:t>
      </w:r>
      <w:r>
        <w:tab/>
        <w:t>1.013e0</w:t>
      </w:r>
    </w:p>
    <w:p w:rsidR="00895AD2" w:rsidRDefault="00895AD2" w:rsidP="00895AD2">
      <w:r>
        <w:t>243.9138</w:t>
      </w:r>
      <w:r>
        <w:tab/>
        <w:t>1.013e0</w:t>
      </w:r>
    </w:p>
    <w:p w:rsidR="00895AD2" w:rsidRDefault="00895AD2" w:rsidP="00895AD2">
      <w:r>
        <w:t>243.9920</w:t>
      </w:r>
      <w:r>
        <w:tab/>
        <w:t>2.025e0</w:t>
      </w:r>
    </w:p>
    <w:p w:rsidR="00895AD2" w:rsidRDefault="00895AD2" w:rsidP="00895AD2">
      <w:r>
        <w:t>244.0470</w:t>
      </w:r>
      <w:r>
        <w:tab/>
        <w:t>2.025e0</w:t>
      </w:r>
    </w:p>
    <w:p w:rsidR="00895AD2" w:rsidRDefault="00895AD2" w:rsidP="00895AD2">
      <w:r>
        <w:t>244.0888</w:t>
      </w:r>
      <w:r>
        <w:tab/>
        <w:t>1.013e0</w:t>
      </w:r>
    </w:p>
    <w:p w:rsidR="00895AD2" w:rsidRDefault="00895AD2" w:rsidP="00895AD2">
      <w:r>
        <w:t>244.2038</w:t>
      </w:r>
      <w:r>
        <w:tab/>
        <w:t>1.013e0</w:t>
      </w:r>
    </w:p>
    <w:p w:rsidR="00895AD2" w:rsidRDefault="00895AD2" w:rsidP="00895AD2">
      <w:r>
        <w:t>244.2418</w:t>
      </w:r>
      <w:r>
        <w:tab/>
        <w:t>2.025e0</w:t>
      </w:r>
    </w:p>
    <w:p w:rsidR="00895AD2" w:rsidRDefault="00895AD2" w:rsidP="00895AD2">
      <w:r>
        <w:t>244.2627</w:t>
      </w:r>
      <w:r>
        <w:tab/>
        <w:t>3.038e0</w:t>
      </w:r>
    </w:p>
    <w:p w:rsidR="00895AD2" w:rsidRDefault="00895AD2" w:rsidP="00895AD2">
      <w:r>
        <w:t>244.3372</w:t>
      </w:r>
      <w:r>
        <w:tab/>
        <w:t>1.013e0</w:t>
      </w:r>
    </w:p>
    <w:p w:rsidR="00895AD2" w:rsidRDefault="00895AD2" w:rsidP="00895AD2">
      <w:r>
        <w:t>244.3711</w:t>
      </w:r>
      <w:r>
        <w:tab/>
        <w:t>1.013e0</w:t>
      </w:r>
    </w:p>
    <w:p w:rsidR="00895AD2" w:rsidRDefault="00895AD2" w:rsidP="00895AD2">
      <w:r>
        <w:t>244.5411</w:t>
      </w:r>
      <w:r>
        <w:tab/>
        <w:t>1.013e0</w:t>
      </w:r>
    </w:p>
    <w:p w:rsidR="00895AD2" w:rsidRDefault="00895AD2" w:rsidP="00895AD2">
      <w:r>
        <w:t>244.6324</w:t>
      </w:r>
      <w:r>
        <w:tab/>
        <w:t>1.013e0</w:t>
      </w:r>
    </w:p>
    <w:p w:rsidR="00895AD2" w:rsidRDefault="00895AD2" w:rsidP="00895AD2">
      <w:r>
        <w:t>244.9212</w:t>
      </w:r>
      <w:r>
        <w:tab/>
        <w:t>2.025e0</w:t>
      </w:r>
    </w:p>
    <w:p w:rsidR="00895AD2" w:rsidRDefault="00895AD2" w:rsidP="00895AD2">
      <w:r>
        <w:t>245.0265</w:t>
      </w:r>
      <w:r>
        <w:tab/>
        <w:t>1.427e1</w:t>
      </w:r>
    </w:p>
    <w:p w:rsidR="00895AD2" w:rsidRDefault="00895AD2" w:rsidP="00895AD2">
      <w:r>
        <w:t>245.0553</w:t>
      </w:r>
      <w:r>
        <w:tab/>
        <w:t>8.205e0</w:t>
      </w:r>
    </w:p>
    <w:p w:rsidR="00895AD2" w:rsidRDefault="00895AD2" w:rsidP="00895AD2">
      <w:r>
        <w:t>245.1087</w:t>
      </w:r>
      <w:r>
        <w:tab/>
        <w:t>2.025e0</w:t>
      </w:r>
    </w:p>
    <w:p w:rsidR="00895AD2" w:rsidRDefault="00895AD2" w:rsidP="00895AD2">
      <w:r>
        <w:t>245.1411</w:t>
      </w:r>
      <w:r>
        <w:tab/>
        <w:t>3.038e0</w:t>
      </w:r>
    </w:p>
    <w:p w:rsidR="00895AD2" w:rsidRDefault="00895AD2" w:rsidP="00895AD2">
      <w:r>
        <w:t>245.2028</w:t>
      </w:r>
      <w:r>
        <w:tab/>
        <w:t>1.013e0</w:t>
      </w:r>
    </w:p>
    <w:p w:rsidR="00895AD2" w:rsidRDefault="00895AD2" w:rsidP="00895AD2">
      <w:r>
        <w:t>245.2565</w:t>
      </w:r>
      <w:r>
        <w:tab/>
        <w:t>1.013e0</w:t>
      </w:r>
    </w:p>
    <w:p w:rsidR="00895AD2" w:rsidRDefault="00895AD2" w:rsidP="00895AD2">
      <w:r>
        <w:lastRenderedPageBreak/>
        <w:t>245.8265</w:t>
      </w:r>
      <w:r>
        <w:tab/>
        <w:t>1.013e0</w:t>
      </w:r>
    </w:p>
    <w:p w:rsidR="00895AD2" w:rsidRDefault="00895AD2" w:rsidP="00895AD2">
      <w:r>
        <w:t>245.8638</w:t>
      </w:r>
      <w:r>
        <w:tab/>
        <w:t>1.013e0</w:t>
      </w:r>
    </w:p>
    <w:p w:rsidR="00895AD2" w:rsidRDefault="00895AD2" w:rsidP="00895AD2">
      <w:r>
        <w:t>245.9968</w:t>
      </w:r>
      <w:r>
        <w:tab/>
        <w:t>1.316e1</w:t>
      </w:r>
    </w:p>
    <w:p w:rsidR="00895AD2" w:rsidRDefault="00895AD2" w:rsidP="00895AD2">
      <w:r>
        <w:t>246.0315</w:t>
      </w:r>
      <w:r>
        <w:tab/>
        <w:t>3.038e0</w:t>
      </w:r>
    </w:p>
    <w:p w:rsidR="00895AD2" w:rsidRDefault="00895AD2" w:rsidP="00895AD2">
      <w:r>
        <w:t>246.1853</w:t>
      </w:r>
      <w:r>
        <w:tab/>
        <w:t>6.688e0</w:t>
      </w:r>
    </w:p>
    <w:p w:rsidR="00895AD2" w:rsidRDefault="00895AD2" w:rsidP="00895AD2">
      <w:r>
        <w:t>246.2395</w:t>
      </w:r>
      <w:r>
        <w:tab/>
        <w:t>1.013e0</w:t>
      </w:r>
    </w:p>
    <w:p w:rsidR="00895AD2" w:rsidRDefault="00895AD2" w:rsidP="00895AD2">
      <w:r>
        <w:t>246.4645</w:t>
      </w:r>
      <w:r>
        <w:tab/>
        <w:t>1.013e0</w:t>
      </w:r>
    </w:p>
    <w:p w:rsidR="00895AD2" w:rsidRDefault="00895AD2" w:rsidP="00895AD2">
      <w:r>
        <w:t>246.8692</w:t>
      </w:r>
      <w:r>
        <w:tab/>
        <w:t>1.013e0</w:t>
      </w:r>
    </w:p>
    <w:p w:rsidR="00895AD2" w:rsidRDefault="00895AD2" w:rsidP="00895AD2">
      <w:r>
        <w:t>246.9408</w:t>
      </w:r>
      <w:r>
        <w:tab/>
        <w:t>1.013e0</w:t>
      </w:r>
    </w:p>
    <w:p w:rsidR="00895AD2" w:rsidRDefault="00895AD2" w:rsidP="00895AD2">
      <w:r>
        <w:t>246.9659</w:t>
      </w:r>
      <w:r>
        <w:tab/>
        <w:t>1.013e0</w:t>
      </w:r>
    </w:p>
    <w:p w:rsidR="00895AD2" w:rsidRDefault="00895AD2" w:rsidP="00895AD2">
      <w:r>
        <w:t>247.0117</w:t>
      </w:r>
      <w:r>
        <w:tab/>
        <w:t>3.038e0</w:t>
      </w:r>
    </w:p>
    <w:p w:rsidR="00895AD2" w:rsidRDefault="00895AD2" w:rsidP="00895AD2">
      <w:r>
        <w:t>247.0488</w:t>
      </w:r>
      <w:r>
        <w:tab/>
        <w:t>2.025e0</w:t>
      </w:r>
    </w:p>
    <w:p w:rsidR="00895AD2" w:rsidRDefault="00895AD2" w:rsidP="00895AD2">
      <w:r>
        <w:t>247.0994</w:t>
      </w:r>
      <w:r>
        <w:tab/>
        <w:t>1.013e0</w:t>
      </w:r>
    </w:p>
    <w:p w:rsidR="00895AD2" w:rsidRDefault="00895AD2" w:rsidP="00895AD2">
      <w:r>
        <w:t>247.1436</w:t>
      </w:r>
      <w:r>
        <w:tab/>
        <w:t>2.025e0</w:t>
      </w:r>
    </w:p>
    <w:p w:rsidR="00895AD2" w:rsidRDefault="00895AD2" w:rsidP="00895AD2">
      <w:r>
        <w:t>247.2044</w:t>
      </w:r>
      <w:r>
        <w:tab/>
        <w:t>1.013e0</w:t>
      </w:r>
    </w:p>
    <w:p w:rsidR="00895AD2" w:rsidRDefault="00895AD2" w:rsidP="00895AD2">
      <w:r>
        <w:t>247.4496</w:t>
      </w:r>
      <w:r>
        <w:tab/>
        <w:t>1.013e0</w:t>
      </w:r>
    </w:p>
    <w:p w:rsidR="00895AD2" w:rsidRDefault="00895AD2" w:rsidP="00895AD2">
      <w:r>
        <w:t>247.5796</w:t>
      </w:r>
      <w:r>
        <w:tab/>
        <w:t>1.013e0</w:t>
      </w:r>
    </w:p>
    <w:p w:rsidR="00895AD2" w:rsidRDefault="00895AD2" w:rsidP="00895AD2">
      <w:r>
        <w:t>247.6058</w:t>
      </w:r>
      <w:r>
        <w:tab/>
        <w:t>1.013e0</w:t>
      </w:r>
    </w:p>
    <w:p w:rsidR="00895AD2" w:rsidRDefault="00895AD2" w:rsidP="00895AD2">
      <w:r>
        <w:t>247.9851</w:t>
      </w:r>
      <w:r>
        <w:tab/>
        <w:t>1.013e0</w:t>
      </w:r>
    </w:p>
    <w:p w:rsidR="00895AD2" w:rsidRDefault="00895AD2" w:rsidP="00895AD2">
      <w:r>
        <w:lastRenderedPageBreak/>
        <w:t>248.0153</w:t>
      </w:r>
      <w:r>
        <w:tab/>
        <w:t>1.013e0</w:t>
      </w:r>
    </w:p>
    <w:p w:rsidR="00895AD2" w:rsidRDefault="00895AD2" w:rsidP="00895AD2">
      <w:r>
        <w:t>248.0867</w:t>
      </w:r>
      <w:r>
        <w:tab/>
        <w:t>1.013e0</w:t>
      </w:r>
    </w:p>
    <w:p w:rsidR="00895AD2" w:rsidRDefault="00895AD2" w:rsidP="00895AD2">
      <w:r>
        <w:t>248.1348</w:t>
      </w:r>
      <w:r>
        <w:tab/>
        <w:t>2.025e0</w:t>
      </w:r>
    </w:p>
    <w:p w:rsidR="00895AD2" w:rsidRDefault="00895AD2" w:rsidP="00895AD2">
      <w:r>
        <w:t>248.1951</w:t>
      </w:r>
      <w:r>
        <w:tab/>
        <w:t>2.025e0</w:t>
      </w:r>
    </w:p>
    <w:p w:rsidR="00895AD2" w:rsidRDefault="00895AD2" w:rsidP="00895AD2">
      <w:r>
        <w:t>248.2293</w:t>
      </w:r>
      <w:r>
        <w:tab/>
        <w:t>1.013e0</w:t>
      </w:r>
    </w:p>
    <w:p w:rsidR="00895AD2" w:rsidRDefault="00895AD2" w:rsidP="00895AD2">
      <w:r>
        <w:t>248.7791</w:t>
      </w:r>
      <w:r>
        <w:tab/>
        <w:t>2.025e0</w:t>
      </w:r>
    </w:p>
    <w:p w:rsidR="00895AD2" w:rsidRDefault="00895AD2" w:rsidP="00895AD2">
      <w:r>
        <w:t>248.8611</w:t>
      </w:r>
      <w:r>
        <w:tab/>
        <w:t>2.025e0</w:t>
      </w:r>
    </w:p>
    <w:p w:rsidR="00895AD2" w:rsidRDefault="00895AD2" w:rsidP="00895AD2">
      <w:r>
        <w:t>249.0647</w:t>
      </w:r>
      <w:r>
        <w:tab/>
        <w:t>8.101e0</w:t>
      </w:r>
    </w:p>
    <w:p w:rsidR="00895AD2" w:rsidRDefault="00895AD2" w:rsidP="00895AD2">
      <w:r>
        <w:t>249.1053</w:t>
      </w:r>
      <w:r>
        <w:tab/>
        <w:t>1.013e0</w:t>
      </w:r>
    </w:p>
    <w:p w:rsidR="00895AD2" w:rsidRDefault="00895AD2" w:rsidP="00895AD2">
      <w:r>
        <w:t>249.1470</w:t>
      </w:r>
      <w:r>
        <w:tab/>
        <w:t>1.013e0</w:t>
      </w:r>
    </w:p>
    <w:p w:rsidR="00895AD2" w:rsidRDefault="00895AD2" w:rsidP="00895AD2">
      <w:r>
        <w:t>249.1801</w:t>
      </w:r>
      <w:r>
        <w:tab/>
        <w:t>2.025e0</w:t>
      </w:r>
    </w:p>
    <w:p w:rsidR="00895AD2" w:rsidRDefault="00895AD2" w:rsidP="00895AD2">
      <w:r>
        <w:t>249.2172</w:t>
      </w:r>
      <w:r>
        <w:tab/>
        <w:t>1.013e0</w:t>
      </w:r>
    </w:p>
    <w:p w:rsidR="00895AD2" w:rsidRDefault="00895AD2" w:rsidP="00895AD2">
      <w:r>
        <w:t>249.2723</w:t>
      </w:r>
      <w:r>
        <w:tab/>
        <w:t>1.013e0</w:t>
      </w:r>
    </w:p>
    <w:p w:rsidR="00895AD2" w:rsidRDefault="00895AD2" w:rsidP="00895AD2">
      <w:r>
        <w:t>249.4355</w:t>
      </w:r>
      <w:r>
        <w:tab/>
        <w:t>2.025e0</w:t>
      </w:r>
    </w:p>
    <w:p w:rsidR="00895AD2" w:rsidRDefault="00895AD2" w:rsidP="00895AD2">
      <w:r>
        <w:t>249.4618</w:t>
      </w:r>
      <w:r>
        <w:tab/>
        <w:t>1.013e0</w:t>
      </w:r>
    </w:p>
    <w:p w:rsidR="00895AD2" w:rsidRDefault="00895AD2" w:rsidP="00895AD2">
      <w:r>
        <w:t>249.4951</w:t>
      </w:r>
      <w:r>
        <w:tab/>
        <w:t>1.013e0</w:t>
      </w:r>
    </w:p>
    <w:p w:rsidR="00895AD2" w:rsidRDefault="00895AD2" w:rsidP="00895AD2">
      <w:r>
        <w:t>249.5959</w:t>
      </w:r>
      <w:r>
        <w:tab/>
        <w:t>1.013e0</w:t>
      </w:r>
    </w:p>
    <w:p w:rsidR="00895AD2" w:rsidRDefault="00895AD2" w:rsidP="00895AD2">
      <w:r>
        <w:t>249.7341</w:t>
      </w:r>
      <w:r>
        <w:tab/>
        <w:t>1.013e0</w:t>
      </w:r>
    </w:p>
    <w:p w:rsidR="00895AD2" w:rsidRDefault="00895AD2" w:rsidP="00895AD2">
      <w:r>
        <w:t>249.7553</w:t>
      </w:r>
      <w:r>
        <w:tab/>
        <w:t>1.013e0</w:t>
      </w:r>
    </w:p>
    <w:p w:rsidR="00895AD2" w:rsidRDefault="00895AD2" w:rsidP="00895AD2">
      <w:r>
        <w:lastRenderedPageBreak/>
        <w:t>249.8524</w:t>
      </w:r>
      <w:r>
        <w:tab/>
        <w:t>1.013e0</w:t>
      </w:r>
    </w:p>
    <w:p w:rsidR="00895AD2" w:rsidRDefault="00895AD2" w:rsidP="00895AD2">
      <w:r>
        <w:t>250.0026</w:t>
      </w:r>
      <w:r>
        <w:tab/>
        <w:t>2.025e0</w:t>
      </w:r>
    </w:p>
    <w:p w:rsidR="00895AD2" w:rsidRDefault="00895AD2" w:rsidP="00895AD2">
      <w:r>
        <w:t>250.0417</w:t>
      </w:r>
      <w:r>
        <w:tab/>
        <w:t>3.092e0</w:t>
      </w:r>
    </w:p>
    <w:p w:rsidR="00895AD2" w:rsidRDefault="00895AD2" w:rsidP="00895AD2">
      <w:r>
        <w:t>250.0964</w:t>
      </w:r>
      <w:r>
        <w:tab/>
        <w:t>2.025e0</w:t>
      </w:r>
    </w:p>
    <w:p w:rsidR="00895AD2" w:rsidRDefault="00895AD2" w:rsidP="00895AD2">
      <w:r>
        <w:t>250.1368</w:t>
      </w:r>
      <w:r>
        <w:tab/>
        <w:t>1.013e0</w:t>
      </w:r>
    </w:p>
    <w:p w:rsidR="00895AD2" w:rsidRDefault="00895AD2" w:rsidP="00895AD2">
      <w:r>
        <w:t>250.1861</w:t>
      </w:r>
      <w:r>
        <w:tab/>
        <w:t>2.025e0</w:t>
      </w:r>
    </w:p>
    <w:p w:rsidR="00895AD2" w:rsidRDefault="00895AD2" w:rsidP="00895AD2">
      <w:r>
        <w:t>250.2392</w:t>
      </w:r>
      <w:r>
        <w:tab/>
        <w:t>1.013e0</w:t>
      </w:r>
    </w:p>
    <w:p w:rsidR="00895AD2" w:rsidRDefault="00895AD2" w:rsidP="00895AD2">
      <w:r>
        <w:t>250.3510</w:t>
      </w:r>
      <w:r>
        <w:tab/>
        <w:t>1.013e0</w:t>
      </w:r>
    </w:p>
    <w:p w:rsidR="00895AD2" w:rsidRDefault="00895AD2" w:rsidP="00895AD2">
      <w:r>
        <w:t>250.3893</w:t>
      </w:r>
      <w:r>
        <w:tab/>
        <w:t>1.013e0</w:t>
      </w:r>
    </w:p>
    <w:p w:rsidR="00895AD2" w:rsidRDefault="00895AD2" w:rsidP="00895AD2">
      <w:r>
        <w:t>250.4275</w:t>
      </w:r>
      <w:r>
        <w:tab/>
        <w:t>1.013e0</w:t>
      </w:r>
    </w:p>
    <w:p w:rsidR="00895AD2" w:rsidRDefault="00895AD2" w:rsidP="00895AD2">
      <w:r>
        <w:t>250.4617</w:t>
      </w:r>
      <w:r>
        <w:tab/>
        <w:t>1.013e0</w:t>
      </w:r>
    </w:p>
    <w:p w:rsidR="00895AD2" w:rsidRDefault="00895AD2" w:rsidP="00895AD2">
      <w:r>
        <w:t>250.4814</w:t>
      </w:r>
      <w:r>
        <w:tab/>
        <w:t>1.013e0</w:t>
      </w:r>
    </w:p>
    <w:p w:rsidR="00895AD2" w:rsidRDefault="00895AD2" w:rsidP="00895AD2">
      <w:r>
        <w:t>250.6539</w:t>
      </w:r>
      <w:r>
        <w:tab/>
        <w:t>1.013e0</w:t>
      </w:r>
    </w:p>
    <w:p w:rsidR="00895AD2" w:rsidRDefault="00895AD2" w:rsidP="00895AD2">
      <w:r>
        <w:t>250.9641</w:t>
      </w:r>
      <w:r>
        <w:tab/>
        <w:t>2.025e0</w:t>
      </w:r>
    </w:p>
    <w:p w:rsidR="00895AD2" w:rsidRDefault="00895AD2" w:rsidP="00895AD2">
      <w:r>
        <w:t>250.9900</w:t>
      </w:r>
      <w:r>
        <w:tab/>
        <w:t>4.051e0</w:t>
      </w:r>
    </w:p>
    <w:p w:rsidR="00895AD2" w:rsidRDefault="00895AD2" w:rsidP="00895AD2">
      <w:r>
        <w:t>251.0793</w:t>
      </w:r>
      <w:r>
        <w:tab/>
        <w:t>1.013e0</w:t>
      </w:r>
    </w:p>
    <w:p w:rsidR="00895AD2" w:rsidRDefault="00895AD2" w:rsidP="00895AD2">
      <w:r>
        <w:t>251.1479</w:t>
      </w:r>
      <w:r>
        <w:tab/>
        <w:t>1.013e0</w:t>
      </w:r>
    </w:p>
    <w:p w:rsidR="00895AD2" w:rsidRDefault="00895AD2" w:rsidP="00895AD2">
      <w:r>
        <w:t>251.1720</w:t>
      </w:r>
      <w:r>
        <w:tab/>
        <w:t>1.013e0</w:t>
      </w:r>
    </w:p>
    <w:p w:rsidR="00895AD2" w:rsidRDefault="00895AD2" w:rsidP="00895AD2">
      <w:r>
        <w:t>251.2401</w:t>
      </w:r>
      <w:r>
        <w:tab/>
        <w:t>1.013e0</w:t>
      </w:r>
    </w:p>
    <w:p w:rsidR="00895AD2" w:rsidRDefault="00895AD2" w:rsidP="00895AD2">
      <w:r>
        <w:lastRenderedPageBreak/>
        <w:t>251.3363</w:t>
      </w:r>
      <w:r>
        <w:tab/>
        <w:t>1.013e0</w:t>
      </w:r>
    </w:p>
    <w:p w:rsidR="00895AD2" w:rsidRDefault="00895AD2" w:rsidP="00895AD2">
      <w:r>
        <w:t>251.4233</w:t>
      </w:r>
      <w:r>
        <w:tab/>
        <w:t>2.025e0</w:t>
      </w:r>
    </w:p>
    <w:p w:rsidR="00895AD2" w:rsidRDefault="00895AD2" w:rsidP="00895AD2">
      <w:r>
        <w:t>251.5353</w:t>
      </w:r>
      <w:r>
        <w:tab/>
        <w:t>1.013e0</w:t>
      </w:r>
    </w:p>
    <w:p w:rsidR="00895AD2" w:rsidRDefault="00895AD2" w:rsidP="00895AD2">
      <w:r>
        <w:t>251.7799</w:t>
      </w:r>
      <w:r>
        <w:tab/>
        <w:t>1.013e0</w:t>
      </w:r>
    </w:p>
    <w:p w:rsidR="00895AD2" w:rsidRDefault="00895AD2" w:rsidP="00895AD2">
      <w:r>
        <w:t>251.8152</w:t>
      </w:r>
      <w:r>
        <w:tab/>
        <w:t>2.025e0</w:t>
      </w:r>
    </w:p>
    <w:p w:rsidR="00895AD2" w:rsidRDefault="00895AD2" w:rsidP="00895AD2">
      <w:r>
        <w:t>251.8847</w:t>
      </w:r>
      <w:r>
        <w:tab/>
        <w:t>1.013e0</w:t>
      </w:r>
    </w:p>
    <w:p w:rsidR="00895AD2" w:rsidRDefault="00895AD2" w:rsidP="00895AD2">
      <w:r>
        <w:t>251.9150</w:t>
      </w:r>
      <w:r>
        <w:tab/>
        <w:t>1.013e0</w:t>
      </w:r>
    </w:p>
    <w:p w:rsidR="00895AD2" w:rsidRDefault="00895AD2" w:rsidP="00895AD2">
      <w:r>
        <w:t>252.0073</w:t>
      </w:r>
      <w:r>
        <w:tab/>
        <w:t>1.013e0</w:t>
      </w:r>
    </w:p>
    <w:p w:rsidR="00895AD2" w:rsidRDefault="00895AD2" w:rsidP="00895AD2">
      <w:r>
        <w:t>252.0282</w:t>
      </w:r>
      <w:r>
        <w:tab/>
        <w:t>1.013e0</w:t>
      </w:r>
    </w:p>
    <w:p w:rsidR="00895AD2" w:rsidRDefault="00895AD2" w:rsidP="00895AD2">
      <w:r>
        <w:t>252.1500</w:t>
      </w:r>
      <w:r>
        <w:tab/>
        <w:t>1.013e0</w:t>
      </w:r>
    </w:p>
    <w:p w:rsidR="00895AD2" w:rsidRDefault="00895AD2" w:rsidP="00895AD2">
      <w:r>
        <w:t>252.1880</w:t>
      </w:r>
      <w:r>
        <w:tab/>
        <w:t>4.051e0</w:t>
      </w:r>
    </w:p>
    <w:p w:rsidR="00895AD2" w:rsidRDefault="00895AD2" w:rsidP="00895AD2">
      <w:r>
        <w:t>252.2391</w:t>
      </w:r>
      <w:r>
        <w:tab/>
        <w:t>1.013e0</w:t>
      </w:r>
    </w:p>
    <w:p w:rsidR="00895AD2" w:rsidRDefault="00895AD2" w:rsidP="00895AD2">
      <w:r>
        <w:t>252.2605</w:t>
      </w:r>
      <w:r>
        <w:tab/>
        <w:t>1.013e0</w:t>
      </w:r>
    </w:p>
    <w:p w:rsidR="00895AD2" w:rsidRDefault="00895AD2" w:rsidP="00895AD2">
      <w:r>
        <w:t>252.3450</w:t>
      </w:r>
      <w:r>
        <w:tab/>
        <w:t>1.013e0</w:t>
      </w:r>
    </w:p>
    <w:p w:rsidR="00895AD2" w:rsidRDefault="00895AD2" w:rsidP="00895AD2">
      <w:r>
        <w:t>252.3912</w:t>
      </w:r>
      <w:r>
        <w:tab/>
        <w:t>1.013e0</w:t>
      </w:r>
    </w:p>
    <w:p w:rsidR="00895AD2" w:rsidRDefault="00895AD2" w:rsidP="00895AD2">
      <w:r>
        <w:t>252.6102</w:t>
      </w:r>
      <w:r>
        <w:tab/>
        <w:t>1.013e0</w:t>
      </w:r>
    </w:p>
    <w:p w:rsidR="00895AD2" w:rsidRDefault="00895AD2" w:rsidP="00895AD2">
      <w:r>
        <w:t>252.6485</w:t>
      </w:r>
      <w:r>
        <w:tab/>
        <w:t>1.013e0</w:t>
      </w:r>
    </w:p>
    <w:p w:rsidR="00895AD2" w:rsidRDefault="00895AD2" w:rsidP="00895AD2">
      <w:r>
        <w:t>252.6828</w:t>
      </w:r>
      <w:r>
        <w:tab/>
        <w:t>1.013e0</w:t>
      </w:r>
    </w:p>
    <w:p w:rsidR="00895AD2" w:rsidRDefault="00895AD2" w:rsidP="00895AD2">
      <w:r>
        <w:t>252.8095</w:t>
      </w:r>
      <w:r>
        <w:tab/>
        <w:t>1.013e0</w:t>
      </w:r>
    </w:p>
    <w:p w:rsidR="00895AD2" w:rsidRDefault="00895AD2" w:rsidP="00895AD2">
      <w:r>
        <w:lastRenderedPageBreak/>
        <w:t>252.9480</w:t>
      </w:r>
      <w:r>
        <w:tab/>
        <w:t>1.013e0</w:t>
      </w:r>
    </w:p>
    <w:p w:rsidR="00895AD2" w:rsidRDefault="00895AD2" w:rsidP="00895AD2">
      <w:r>
        <w:t>252.9902</w:t>
      </w:r>
      <w:r>
        <w:tab/>
        <w:t>1.013e0</w:t>
      </w:r>
    </w:p>
    <w:p w:rsidR="00895AD2" w:rsidRDefault="00895AD2" w:rsidP="00895AD2">
      <w:r>
        <w:t>253.0670</w:t>
      </w:r>
      <w:r>
        <w:tab/>
        <w:t>1.013e0</w:t>
      </w:r>
    </w:p>
    <w:p w:rsidR="00895AD2" w:rsidRDefault="00895AD2" w:rsidP="00895AD2">
      <w:r>
        <w:t>253.0973</w:t>
      </w:r>
      <w:r>
        <w:tab/>
        <w:t>1.013e0</w:t>
      </w:r>
    </w:p>
    <w:p w:rsidR="00895AD2" w:rsidRDefault="00895AD2" w:rsidP="00895AD2">
      <w:r>
        <w:t>253.1426</w:t>
      </w:r>
      <w:r>
        <w:tab/>
        <w:t>4.051e0</w:t>
      </w:r>
    </w:p>
    <w:p w:rsidR="00895AD2" w:rsidRDefault="00895AD2" w:rsidP="00895AD2">
      <w:r>
        <w:t>253.2241</w:t>
      </w:r>
      <w:r>
        <w:tab/>
        <w:t>1.013e0</w:t>
      </w:r>
    </w:p>
    <w:p w:rsidR="00895AD2" w:rsidRDefault="00895AD2" w:rsidP="00895AD2">
      <w:r>
        <w:t>253.3549</w:t>
      </w:r>
      <w:r>
        <w:tab/>
        <w:t>1.013e0</w:t>
      </w:r>
    </w:p>
    <w:p w:rsidR="00895AD2" w:rsidRDefault="00895AD2" w:rsidP="00895AD2">
      <w:r>
        <w:t>253.7481</w:t>
      </w:r>
      <w:r>
        <w:tab/>
        <w:t>1.013e0</w:t>
      </w:r>
    </w:p>
    <w:p w:rsidR="00895AD2" w:rsidRDefault="00895AD2" w:rsidP="00895AD2">
      <w:r>
        <w:t>253.9225</w:t>
      </w:r>
      <w:r>
        <w:tab/>
        <w:t>1.013e0</w:t>
      </w:r>
    </w:p>
    <w:p w:rsidR="00895AD2" w:rsidRDefault="00895AD2" w:rsidP="00895AD2">
      <w:r>
        <w:t>253.9555</w:t>
      </w:r>
      <w:r>
        <w:tab/>
        <w:t>1.013e0</w:t>
      </w:r>
    </w:p>
    <w:p w:rsidR="00895AD2" w:rsidRDefault="00895AD2" w:rsidP="00895AD2">
      <w:r>
        <w:t>254.0427</w:t>
      </w:r>
      <w:r>
        <w:tab/>
        <w:t>5.547e0</w:t>
      </w:r>
    </w:p>
    <w:p w:rsidR="00895AD2" w:rsidRDefault="00895AD2" w:rsidP="00895AD2">
      <w:r>
        <w:t>254.1425</w:t>
      </w:r>
      <w:r>
        <w:tab/>
        <w:t>2.025e0</w:t>
      </w:r>
    </w:p>
    <w:p w:rsidR="00895AD2" w:rsidRDefault="00895AD2" w:rsidP="00895AD2">
      <w:r>
        <w:t>254.1927</w:t>
      </w:r>
      <w:r>
        <w:tab/>
        <w:t>1.013e0</w:t>
      </w:r>
    </w:p>
    <w:p w:rsidR="00895AD2" w:rsidRDefault="00895AD2" w:rsidP="00895AD2">
      <w:r>
        <w:t>254.2615</w:t>
      </w:r>
      <w:r>
        <w:tab/>
        <w:t>1.013e0</w:t>
      </w:r>
    </w:p>
    <w:p w:rsidR="00895AD2" w:rsidRDefault="00895AD2" w:rsidP="00895AD2">
      <w:r>
        <w:t>254.3422</w:t>
      </w:r>
      <w:r>
        <w:tab/>
        <w:t>1.013e0</w:t>
      </w:r>
    </w:p>
    <w:p w:rsidR="00895AD2" w:rsidRDefault="00895AD2" w:rsidP="00895AD2">
      <w:r>
        <w:t>254.7565</w:t>
      </w:r>
      <w:r>
        <w:tab/>
        <w:t>2.025e0</w:t>
      </w:r>
    </w:p>
    <w:p w:rsidR="00895AD2" w:rsidRDefault="00895AD2" w:rsidP="00895AD2">
      <w:r>
        <w:t>254.9856</w:t>
      </w:r>
      <w:r>
        <w:tab/>
        <w:t>1.013e0</w:t>
      </w:r>
    </w:p>
    <w:p w:rsidR="00895AD2" w:rsidRDefault="00895AD2" w:rsidP="00895AD2">
      <w:r>
        <w:t>255.0376</w:t>
      </w:r>
      <w:r>
        <w:tab/>
        <w:t>1.013e0</w:t>
      </w:r>
    </w:p>
    <w:p w:rsidR="00895AD2" w:rsidRDefault="00895AD2" w:rsidP="00895AD2">
      <w:r>
        <w:t>255.1012</w:t>
      </w:r>
      <w:r>
        <w:tab/>
        <w:t>2.025e0</w:t>
      </w:r>
    </w:p>
    <w:p w:rsidR="00895AD2" w:rsidRDefault="00895AD2" w:rsidP="00895AD2">
      <w:r>
        <w:lastRenderedPageBreak/>
        <w:t>255.1326</w:t>
      </w:r>
      <w:r>
        <w:tab/>
        <w:t>2.025e0</w:t>
      </w:r>
    </w:p>
    <w:p w:rsidR="00895AD2" w:rsidRDefault="00895AD2" w:rsidP="00895AD2">
      <w:r>
        <w:t>255.1789</w:t>
      </w:r>
      <w:r>
        <w:tab/>
        <w:t>2.025e0</w:t>
      </w:r>
    </w:p>
    <w:p w:rsidR="00895AD2" w:rsidRDefault="00895AD2" w:rsidP="00895AD2">
      <w:r>
        <w:t>255.2497</w:t>
      </w:r>
      <w:r>
        <w:tab/>
        <w:t>1.013e0</w:t>
      </w:r>
    </w:p>
    <w:p w:rsidR="00895AD2" w:rsidRDefault="00895AD2" w:rsidP="00895AD2">
      <w:r>
        <w:t>255.4310</w:t>
      </w:r>
      <w:r>
        <w:tab/>
        <w:t>1.013e0</w:t>
      </w:r>
    </w:p>
    <w:p w:rsidR="00895AD2" w:rsidRDefault="00895AD2" w:rsidP="00895AD2">
      <w:r>
        <w:t>255.4695</w:t>
      </w:r>
      <w:r>
        <w:tab/>
        <w:t>1.013e0</w:t>
      </w:r>
    </w:p>
    <w:p w:rsidR="00895AD2" w:rsidRDefault="00895AD2" w:rsidP="00895AD2">
      <w:r>
        <w:t>255.5729</w:t>
      </w:r>
      <w:r>
        <w:tab/>
        <w:t>1.013e0</w:t>
      </w:r>
    </w:p>
    <w:p w:rsidR="00895AD2" w:rsidRDefault="00895AD2" w:rsidP="00895AD2">
      <w:r>
        <w:t>255.6271</w:t>
      </w:r>
      <w:r>
        <w:tab/>
        <w:t>1.013e0</w:t>
      </w:r>
    </w:p>
    <w:p w:rsidR="00895AD2" w:rsidRDefault="00895AD2" w:rsidP="00895AD2">
      <w:r>
        <w:t>255.6695</w:t>
      </w:r>
      <w:r>
        <w:tab/>
        <w:t>1.013e0</w:t>
      </w:r>
    </w:p>
    <w:p w:rsidR="00895AD2" w:rsidRDefault="00895AD2" w:rsidP="00895AD2">
      <w:r>
        <w:t>255.7249</w:t>
      </w:r>
      <w:r>
        <w:tab/>
        <w:t>1.013e0</w:t>
      </w:r>
    </w:p>
    <w:p w:rsidR="00895AD2" w:rsidRDefault="00895AD2" w:rsidP="00895AD2">
      <w:r>
        <w:t>255.9040</w:t>
      </w:r>
      <w:r>
        <w:tab/>
        <w:t>2.025e0</w:t>
      </w:r>
    </w:p>
    <w:p w:rsidR="00895AD2" w:rsidRDefault="00895AD2" w:rsidP="00895AD2">
      <w:r>
        <w:t>256.0232</w:t>
      </w:r>
      <w:r>
        <w:tab/>
        <w:t>1.013e0</w:t>
      </w:r>
    </w:p>
    <w:p w:rsidR="00895AD2" w:rsidRDefault="00895AD2" w:rsidP="00895AD2">
      <w:r>
        <w:t>256.0735</w:t>
      </w:r>
      <w:r>
        <w:tab/>
        <w:t>1.013e0</w:t>
      </w:r>
    </w:p>
    <w:p w:rsidR="00895AD2" w:rsidRDefault="00895AD2" w:rsidP="00895AD2">
      <w:r>
        <w:t>256.1332</w:t>
      </w:r>
      <w:r>
        <w:tab/>
        <w:t>1.013e0</w:t>
      </w:r>
    </w:p>
    <w:p w:rsidR="00895AD2" w:rsidRDefault="00895AD2" w:rsidP="00895AD2">
      <w:r>
        <w:t>256.1672</w:t>
      </w:r>
      <w:r>
        <w:tab/>
        <w:t>3.038e0</w:t>
      </w:r>
    </w:p>
    <w:p w:rsidR="00895AD2" w:rsidRDefault="00895AD2" w:rsidP="00895AD2">
      <w:r>
        <w:t>256.2093</w:t>
      </w:r>
      <w:r>
        <w:tab/>
        <w:t>1.013e0</w:t>
      </w:r>
    </w:p>
    <w:p w:rsidR="00895AD2" w:rsidRDefault="00895AD2" w:rsidP="00895AD2">
      <w:r>
        <w:t>256.2392</w:t>
      </w:r>
      <w:r>
        <w:tab/>
        <w:t>1.013e0</w:t>
      </w:r>
    </w:p>
    <w:p w:rsidR="00895AD2" w:rsidRDefault="00895AD2" w:rsidP="00895AD2">
      <w:r>
        <w:t>256.3080</w:t>
      </w:r>
      <w:r>
        <w:tab/>
        <w:t>1.013e0</w:t>
      </w:r>
    </w:p>
    <w:p w:rsidR="00895AD2" w:rsidRDefault="00895AD2" w:rsidP="00895AD2">
      <w:r>
        <w:t>256.3466</w:t>
      </w:r>
      <w:r>
        <w:tab/>
        <w:t>1.013e0</w:t>
      </w:r>
    </w:p>
    <w:p w:rsidR="00895AD2" w:rsidRDefault="00895AD2" w:rsidP="00895AD2">
      <w:r>
        <w:t>256.4670</w:t>
      </w:r>
      <w:r>
        <w:tab/>
        <w:t>2.025e0</w:t>
      </w:r>
    </w:p>
    <w:p w:rsidR="00895AD2" w:rsidRDefault="00895AD2" w:rsidP="00895AD2">
      <w:r>
        <w:lastRenderedPageBreak/>
        <w:t>256.7416</w:t>
      </w:r>
      <w:r>
        <w:tab/>
        <w:t>2.025e0</w:t>
      </w:r>
    </w:p>
    <w:p w:rsidR="00895AD2" w:rsidRDefault="00895AD2" w:rsidP="00895AD2">
      <w:r>
        <w:t>256.8318</w:t>
      </w:r>
      <w:r>
        <w:tab/>
        <w:t>1.013e0</w:t>
      </w:r>
    </w:p>
    <w:p w:rsidR="00895AD2" w:rsidRDefault="00895AD2" w:rsidP="00895AD2">
      <w:r>
        <w:t>256.9803</w:t>
      </w:r>
      <w:r>
        <w:tab/>
        <w:t>2.025e0</w:t>
      </w:r>
    </w:p>
    <w:p w:rsidR="00895AD2" w:rsidRDefault="00895AD2" w:rsidP="00895AD2">
      <w:r>
        <w:t>257.0184</w:t>
      </w:r>
      <w:r>
        <w:tab/>
        <w:t>1.013e0</w:t>
      </w:r>
    </w:p>
    <w:p w:rsidR="00895AD2" w:rsidRDefault="00895AD2" w:rsidP="00895AD2">
      <w:r>
        <w:t>257.0479</w:t>
      </w:r>
      <w:r>
        <w:tab/>
        <w:t>1.013e0</w:t>
      </w:r>
    </w:p>
    <w:p w:rsidR="00895AD2" w:rsidRDefault="00895AD2" w:rsidP="00895AD2">
      <w:r>
        <w:t>257.0889</w:t>
      </w:r>
      <w:r>
        <w:tab/>
        <w:t>2.025e0</w:t>
      </w:r>
    </w:p>
    <w:p w:rsidR="00895AD2" w:rsidRDefault="00895AD2" w:rsidP="00895AD2">
      <w:r>
        <w:t>257.1672</w:t>
      </w:r>
      <w:r>
        <w:tab/>
        <w:t>2.025e0</w:t>
      </w:r>
    </w:p>
    <w:p w:rsidR="00895AD2" w:rsidRDefault="00895AD2" w:rsidP="00895AD2">
      <w:r>
        <w:t>257.2234</w:t>
      </w:r>
      <w:r>
        <w:tab/>
        <w:t>1.013e0</w:t>
      </w:r>
    </w:p>
    <w:p w:rsidR="00895AD2" w:rsidRDefault="00895AD2" w:rsidP="00895AD2">
      <w:r>
        <w:t>257.3045</w:t>
      </w:r>
      <w:r>
        <w:tab/>
        <w:t>1.013e0</w:t>
      </w:r>
    </w:p>
    <w:p w:rsidR="00895AD2" w:rsidRDefault="00895AD2" w:rsidP="00895AD2">
      <w:r>
        <w:t>257.4022</w:t>
      </w:r>
      <w:r>
        <w:tab/>
        <w:t>1.013e0</w:t>
      </w:r>
    </w:p>
    <w:p w:rsidR="00895AD2" w:rsidRDefault="00895AD2" w:rsidP="00895AD2">
      <w:r>
        <w:t>257.6349</w:t>
      </w:r>
      <w:r>
        <w:tab/>
        <w:t>2.025e0</w:t>
      </w:r>
    </w:p>
    <w:p w:rsidR="00895AD2" w:rsidRDefault="00895AD2" w:rsidP="00895AD2">
      <w:r>
        <w:t>257.8628</w:t>
      </w:r>
      <w:r>
        <w:tab/>
        <w:t>2.025e0</w:t>
      </w:r>
    </w:p>
    <w:p w:rsidR="00895AD2" w:rsidRDefault="00895AD2" w:rsidP="00895AD2">
      <w:r>
        <w:t>257.8967</w:t>
      </w:r>
      <w:r>
        <w:tab/>
        <w:t>1.013e0</w:t>
      </w:r>
    </w:p>
    <w:p w:rsidR="00895AD2" w:rsidRDefault="00895AD2" w:rsidP="00895AD2">
      <w:r>
        <w:t>257.9530</w:t>
      </w:r>
      <w:r>
        <w:tab/>
        <w:t>1.013e0</w:t>
      </w:r>
    </w:p>
    <w:p w:rsidR="00895AD2" w:rsidRDefault="00895AD2" w:rsidP="00895AD2">
      <w:r>
        <w:t>257.9875</w:t>
      </w:r>
      <w:r>
        <w:tab/>
        <w:t>1.013e0</w:t>
      </w:r>
    </w:p>
    <w:p w:rsidR="00895AD2" w:rsidRDefault="00895AD2" w:rsidP="00895AD2">
      <w:r>
        <w:t>258.0687</w:t>
      </w:r>
      <w:r>
        <w:tab/>
        <w:t>1.013e0</w:t>
      </w:r>
    </w:p>
    <w:p w:rsidR="00895AD2" w:rsidRDefault="00895AD2" w:rsidP="00895AD2">
      <w:r>
        <w:t>258.1403</w:t>
      </w:r>
      <w:r>
        <w:tab/>
        <w:t>2.025e0</w:t>
      </w:r>
    </w:p>
    <w:p w:rsidR="00895AD2" w:rsidRDefault="00895AD2" w:rsidP="00895AD2">
      <w:r>
        <w:t>258.5893</w:t>
      </w:r>
      <w:r>
        <w:tab/>
        <w:t>1.013e0</w:t>
      </w:r>
    </w:p>
    <w:p w:rsidR="00895AD2" w:rsidRDefault="00895AD2" w:rsidP="00895AD2">
      <w:r>
        <w:t>258.6437</w:t>
      </w:r>
      <w:r>
        <w:tab/>
        <w:t>1.013e0</w:t>
      </w:r>
    </w:p>
    <w:p w:rsidR="00895AD2" w:rsidRDefault="00895AD2" w:rsidP="00895AD2">
      <w:r>
        <w:lastRenderedPageBreak/>
        <w:t>258.7089</w:t>
      </w:r>
      <w:r>
        <w:tab/>
        <w:t>1.013e0</w:t>
      </w:r>
    </w:p>
    <w:p w:rsidR="00895AD2" w:rsidRDefault="00895AD2" w:rsidP="00895AD2">
      <w:r>
        <w:t>258.7979</w:t>
      </w:r>
      <w:r>
        <w:tab/>
        <w:t>1.013e0</w:t>
      </w:r>
    </w:p>
    <w:p w:rsidR="00895AD2" w:rsidRDefault="00895AD2" w:rsidP="00895AD2">
      <w:r>
        <w:t>258.8285</w:t>
      </w:r>
      <w:r>
        <w:tab/>
        <w:t>1.013e0</w:t>
      </w:r>
    </w:p>
    <w:p w:rsidR="00895AD2" w:rsidRDefault="00895AD2" w:rsidP="00895AD2">
      <w:r>
        <w:t>258.9694</w:t>
      </w:r>
      <w:r>
        <w:tab/>
        <w:t>1.013e0</w:t>
      </w:r>
    </w:p>
    <w:p w:rsidR="00895AD2" w:rsidRDefault="00895AD2" w:rsidP="00895AD2">
      <w:r>
        <w:t>259.0174</w:t>
      </w:r>
      <w:r>
        <w:tab/>
        <w:t>1.013e0</w:t>
      </w:r>
    </w:p>
    <w:p w:rsidR="00895AD2" w:rsidRDefault="00895AD2" w:rsidP="00895AD2">
      <w:r>
        <w:t>259.0576</w:t>
      </w:r>
      <w:r>
        <w:tab/>
        <w:t>7.089e0</w:t>
      </w:r>
    </w:p>
    <w:p w:rsidR="00895AD2" w:rsidRDefault="00895AD2" w:rsidP="00895AD2">
      <w:r>
        <w:t>259.1449</w:t>
      </w:r>
      <w:r>
        <w:tab/>
        <w:t>1.013e0</w:t>
      </w:r>
    </w:p>
    <w:p w:rsidR="00895AD2" w:rsidRDefault="00895AD2" w:rsidP="00895AD2">
      <w:r>
        <w:t>259.3012</w:t>
      </w:r>
      <w:r>
        <w:tab/>
        <w:t>2.025e0</w:t>
      </w:r>
    </w:p>
    <w:p w:rsidR="00895AD2" w:rsidRDefault="00895AD2" w:rsidP="00895AD2">
      <w:r>
        <w:t>259.5732</w:t>
      </w:r>
      <w:r>
        <w:tab/>
        <w:t>1.013e0</w:t>
      </w:r>
    </w:p>
    <w:p w:rsidR="00895AD2" w:rsidRDefault="00895AD2" w:rsidP="00895AD2">
      <w:r>
        <w:t>259.6707</w:t>
      </w:r>
      <w:r>
        <w:tab/>
        <w:t>1.013e0</w:t>
      </w:r>
    </w:p>
    <w:p w:rsidR="00895AD2" w:rsidRDefault="00895AD2" w:rsidP="00895AD2">
      <w:r>
        <w:t>259.9931</w:t>
      </w:r>
      <w:r>
        <w:tab/>
        <w:t>1.013e0</w:t>
      </w:r>
    </w:p>
    <w:p w:rsidR="00895AD2" w:rsidRDefault="00895AD2" w:rsidP="00895AD2">
      <w:r>
        <w:t>260.0268</w:t>
      </w:r>
      <w:r>
        <w:tab/>
        <w:t>1.013e0</w:t>
      </w:r>
    </w:p>
    <w:p w:rsidR="00895AD2" w:rsidRDefault="00895AD2" w:rsidP="00895AD2">
      <w:r>
        <w:t>260.0907</w:t>
      </w:r>
      <w:r>
        <w:tab/>
        <w:t>2.025e0</w:t>
      </w:r>
    </w:p>
    <w:p w:rsidR="00895AD2" w:rsidRDefault="00895AD2" w:rsidP="00895AD2">
      <w:r>
        <w:t>260.1578</w:t>
      </w:r>
      <w:r>
        <w:tab/>
        <w:t>2.025e0</w:t>
      </w:r>
    </w:p>
    <w:p w:rsidR="00895AD2" w:rsidRDefault="00895AD2" w:rsidP="00895AD2">
      <w:r>
        <w:t>260.2146</w:t>
      </w:r>
      <w:r>
        <w:tab/>
        <w:t>1.013e0</w:t>
      </w:r>
    </w:p>
    <w:p w:rsidR="00895AD2" w:rsidRDefault="00895AD2" w:rsidP="00895AD2">
      <w:r>
        <w:t>260.5037</w:t>
      </w:r>
      <w:r>
        <w:tab/>
        <w:t>1.013e0</w:t>
      </w:r>
    </w:p>
    <w:p w:rsidR="00895AD2" w:rsidRDefault="00895AD2" w:rsidP="00895AD2">
      <w:r>
        <w:t>260.5376</w:t>
      </w:r>
      <w:r>
        <w:tab/>
        <w:t>1.013e0</w:t>
      </w:r>
    </w:p>
    <w:p w:rsidR="00895AD2" w:rsidRDefault="00895AD2" w:rsidP="00895AD2">
      <w:r>
        <w:t>260.5928</w:t>
      </w:r>
      <w:r>
        <w:tab/>
        <w:t>1.013e0</w:t>
      </w:r>
    </w:p>
    <w:p w:rsidR="00895AD2" w:rsidRDefault="00895AD2" w:rsidP="00895AD2">
      <w:r>
        <w:t>260.7165</w:t>
      </w:r>
      <w:r>
        <w:tab/>
        <w:t>1.013e0</w:t>
      </w:r>
    </w:p>
    <w:p w:rsidR="00895AD2" w:rsidRDefault="00895AD2" w:rsidP="00895AD2">
      <w:r>
        <w:lastRenderedPageBreak/>
        <w:t>261.0018</w:t>
      </w:r>
      <w:r>
        <w:tab/>
        <w:t>1.253e1</w:t>
      </w:r>
    </w:p>
    <w:p w:rsidR="00895AD2" w:rsidRDefault="00895AD2" w:rsidP="00895AD2">
      <w:r>
        <w:t>261.1217</w:t>
      </w:r>
      <w:r>
        <w:tab/>
        <w:t>1.013e0</w:t>
      </w:r>
    </w:p>
    <w:p w:rsidR="00895AD2" w:rsidRDefault="00895AD2" w:rsidP="00895AD2">
      <w:r>
        <w:t>261.1723</w:t>
      </w:r>
      <w:r>
        <w:tab/>
        <w:t>2.025e0</w:t>
      </w:r>
    </w:p>
    <w:p w:rsidR="00895AD2" w:rsidRDefault="00895AD2" w:rsidP="00895AD2">
      <w:r>
        <w:t>261.2416</w:t>
      </w:r>
      <w:r>
        <w:tab/>
        <w:t>1.013e0</w:t>
      </w:r>
    </w:p>
    <w:p w:rsidR="00895AD2" w:rsidRDefault="00895AD2" w:rsidP="00895AD2">
      <w:r>
        <w:t>261.3615</w:t>
      </w:r>
      <w:r>
        <w:tab/>
        <w:t>1.013e0</w:t>
      </w:r>
    </w:p>
    <w:p w:rsidR="00895AD2" w:rsidRDefault="00895AD2" w:rsidP="00895AD2">
      <w:r>
        <w:t>261.4042</w:t>
      </w:r>
      <w:r>
        <w:tab/>
        <w:t>1.013e0</w:t>
      </w:r>
    </w:p>
    <w:p w:rsidR="00895AD2" w:rsidRDefault="00895AD2" w:rsidP="00895AD2">
      <w:r>
        <w:t>261.5955</w:t>
      </w:r>
      <w:r>
        <w:tab/>
        <w:t>2.025e0</w:t>
      </w:r>
    </w:p>
    <w:p w:rsidR="00895AD2" w:rsidRDefault="00895AD2" w:rsidP="00895AD2">
      <w:r>
        <w:t>261.8949</w:t>
      </w:r>
      <w:r>
        <w:tab/>
        <w:t>1.013e0</w:t>
      </w:r>
    </w:p>
    <w:p w:rsidR="00895AD2" w:rsidRDefault="00895AD2" w:rsidP="00895AD2">
      <w:r>
        <w:t>262.0109</w:t>
      </w:r>
      <w:r>
        <w:tab/>
        <w:t>1.013e0</w:t>
      </w:r>
    </w:p>
    <w:p w:rsidR="00895AD2" w:rsidRDefault="00895AD2" w:rsidP="00895AD2">
      <w:r>
        <w:t>262.1444</w:t>
      </w:r>
      <w:r>
        <w:tab/>
        <w:t>3.038e0</w:t>
      </w:r>
    </w:p>
    <w:p w:rsidR="00895AD2" w:rsidRDefault="00895AD2" w:rsidP="00895AD2">
      <w:r>
        <w:t>262.1929</w:t>
      </w:r>
      <w:r>
        <w:tab/>
        <w:t>3.038e0</w:t>
      </w:r>
    </w:p>
    <w:p w:rsidR="00895AD2" w:rsidRDefault="00895AD2" w:rsidP="00895AD2">
      <w:r>
        <w:t>262.3245</w:t>
      </w:r>
      <w:r>
        <w:tab/>
        <w:t>1.013e0</w:t>
      </w:r>
    </w:p>
    <w:p w:rsidR="00895AD2" w:rsidRDefault="00895AD2" w:rsidP="00895AD2">
      <w:r>
        <w:t>262.4536</w:t>
      </w:r>
      <w:r>
        <w:tab/>
        <w:t>1.013e0</w:t>
      </w:r>
    </w:p>
    <w:p w:rsidR="00895AD2" w:rsidRDefault="00895AD2" w:rsidP="00895AD2">
      <w:r>
        <w:t>262.4753</w:t>
      </w:r>
      <w:r>
        <w:tab/>
        <w:t>1.013e0</w:t>
      </w:r>
    </w:p>
    <w:p w:rsidR="00895AD2" w:rsidRDefault="00895AD2" w:rsidP="00895AD2">
      <w:r>
        <w:t>262.6518</w:t>
      </w:r>
      <w:r>
        <w:tab/>
        <w:t>2.025e0</w:t>
      </w:r>
    </w:p>
    <w:p w:rsidR="00895AD2" w:rsidRDefault="00895AD2" w:rsidP="00895AD2">
      <w:r>
        <w:t>262.7382</w:t>
      </w:r>
      <w:r>
        <w:tab/>
        <w:t>1.013e0</w:t>
      </w:r>
    </w:p>
    <w:p w:rsidR="00895AD2" w:rsidRDefault="00895AD2" w:rsidP="00895AD2">
      <w:r>
        <w:t>262.8156</w:t>
      </w:r>
      <w:r>
        <w:tab/>
        <w:t>2.025e0</w:t>
      </w:r>
    </w:p>
    <w:p w:rsidR="00895AD2" w:rsidRDefault="00895AD2" w:rsidP="00895AD2">
      <w:r>
        <w:t>262.9812</w:t>
      </w:r>
      <w:r>
        <w:tab/>
        <w:t>6.076e0</w:t>
      </w:r>
    </w:p>
    <w:p w:rsidR="00895AD2" w:rsidRDefault="00895AD2" w:rsidP="00895AD2">
      <w:r>
        <w:t>263.0133</w:t>
      </w:r>
      <w:r>
        <w:tab/>
        <w:t>2.025e0</w:t>
      </w:r>
    </w:p>
    <w:p w:rsidR="00895AD2" w:rsidRDefault="00895AD2" w:rsidP="00895AD2">
      <w:r>
        <w:lastRenderedPageBreak/>
        <w:t>263.0480</w:t>
      </w:r>
      <w:r>
        <w:tab/>
        <w:t>1.013e0</w:t>
      </w:r>
    </w:p>
    <w:p w:rsidR="00895AD2" w:rsidRDefault="00895AD2" w:rsidP="00895AD2">
      <w:r>
        <w:t>263.0975</w:t>
      </w:r>
      <w:r>
        <w:tab/>
        <w:t>4.350e0</w:t>
      </w:r>
    </w:p>
    <w:p w:rsidR="00895AD2" w:rsidRDefault="00895AD2" w:rsidP="00895AD2">
      <w:r>
        <w:t>263.1339</w:t>
      </w:r>
      <w:r>
        <w:tab/>
        <w:t>1.013e0</w:t>
      </w:r>
    </w:p>
    <w:p w:rsidR="00895AD2" w:rsidRDefault="00895AD2" w:rsidP="00895AD2">
      <w:r>
        <w:t>263.1680</w:t>
      </w:r>
      <w:r>
        <w:tab/>
        <w:t>1.013e0</w:t>
      </w:r>
    </w:p>
    <w:p w:rsidR="00895AD2" w:rsidRDefault="00895AD2" w:rsidP="00895AD2">
      <w:r>
        <w:t>263.1949</w:t>
      </w:r>
      <w:r>
        <w:tab/>
        <w:t>1.013e0</w:t>
      </w:r>
    </w:p>
    <w:p w:rsidR="00895AD2" w:rsidRDefault="00895AD2" w:rsidP="00895AD2">
      <w:r>
        <w:t>263.5916</w:t>
      </w:r>
      <w:r>
        <w:tab/>
        <w:t>1.013e0</w:t>
      </w:r>
    </w:p>
    <w:p w:rsidR="00895AD2" w:rsidRDefault="00895AD2" w:rsidP="00895AD2">
      <w:r>
        <w:t>263.6498</w:t>
      </w:r>
      <w:r>
        <w:tab/>
        <w:t>2.025e0</w:t>
      </w:r>
    </w:p>
    <w:p w:rsidR="00895AD2" w:rsidRDefault="00895AD2" w:rsidP="00895AD2">
      <w:r>
        <w:t>263.8987</w:t>
      </w:r>
      <w:r>
        <w:tab/>
        <w:t>1.013e0</w:t>
      </w:r>
    </w:p>
    <w:p w:rsidR="00895AD2" w:rsidRDefault="00895AD2" w:rsidP="00895AD2">
      <w:r>
        <w:t>263.9692</w:t>
      </w:r>
      <w:r>
        <w:tab/>
        <w:t>3.038e0</w:t>
      </w:r>
    </w:p>
    <w:p w:rsidR="00895AD2" w:rsidRDefault="00895AD2" w:rsidP="00895AD2">
      <w:r>
        <w:t>264.0012</w:t>
      </w:r>
      <w:r>
        <w:tab/>
        <w:t>1.013e0</w:t>
      </w:r>
    </w:p>
    <w:p w:rsidR="00895AD2" w:rsidRDefault="00895AD2" w:rsidP="00895AD2">
      <w:r>
        <w:t>264.0402</w:t>
      </w:r>
      <w:r>
        <w:tab/>
        <w:t>1.013e0</w:t>
      </w:r>
    </w:p>
    <w:p w:rsidR="00895AD2" w:rsidRDefault="00895AD2" w:rsidP="00895AD2">
      <w:r>
        <w:t>264.1998</w:t>
      </w:r>
      <w:r>
        <w:tab/>
        <w:t>3.038e0</w:t>
      </w:r>
    </w:p>
    <w:p w:rsidR="00895AD2" w:rsidRDefault="00895AD2" w:rsidP="00895AD2">
      <w:r>
        <w:t>264.3177</w:t>
      </w:r>
      <w:r>
        <w:tab/>
        <w:t>1.013e0</w:t>
      </w:r>
    </w:p>
    <w:p w:rsidR="00895AD2" w:rsidRDefault="00895AD2" w:rsidP="00895AD2">
      <w:r>
        <w:t>264.4032</w:t>
      </w:r>
      <w:r>
        <w:tab/>
        <w:t>1.013e0</w:t>
      </w:r>
    </w:p>
    <w:p w:rsidR="00895AD2" w:rsidRDefault="00895AD2" w:rsidP="00895AD2">
      <w:r>
        <w:t>264.7144</w:t>
      </w:r>
      <w:r>
        <w:tab/>
        <w:t>1.013e0</w:t>
      </w:r>
    </w:p>
    <w:p w:rsidR="00895AD2" w:rsidRDefault="00895AD2" w:rsidP="00895AD2">
      <w:r>
        <w:t>264.7711</w:t>
      </w:r>
      <w:r>
        <w:tab/>
        <w:t>1.013e0</w:t>
      </w:r>
    </w:p>
    <w:p w:rsidR="00895AD2" w:rsidRDefault="00895AD2" w:rsidP="00895AD2">
      <w:r>
        <w:t>264.9738</w:t>
      </w:r>
      <w:r>
        <w:tab/>
        <w:t>1.618e1</w:t>
      </w:r>
    </w:p>
    <w:p w:rsidR="00895AD2" w:rsidRDefault="00895AD2" w:rsidP="00895AD2">
      <w:r>
        <w:t>265.1411</w:t>
      </w:r>
      <w:r>
        <w:tab/>
        <w:t>2.025e0</w:t>
      </w:r>
    </w:p>
    <w:p w:rsidR="00895AD2" w:rsidRDefault="00895AD2" w:rsidP="00895AD2">
      <w:r>
        <w:t>265.1860</w:t>
      </w:r>
      <w:r>
        <w:tab/>
        <w:t>1.013e0</w:t>
      </w:r>
    </w:p>
    <w:p w:rsidR="00895AD2" w:rsidRDefault="00895AD2" w:rsidP="00895AD2">
      <w:r>
        <w:lastRenderedPageBreak/>
        <w:t>265.3601</w:t>
      </w:r>
      <w:r>
        <w:tab/>
        <w:t>1.013e0</w:t>
      </w:r>
    </w:p>
    <w:p w:rsidR="00895AD2" w:rsidRDefault="00895AD2" w:rsidP="00895AD2">
      <w:r>
        <w:t>265.4726</w:t>
      </w:r>
      <w:r>
        <w:tab/>
        <w:t>1.013e0</w:t>
      </w:r>
    </w:p>
    <w:p w:rsidR="00895AD2" w:rsidRDefault="00895AD2" w:rsidP="00895AD2">
      <w:r>
        <w:t>265.6891</w:t>
      </w:r>
      <w:r>
        <w:tab/>
        <w:t>1.013e0</w:t>
      </w:r>
    </w:p>
    <w:p w:rsidR="00895AD2" w:rsidRDefault="00895AD2" w:rsidP="00895AD2">
      <w:r>
        <w:t>265.7971</w:t>
      </w:r>
      <w:r>
        <w:tab/>
        <w:t>1.013e0</w:t>
      </w:r>
    </w:p>
    <w:p w:rsidR="00895AD2" w:rsidRDefault="00895AD2" w:rsidP="00895AD2">
      <w:r>
        <w:t>265.8448</w:t>
      </w:r>
      <w:r>
        <w:tab/>
        <w:t>1.013e0</w:t>
      </w:r>
    </w:p>
    <w:p w:rsidR="00895AD2" w:rsidRDefault="00895AD2" w:rsidP="00895AD2">
      <w:r>
        <w:t>265.9395</w:t>
      </w:r>
      <w:r>
        <w:tab/>
        <w:t>1.013e0</w:t>
      </w:r>
    </w:p>
    <w:p w:rsidR="00895AD2" w:rsidRDefault="00895AD2" w:rsidP="00895AD2">
      <w:r>
        <w:t>265.9654</w:t>
      </w:r>
      <w:r>
        <w:tab/>
        <w:t>1.013e0</w:t>
      </w:r>
    </w:p>
    <w:p w:rsidR="00895AD2" w:rsidRDefault="00895AD2" w:rsidP="00895AD2">
      <w:r>
        <w:t>266.0229</w:t>
      </w:r>
      <w:r>
        <w:tab/>
        <w:t>1.013e0</w:t>
      </w:r>
    </w:p>
    <w:p w:rsidR="00895AD2" w:rsidRDefault="00895AD2" w:rsidP="00895AD2">
      <w:r>
        <w:t>266.0740</w:t>
      </w:r>
      <w:r>
        <w:tab/>
        <w:t>1.013e0</w:t>
      </w:r>
    </w:p>
    <w:p w:rsidR="00895AD2" w:rsidRDefault="00895AD2" w:rsidP="00895AD2">
      <w:r>
        <w:t>266.1417</w:t>
      </w:r>
      <w:r>
        <w:tab/>
        <w:t>2.025e0</w:t>
      </w:r>
    </w:p>
    <w:p w:rsidR="00895AD2" w:rsidRDefault="00895AD2" w:rsidP="00895AD2">
      <w:r>
        <w:t>266.1785</w:t>
      </w:r>
      <w:r>
        <w:tab/>
        <w:t>1.013e0</w:t>
      </w:r>
    </w:p>
    <w:p w:rsidR="00895AD2" w:rsidRDefault="00895AD2" w:rsidP="00895AD2">
      <w:r>
        <w:t>266.2047</w:t>
      </w:r>
      <w:r>
        <w:tab/>
        <w:t>1.013e0</w:t>
      </w:r>
    </w:p>
    <w:p w:rsidR="00895AD2" w:rsidRDefault="00895AD2" w:rsidP="00895AD2">
      <w:r>
        <w:t>266.3608</w:t>
      </w:r>
      <w:r>
        <w:tab/>
        <w:t>1.013e0</w:t>
      </w:r>
    </w:p>
    <w:p w:rsidR="00895AD2" w:rsidRDefault="00895AD2" w:rsidP="00895AD2">
      <w:r>
        <w:t>266.3916</w:t>
      </w:r>
      <w:r>
        <w:tab/>
        <w:t>1.013e0</w:t>
      </w:r>
    </w:p>
    <w:p w:rsidR="00895AD2" w:rsidRDefault="00895AD2" w:rsidP="00895AD2">
      <w:r>
        <w:t>266.4482</w:t>
      </w:r>
      <w:r>
        <w:tab/>
        <w:t>2.025e0</w:t>
      </w:r>
    </w:p>
    <w:p w:rsidR="00895AD2" w:rsidRDefault="00895AD2" w:rsidP="00895AD2">
      <w:r>
        <w:t>266.5637</w:t>
      </w:r>
      <w:r>
        <w:tab/>
        <w:t>1.013e0</w:t>
      </w:r>
    </w:p>
    <w:p w:rsidR="00895AD2" w:rsidRDefault="00895AD2" w:rsidP="00895AD2">
      <w:r>
        <w:t>266.7763</w:t>
      </w:r>
      <w:r>
        <w:tab/>
        <w:t>1.013e0</w:t>
      </w:r>
    </w:p>
    <w:p w:rsidR="00895AD2" w:rsidRDefault="00895AD2" w:rsidP="00895AD2">
      <w:r>
        <w:t>266.8246</w:t>
      </w:r>
      <w:r>
        <w:tab/>
        <w:t>1.013e0</w:t>
      </w:r>
    </w:p>
    <w:p w:rsidR="00895AD2" w:rsidRDefault="00895AD2" w:rsidP="00895AD2">
      <w:r>
        <w:t>266.9467</w:t>
      </w:r>
      <w:r>
        <w:tab/>
        <w:t>1.013e0</w:t>
      </w:r>
    </w:p>
    <w:p w:rsidR="00895AD2" w:rsidRDefault="00895AD2" w:rsidP="00895AD2">
      <w:r>
        <w:lastRenderedPageBreak/>
        <w:t>266.9781</w:t>
      </w:r>
      <w:r>
        <w:tab/>
        <w:t>2.025e0</w:t>
      </w:r>
    </w:p>
    <w:p w:rsidR="00895AD2" w:rsidRDefault="00895AD2" w:rsidP="00895AD2">
      <w:r>
        <w:t>267.0245</w:t>
      </w:r>
      <w:r>
        <w:tab/>
        <w:t>1.013e0</w:t>
      </w:r>
    </w:p>
    <w:p w:rsidR="00895AD2" w:rsidRDefault="00895AD2" w:rsidP="00895AD2">
      <w:r>
        <w:t>267.1153</w:t>
      </w:r>
      <w:r>
        <w:tab/>
        <w:t>1.013e0</w:t>
      </w:r>
    </w:p>
    <w:p w:rsidR="00895AD2" w:rsidRDefault="00895AD2" w:rsidP="00895AD2">
      <w:r>
        <w:t>267.1602</w:t>
      </w:r>
      <w:r>
        <w:tab/>
        <w:t>5.063e0</w:t>
      </w:r>
    </w:p>
    <w:p w:rsidR="00895AD2" w:rsidRDefault="00895AD2" w:rsidP="00895AD2">
      <w:r>
        <w:t>267.3586</w:t>
      </w:r>
      <w:r>
        <w:tab/>
        <w:t>1.013e0</w:t>
      </w:r>
    </w:p>
    <w:p w:rsidR="00895AD2" w:rsidRDefault="00895AD2" w:rsidP="00895AD2">
      <w:r>
        <w:t>267.5100</w:t>
      </w:r>
      <w:r>
        <w:tab/>
        <w:t>1.013e0</w:t>
      </w:r>
    </w:p>
    <w:p w:rsidR="00895AD2" w:rsidRDefault="00895AD2" w:rsidP="00895AD2">
      <w:r>
        <w:t>267.6149</w:t>
      </w:r>
      <w:r>
        <w:tab/>
        <w:t>1.013e0</w:t>
      </w:r>
    </w:p>
    <w:p w:rsidR="00895AD2" w:rsidRDefault="00895AD2" w:rsidP="00895AD2">
      <w:r>
        <w:t>267.8140</w:t>
      </w:r>
      <w:r>
        <w:tab/>
        <w:t>3.038e0</w:t>
      </w:r>
    </w:p>
    <w:p w:rsidR="00895AD2" w:rsidRDefault="00895AD2" w:rsidP="00895AD2">
      <w:r>
        <w:t>267.8593</w:t>
      </w:r>
      <w:r>
        <w:tab/>
        <w:t>1.013e0</w:t>
      </w:r>
    </w:p>
    <w:p w:rsidR="00895AD2" w:rsidRDefault="00895AD2" w:rsidP="00895AD2">
      <w:r>
        <w:t>268.0110</w:t>
      </w:r>
      <w:r>
        <w:tab/>
        <w:t>1.013e0</w:t>
      </w:r>
    </w:p>
    <w:p w:rsidR="00895AD2" w:rsidRDefault="00895AD2" w:rsidP="00895AD2">
      <w:r>
        <w:t>268.1107</w:t>
      </w:r>
      <w:r>
        <w:tab/>
        <w:t>3.038e0</w:t>
      </w:r>
    </w:p>
    <w:p w:rsidR="00895AD2" w:rsidRDefault="00895AD2" w:rsidP="00895AD2">
      <w:r>
        <w:t>268.1530</w:t>
      </w:r>
      <w:r>
        <w:tab/>
        <w:t>4.051e0</w:t>
      </w:r>
    </w:p>
    <w:p w:rsidR="00895AD2" w:rsidRDefault="00895AD2" w:rsidP="00895AD2">
      <w:r>
        <w:t>268.2166</w:t>
      </w:r>
      <w:r>
        <w:tab/>
        <w:t>1.013e0</w:t>
      </w:r>
    </w:p>
    <w:p w:rsidR="00895AD2" w:rsidRDefault="00895AD2" w:rsidP="00895AD2">
      <w:r>
        <w:t>268.2615</w:t>
      </w:r>
      <w:r>
        <w:tab/>
        <w:t>2.025e0</w:t>
      </w:r>
    </w:p>
    <w:p w:rsidR="00895AD2" w:rsidRDefault="00895AD2" w:rsidP="00895AD2">
      <w:r>
        <w:t>268.3155</w:t>
      </w:r>
      <w:r>
        <w:tab/>
        <w:t>1.013e0</w:t>
      </w:r>
    </w:p>
    <w:p w:rsidR="00895AD2" w:rsidRDefault="00895AD2" w:rsidP="00895AD2">
      <w:r>
        <w:t>268.4155</w:t>
      </w:r>
      <w:r>
        <w:tab/>
        <w:t>2.025e0</w:t>
      </w:r>
    </w:p>
    <w:p w:rsidR="00895AD2" w:rsidRDefault="00895AD2" w:rsidP="00895AD2">
      <w:r>
        <w:t>268.5797</w:t>
      </w:r>
      <w:r>
        <w:tab/>
        <w:t>2.025e0</w:t>
      </w:r>
    </w:p>
    <w:p w:rsidR="00895AD2" w:rsidRDefault="00895AD2" w:rsidP="00895AD2">
      <w:r>
        <w:t>268.7424</w:t>
      </w:r>
      <w:r>
        <w:tab/>
        <w:t>2.025e0</w:t>
      </w:r>
    </w:p>
    <w:p w:rsidR="00895AD2" w:rsidRDefault="00895AD2" w:rsidP="00895AD2">
      <w:r>
        <w:t>268.7860</w:t>
      </w:r>
      <w:r>
        <w:tab/>
        <w:t>1.013e0</w:t>
      </w:r>
    </w:p>
    <w:p w:rsidR="00895AD2" w:rsidRDefault="00895AD2" w:rsidP="00895AD2">
      <w:r>
        <w:lastRenderedPageBreak/>
        <w:t>268.8653</w:t>
      </w:r>
      <w:r>
        <w:tab/>
        <w:t>1.013e0</w:t>
      </w:r>
    </w:p>
    <w:p w:rsidR="00895AD2" w:rsidRDefault="00895AD2" w:rsidP="00895AD2">
      <w:r>
        <w:t>268.9248</w:t>
      </w:r>
      <w:r>
        <w:tab/>
        <w:t>1.013e0</w:t>
      </w:r>
    </w:p>
    <w:p w:rsidR="00895AD2" w:rsidRDefault="00895AD2" w:rsidP="00895AD2">
      <w:r>
        <w:t>269.0523</w:t>
      </w:r>
      <w:r>
        <w:tab/>
        <w:t>1.013e0</w:t>
      </w:r>
    </w:p>
    <w:p w:rsidR="00895AD2" w:rsidRDefault="00895AD2" w:rsidP="00895AD2">
      <w:r>
        <w:t>269.0843</w:t>
      </w:r>
      <w:r>
        <w:tab/>
        <w:t>2.025e0</w:t>
      </w:r>
    </w:p>
    <w:p w:rsidR="00895AD2" w:rsidRDefault="00895AD2" w:rsidP="00895AD2">
      <w:r>
        <w:t>269.1521</w:t>
      </w:r>
      <w:r>
        <w:tab/>
        <w:t>2.025e0</w:t>
      </w:r>
    </w:p>
    <w:p w:rsidR="00895AD2" w:rsidRDefault="00895AD2" w:rsidP="00895AD2">
      <w:r>
        <w:t>269.1778</w:t>
      </w:r>
      <w:r>
        <w:tab/>
        <w:t>1.013e0</w:t>
      </w:r>
    </w:p>
    <w:p w:rsidR="00895AD2" w:rsidRDefault="00895AD2" w:rsidP="00895AD2">
      <w:r>
        <w:t>269.2476</w:t>
      </w:r>
      <w:r>
        <w:tab/>
        <w:t>3.038e0</w:t>
      </w:r>
    </w:p>
    <w:p w:rsidR="00895AD2" w:rsidRDefault="00895AD2" w:rsidP="00895AD2">
      <w:r>
        <w:t>269.4490</w:t>
      </w:r>
      <w:r>
        <w:tab/>
        <w:t>1.013e0</w:t>
      </w:r>
    </w:p>
    <w:p w:rsidR="00895AD2" w:rsidRDefault="00895AD2" w:rsidP="00895AD2">
      <w:r>
        <w:t>269.5403</w:t>
      </w:r>
      <w:r>
        <w:tab/>
        <w:t>1.013e0</w:t>
      </w:r>
    </w:p>
    <w:p w:rsidR="00895AD2" w:rsidRDefault="00895AD2" w:rsidP="00895AD2">
      <w:r>
        <w:t>269.6049</w:t>
      </w:r>
      <w:r>
        <w:tab/>
        <w:t>1.013e0</w:t>
      </w:r>
    </w:p>
    <w:p w:rsidR="00895AD2" w:rsidRDefault="00895AD2" w:rsidP="00895AD2">
      <w:r>
        <w:t>269.6546</w:t>
      </w:r>
      <w:r>
        <w:tab/>
        <w:t>1.013e0</w:t>
      </w:r>
    </w:p>
    <w:p w:rsidR="00895AD2" w:rsidRDefault="00895AD2" w:rsidP="00895AD2">
      <w:r>
        <w:t>269.8354</w:t>
      </w:r>
      <w:r>
        <w:tab/>
        <w:t>2.025e0</w:t>
      </w:r>
    </w:p>
    <w:p w:rsidR="00895AD2" w:rsidRDefault="00895AD2" w:rsidP="00895AD2">
      <w:r>
        <w:t>270.0248</w:t>
      </w:r>
      <w:r>
        <w:tab/>
        <w:t>2.025e0</w:t>
      </w:r>
    </w:p>
    <w:p w:rsidR="00895AD2" w:rsidRDefault="00895AD2" w:rsidP="00895AD2">
      <w:r>
        <w:t>270.0948</w:t>
      </w:r>
      <w:r>
        <w:tab/>
        <w:t>4.051e0</w:t>
      </w:r>
    </w:p>
    <w:p w:rsidR="00895AD2" w:rsidRDefault="00895AD2" w:rsidP="00895AD2">
      <w:r>
        <w:t>270.1936</w:t>
      </w:r>
      <w:r>
        <w:tab/>
        <w:t>2.025e0</w:t>
      </w:r>
    </w:p>
    <w:p w:rsidR="00895AD2" w:rsidRDefault="00895AD2" w:rsidP="00895AD2">
      <w:r>
        <w:t>270.2194</w:t>
      </w:r>
      <w:r>
        <w:tab/>
        <w:t>3.038e0</w:t>
      </w:r>
    </w:p>
    <w:p w:rsidR="00895AD2" w:rsidRDefault="00895AD2" w:rsidP="00895AD2">
      <w:r>
        <w:t>270.2915</w:t>
      </w:r>
      <w:r>
        <w:tab/>
        <w:t>1.013e0</w:t>
      </w:r>
    </w:p>
    <w:p w:rsidR="00895AD2" w:rsidRDefault="00895AD2" w:rsidP="00895AD2">
      <w:r>
        <w:t>270.4609</w:t>
      </w:r>
      <w:r>
        <w:tab/>
        <w:t>1.013e0</w:t>
      </w:r>
    </w:p>
    <w:p w:rsidR="00895AD2" w:rsidRDefault="00895AD2" w:rsidP="00895AD2">
      <w:r>
        <w:t>270.6902</w:t>
      </w:r>
      <w:r>
        <w:tab/>
        <w:t>1.013e0</w:t>
      </w:r>
    </w:p>
    <w:p w:rsidR="00895AD2" w:rsidRDefault="00895AD2" w:rsidP="00895AD2">
      <w:r>
        <w:lastRenderedPageBreak/>
        <w:t>271.0801</w:t>
      </w:r>
      <w:r>
        <w:tab/>
        <w:t>2.025e0</w:t>
      </w:r>
    </w:p>
    <w:p w:rsidR="00895AD2" w:rsidRDefault="00895AD2" w:rsidP="00895AD2">
      <w:r>
        <w:t>271.1114</w:t>
      </w:r>
      <w:r>
        <w:tab/>
        <w:t>2.025e0</w:t>
      </w:r>
    </w:p>
    <w:p w:rsidR="00895AD2" w:rsidRDefault="00895AD2" w:rsidP="00895AD2">
      <w:r>
        <w:t>271.2157</w:t>
      </w:r>
      <w:r>
        <w:tab/>
        <w:t>2.025e0</w:t>
      </w:r>
    </w:p>
    <w:p w:rsidR="00895AD2" w:rsidRDefault="00895AD2" w:rsidP="00895AD2">
      <w:r>
        <w:t>271.2646</w:t>
      </w:r>
      <w:r>
        <w:tab/>
        <w:t>2.025e0</w:t>
      </w:r>
    </w:p>
    <w:p w:rsidR="00895AD2" w:rsidRDefault="00895AD2" w:rsidP="00895AD2">
      <w:r>
        <w:t>271.5416</w:t>
      </w:r>
      <w:r>
        <w:tab/>
        <w:t>2.025e0</w:t>
      </w:r>
    </w:p>
    <w:p w:rsidR="00895AD2" w:rsidRDefault="00895AD2" w:rsidP="00895AD2">
      <w:r>
        <w:t>271.7693</w:t>
      </w:r>
      <w:r>
        <w:tab/>
        <w:t>1.013e0</w:t>
      </w:r>
    </w:p>
    <w:p w:rsidR="00895AD2" w:rsidRDefault="00895AD2" w:rsidP="00895AD2">
      <w:r>
        <w:t>271.7964</w:t>
      </w:r>
      <w:r>
        <w:tab/>
        <w:t>1.013e0</w:t>
      </w:r>
    </w:p>
    <w:p w:rsidR="00895AD2" w:rsidRDefault="00895AD2" w:rsidP="00895AD2">
      <w:r>
        <w:t>272.0027</w:t>
      </w:r>
      <w:r>
        <w:tab/>
        <w:t>1.013e0</w:t>
      </w:r>
    </w:p>
    <w:p w:rsidR="00895AD2" w:rsidRDefault="00895AD2" w:rsidP="00895AD2">
      <w:r>
        <w:t>272.0418</w:t>
      </w:r>
      <w:r>
        <w:tab/>
        <w:t>2.025e0</w:t>
      </w:r>
    </w:p>
    <w:p w:rsidR="00895AD2" w:rsidRDefault="00895AD2" w:rsidP="00895AD2">
      <w:r>
        <w:t>272.1349</w:t>
      </w:r>
      <w:r>
        <w:tab/>
        <w:t>3.038e0</w:t>
      </w:r>
    </w:p>
    <w:p w:rsidR="00895AD2" w:rsidRDefault="00895AD2" w:rsidP="00895AD2">
      <w:r>
        <w:t>272.1739</w:t>
      </w:r>
      <w:r>
        <w:tab/>
        <w:t>2.025e0</w:t>
      </w:r>
    </w:p>
    <w:p w:rsidR="00895AD2" w:rsidRDefault="00895AD2" w:rsidP="00895AD2">
      <w:r>
        <w:t>272.2838</w:t>
      </w:r>
      <w:r>
        <w:tab/>
        <w:t>3.038e0</w:t>
      </w:r>
    </w:p>
    <w:p w:rsidR="00895AD2" w:rsidRDefault="00895AD2" w:rsidP="00895AD2">
      <w:r>
        <w:t>272.5950</w:t>
      </w:r>
      <w:r>
        <w:tab/>
        <w:t>1.013e0</w:t>
      </w:r>
    </w:p>
    <w:p w:rsidR="00895AD2" w:rsidRDefault="00895AD2" w:rsidP="00895AD2">
      <w:r>
        <w:t>272.6341</w:t>
      </w:r>
      <w:r>
        <w:tab/>
        <w:t>2.025e0</w:t>
      </w:r>
    </w:p>
    <w:p w:rsidR="00895AD2" w:rsidRDefault="00895AD2" w:rsidP="00895AD2">
      <w:r>
        <w:t>272.7043</w:t>
      </w:r>
      <w:r>
        <w:tab/>
        <w:t>2.025e0</w:t>
      </w:r>
    </w:p>
    <w:p w:rsidR="00895AD2" w:rsidRDefault="00895AD2" w:rsidP="00895AD2">
      <w:r>
        <w:t>272.8488</w:t>
      </w:r>
      <w:r>
        <w:tab/>
        <w:t>1.013e0</w:t>
      </w:r>
    </w:p>
    <w:p w:rsidR="00895AD2" w:rsidRDefault="00895AD2" w:rsidP="00895AD2">
      <w:r>
        <w:t>272.9325</w:t>
      </w:r>
      <w:r>
        <w:tab/>
        <w:t>1.013e0</w:t>
      </w:r>
    </w:p>
    <w:p w:rsidR="00895AD2" w:rsidRDefault="00895AD2" w:rsidP="00895AD2">
      <w:r>
        <w:t>273.0017</w:t>
      </w:r>
      <w:r>
        <w:tab/>
        <w:t>3.038e0</w:t>
      </w:r>
    </w:p>
    <w:p w:rsidR="00895AD2" w:rsidRDefault="00895AD2" w:rsidP="00895AD2">
      <w:r>
        <w:t>273.0848</w:t>
      </w:r>
      <w:r>
        <w:tab/>
        <w:t>6.076e0</w:t>
      </w:r>
    </w:p>
    <w:p w:rsidR="00895AD2" w:rsidRDefault="00895AD2" w:rsidP="00895AD2">
      <w:r>
        <w:lastRenderedPageBreak/>
        <w:t>273.1653</w:t>
      </w:r>
      <w:r>
        <w:tab/>
        <w:t>4.210e0</w:t>
      </w:r>
    </w:p>
    <w:p w:rsidR="00895AD2" w:rsidRDefault="00895AD2" w:rsidP="00895AD2">
      <w:r>
        <w:t>273.2268</w:t>
      </w:r>
      <w:r>
        <w:tab/>
        <w:t>1.013e0</w:t>
      </w:r>
    </w:p>
    <w:p w:rsidR="00895AD2" w:rsidRDefault="00895AD2" w:rsidP="00895AD2">
      <w:r>
        <w:t>273.3401</w:t>
      </w:r>
      <w:r>
        <w:tab/>
        <w:t>1.013e0</w:t>
      </w:r>
    </w:p>
    <w:p w:rsidR="00895AD2" w:rsidRDefault="00895AD2" w:rsidP="00895AD2">
      <w:r>
        <w:t>273.4024</w:t>
      </w:r>
      <w:r>
        <w:tab/>
        <w:t>1.013e0</w:t>
      </w:r>
    </w:p>
    <w:p w:rsidR="00895AD2" w:rsidRDefault="00895AD2" w:rsidP="00895AD2">
      <w:r>
        <w:t>273.4611</w:t>
      </w:r>
      <w:r>
        <w:tab/>
        <w:t>2.025e0</w:t>
      </w:r>
    </w:p>
    <w:p w:rsidR="00895AD2" w:rsidRDefault="00895AD2" w:rsidP="00895AD2">
      <w:r>
        <w:t>273.5561</w:t>
      </w:r>
      <w:r>
        <w:tab/>
        <w:t>1.013e0</w:t>
      </w:r>
    </w:p>
    <w:p w:rsidR="00895AD2" w:rsidRDefault="00895AD2" w:rsidP="00895AD2">
      <w:r>
        <w:t>273.7768</w:t>
      </w:r>
      <w:r>
        <w:tab/>
        <w:t>1.013e0</w:t>
      </w:r>
    </w:p>
    <w:p w:rsidR="00895AD2" w:rsidRDefault="00895AD2" w:rsidP="00895AD2">
      <w:r>
        <w:t>273.9134</w:t>
      </w:r>
      <w:r>
        <w:tab/>
        <w:t>1.013e0</w:t>
      </w:r>
    </w:p>
    <w:p w:rsidR="00895AD2" w:rsidRDefault="00895AD2" w:rsidP="00895AD2">
      <w:r>
        <w:t>273.9783</w:t>
      </w:r>
      <w:r>
        <w:tab/>
        <w:t>2.025e0</w:t>
      </w:r>
    </w:p>
    <w:p w:rsidR="00895AD2" w:rsidRDefault="00895AD2" w:rsidP="00895AD2">
      <w:r>
        <w:t>274.0372</w:t>
      </w:r>
      <w:r>
        <w:tab/>
        <w:t>8.101e0</w:t>
      </w:r>
    </w:p>
    <w:p w:rsidR="00895AD2" w:rsidRDefault="00895AD2" w:rsidP="00895AD2">
      <w:r>
        <w:t>274.0850</w:t>
      </w:r>
      <w:r>
        <w:tab/>
        <w:t>1.013e0</w:t>
      </w:r>
    </w:p>
    <w:p w:rsidR="00895AD2" w:rsidRDefault="00895AD2" w:rsidP="00895AD2">
      <w:r>
        <w:t>274.1241</w:t>
      </w:r>
      <w:r>
        <w:tab/>
        <w:t>1.013e0</w:t>
      </w:r>
    </w:p>
    <w:p w:rsidR="00895AD2" w:rsidRDefault="00895AD2" w:rsidP="00895AD2">
      <w:r>
        <w:t>274.1592</w:t>
      </w:r>
      <w:r>
        <w:tab/>
        <w:t>1.013e0</w:t>
      </w:r>
    </w:p>
    <w:p w:rsidR="00895AD2" w:rsidRDefault="00895AD2" w:rsidP="00895AD2">
      <w:r>
        <w:t>274.2024</w:t>
      </w:r>
      <w:r>
        <w:tab/>
        <w:t>4.051e0</w:t>
      </w:r>
    </w:p>
    <w:p w:rsidR="00895AD2" w:rsidRDefault="00895AD2" w:rsidP="00895AD2">
      <w:r>
        <w:t>274.2727</w:t>
      </w:r>
      <w:r>
        <w:tab/>
        <w:t>1.013e0</w:t>
      </w:r>
    </w:p>
    <w:p w:rsidR="00895AD2" w:rsidRDefault="00895AD2" w:rsidP="00895AD2">
      <w:r>
        <w:t>274.4836</w:t>
      </w:r>
      <w:r>
        <w:tab/>
        <w:t>1.013e0</w:t>
      </w:r>
    </w:p>
    <w:p w:rsidR="00895AD2" w:rsidRDefault="00895AD2" w:rsidP="00895AD2">
      <w:r>
        <w:t>274.5543</w:t>
      </w:r>
      <w:r>
        <w:tab/>
        <w:t>1.013e0</w:t>
      </w:r>
    </w:p>
    <w:p w:rsidR="00895AD2" w:rsidRDefault="00895AD2" w:rsidP="00895AD2">
      <w:r>
        <w:t>274.7361</w:t>
      </w:r>
      <w:r>
        <w:tab/>
        <w:t>1.013e0</w:t>
      </w:r>
    </w:p>
    <w:p w:rsidR="00895AD2" w:rsidRDefault="00895AD2" w:rsidP="00895AD2">
      <w:r>
        <w:t>274.8503</w:t>
      </w:r>
      <w:r>
        <w:tab/>
        <w:t>1.013e0</w:t>
      </w:r>
    </w:p>
    <w:p w:rsidR="00895AD2" w:rsidRDefault="00895AD2" w:rsidP="00895AD2">
      <w:r>
        <w:lastRenderedPageBreak/>
        <w:t>275.0302</w:t>
      </w:r>
      <w:r>
        <w:tab/>
        <w:t>2.025e0</w:t>
      </w:r>
    </w:p>
    <w:p w:rsidR="00895AD2" w:rsidRDefault="00895AD2" w:rsidP="00895AD2">
      <w:r>
        <w:t>275.1052</w:t>
      </w:r>
      <w:r>
        <w:tab/>
        <w:t>2.025e0</w:t>
      </w:r>
    </w:p>
    <w:p w:rsidR="00895AD2" w:rsidRDefault="00895AD2" w:rsidP="00895AD2">
      <w:r>
        <w:t>275.1588</w:t>
      </w:r>
      <w:r>
        <w:tab/>
        <w:t>1.013e0</w:t>
      </w:r>
    </w:p>
    <w:p w:rsidR="00895AD2" w:rsidRDefault="00895AD2" w:rsidP="00895AD2">
      <w:r>
        <w:t>275.4189</w:t>
      </w:r>
      <w:r>
        <w:tab/>
        <w:t>1.013e0</w:t>
      </w:r>
    </w:p>
    <w:p w:rsidR="00895AD2" w:rsidRDefault="00895AD2" w:rsidP="00895AD2">
      <w:r>
        <w:t>275.5026</w:t>
      </w:r>
      <w:r>
        <w:tab/>
        <w:t>1.013e0</w:t>
      </w:r>
    </w:p>
    <w:p w:rsidR="00895AD2" w:rsidRDefault="00895AD2" w:rsidP="00895AD2">
      <w:r>
        <w:t>275.5298</w:t>
      </w:r>
      <w:r>
        <w:tab/>
        <w:t>1.013e0</w:t>
      </w:r>
    </w:p>
    <w:p w:rsidR="00895AD2" w:rsidRDefault="00895AD2" w:rsidP="00895AD2">
      <w:r>
        <w:t>275.5770</w:t>
      </w:r>
      <w:r>
        <w:tab/>
        <w:t>1.013e0</w:t>
      </w:r>
    </w:p>
    <w:p w:rsidR="00895AD2" w:rsidRDefault="00895AD2" w:rsidP="00895AD2">
      <w:r>
        <w:t>275.6666</w:t>
      </w:r>
      <w:r>
        <w:tab/>
        <w:t>1.013e0</w:t>
      </w:r>
    </w:p>
    <w:p w:rsidR="00895AD2" w:rsidRDefault="00895AD2" w:rsidP="00895AD2">
      <w:r>
        <w:t>275.7450</w:t>
      </w:r>
      <w:r>
        <w:tab/>
        <w:t>1.013e0</w:t>
      </w:r>
    </w:p>
    <w:p w:rsidR="00895AD2" w:rsidRDefault="00895AD2" w:rsidP="00895AD2">
      <w:r>
        <w:t>275.9656</w:t>
      </w:r>
      <w:r>
        <w:tab/>
        <w:t>2.025e0</w:t>
      </w:r>
    </w:p>
    <w:p w:rsidR="00895AD2" w:rsidRDefault="00895AD2" w:rsidP="00895AD2">
      <w:r>
        <w:t>276.0418</w:t>
      </w:r>
      <w:r>
        <w:tab/>
        <w:t>1.013e0</w:t>
      </w:r>
    </w:p>
    <w:p w:rsidR="00895AD2" w:rsidRDefault="00895AD2" w:rsidP="00895AD2">
      <w:r>
        <w:t>276.0627</w:t>
      </w:r>
      <w:r>
        <w:tab/>
        <w:t>1.013e0</w:t>
      </w:r>
    </w:p>
    <w:p w:rsidR="00895AD2" w:rsidRDefault="00895AD2" w:rsidP="00895AD2">
      <w:r>
        <w:t>276.2336</w:t>
      </w:r>
      <w:r>
        <w:tab/>
        <w:t>2.025e0</w:t>
      </w:r>
    </w:p>
    <w:p w:rsidR="00895AD2" w:rsidRDefault="00895AD2" w:rsidP="00895AD2">
      <w:r>
        <w:t>276.3723</w:t>
      </w:r>
      <w:r>
        <w:tab/>
        <w:t>1.013e0</w:t>
      </w:r>
    </w:p>
    <w:p w:rsidR="00895AD2" w:rsidRDefault="00895AD2" w:rsidP="00895AD2">
      <w:r>
        <w:t>276.4130</w:t>
      </w:r>
      <w:r>
        <w:tab/>
        <w:t>1.013e0</w:t>
      </w:r>
    </w:p>
    <w:p w:rsidR="00895AD2" w:rsidRDefault="00895AD2" w:rsidP="00895AD2">
      <w:r>
        <w:t>276.7027</w:t>
      </w:r>
      <w:r>
        <w:tab/>
        <w:t>1.013e0</w:t>
      </w:r>
    </w:p>
    <w:p w:rsidR="00895AD2" w:rsidRDefault="00895AD2" w:rsidP="00895AD2">
      <w:r>
        <w:t>276.8807</w:t>
      </w:r>
      <w:r>
        <w:tab/>
        <w:t>1.013e0</w:t>
      </w:r>
    </w:p>
    <w:p w:rsidR="00895AD2" w:rsidRDefault="00895AD2" w:rsidP="00895AD2">
      <w:r>
        <w:t>277.0079</w:t>
      </w:r>
      <w:r>
        <w:tab/>
        <w:t>1.013e0</w:t>
      </w:r>
    </w:p>
    <w:p w:rsidR="00895AD2" w:rsidRDefault="00895AD2" w:rsidP="00895AD2">
      <w:r>
        <w:t>277.0713</w:t>
      </w:r>
      <w:r>
        <w:tab/>
        <w:t>3.038e0</w:t>
      </w:r>
    </w:p>
    <w:p w:rsidR="00895AD2" w:rsidRDefault="00895AD2" w:rsidP="00895AD2">
      <w:r>
        <w:lastRenderedPageBreak/>
        <w:t>277.1114</w:t>
      </w:r>
      <w:r>
        <w:tab/>
        <w:t>4.051e0</w:t>
      </w:r>
    </w:p>
    <w:p w:rsidR="00895AD2" w:rsidRDefault="00895AD2" w:rsidP="00895AD2">
      <w:r>
        <w:t>277.1778</w:t>
      </w:r>
      <w:r>
        <w:tab/>
        <w:t>2.308e0</w:t>
      </w:r>
    </w:p>
    <w:p w:rsidR="00895AD2" w:rsidRDefault="00895AD2" w:rsidP="00895AD2">
      <w:r>
        <w:t>277.2188</w:t>
      </w:r>
      <w:r>
        <w:tab/>
        <w:t>2.025e0</w:t>
      </w:r>
    </w:p>
    <w:p w:rsidR="00895AD2" w:rsidRDefault="00895AD2" w:rsidP="00895AD2">
      <w:r>
        <w:t>277.4518</w:t>
      </w:r>
      <w:r>
        <w:tab/>
        <w:t>2.025e0</w:t>
      </w:r>
    </w:p>
    <w:p w:rsidR="00895AD2" w:rsidRDefault="00895AD2" w:rsidP="00895AD2">
      <w:r>
        <w:t>277.5357</w:t>
      </w:r>
      <w:r>
        <w:tab/>
        <w:t>1.013e0</w:t>
      </w:r>
    </w:p>
    <w:p w:rsidR="00895AD2" w:rsidRDefault="00895AD2" w:rsidP="00895AD2">
      <w:r>
        <w:t>277.5886</w:t>
      </w:r>
      <w:r>
        <w:tab/>
        <w:t>1.013e0</w:t>
      </w:r>
    </w:p>
    <w:p w:rsidR="00895AD2" w:rsidRDefault="00895AD2" w:rsidP="00895AD2">
      <w:r>
        <w:t>277.6573</w:t>
      </w:r>
      <w:r>
        <w:tab/>
        <w:t>2.025e0</w:t>
      </w:r>
    </w:p>
    <w:p w:rsidR="00895AD2" w:rsidRDefault="00895AD2" w:rsidP="00895AD2">
      <w:r>
        <w:t>277.7433</w:t>
      </w:r>
      <w:r>
        <w:tab/>
        <w:t>1.013e0</w:t>
      </w:r>
    </w:p>
    <w:p w:rsidR="00895AD2" w:rsidRDefault="00895AD2" w:rsidP="00895AD2">
      <w:r>
        <w:t>277.8451</w:t>
      </w:r>
      <w:r>
        <w:tab/>
        <w:t>1.013e0</w:t>
      </w:r>
    </w:p>
    <w:p w:rsidR="00895AD2" w:rsidRDefault="00895AD2" w:rsidP="00895AD2">
      <w:r>
        <w:t>277.9821</w:t>
      </w:r>
      <w:r>
        <w:tab/>
        <w:t>2.025e0</w:t>
      </w:r>
    </w:p>
    <w:p w:rsidR="00895AD2" w:rsidRDefault="00895AD2" w:rsidP="00895AD2">
      <w:r>
        <w:t>278.0465</w:t>
      </w:r>
      <w:r>
        <w:tab/>
        <w:t>2.025e0</w:t>
      </w:r>
    </w:p>
    <w:p w:rsidR="00895AD2" w:rsidRDefault="00895AD2" w:rsidP="00895AD2">
      <w:r>
        <w:t>278.1031</w:t>
      </w:r>
      <w:r>
        <w:tab/>
        <w:t>1.013e0</w:t>
      </w:r>
    </w:p>
    <w:p w:rsidR="00895AD2" w:rsidRDefault="00895AD2" w:rsidP="00895AD2">
      <w:r>
        <w:t>278.1765</w:t>
      </w:r>
      <w:r>
        <w:tab/>
        <w:t>4.051e0</w:t>
      </w:r>
    </w:p>
    <w:p w:rsidR="00895AD2" w:rsidRDefault="00895AD2" w:rsidP="00895AD2">
      <w:r>
        <w:t>278.3594</w:t>
      </w:r>
      <w:r>
        <w:tab/>
        <w:t>1.013e0</w:t>
      </w:r>
    </w:p>
    <w:p w:rsidR="00895AD2" w:rsidRDefault="00895AD2" w:rsidP="00895AD2">
      <w:r>
        <w:t>278.4872</w:t>
      </w:r>
      <w:r>
        <w:tab/>
        <w:t>1.013e0</w:t>
      </w:r>
    </w:p>
    <w:p w:rsidR="00895AD2" w:rsidRDefault="00895AD2" w:rsidP="00895AD2">
      <w:r>
        <w:t>278.5639</w:t>
      </w:r>
      <w:r>
        <w:tab/>
        <w:t>1.013e0</w:t>
      </w:r>
    </w:p>
    <w:p w:rsidR="00895AD2" w:rsidRDefault="00895AD2" w:rsidP="00895AD2">
      <w:r>
        <w:t>278.6808</w:t>
      </w:r>
      <w:r>
        <w:tab/>
        <w:t>2.025e0</w:t>
      </w:r>
    </w:p>
    <w:p w:rsidR="00895AD2" w:rsidRDefault="00895AD2" w:rsidP="00895AD2">
      <w:r>
        <w:t>278.7327</w:t>
      </w:r>
      <w:r>
        <w:tab/>
        <w:t>1.013e0</w:t>
      </w:r>
    </w:p>
    <w:p w:rsidR="00895AD2" w:rsidRDefault="00895AD2" w:rsidP="00895AD2">
      <w:r>
        <w:t>278.8474</w:t>
      </w:r>
      <w:r>
        <w:tab/>
        <w:t>1.013e0</w:t>
      </w:r>
    </w:p>
    <w:p w:rsidR="00895AD2" w:rsidRDefault="00895AD2" w:rsidP="00895AD2">
      <w:r>
        <w:lastRenderedPageBreak/>
        <w:t>278.9139</w:t>
      </w:r>
      <w:r>
        <w:tab/>
        <w:t>1.013e0</w:t>
      </w:r>
    </w:p>
    <w:p w:rsidR="00895AD2" w:rsidRDefault="00895AD2" w:rsidP="00895AD2">
      <w:r>
        <w:t>278.9845</w:t>
      </w:r>
      <w:r>
        <w:tab/>
        <w:t>1.013e0</w:t>
      </w:r>
    </w:p>
    <w:p w:rsidR="00895AD2" w:rsidRDefault="00895AD2" w:rsidP="00895AD2">
      <w:r>
        <w:t>279.0391</w:t>
      </w:r>
      <w:r>
        <w:tab/>
        <w:t>1.013e0</w:t>
      </w:r>
    </w:p>
    <w:p w:rsidR="00895AD2" w:rsidRDefault="00895AD2" w:rsidP="00895AD2">
      <w:r>
        <w:t>279.0935</w:t>
      </w:r>
      <w:r>
        <w:tab/>
        <w:t>3.443e1</w:t>
      </w:r>
    </w:p>
    <w:p w:rsidR="00895AD2" w:rsidRDefault="00895AD2" w:rsidP="00895AD2">
      <w:r>
        <w:t>279.1650</w:t>
      </w:r>
      <w:r>
        <w:tab/>
        <w:t>7.089e0</w:t>
      </w:r>
    </w:p>
    <w:p w:rsidR="00895AD2" w:rsidRDefault="00895AD2" w:rsidP="00895AD2">
      <w:r>
        <w:t>279.2346</w:t>
      </w:r>
      <w:r>
        <w:tab/>
        <w:t>1.013e0</w:t>
      </w:r>
    </w:p>
    <w:p w:rsidR="00895AD2" w:rsidRDefault="00895AD2" w:rsidP="00895AD2">
      <w:r>
        <w:t>279.3269</w:t>
      </w:r>
      <w:r>
        <w:tab/>
        <w:t>1.013e0</w:t>
      </w:r>
    </w:p>
    <w:p w:rsidR="00895AD2" w:rsidRDefault="00895AD2" w:rsidP="00895AD2">
      <w:r>
        <w:t>279.3527</w:t>
      </w:r>
      <w:r>
        <w:tab/>
        <w:t>1.013e0</w:t>
      </w:r>
    </w:p>
    <w:p w:rsidR="00895AD2" w:rsidRDefault="00895AD2" w:rsidP="00895AD2">
      <w:r>
        <w:t>279.4387</w:t>
      </w:r>
      <w:r>
        <w:tab/>
        <w:t>1.013e0</w:t>
      </w:r>
    </w:p>
    <w:p w:rsidR="00895AD2" w:rsidRDefault="00895AD2" w:rsidP="00895AD2">
      <w:r>
        <w:t>279.5487</w:t>
      </w:r>
      <w:r>
        <w:tab/>
        <w:t>1.013e0</w:t>
      </w:r>
    </w:p>
    <w:p w:rsidR="00895AD2" w:rsidRDefault="00895AD2" w:rsidP="00895AD2">
      <w:r>
        <w:t>279.7486</w:t>
      </w:r>
      <w:r>
        <w:tab/>
        <w:t>1.013e0</w:t>
      </w:r>
    </w:p>
    <w:p w:rsidR="00895AD2" w:rsidRDefault="00895AD2" w:rsidP="00895AD2">
      <w:r>
        <w:t>279.8605</w:t>
      </w:r>
      <w:r>
        <w:tab/>
        <w:t>1.013e0</w:t>
      </w:r>
    </w:p>
    <w:p w:rsidR="00895AD2" w:rsidRDefault="00895AD2" w:rsidP="00895AD2">
      <w:r>
        <w:t>279.8818</w:t>
      </w:r>
      <w:r>
        <w:tab/>
        <w:t>1.013e0</w:t>
      </w:r>
    </w:p>
    <w:p w:rsidR="00895AD2" w:rsidRDefault="00895AD2" w:rsidP="00895AD2">
      <w:r>
        <w:t>279.9364</w:t>
      </w:r>
      <w:r>
        <w:tab/>
        <w:t>1.013e0</w:t>
      </w:r>
    </w:p>
    <w:p w:rsidR="00895AD2" w:rsidRDefault="00895AD2" w:rsidP="00895AD2">
      <w:r>
        <w:t>279.9798</w:t>
      </w:r>
      <w:r>
        <w:tab/>
        <w:t>1.013e0</w:t>
      </w:r>
    </w:p>
    <w:p w:rsidR="00895AD2" w:rsidRDefault="00895AD2" w:rsidP="00895AD2">
      <w:r>
        <w:t>280.0151</w:t>
      </w:r>
      <w:r>
        <w:tab/>
        <w:t>1.013e0</w:t>
      </w:r>
    </w:p>
    <w:p w:rsidR="00895AD2" w:rsidRDefault="00895AD2" w:rsidP="00895AD2">
      <w:r>
        <w:t>280.0935</w:t>
      </w:r>
      <w:r>
        <w:tab/>
        <w:t>6.076e0</w:t>
      </w:r>
    </w:p>
    <w:p w:rsidR="00895AD2" w:rsidRDefault="00895AD2" w:rsidP="00895AD2">
      <w:r>
        <w:t>280.1190</w:t>
      </w:r>
      <w:r>
        <w:tab/>
        <w:t>4.051e0</w:t>
      </w:r>
    </w:p>
    <w:p w:rsidR="00895AD2" w:rsidRDefault="00895AD2" w:rsidP="00895AD2">
      <w:r>
        <w:t>280.1797</w:t>
      </w:r>
      <w:r>
        <w:tab/>
        <w:t>1.013e0</w:t>
      </w:r>
    </w:p>
    <w:p w:rsidR="00895AD2" w:rsidRDefault="00895AD2" w:rsidP="00895AD2">
      <w:r>
        <w:lastRenderedPageBreak/>
        <w:t>280.2150</w:t>
      </w:r>
      <w:r>
        <w:tab/>
        <w:t>1.013e0</w:t>
      </w:r>
    </w:p>
    <w:p w:rsidR="00895AD2" w:rsidRDefault="00895AD2" w:rsidP="00895AD2">
      <w:r>
        <w:t>280.2972</w:t>
      </w:r>
      <w:r>
        <w:tab/>
        <w:t>1.013e0</w:t>
      </w:r>
    </w:p>
    <w:p w:rsidR="00895AD2" w:rsidRDefault="00895AD2" w:rsidP="00895AD2">
      <w:r>
        <w:t>280.3364</w:t>
      </w:r>
      <w:r>
        <w:tab/>
        <w:t>2.025e0</w:t>
      </w:r>
    </w:p>
    <w:p w:rsidR="00895AD2" w:rsidRDefault="00895AD2" w:rsidP="00895AD2">
      <w:r>
        <w:t>280.5133</w:t>
      </w:r>
      <w:r>
        <w:tab/>
        <w:t>1.013e0</w:t>
      </w:r>
    </w:p>
    <w:p w:rsidR="00895AD2" w:rsidRDefault="00895AD2" w:rsidP="00895AD2">
      <w:r>
        <w:t>280.7914</w:t>
      </w:r>
      <w:r>
        <w:tab/>
        <w:t>1.013e0</w:t>
      </w:r>
    </w:p>
    <w:p w:rsidR="00895AD2" w:rsidRDefault="00895AD2" w:rsidP="00895AD2">
      <w:r>
        <w:t>280.9599</w:t>
      </w:r>
      <w:r>
        <w:tab/>
        <w:t>1.013e0</w:t>
      </w:r>
    </w:p>
    <w:p w:rsidR="00895AD2" w:rsidRDefault="00895AD2" w:rsidP="00895AD2">
      <w:r>
        <w:t>281.0661</w:t>
      </w:r>
      <w:r>
        <w:tab/>
        <w:t>1.013e0</w:t>
      </w:r>
    </w:p>
    <w:p w:rsidR="00895AD2" w:rsidRDefault="00895AD2" w:rsidP="00895AD2">
      <w:r>
        <w:t>281.1247</w:t>
      </w:r>
      <w:r>
        <w:tab/>
        <w:t>1.013e0</w:t>
      </w:r>
    </w:p>
    <w:p w:rsidR="00895AD2" w:rsidRDefault="00895AD2" w:rsidP="00895AD2">
      <w:r>
        <w:t>281.1914</w:t>
      </w:r>
      <w:r>
        <w:tab/>
        <w:t>1.013e0</w:t>
      </w:r>
    </w:p>
    <w:p w:rsidR="00895AD2" w:rsidRDefault="00895AD2" w:rsidP="00895AD2">
      <w:r>
        <w:t>281.2140</w:t>
      </w:r>
      <w:r>
        <w:tab/>
        <w:t>1.013e0</w:t>
      </w:r>
    </w:p>
    <w:p w:rsidR="00895AD2" w:rsidRDefault="00895AD2" w:rsidP="00895AD2">
      <w:r>
        <w:t>281.2895</w:t>
      </w:r>
      <w:r>
        <w:tab/>
        <w:t>1.013e0</w:t>
      </w:r>
    </w:p>
    <w:p w:rsidR="00895AD2" w:rsidRDefault="00895AD2" w:rsidP="00895AD2">
      <w:r>
        <w:t>281.3249</w:t>
      </w:r>
      <w:r>
        <w:tab/>
        <w:t>1.013e0</w:t>
      </w:r>
    </w:p>
    <w:p w:rsidR="00895AD2" w:rsidRDefault="00895AD2" w:rsidP="00895AD2">
      <w:r>
        <w:t>281.5584</w:t>
      </w:r>
      <w:r>
        <w:tab/>
        <w:t>2.025e0</w:t>
      </w:r>
    </w:p>
    <w:p w:rsidR="00895AD2" w:rsidRDefault="00895AD2" w:rsidP="00895AD2">
      <w:r>
        <w:t>281.7801</w:t>
      </w:r>
      <w:r>
        <w:tab/>
        <w:t>1.013e0</w:t>
      </w:r>
    </w:p>
    <w:p w:rsidR="00895AD2" w:rsidRDefault="00895AD2" w:rsidP="00895AD2">
      <w:r>
        <w:t>281.8282</w:t>
      </w:r>
      <w:r>
        <w:tab/>
        <w:t>1.013e0</w:t>
      </w:r>
    </w:p>
    <w:p w:rsidR="00895AD2" w:rsidRDefault="00895AD2" w:rsidP="00895AD2">
      <w:r>
        <w:t>282.0867</w:t>
      </w:r>
      <w:r>
        <w:tab/>
        <w:t>1.013e0</w:t>
      </w:r>
    </w:p>
    <w:p w:rsidR="00895AD2" w:rsidRDefault="00895AD2" w:rsidP="00895AD2">
      <w:r>
        <w:t>282.1394</w:t>
      </w:r>
      <w:r>
        <w:tab/>
        <w:t>2.025e0</w:t>
      </w:r>
    </w:p>
    <w:p w:rsidR="00895AD2" w:rsidRDefault="00895AD2" w:rsidP="00895AD2">
      <w:r>
        <w:t>282.1902</w:t>
      </w:r>
      <w:r>
        <w:tab/>
        <w:t>1.013e0</w:t>
      </w:r>
    </w:p>
    <w:p w:rsidR="00895AD2" w:rsidRDefault="00895AD2" w:rsidP="00895AD2">
      <w:r>
        <w:t>282.2833</w:t>
      </w:r>
      <w:r>
        <w:tab/>
        <w:t>1.013e0</w:t>
      </w:r>
    </w:p>
    <w:p w:rsidR="00895AD2" w:rsidRDefault="00895AD2" w:rsidP="00895AD2">
      <w:r>
        <w:lastRenderedPageBreak/>
        <w:t>282.6911</w:t>
      </w:r>
      <w:r>
        <w:tab/>
        <w:t>1.013e0</w:t>
      </w:r>
    </w:p>
    <w:p w:rsidR="00895AD2" w:rsidRDefault="00895AD2" w:rsidP="00895AD2">
      <w:r>
        <w:t>282.8521</w:t>
      </w:r>
      <w:r>
        <w:tab/>
        <w:t>1.013e0</w:t>
      </w:r>
    </w:p>
    <w:p w:rsidR="00895AD2" w:rsidRDefault="00895AD2" w:rsidP="00895AD2">
      <w:r>
        <w:t>282.9742</w:t>
      </w:r>
      <w:r>
        <w:tab/>
        <w:t>3.038e0</w:t>
      </w:r>
    </w:p>
    <w:p w:rsidR="00895AD2" w:rsidRDefault="00895AD2" w:rsidP="00895AD2">
      <w:r>
        <w:t>283.0172</w:t>
      </w:r>
      <w:r>
        <w:tab/>
        <w:t>1.013e0</w:t>
      </w:r>
    </w:p>
    <w:p w:rsidR="00895AD2" w:rsidRDefault="00895AD2" w:rsidP="00895AD2">
      <w:r>
        <w:t>283.2338</w:t>
      </w:r>
      <w:r>
        <w:tab/>
        <w:t>3.038e0</w:t>
      </w:r>
    </w:p>
    <w:p w:rsidR="00895AD2" w:rsidRDefault="00895AD2" w:rsidP="00895AD2">
      <w:r>
        <w:t>283.3475</w:t>
      </w:r>
      <w:r>
        <w:tab/>
        <w:t>1.013e0</w:t>
      </w:r>
    </w:p>
    <w:p w:rsidR="00895AD2" w:rsidRDefault="00895AD2" w:rsidP="00895AD2">
      <w:r>
        <w:t>283.5847</w:t>
      </w:r>
      <w:r>
        <w:tab/>
        <w:t>1.013e0</w:t>
      </w:r>
    </w:p>
    <w:p w:rsidR="00895AD2" w:rsidRDefault="00895AD2" w:rsidP="00895AD2">
      <w:r>
        <w:t>283.6159</w:t>
      </w:r>
      <w:r>
        <w:tab/>
        <w:t>1.013e0</w:t>
      </w:r>
    </w:p>
    <w:p w:rsidR="00895AD2" w:rsidRDefault="00895AD2" w:rsidP="00895AD2">
      <w:r>
        <w:t>283.6471</w:t>
      </w:r>
      <w:r>
        <w:tab/>
        <w:t>1.013e0</w:t>
      </w:r>
    </w:p>
    <w:p w:rsidR="00895AD2" w:rsidRDefault="00895AD2" w:rsidP="00895AD2">
      <w:r>
        <w:t>283.7406</w:t>
      </w:r>
      <w:r>
        <w:tab/>
        <w:t>1.013e0</w:t>
      </w:r>
    </w:p>
    <w:p w:rsidR="00895AD2" w:rsidRDefault="00895AD2" w:rsidP="00895AD2">
      <w:r>
        <w:t>283.9607</w:t>
      </w:r>
      <w:r>
        <w:tab/>
        <w:t>1.013e0</w:t>
      </w:r>
    </w:p>
    <w:p w:rsidR="00895AD2" w:rsidRDefault="00895AD2" w:rsidP="00895AD2">
      <w:r>
        <w:t>284.0034</w:t>
      </w:r>
      <w:r>
        <w:tab/>
        <w:t>2.025e0</w:t>
      </w:r>
    </w:p>
    <w:p w:rsidR="00895AD2" w:rsidRDefault="00895AD2" w:rsidP="00895AD2">
      <w:r>
        <w:t>284.0509</w:t>
      </w:r>
      <w:r>
        <w:tab/>
        <w:t>1.013e0</w:t>
      </w:r>
    </w:p>
    <w:p w:rsidR="00895AD2" w:rsidRDefault="00895AD2" w:rsidP="00895AD2">
      <w:r>
        <w:t>284.0995</w:t>
      </w:r>
      <w:r>
        <w:tab/>
        <w:t>1.013e0</w:t>
      </w:r>
    </w:p>
    <w:p w:rsidR="00895AD2" w:rsidRDefault="00895AD2" w:rsidP="00895AD2">
      <w:r>
        <w:t>284.1411</w:t>
      </w:r>
      <w:r>
        <w:tab/>
        <w:t>1.013e0</w:t>
      </w:r>
    </w:p>
    <w:p w:rsidR="00895AD2" w:rsidRDefault="00895AD2" w:rsidP="00895AD2">
      <w:r>
        <w:t>284.1732</w:t>
      </w:r>
      <w:r>
        <w:tab/>
        <w:t>3.038e0</w:t>
      </w:r>
    </w:p>
    <w:p w:rsidR="00895AD2" w:rsidRDefault="00895AD2" w:rsidP="00895AD2">
      <w:r>
        <w:t>284.2477</w:t>
      </w:r>
      <w:r>
        <w:tab/>
        <w:t>1.013e0</w:t>
      </w:r>
    </w:p>
    <w:p w:rsidR="00895AD2" w:rsidRDefault="00895AD2" w:rsidP="00895AD2">
      <w:r>
        <w:t>284.2712</w:t>
      </w:r>
      <w:r>
        <w:tab/>
        <w:t>1.013e0</w:t>
      </w:r>
    </w:p>
    <w:p w:rsidR="00895AD2" w:rsidRDefault="00895AD2" w:rsidP="00895AD2">
      <w:r>
        <w:t>284.3419</w:t>
      </w:r>
      <w:r>
        <w:tab/>
        <w:t>1.013e0</w:t>
      </w:r>
    </w:p>
    <w:p w:rsidR="00895AD2" w:rsidRDefault="00895AD2" w:rsidP="00895AD2">
      <w:r>
        <w:lastRenderedPageBreak/>
        <w:t>284.3689</w:t>
      </w:r>
      <w:r>
        <w:tab/>
        <w:t>2.025e0</w:t>
      </w:r>
    </w:p>
    <w:p w:rsidR="00895AD2" w:rsidRDefault="00895AD2" w:rsidP="00895AD2">
      <w:r>
        <w:t>284.4009</w:t>
      </w:r>
      <w:r>
        <w:tab/>
        <w:t>1.013e0</w:t>
      </w:r>
    </w:p>
    <w:p w:rsidR="00895AD2" w:rsidRDefault="00895AD2" w:rsidP="00895AD2">
      <w:r>
        <w:t>284.5013</w:t>
      </w:r>
      <w:r>
        <w:tab/>
        <w:t>2.025e0</w:t>
      </w:r>
    </w:p>
    <w:p w:rsidR="00895AD2" w:rsidRDefault="00895AD2" w:rsidP="00895AD2">
      <w:r>
        <w:t>284.6136</w:t>
      </w:r>
      <w:r>
        <w:tab/>
        <w:t>2.025e0</w:t>
      </w:r>
    </w:p>
    <w:p w:rsidR="00895AD2" w:rsidRDefault="00895AD2" w:rsidP="00895AD2">
      <w:r>
        <w:t>284.6515</w:t>
      </w:r>
      <w:r>
        <w:tab/>
        <w:t>2.025e0</w:t>
      </w:r>
    </w:p>
    <w:p w:rsidR="00895AD2" w:rsidRDefault="00895AD2" w:rsidP="00895AD2">
      <w:r>
        <w:t>284.7506</w:t>
      </w:r>
      <w:r>
        <w:tab/>
        <w:t>1.013e0</w:t>
      </w:r>
    </w:p>
    <w:p w:rsidR="00895AD2" w:rsidRDefault="00895AD2" w:rsidP="00895AD2">
      <w:r>
        <w:t>284.8653</w:t>
      </w:r>
      <w:r>
        <w:tab/>
        <w:t>1.013e0</w:t>
      </w:r>
    </w:p>
    <w:p w:rsidR="00895AD2" w:rsidRDefault="00895AD2" w:rsidP="00895AD2">
      <w:r>
        <w:t>285.0502</w:t>
      </w:r>
      <w:r>
        <w:tab/>
        <w:t>1.013e0</w:t>
      </w:r>
    </w:p>
    <w:p w:rsidR="00895AD2" w:rsidRDefault="00895AD2" w:rsidP="00895AD2">
      <w:r>
        <w:t>285.1315</w:t>
      </w:r>
      <w:r>
        <w:tab/>
        <w:t>1.013e0</w:t>
      </w:r>
    </w:p>
    <w:p w:rsidR="00895AD2" w:rsidRDefault="00895AD2" w:rsidP="00895AD2">
      <w:r>
        <w:t>285.1623</w:t>
      </w:r>
      <w:r>
        <w:tab/>
        <w:t>2.025e0</w:t>
      </w:r>
    </w:p>
    <w:p w:rsidR="00895AD2" w:rsidRDefault="00895AD2" w:rsidP="00895AD2">
      <w:r>
        <w:t>285.2430</w:t>
      </w:r>
      <w:r>
        <w:tab/>
        <w:t>1.013e0</w:t>
      </w:r>
    </w:p>
    <w:p w:rsidR="00895AD2" w:rsidRDefault="00895AD2" w:rsidP="00895AD2">
      <w:r>
        <w:t>285.3059</w:t>
      </w:r>
      <w:r>
        <w:tab/>
        <w:t>2.025e0</w:t>
      </w:r>
    </w:p>
    <w:p w:rsidR="00895AD2" w:rsidRDefault="00895AD2" w:rsidP="00895AD2">
      <w:r>
        <w:t>285.3729</w:t>
      </w:r>
      <w:r>
        <w:tab/>
        <w:t>1.013e0</w:t>
      </w:r>
    </w:p>
    <w:p w:rsidR="00895AD2" w:rsidRDefault="00895AD2" w:rsidP="00895AD2">
      <w:r>
        <w:t>285.4083</w:t>
      </w:r>
      <w:r>
        <w:tab/>
        <w:t>1.013e0</w:t>
      </w:r>
    </w:p>
    <w:p w:rsidR="00895AD2" w:rsidRDefault="00895AD2" w:rsidP="00895AD2">
      <w:r>
        <w:t>285.4501</w:t>
      </w:r>
      <w:r>
        <w:tab/>
        <w:t>1.013e0</w:t>
      </w:r>
    </w:p>
    <w:p w:rsidR="00895AD2" w:rsidRDefault="00895AD2" w:rsidP="00895AD2">
      <w:r>
        <w:t>285.5577</w:t>
      </w:r>
      <w:r>
        <w:tab/>
        <w:t>1.013e0</w:t>
      </w:r>
    </w:p>
    <w:p w:rsidR="00895AD2" w:rsidRDefault="00895AD2" w:rsidP="00895AD2">
      <w:r>
        <w:t>285.6696</w:t>
      </w:r>
      <w:r>
        <w:tab/>
        <w:t>1.013e0</w:t>
      </w:r>
    </w:p>
    <w:p w:rsidR="00895AD2" w:rsidRDefault="00895AD2" w:rsidP="00895AD2">
      <w:r>
        <w:t>285.7192</w:t>
      </w:r>
      <w:r>
        <w:tab/>
        <w:t>1.013e0</w:t>
      </w:r>
    </w:p>
    <w:p w:rsidR="00895AD2" w:rsidRDefault="00895AD2" w:rsidP="00895AD2">
      <w:r>
        <w:t>285.9312</w:t>
      </w:r>
      <w:r>
        <w:tab/>
        <w:t>1.013e0</w:t>
      </w:r>
    </w:p>
    <w:p w:rsidR="00895AD2" w:rsidRDefault="00895AD2" w:rsidP="00895AD2">
      <w:r>
        <w:lastRenderedPageBreak/>
        <w:t>285.9940</w:t>
      </w:r>
      <w:r>
        <w:tab/>
        <w:t>1.013e0</w:t>
      </w:r>
    </w:p>
    <w:p w:rsidR="00895AD2" w:rsidRDefault="00895AD2" w:rsidP="00895AD2">
      <w:r>
        <w:t>286.0254</w:t>
      </w:r>
      <w:r>
        <w:tab/>
        <w:t>2.025e0</w:t>
      </w:r>
    </w:p>
    <w:p w:rsidR="00895AD2" w:rsidRDefault="00895AD2" w:rsidP="00895AD2">
      <w:r>
        <w:t>286.0882</w:t>
      </w:r>
      <w:r>
        <w:tab/>
        <w:t>2.025e0</w:t>
      </w:r>
    </w:p>
    <w:p w:rsidR="00895AD2" w:rsidRDefault="00895AD2" w:rsidP="00895AD2">
      <w:r>
        <w:t>286.1563</w:t>
      </w:r>
      <w:r>
        <w:tab/>
        <w:t>1.013e0</w:t>
      </w:r>
    </w:p>
    <w:p w:rsidR="00895AD2" w:rsidRDefault="00895AD2" w:rsidP="00895AD2">
      <w:r>
        <w:t>286.1916</w:t>
      </w:r>
      <w:r>
        <w:tab/>
        <w:t>1.013e0</w:t>
      </w:r>
    </w:p>
    <w:p w:rsidR="00895AD2" w:rsidRDefault="00895AD2" w:rsidP="00895AD2">
      <w:r>
        <w:t>286.2139</w:t>
      </w:r>
      <w:r>
        <w:tab/>
        <w:t>1.013e0</w:t>
      </w:r>
    </w:p>
    <w:p w:rsidR="00895AD2" w:rsidRDefault="00895AD2" w:rsidP="00895AD2">
      <w:r>
        <w:t>286.4077</w:t>
      </w:r>
      <w:r>
        <w:tab/>
        <w:t>1.013e0</w:t>
      </w:r>
    </w:p>
    <w:p w:rsidR="00895AD2" w:rsidRDefault="00895AD2" w:rsidP="00895AD2">
      <w:r>
        <w:t>286.6959</w:t>
      </w:r>
      <w:r>
        <w:tab/>
        <w:t>1.013e0</w:t>
      </w:r>
    </w:p>
    <w:p w:rsidR="00895AD2" w:rsidRDefault="00895AD2" w:rsidP="00895AD2">
      <w:r>
        <w:t>286.7905</w:t>
      </w:r>
      <w:r>
        <w:tab/>
        <w:t>1.013e0</w:t>
      </w:r>
    </w:p>
    <w:p w:rsidR="00895AD2" w:rsidRDefault="00895AD2" w:rsidP="00895AD2">
      <w:r>
        <w:t>286.8970</w:t>
      </w:r>
      <w:r>
        <w:tab/>
        <w:t>1.013e0</w:t>
      </w:r>
    </w:p>
    <w:p w:rsidR="00895AD2" w:rsidRDefault="00895AD2" w:rsidP="00895AD2">
      <w:r>
        <w:t>286.9204</w:t>
      </w:r>
      <w:r>
        <w:tab/>
        <w:t>1.013e0</w:t>
      </w:r>
    </w:p>
    <w:p w:rsidR="00895AD2" w:rsidRDefault="00895AD2" w:rsidP="00895AD2">
      <w:r>
        <w:t>286.9743</w:t>
      </w:r>
      <w:r>
        <w:tab/>
        <w:t>1.013e0</w:t>
      </w:r>
    </w:p>
    <w:p w:rsidR="00895AD2" w:rsidRDefault="00895AD2" w:rsidP="00895AD2">
      <w:r>
        <w:t>287.0634</w:t>
      </w:r>
      <w:r>
        <w:tab/>
        <w:t>1.265e1</w:t>
      </w:r>
    </w:p>
    <w:p w:rsidR="00895AD2" w:rsidRDefault="00895AD2" w:rsidP="00895AD2">
      <w:r>
        <w:t>287.1151</w:t>
      </w:r>
      <w:r>
        <w:tab/>
        <w:t>8.948e1</w:t>
      </w:r>
    </w:p>
    <w:p w:rsidR="00895AD2" w:rsidRDefault="00895AD2" w:rsidP="00895AD2">
      <w:r>
        <w:t>287.1745</w:t>
      </w:r>
      <w:r>
        <w:tab/>
        <w:t>2.025e0</w:t>
      </w:r>
    </w:p>
    <w:p w:rsidR="00895AD2" w:rsidRDefault="00895AD2" w:rsidP="00895AD2">
      <w:r>
        <w:t>287.2368</w:t>
      </w:r>
      <w:r>
        <w:tab/>
        <w:t>3.038e0</w:t>
      </w:r>
    </w:p>
    <w:p w:rsidR="00895AD2" w:rsidRDefault="00895AD2" w:rsidP="00895AD2">
      <w:r>
        <w:t>287.3384</w:t>
      </w:r>
      <w:r>
        <w:tab/>
        <w:t>1.013e0</w:t>
      </w:r>
    </w:p>
    <w:p w:rsidR="00895AD2" w:rsidRDefault="00895AD2" w:rsidP="00895AD2">
      <w:r>
        <w:t>287.3933</w:t>
      </w:r>
      <w:r>
        <w:tab/>
        <w:t>1.013e0</w:t>
      </w:r>
    </w:p>
    <w:p w:rsidR="00895AD2" w:rsidRDefault="00895AD2" w:rsidP="00895AD2">
      <w:r>
        <w:t>287.4787</w:t>
      </w:r>
      <w:r>
        <w:tab/>
        <w:t>1.013e0</w:t>
      </w:r>
    </w:p>
    <w:p w:rsidR="00895AD2" w:rsidRDefault="00895AD2" w:rsidP="00895AD2">
      <w:r>
        <w:lastRenderedPageBreak/>
        <w:t>287.5195</w:t>
      </w:r>
      <w:r>
        <w:tab/>
        <w:t>1.013e0</w:t>
      </w:r>
    </w:p>
    <w:p w:rsidR="00895AD2" w:rsidRDefault="00895AD2" w:rsidP="00895AD2">
      <w:r>
        <w:t>287.5531</w:t>
      </w:r>
      <w:r>
        <w:tab/>
        <w:t>2.025e0</w:t>
      </w:r>
    </w:p>
    <w:p w:rsidR="00895AD2" w:rsidRDefault="00895AD2" w:rsidP="00895AD2">
      <w:r>
        <w:t>287.7535</w:t>
      </w:r>
      <w:r>
        <w:tab/>
        <w:t>2.025e0</w:t>
      </w:r>
    </w:p>
    <w:p w:rsidR="00895AD2" w:rsidRDefault="00895AD2" w:rsidP="00895AD2">
      <w:r>
        <w:t>287.7891</w:t>
      </w:r>
      <w:r>
        <w:tab/>
        <w:t>1.013e0</w:t>
      </w:r>
    </w:p>
    <w:p w:rsidR="00895AD2" w:rsidRDefault="00895AD2" w:rsidP="00895AD2">
      <w:r>
        <w:t>287.8430</w:t>
      </w:r>
      <w:r>
        <w:tab/>
        <w:t>1.013e0</w:t>
      </w:r>
    </w:p>
    <w:p w:rsidR="00895AD2" w:rsidRDefault="00895AD2" w:rsidP="00895AD2">
      <w:r>
        <w:t>288.0283</w:t>
      </w:r>
      <w:r>
        <w:tab/>
        <w:t>1.013e0</w:t>
      </w:r>
    </w:p>
    <w:p w:rsidR="00895AD2" w:rsidRDefault="00895AD2" w:rsidP="00895AD2">
      <w:r>
        <w:t>288.0797</w:t>
      </w:r>
      <w:r>
        <w:tab/>
        <w:t>4.626e0</w:t>
      </w:r>
    </w:p>
    <w:p w:rsidR="00895AD2" w:rsidRDefault="00895AD2" w:rsidP="00895AD2">
      <w:r>
        <w:t>288.1200</w:t>
      </w:r>
      <w:r>
        <w:tab/>
        <w:t>1.461e1</w:t>
      </w:r>
    </w:p>
    <w:p w:rsidR="00895AD2" w:rsidRDefault="00895AD2" w:rsidP="00895AD2">
      <w:r>
        <w:t>288.2367</w:t>
      </w:r>
      <w:r>
        <w:tab/>
        <w:t>3.038e0</w:t>
      </w:r>
    </w:p>
    <w:p w:rsidR="00895AD2" w:rsidRDefault="00895AD2" w:rsidP="00895AD2">
      <w:r>
        <w:t>288.2807</w:t>
      </w:r>
      <w:r>
        <w:tab/>
        <w:t>1.013e0</w:t>
      </w:r>
    </w:p>
    <w:p w:rsidR="00895AD2" w:rsidRDefault="00895AD2" w:rsidP="00895AD2">
      <w:r>
        <w:t>288.3477</w:t>
      </w:r>
      <w:r>
        <w:tab/>
        <w:t>1.013e0</w:t>
      </w:r>
    </w:p>
    <w:p w:rsidR="00895AD2" w:rsidRDefault="00895AD2" w:rsidP="00895AD2">
      <w:r>
        <w:t>288.4529</w:t>
      </w:r>
      <w:r>
        <w:tab/>
        <w:t>1.013e0</w:t>
      </w:r>
    </w:p>
    <w:p w:rsidR="00895AD2" w:rsidRDefault="00895AD2" w:rsidP="00895AD2">
      <w:r>
        <w:t>288.5052</w:t>
      </w:r>
      <w:r>
        <w:tab/>
        <w:t>2.025e0</w:t>
      </w:r>
    </w:p>
    <w:p w:rsidR="00895AD2" w:rsidRDefault="00895AD2" w:rsidP="00895AD2">
      <w:r>
        <w:t>288.6376</w:t>
      </w:r>
      <w:r>
        <w:tab/>
        <w:t>1.013e0</w:t>
      </w:r>
    </w:p>
    <w:p w:rsidR="00895AD2" w:rsidRDefault="00895AD2" w:rsidP="00895AD2">
      <w:r>
        <w:t>288.8093</w:t>
      </w:r>
      <w:r>
        <w:tab/>
        <w:t>1.013e0</w:t>
      </w:r>
    </w:p>
    <w:p w:rsidR="00895AD2" w:rsidRDefault="00895AD2" w:rsidP="00895AD2">
      <w:r>
        <w:t>288.9227</w:t>
      </w:r>
      <w:r>
        <w:tab/>
        <w:t>1.013e0</w:t>
      </w:r>
    </w:p>
    <w:p w:rsidR="00895AD2" w:rsidRDefault="00895AD2" w:rsidP="00895AD2">
      <w:r>
        <w:t>288.9672</w:t>
      </w:r>
      <w:r>
        <w:tab/>
        <w:t>1.013e0</w:t>
      </w:r>
    </w:p>
    <w:p w:rsidR="00895AD2" w:rsidRDefault="00895AD2" w:rsidP="00895AD2">
      <w:r>
        <w:t>289.0262</w:t>
      </w:r>
      <w:r>
        <w:tab/>
        <w:t>1.013e0</w:t>
      </w:r>
    </w:p>
    <w:p w:rsidR="00895AD2" w:rsidRDefault="00895AD2" w:rsidP="00895AD2">
      <w:r>
        <w:t>289.0620</w:t>
      </w:r>
      <w:r>
        <w:tab/>
        <w:t>1.013e0</w:t>
      </w:r>
    </w:p>
    <w:p w:rsidR="00895AD2" w:rsidRDefault="00895AD2" w:rsidP="00895AD2">
      <w:r>
        <w:lastRenderedPageBreak/>
        <w:t>289.1166</w:t>
      </w:r>
      <w:r>
        <w:tab/>
        <w:t>7.089e0</w:t>
      </w:r>
    </w:p>
    <w:p w:rsidR="00895AD2" w:rsidRDefault="00895AD2" w:rsidP="00895AD2">
      <w:r>
        <w:t>289.1526</w:t>
      </w:r>
      <w:r>
        <w:tab/>
        <w:t>2.025e0</w:t>
      </w:r>
    </w:p>
    <w:p w:rsidR="00895AD2" w:rsidRDefault="00895AD2" w:rsidP="00895AD2">
      <w:r>
        <w:t>289.2158</w:t>
      </w:r>
      <w:r>
        <w:tab/>
        <w:t>2.053e0</w:t>
      </w:r>
    </w:p>
    <w:p w:rsidR="00895AD2" w:rsidRDefault="00895AD2" w:rsidP="00895AD2">
      <w:r>
        <w:t>289.2565</w:t>
      </w:r>
      <w:r>
        <w:tab/>
        <w:t>3.038e0</w:t>
      </w:r>
    </w:p>
    <w:p w:rsidR="00895AD2" w:rsidRDefault="00895AD2" w:rsidP="00895AD2">
      <w:r>
        <w:t>289.3613</w:t>
      </w:r>
      <w:r>
        <w:tab/>
        <w:t>1.013e0</w:t>
      </w:r>
    </w:p>
    <w:p w:rsidR="00895AD2" w:rsidRDefault="00895AD2" w:rsidP="00895AD2">
      <w:r>
        <w:t>289.5552</w:t>
      </w:r>
      <w:r>
        <w:tab/>
        <w:t>1.013e0</w:t>
      </w:r>
    </w:p>
    <w:p w:rsidR="00895AD2" w:rsidRDefault="00895AD2" w:rsidP="00895AD2">
      <w:r>
        <w:t>289.6580</w:t>
      </w:r>
      <w:r>
        <w:tab/>
        <w:t>1.013e0</w:t>
      </w:r>
    </w:p>
    <w:p w:rsidR="00895AD2" w:rsidRDefault="00895AD2" w:rsidP="00895AD2">
      <w:r>
        <w:t>289.7611</w:t>
      </w:r>
      <w:r>
        <w:tab/>
        <w:t>3.038e0</w:t>
      </w:r>
    </w:p>
    <w:p w:rsidR="00895AD2" w:rsidRDefault="00895AD2" w:rsidP="00895AD2">
      <w:r>
        <w:t>289.9754</w:t>
      </w:r>
      <w:r>
        <w:tab/>
        <w:t>1.013e0</w:t>
      </w:r>
    </w:p>
    <w:p w:rsidR="00895AD2" w:rsidRDefault="00895AD2" w:rsidP="00895AD2">
      <w:r>
        <w:t>290.0488</w:t>
      </w:r>
      <w:r>
        <w:tab/>
        <w:t>1.013e0</w:t>
      </w:r>
    </w:p>
    <w:p w:rsidR="00895AD2" w:rsidRDefault="00895AD2" w:rsidP="00895AD2">
      <w:r>
        <w:t>290.1266</w:t>
      </w:r>
      <w:r>
        <w:tab/>
        <w:t>3.038e0</w:t>
      </w:r>
    </w:p>
    <w:p w:rsidR="00895AD2" w:rsidRDefault="00895AD2" w:rsidP="00895AD2">
      <w:r>
        <w:t>290.1964</w:t>
      </w:r>
      <w:r>
        <w:tab/>
        <w:t>7.375e0</w:t>
      </w:r>
    </w:p>
    <w:p w:rsidR="00895AD2" w:rsidRDefault="00895AD2" w:rsidP="00895AD2">
      <w:r>
        <w:t>290.2780</w:t>
      </w:r>
      <w:r>
        <w:tab/>
        <w:t>1.013e0</w:t>
      </w:r>
    </w:p>
    <w:p w:rsidR="00895AD2" w:rsidRDefault="00895AD2" w:rsidP="00895AD2">
      <w:r>
        <w:t>290.3465</w:t>
      </w:r>
      <w:r>
        <w:tab/>
        <w:t>1.013e0</w:t>
      </w:r>
    </w:p>
    <w:p w:rsidR="00895AD2" w:rsidRDefault="00895AD2" w:rsidP="00895AD2">
      <w:r>
        <w:t>290.4005</w:t>
      </w:r>
      <w:r>
        <w:tab/>
        <w:t>1.013e0</w:t>
      </w:r>
    </w:p>
    <w:p w:rsidR="00895AD2" w:rsidRDefault="00895AD2" w:rsidP="00895AD2">
      <w:r>
        <w:t>290.5078</w:t>
      </w:r>
      <w:r>
        <w:tab/>
        <w:t>2.025e0</w:t>
      </w:r>
    </w:p>
    <w:p w:rsidR="00895AD2" w:rsidRDefault="00895AD2" w:rsidP="00895AD2">
      <w:r>
        <w:t>290.6098</w:t>
      </w:r>
      <w:r>
        <w:tab/>
        <w:t>1.013e0</w:t>
      </w:r>
    </w:p>
    <w:p w:rsidR="00895AD2" w:rsidRDefault="00895AD2" w:rsidP="00895AD2">
      <w:r>
        <w:t>290.7087</w:t>
      </w:r>
      <w:r>
        <w:tab/>
        <w:t>1.013e0</w:t>
      </w:r>
    </w:p>
    <w:p w:rsidR="00895AD2" w:rsidRDefault="00895AD2" w:rsidP="00895AD2">
      <w:r>
        <w:t>290.7457</w:t>
      </w:r>
      <w:r>
        <w:tab/>
        <w:t>2.025e0</w:t>
      </w:r>
    </w:p>
    <w:p w:rsidR="00895AD2" w:rsidRDefault="00895AD2" w:rsidP="00895AD2">
      <w:r>
        <w:lastRenderedPageBreak/>
        <w:t>290.8774</w:t>
      </w:r>
      <w:r>
        <w:tab/>
        <w:t>1.013e0</w:t>
      </w:r>
    </w:p>
    <w:p w:rsidR="00895AD2" w:rsidRDefault="00895AD2" w:rsidP="00895AD2">
      <w:r>
        <w:t>291.0405</w:t>
      </w:r>
      <w:r>
        <w:tab/>
        <w:t>1.013e0</w:t>
      </w:r>
    </w:p>
    <w:p w:rsidR="00895AD2" w:rsidRDefault="00895AD2" w:rsidP="00895AD2">
      <w:r>
        <w:t>291.0976</w:t>
      </w:r>
      <w:r>
        <w:tab/>
        <w:t>2.025e0</w:t>
      </w:r>
    </w:p>
    <w:p w:rsidR="00895AD2" w:rsidRDefault="00895AD2" w:rsidP="00895AD2">
      <w:r>
        <w:t>291.1580</w:t>
      </w:r>
      <w:r>
        <w:tab/>
        <w:t>3.038e0</w:t>
      </w:r>
    </w:p>
    <w:p w:rsidR="00895AD2" w:rsidRDefault="00895AD2" w:rsidP="00895AD2">
      <w:r>
        <w:t>291.2856</w:t>
      </w:r>
      <w:r>
        <w:tab/>
        <w:t>1.013e0</w:t>
      </w:r>
    </w:p>
    <w:p w:rsidR="00895AD2" w:rsidRDefault="00895AD2" w:rsidP="00895AD2">
      <w:r>
        <w:t>291.3529</w:t>
      </w:r>
      <w:r>
        <w:tab/>
        <w:t>1.013e0</w:t>
      </w:r>
    </w:p>
    <w:p w:rsidR="00895AD2" w:rsidRDefault="00895AD2" w:rsidP="00895AD2">
      <w:r>
        <w:t>291.4201</w:t>
      </w:r>
      <w:r>
        <w:tab/>
        <w:t>1.013e0</w:t>
      </w:r>
    </w:p>
    <w:p w:rsidR="00895AD2" w:rsidRDefault="00895AD2" w:rsidP="00895AD2">
      <w:r>
        <w:t>291.5743</w:t>
      </w:r>
      <w:r>
        <w:tab/>
        <w:t>1.013e0</w:t>
      </w:r>
    </w:p>
    <w:p w:rsidR="00895AD2" w:rsidRDefault="00895AD2" w:rsidP="00895AD2">
      <w:r>
        <w:t>291.6021</w:t>
      </w:r>
      <w:r>
        <w:tab/>
        <w:t>1.013e0</w:t>
      </w:r>
    </w:p>
    <w:p w:rsidR="00895AD2" w:rsidRDefault="00895AD2" w:rsidP="00895AD2">
      <w:r>
        <w:t>291.6969</w:t>
      </w:r>
      <w:r>
        <w:tab/>
        <w:t>1.013e0</w:t>
      </w:r>
    </w:p>
    <w:p w:rsidR="00895AD2" w:rsidRDefault="00895AD2" w:rsidP="00895AD2">
      <w:r>
        <w:t>291.7606</w:t>
      </w:r>
      <w:r>
        <w:tab/>
        <w:t>1.013e0</w:t>
      </w:r>
    </w:p>
    <w:p w:rsidR="00895AD2" w:rsidRDefault="00895AD2" w:rsidP="00895AD2">
      <w:r>
        <w:t>291.8115</w:t>
      </w:r>
      <w:r>
        <w:tab/>
        <w:t>1.013e0</w:t>
      </w:r>
    </w:p>
    <w:p w:rsidR="00895AD2" w:rsidRDefault="00895AD2" w:rsidP="00895AD2">
      <w:r>
        <w:t>291.8352</w:t>
      </w:r>
      <w:r>
        <w:tab/>
        <w:t>1.013e0</w:t>
      </w:r>
    </w:p>
    <w:p w:rsidR="00895AD2" w:rsidRDefault="00895AD2" w:rsidP="00895AD2">
      <w:r>
        <w:t>291.9382</w:t>
      </w:r>
      <w:r>
        <w:tab/>
        <w:t>1.013e0</w:t>
      </w:r>
    </w:p>
    <w:p w:rsidR="00895AD2" w:rsidRDefault="00895AD2" w:rsidP="00895AD2">
      <w:r>
        <w:t>291.9722</w:t>
      </w:r>
      <w:r>
        <w:tab/>
        <w:t>3.038e0</w:t>
      </w:r>
    </w:p>
    <w:p w:rsidR="00895AD2" w:rsidRDefault="00895AD2" w:rsidP="00895AD2">
      <w:r>
        <w:t>292.0211</w:t>
      </w:r>
      <w:r>
        <w:tab/>
        <w:t>1.013e0</w:t>
      </w:r>
    </w:p>
    <w:p w:rsidR="00895AD2" w:rsidRDefault="00895AD2" w:rsidP="00895AD2">
      <w:r>
        <w:t>292.1043</w:t>
      </w:r>
      <w:r>
        <w:tab/>
        <w:t>2.025e0</w:t>
      </w:r>
    </w:p>
    <w:p w:rsidR="00895AD2" w:rsidRDefault="00895AD2" w:rsidP="00895AD2">
      <w:r>
        <w:t>292.4112</w:t>
      </w:r>
      <w:r>
        <w:tab/>
        <w:t>1.013e0</w:t>
      </w:r>
    </w:p>
    <w:p w:rsidR="00895AD2" w:rsidRDefault="00895AD2" w:rsidP="00895AD2">
      <w:r>
        <w:t>292.5340</w:t>
      </w:r>
      <w:r>
        <w:tab/>
        <w:t>1.013e0</w:t>
      </w:r>
    </w:p>
    <w:p w:rsidR="00895AD2" w:rsidRDefault="00895AD2" w:rsidP="00895AD2">
      <w:r>
        <w:lastRenderedPageBreak/>
        <w:t>292.6343</w:t>
      </w:r>
      <w:r>
        <w:tab/>
        <w:t>1.013e0</w:t>
      </w:r>
    </w:p>
    <w:p w:rsidR="00895AD2" w:rsidRDefault="00895AD2" w:rsidP="00895AD2">
      <w:r>
        <w:t>292.7156</w:t>
      </w:r>
      <w:r>
        <w:tab/>
        <w:t>1.013e0</w:t>
      </w:r>
    </w:p>
    <w:p w:rsidR="00895AD2" w:rsidRDefault="00895AD2" w:rsidP="00895AD2">
      <w:r>
        <w:t>293.0256</w:t>
      </w:r>
      <w:r>
        <w:tab/>
        <w:t>1.013e0</w:t>
      </w:r>
    </w:p>
    <w:p w:rsidR="00895AD2" w:rsidRDefault="00895AD2" w:rsidP="00895AD2">
      <w:r>
        <w:t>293.0815</w:t>
      </w:r>
      <w:r>
        <w:tab/>
        <w:t>2.025e0</w:t>
      </w:r>
    </w:p>
    <w:p w:rsidR="00895AD2" w:rsidRDefault="00895AD2" w:rsidP="00895AD2">
      <w:r>
        <w:t>293.1251</w:t>
      </w:r>
      <w:r>
        <w:tab/>
        <w:t>2.025e0</w:t>
      </w:r>
    </w:p>
    <w:p w:rsidR="00895AD2" w:rsidRDefault="00895AD2" w:rsidP="00895AD2">
      <w:r>
        <w:t>293.2343</w:t>
      </w:r>
      <w:r>
        <w:tab/>
        <w:t>1.013e0</w:t>
      </w:r>
    </w:p>
    <w:p w:rsidR="00895AD2" w:rsidRDefault="00895AD2" w:rsidP="00895AD2">
      <w:r>
        <w:t>293.6037</w:t>
      </w:r>
      <w:r>
        <w:tab/>
        <w:t>1.013e0</w:t>
      </w:r>
    </w:p>
    <w:p w:rsidR="00895AD2" w:rsidRDefault="00895AD2" w:rsidP="00895AD2">
      <w:r>
        <w:t>293.6438</w:t>
      </w:r>
      <w:r>
        <w:tab/>
        <w:t>1.013e0</w:t>
      </w:r>
    </w:p>
    <w:p w:rsidR="00895AD2" w:rsidRDefault="00895AD2" w:rsidP="00895AD2">
      <w:r>
        <w:t>293.8341</w:t>
      </w:r>
      <w:r>
        <w:tab/>
        <w:t>1.013e0</w:t>
      </w:r>
    </w:p>
    <w:p w:rsidR="00895AD2" w:rsidRDefault="00895AD2" w:rsidP="00895AD2">
      <w:r>
        <w:t>293.9253</w:t>
      </w:r>
      <w:r>
        <w:tab/>
        <w:t>1.013e0</w:t>
      </w:r>
    </w:p>
    <w:p w:rsidR="00895AD2" w:rsidRDefault="00895AD2" w:rsidP="00895AD2">
      <w:r>
        <w:t>293.9764</w:t>
      </w:r>
      <w:r>
        <w:tab/>
        <w:t>1.013e0</w:t>
      </w:r>
    </w:p>
    <w:p w:rsidR="00895AD2" w:rsidRDefault="00895AD2" w:rsidP="00895AD2">
      <w:r>
        <w:t>294.0993</w:t>
      </w:r>
      <w:r>
        <w:tab/>
        <w:t>1.013e0</w:t>
      </w:r>
    </w:p>
    <w:p w:rsidR="00895AD2" w:rsidRDefault="00895AD2" w:rsidP="00895AD2">
      <w:r>
        <w:t>294.1506</w:t>
      </w:r>
      <w:r>
        <w:tab/>
        <w:t>1.013e0</w:t>
      </w:r>
    </w:p>
    <w:p w:rsidR="00895AD2" w:rsidRDefault="00895AD2" w:rsidP="00895AD2">
      <w:r>
        <w:t>294.1989</w:t>
      </w:r>
      <w:r>
        <w:tab/>
        <w:t>1.013e0</w:t>
      </w:r>
    </w:p>
    <w:p w:rsidR="00895AD2" w:rsidRDefault="00895AD2" w:rsidP="00895AD2">
      <w:r>
        <w:t>294.2302</w:t>
      </w:r>
      <w:r>
        <w:tab/>
        <w:t>2.025e0</w:t>
      </w:r>
    </w:p>
    <w:p w:rsidR="00895AD2" w:rsidRDefault="00895AD2" w:rsidP="00895AD2">
      <w:r>
        <w:t>294.3567</w:t>
      </w:r>
      <w:r>
        <w:tab/>
        <w:t>2.025e0</w:t>
      </w:r>
    </w:p>
    <w:p w:rsidR="00895AD2" w:rsidRDefault="00895AD2" w:rsidP="00895AD2">
      <w:r>
        <w:t>294.5371</w:t>
      </w:r>
      <w:r>
        <w:tab/>
        <w:t>1.013e0</w:t>
      </w:r>
    </w:p>
    <w:p w:rsidR="00895AD2" w:rsidRDefault="00895AD2" w:rsidP="00895AD2">
      <w:r>
        <w:t>294.6739</w:t>
      </w:r>
      <w:r>
        <w:tab/>
        <w:t>1.013e0</w:t>
      </w:r>
    </w:p>
    <w:p w:rsidR="00895AD2" w:rsidRDefault="00895AD2" w:rsidP="00895AD2">
      <w:r>
        <w:t>294.7015</w:t>
      </w:r>
      <w:r>
        <w:tab/>
        <w:t>1.013e0</w:t>
      </w:r>
    </w:p>
    <w:p w:rsidR="00895AD2" w:rsidRDefault="00895AD2" w:rsidP="00895AD2">
      <w:r>
        <w:lastRenderedPageBreak/>
        <w:t>294.8328</w:t>
      </w:r>
      <w:r>
        <w:tab/>
        <w:t>1.013e0</w:t>
      </w:r>
    </w:p>
    <w:p w:rsidR="00895AD2" w:rsidRDefault="00895AD2" w:rsidP="00895AD2">
      <w:r>
        <w:t>294.8839</w:t>
      </w:r>
      <w:r>
        <w:tab/>
        <w:t>1.013e0</w:t>
      </w:r>
    </w:p>
    <w:p w:rsidR="00895AD2" w:rsidRDefault="00895AD2" w:rsidP="00895AD2">
      <w:r>
        <w:t>294.9565</w:t>
      </w:r>
      <w:r>
        <w:tab/>
        <w:t>1.013e0</w:t>
      </w:r>
    </w:p>
    <w:p w:rsidR="00895AD2" w:rsidRDefault="00895AD2" w:rsidP="00895AD2">
      <w:r>
        <w:t>294.9887</w:t>
      </w:r>
      <w:r>
        <w:tab/>
        <w:t>1.013e0</w:t>
      </w:r>
    </w:p>
    <w:p w:rsidR="00895AD2" w:rsidRDefault="00895AD2" w:rsidP="00895AD2">
      <w:r>
        <w:t>295.0702</w:t>
      </w:r>
      <w:r>
        <w:tab/>
        <w:t>1.013e0</w:t>
      </w:r>
    </w:p>
    <w:p w:rsidR="00895AD2" w:rsidRDefault="00895AD2" w:rsidP="00895AD2">
      <w:r>
        <w:t>295.1076</w:t>
      </w:r>
      <w:r>
        <w:tab/>
        <w:t>3.038e0</w:t>
      </w:r>
    </w:p>
    <w:p w:rsidR="00895AD2" w:rsidRDefault="00895AD2" w:rsidP="00895AD2">
      <w:r>
        <w:t>295.1575</w:t>
      </w:r>
      <w:r>
        <w:tab/>
        <w:t>7.089e0</w:t>
      </w:r>
    </w:p>
    <w:p w:rsidR="00895AD2" w:rsidRDefault="00895AD2" w:rsidP="00895AD2">
      <w:r>
        <w:t>295.2148</w:t>
      </w:r>
      <w:r>
        <w:tab/>
        <w:t>2.025e0</w:t>
      </w:r>
    </w:p>
    <w:p w:rsidR="00895AD2" w:rsidRDefault="00895AD2" w:rsidP="00895AD2">
      <w:r>
        <w:t>295.3358</w:t>
      </w:r>
      <w:r>
        <w:tab/>
        <w:t>1.013e0</w:t>
      </w:r>
    </w:p>
    <w:p w:rsidR="00895AD2" w:rsidRDefault="00895AD2" w:rsidP="00895AD2">
      <w:r>
        <w:t>295.5594</w:t>
      </w:r>
      <w:r>
        <w:tab/>
        <w:t>1.013e0</w:t>
      </w:r>
    </w:p>
    <w:p w:rsidR="00895AD2" w:rsidRDefault="00895AD2" w:rsidP="00895AD2">
      <w:r>
        <w:t>295.8156</w:t>
      </w:r>
      <w:r>
        <w:tab/>
        <w:t>1.013e0</w:t>
      </w:r>
    </w:p>
    <w:p w:rsidR="00895AD2" w:rsidRDefault="00895AD2" w:rsidP="00895AD2">
      <w:r>
        <w:t>295.9387</w:t>
      </w:r>
      <w:r>
        <w:tab/>
        <w:t>1.013e0</w:t>
      </w:r>
    </w:p>
    <w:p w:rsidR="00895AD2" w:rsidRDefault="00895AD2" w:rsidP="00895AD2">
      <w:r>
        <w:t>295.9746</w:t>
      </w:r>
      <w:r>
        <w:tab/>
        <w:t>1.013e0</w:t>
      </w:r>
    </w:p>
    <w:p w:rsidR="00895AD2" w:rsidRDefault="00895AD2" w:rsidP="00895AD2">
      <w:r>
        <w:t>296.0461</w:t>
      </w:r>
      <w:r>
        <w:tab/>
        <w:t>3.038e0</w:t>
      </w:r>
    </w:p>
    <w:p w:rsidR="00895AD2" w:rsidRDefault="00895AD2" w:rsidP="00895AD2">
      <w:r>
        <w:t>296.1356</w:t>
      </w:r>
      <w:r>
        <w:tab/>
        <w:t>3.038e0</w:t>
      </w:r>
    </w:p>
    <w:p w:rsidR="00895AD2" w:rsidRDefault="00895AD2" w:rsidP="00895AD2">
      <w:r>
        <w:t>296.2773</w:t>
      </w:r>
      <w:r>
        <w:tab/>
        <w:t>4.051e0</w:t>
      </w:r>
    </w:p>
    <w:p w:rsidR="00895AD2" w:rsidRDefault="00895AD2" w:rsidP="00895AD2">
      <w:r>
        <w:t>296.5741</w:t>
      </w:r>
      <w:r>
        <w:tab/>
        <w:t>1.013e0</w:t>
      </w:r>
    </w:p>
    <w:p w:rsidR="00895AD2" w:rsidRDefault="00895AD2" w:rsidP="00895AD2">
      <w:r>
        <w:t>296.8769</w:t>
      </w:r>
      <w:r>
        <w:tab/>
        <w:t>1.013e0</w:t>
      </w:r>
    </w:p>
    <w:p w:rsidR="00895AD2" w:rsidRDefault="00895AD2" w:rsidP="00895AD2">
      <w:r>
        <w:t>296.9961</w:t>
      </w:r>
      <w:r>
        <w:tab/>
        <w:t>2.025e0</w:t>
      </w:r>
    </w:p>
    <w:p w:rsidR="00895AD2" w:rsidRDefault="00895AD2" w:rsidP="00895AD2">
      <w:r>
        <w:lastRenderedPageBreak/>
        <w:t>297.1013</w:t>
      </w:r>
      <w:r>
        <w:tab/>
        <w:t>1.013e0</w:t>
      </w:r>
    </w:p>
    <w:p w:rsidR="00895AD2" w:rsidRDefault="00895AD2" w:rsidP="00895AD2">
      <w:r>
        <w:t>297.1746</w:t>
      </w:r>
      <w:r>
        <w:tab/>
        <w:t>1.013e0</w:t>
      </w:r>
    </w:p>
    <w:p w:rsidR="00895AD2" w:rsidRDefault="00895AD2" w:rsidP="00895AD2">
      <w:r>
        <w:t>297.2205</w:t>
      </w:r>
      <w:r>
        <w:tab/>
        <w:t>1.013e0</w:t>
      </w:r>
    </w:p>
    <w:p w:rsidR="00895AD2" w:rsidRDefault="00895AD2" w:rsidP="00895AD2">
      <w:r>
        <w:t>297.2885</w:t>
      </w:r>
      <w:r>
        <w:tab/>
        <w:t>5.502e0</w:t>
      </w:r>
    </w:p>
    <w:p w:rsidR="00895AD2" w:rsidRDefault="00895AD2" w:rsidP="00895AD2">
      <w:r>
        <w:t>297.3673</w:t>
      </w:r>
      <w:r>
        <w:tab/>
        <w:t>1.013e0</w:t>
      </w:r>
    </w:p>
    <w:p w:rsidR="00895AD2" w:rsidRDefault="00895AD2" w:rsidP="00895AD2">
      <w:r>
        <w:t>297.3951</w:t>
      </w:r>
      <w:r>
        <w:tab/>
        <w:t>1.013e0</w:t>
      </w:r>
    </w:p>
    <w:p w:rsidR="00895AD2" w:rsidRDefault="00895AD2" w:rsidP="00895AD2">
      <w:r>
        <w:t>297.4310</w:t>
      </w:r>
      <w:r>
        <w:tab/>
        <w:t>1.013e0</w:t>
      </w:r>
    </w:p>
    <w:p w:rsidR="00895AD2" w:rsidRDefault="00895AD2" w:rsidP="00895AD2">
      <w:r>
        <w:t>297.4825</w:t>
      </w:r>
      <w:r>
        <w:tab/>
        <w:t>1.013e0</w:t>
      </w:r>
    </w:p>
    <w:p w:rsidR="00895AD2" w:rsidRDefault="00895AD2" w:rsidP="00895AD2">
      <w:r>
        <w:t>297.5267</w:t>
      </w:r>
      <w:r>
        <w:tab/>
        <w:t>1.013e0</w:t>
      </w:r>
    </w:p>
    <w:p w:rsidR="00895AD2" w:rsidRDefault="00895AD2" w:rsidP="00895AD2">
      <w:r>
        <w:t>297.5501</w:t>
      </w:r>
      <w:r>
        <w:tab/>
        <w:t>1.013e0</w:t>
      </w:r>
    </w:p>
    <w:p w:rsidR="00895AD2" w:rsidRDefault="00895AD2" w:rsidP="00895AD2">
      <w:r>
        <w:t>297.6056</w:t>
      </w:r>
      <w:r>
        <w:tab/>
        <w:t>1.013e0</w:t>
      </w:r>
    </w:p>
    <w:p w:rsidR="00895AD2" w:rsidRDefault="00895AD2" w:rsidP="00895AD2">
      <w:r>
        <w:t>297.6731</w:t>
      </w:r>
      <w:r>
        <w:tab/>
        <w:t>2.025e0</w:t>
      </w:r>
    </w:p>
    <w:p w:rsidR="00895AD2" w:rsidRDefault="00895AD2" w:rsidP="00895AD2">
      <w:r>
        <w:t>297.7325</w:t>
      </w:r>
      <w:r>
        <w:tab/>
        <w:t>2.025e0</w:t>
      </w:r>
    </w:p>
    <w:p w:rsidR="00895AD2" w:rsidRDefault="00895AD2" w:rsidP="00895AD2">
      <w:r>
        <w:t>297.8082</w:t>
      </w:r>
      <w:r>
        <w:tab/>
        <w:t>1.013e0</w:t>
      </w:r>
    </w:p>
    <w:p w:rsidR="00895AD2" w:rsidRDefault="00895AD2" w:rsidP="00895AD2">
      <w:r>
        <w:t>297.9076</w:t>
      </w:r>
      <w:r>
        <w:tab/>
        <w:t>1.013e0</w:t>
      </w:r>
    </w:p>
    <w:p w:rsidR="00895AD2" w:rsidRDefault="00895AD2" w:rsidP="00895AD2">
      <w:r>
        <w:t>297.9552</w:t>
      </w:r>
      <w:r>
        <w:tab/>
        <w:t>1.013e0</w:t>
      </w:r>
    </w:p>
    <w:p w:rsidR="00895AD2" w:rsidRDefault="00895AD2" w:rsidP="00895AD2">
      <w:r>
        <w:t>298.0095</w:t>
      </w:r>
      <w:r>
        <w:tab/>
        <w:t>1.013e0</w:t>
      </w:r>
    </w:p>
    <w:p w:rsidR="00895AD2" w:rsidRDefault="00895AD2" w:rsidP="00895AD2">
      <w:r>
        <w:t>298.1836</w:t>
      </w:r>
      <w:r>
        <w:tab/>
        <w:t>2.025e0</w:t>
      </w:r>
    </w:p>
    <w:p w:rsidR="00895AD2" w:rsidRDefault="00895AD2" w:rsidP="00895AD2">
      <w:r>
        <w:t>298.2964</w:t>
      </w:r>
      <w:r>
        <w:tab/>
        <w:t>3.038e0</w:t>
      </w:r>
    </w:p>
    <w:p w:rsidR="00895AD2" w:rsidRDefault="00895AD2" w:rsidP="00895AD2">
      <w:r>
        <w:lastRenderedPageBreak/>
        <w:t>298.3465</w:t>
      </w:r>
      <w:r>
        <w:tab/>
        <w:t>2.025e0</w:t>
      </w:r>
    </w:p>
    <w:p w:rsidR="00895AD2" w:rsidRDefault="00895AD2" w:rsidP="00895AD2">
      <w:r>
        <w:t>298.5274</w:t>
      </w:r>
      <w:r>
        <w:tab/>
        <w:t>1.013e0</w:t>
      </w:r>
    </w:p>
    <w:p w:rsidR="00895AD2" w:rsidRDefault="00895AD2" w:rsidP="00895AD2">
      <w:r>
        <w:t>298.7003</w:t>
      </w:r>
      <w:r>
        <w:tab/>
        <w:t>2.025e0</w:t>
      </w:r>
    </w:p>
    <w:p w:rsidR="00895AD2" w:rsidRDefault="00895AD2" w:rsidP="00895AD2">
      <w:r>
        <w:t>298.9686</w:t>
      </w:r>
      <w:r>
        <w:tab/>
        <w:t>1.013e0</w:t>
      </w:r>
    </w:p>
    <w:p w:rsidR="00895AD2" w:rsidRDefault="00895AD2" w:rsidP="00895AD2">
      <w:r>
        <w:t>299.0004</w:t>
      </w:r>
      <w:r>
        <w:tab/>
        <w:t>1.013e0</w:t>
      </w:r>
    </w:p>
    <w:p w:rsidR="00895AD2" w:rsidRDefault="00895AD2" w:rsidP="00895AD2">
      <w:r>
        <w:t>299.1296</w:t>
      </w:r>
      <w:r>
        <w:tab/>
        <w:t>1.013e0</w:t>
      </w:r>
    </w:p>
    <w:p w:rsidR="00895AD2" w:rsidRDefault="00895AD2" w:rsidP="00895AD2">
      <w:r>
        <w:t>299.1793</w:t>
      </w:r>
      <w:r>
        <w:tab/>
        <w:t>1.013e0</w:t>
      </w:r>
    </w:p>
    <w:p w:rsidR="00895AD2" w:rsidRDefault="00895AD2" w:rsidP="00895AD2">
      <w:r>
        <w:t>299.2349</w:t>
      </w:r>
      <w:r>
        <w:tab/>
        <w:t>2.025e0</w:t>
      </w:r>
    </w:p>
    <w:p w:rsidR="00895AD2" w:rsidRDefault="00895AD2" w:rsidP="00895AD2">
      <w:r>
        <w:t>299.4099</w:t>
      </w:r>
      <w:r>
        <w:tab/>
        <w:t>1.013e0</w:t>
      </w:r>
    </w:p>
    <w:p w:rsidR="00895AD2" w:rsidRDefault="00895AD2" w:rsidP="00895AD2">
      <w:r>
        <w:t>299.4511</w:t>
      </w:r>
      <w:r>
        <w:tab/>
        <w:t>1.013e0</w:t>
      </w:r>
    </w:p>
    <w:p w:rsidR="00895AD2" w:rsidRDefault="00895AD2" w:rsidP="00895AD2">
      <w:r>
        <w:t>299.4783</w:t>
      </w:r>
      <w:r>
        <w:tab/>
        <w:t>1.013e0</w:t>
      </w:r>
    </w:p>
    <w:p w:rsidR="00895AD2" w:rsidRDefault="00895AD2" w:rsidP="00895AD2">
      <w:r>
        <w:t>299.5252</w:t>
      </w:r>
      <w:r>
        <w:tab/>
        <w:t>1.013e0</w:t>
      </w:r>
    </w:p>
    <w:p w:rsidR="00895AD2" w:rsidRDefault="00895AD2" w:rsidP="00895AD2">
      <w:r>
        <w:t>299.5849</w:t>
      </w:r>
      <w:r>
        <w:tab/>
        <w:t>1.013e0</w:t>
      </w:r>
    </w:p>
    <w:p w:rsidR="00895AD2" w:rsidRDefault="00895AD2" w:rsidP="00895AD2">
      <w:r>
        <w:t>299.7510</w:t>
      </w:r>
      <w:r>
        <w:tab/>
        <w:t>1.013e0</w:t>
      </w:r>
    </w:p>
    <w:p w:rsidR="00895AD2" w:rsidRDefault="00895AD2" w:rsidP="00895AD2">
      <w:r>
        <w:t>299.8275</w:t>
      </w:r>
      <w:r>
        <w:tab/>
        <w:t>2.025e0</w:t>
      </w:r>
    </w:p>
    <w:p w:rsidR="00895AD2" w:rsidRDefault="00895AD2" w:rsidP="00895AD2">
      <w:r>
        <w:t>299.8833</w:t>
      </w:r>
      <w:r>
        <w:tab/>
        <w:t>1.013e0</w:t>
      </w:r>
    </w:p>
    <w:p w:rsidR="00895AD2" w:rsidRDefault="00895AD2" w:rsidP="00895AD2">
      <w:r>
        <w:t>299.9367</w:t>
      </w:r>
      <w:r>
        <w:tab/>
        <w:t>4.051e0</w:t>
      </w:r>
    </w:p>
    <w:p w:rsidR="00895AD2" w:rsidRDefault="00895AD2" w:rsidP="00895AD2">
      <w:r>
        <w:t>300.0105</w:t>
      </w:r>
      <w:r>
        <w:tab/>
        <w:t>2.025e0</w:t>
      </w:r>
    </w:p>
    <w:p w:rsidR="00895AD2" w:rsidRDefault="00895AD2" w:rsidP="00895AD2">
      <w:r>
        <w:t>300.0960</w:t>
      </w:r>
      <w:r>
        <w:tab/>
        <w:t>5.063e0</w:t>
      </w:r>
    </w:p>
    <w:p w:rsidR="00895AD2" w:rsidRDefault="00895AD2" w:rsidP="00895AD2">
      <w:r>
        <w:lastRenderedPageBreak/>
        <w:t>300.1378</w:t>
      </w:r>
      <w:r>
        <w:tab/>
        <w:t>3.038e0</w:t>
      </w:r>
    </w:p>
    <w:p w:rsidR="00895AD2" w:rsidRDefault="00895AD2" w:rsidP="00895AD2">
      <w:r>
        <w:t>300.2128</w:t>
      </w:r>
      <w:r>
        <w:tab/>
        <w:t>5.063e0</w:t>
      </w:r>
    </w:p>
    <w:p w:rsidR="00895AD2" w:rsidRDefault="00895AD2" w:rsidP="00895AD2">
      <w:r>
        <w:t>300.2890</w:t>
      </w:r>
      <w:r>
        <w:tab/>
        <w:t>1.013e0</w:t>
      </w:r>
    </w:p>
    <w:p w:rsidR="00895AD2" w:rsidRDefault="00895AD2" w:rsidP="00895AD2">
      <w:r>
        <w:t>300.5876</w:t>
      </w:r>
      <w:r>
        <w:tab/>
        <w:t>1.013e0</w:t>
      </w:r>
    </w:p>
    <w:p w:rsidR="00895AD2" w:rsidRDefault="00895AD2" w:rsidP="00895AD2">
      <w:r>
        <w:t>300.6949</w:t>
      </w:r>
      <w:r>
        <w:tab/>
        <w:t>1.013e0</w:t>
      </w:r>
    </w:p>
    <w:p w:rsidR="00895AD2" w:rsidRDefault="00895AD2" w:rsidP="00895AD2">
      <w:r>
        <w:t>300.7906</w:t>
      </w:r>
      <w:r>
        <w:tab/>
        <w:t>1.013e0</w:t>
      </w:r>
    </w:p>
    <w:p w:rsidR="00895AD2" w:rsidRDefault="00895AD2" w:rsidP="00895AD2">
      <w:r>
        <w:t>300.8331</w:t>
      </w:r>
      <w:r>
        <w:tab/>
        <w:t>1.013e0</w:t>
      </w:r>
    </w:p>
    <w:p w:rsidR="00895AD2" w:rsidRDefault="00895AD2" w:rsidP="00895AD2">
      <w:r>
        <w:t>300.8550</w:t>
      </w:r>
      <w:r>
        <w:tab/>
        <w:t>1.013e0</w:t>
      </w:r>
    </w:p>
    <w:p w:rsidR="00895AD2" w:rsidRDefault="00895AD2" w:rsidP="00895AD2">
      <w:r>
        <w:t>300.9563</w:t>
      </w:r>
      <w:r>
        <w:tab/>
        <w:t>4.051e0</w:t>
      </w:r>
    </w:p>
    <w:p w:rsidR="00895AD2" w:rsidRDefault="00895AD2" w:rsidP="00895AD2">
      <w:r>
        <w:t>301.0855</w:t>
      </w:r>
      <w:r>
        <w:tab/>
        <w:t>3.038e0</w:t>
      </w:r>
    </w:p>
    <w:p w:rsidR="00895AD2" w:rsidRDefault="00895AD2" w:rsidP="00895AD2">
      <w:r>
        <w:t>301.1782</w:t>
      </w:r>
      <w:r>
        <w:tab/>
        <w:t>2.025e0</w:t>
      </w:r>
    </w:p>
    <w:p w:rsidR="00895AD2" w:rsidRDefault="00895AD2" w:rsidP="00895AD2">
      <w:r>
        <w:t>301.2073</w:t>
      </w:r>
      <w:r>
        <w:tab/>
        <w:t>3.038e0</w:t>
      </w:r>
    </w:p>
    <w:p w:rsidR="00895AD2" w:rsidRDefault="00895AD2" w:rsidP="00895AD2">
      <w:r>
        <w:t>301.2604</w:t>
      </w:r>
      <w:r>
        <w:tab/>
        <w:t>1.013e0</w:t>
      </w:r>
    </w:p>
    <w:p w:rsidR="00895AD2" w:rsidRDefault="00895AD2" w:rsidP="00895AD2">
      <w:r>
        <w:t>301.4317</w:t>
      </w:r>
      <w:r>
        <w:tab/>
        <w:t>1.013e0</w:t>
      </w:r>
    </w:p>
    <w:p w:rsidR="00895AD2" w:rsidRDefault="00895AD2" w:rsidP="00895AD2">
      <w:r>
        <w:t>301.4874</w:t>
      </w:r>
      <w:r>
        <w:tab/>
        <w:t>1.013e0</w:t>
      </w:r>
    </w:p>
    <w:p w:rsidR="00895AD2" w:rsidRDefault="00895AD2" w:rsidP="00895AD2">
      <w:r>
        <w:t>301.5839</w:t>
      </w:r>
      <w:r>
        <w:tab/>
        <w:t>1.013e0</w:t>
      </w:r>
    </w:p>
    <w:p w:rsidR="00895AD2" w:rsidRDefault="00895AD2" w:rsidP="00895AD2">
      <w:r>
        <w:t>301.9297</w:t>
      </w:r>
      <w:r>
        <w:tab/>
        <w:t>2.025e0</w:t>
      </w:r>
    </w:p>
    <w:p w:rsidR="00895AD2" w:rsidRDefault="00895AD2" w:rsidP="00895AD2">
      <w:r>
        <w:t>301.9575</w:t>
      </w:r>
      <w:r>
        <w:tab/>
        <w:t>4.051e0</w:t>
      </w:r>
    </w:p>
    <w:p w:rsidR="00895AD2" w:rsidRDefault="00895AD2" w:rsidP="00895AD2">
      <w:r>
        <w:t>302.0214</w:t>
      </w:r>
      <w:r>
        <w:tab/>
        <w:t>1.002e1</w:t>
      </w:r>
    </w:p>
    <w:p w:rsidR="00895AD2" w:rsidRDefault="00895AD2" w:rsidP="00895AD2">
      <w:r>
        <w:lastRenderedPageBreak/>
        <w:t>302.1110</w:t>
      </w:r>
      <w:r>
        <w:tab/>
        <w:t>1.013e0</w:t>
      </w:r>
    </w:p>
    <w:p w:rsidR="00895AD2" w:rsidRDefault="00895AD2" w:rsidP="00895AD2">
      <w:r>
        <w:t>302.1722</w:t>
      </w:r>
      <w:r>
        <w:tab/>
        <w:t>2.025e0</w:t>
      </w:r>
    </w:p>
    <w:p w:rsidR="00895AD2" w:rsidRDefault="00895AD2" w:rsidP="00895AD2">
      <w:r>
        <w:t>302.2538</w:t>
      </w:r>
      <w:r>
        <w:tab/>
        <w:t>2.025e0</w:t>
      </w:r>
    </w:p>
    <w:p w:rsidR="00895AD2" w:rsidRDefault="00895AD2" w:rsidP="00895AD2">
      <w:r>
        <w:t>302.3418</w:t>
      </w:r>
      <w:r>
        <w:tab/>
        <w:t>1.013e0</w:t>
      </w:r>
    </w:p>
    <w:p w:rsidR="00895AD2" w:rsidRDefault="00895AD2" w:rsidP="00895AD2">
      <w:r>
        <w:t>302.3928</w:t>
      </w:r>
      <w:r>
        <w:tab/>
        <w:t>2.025e0</w:t>
      </w:r>
    </w:p>
    <w:p w:rsidR="00895AD2" w:rsidRDefault="00895AD2" w:rsidP="00895AD2">
      <w:r>
        <w:t>302.5233</w:t>
      </w:r>
      <w:r>
        <w:tab/>
        <w:t>1.013e0</w:t>
      </w:r>
    </w:p>
    <w:p w:rsidR="00895AD2" w:rsidRDefault="00895AD2" w:rsidP="00895AD2">
      <w:r>
        <w:t>302.5673</w:t>
      </w:r>
      <w:r>
        <w:tab/>
        <w:t>2.025e0</w:t>
      </w:r>
    </w:p>
    <w:p w:rsidR="00895AD2" w:rsidRDefault="00895AD2" w:rsidP="00895AD2">
      <w:r>
        <w:t>302.6181</w:t>
      </w:r>
      <w:r>
        <w:tab/>
        <w:t>3.038e0</w:t>
      </w:r>
    </w:p>
    <w:p w:rsidR="00895AD2" w:rsidRDefault="00895AD2" w:rsidP="00895AD2">
      <w:r>
        <w:t>302.6884</w:t>
      </w:r>
      <w:r>
        <w:tab/>
        <w:t>1.013e0</w:t>
      </w:r>
    </w:p>
    <w:p w:rsidR="00895AD2" w:rsidRDefault="00895AD2" w:rsidP="00895AD2">
      <w:r>
        <w:t>302.7377</w:t>
      </w:r>
      <w:r>
        <w:tab/>
        <w:t>2.025e0</w:t>
      </w:r>
    </w:p>
    <w:p w:rsidR="00895AD2" w:rsidRDefault="00895AD2" w:rsidP="00895AD2">
      <w:r>
        <w:t>302.9626</w:t>
      </w:r>
      <w:r>
        <w:tab/>
        <w:t>7.089e0</w:t>
      </w:r>
    </w:p>
    <w:p w:rsidR="00895AD2" w:rsidRDefault="00895AD2" w:rsidP="00895AD2">
      <w:r>
        <w:t>303.0255</w:t>
      </w:r>
      <w:r>
        <w:tab/>
        <w:t>3.038e0</w:t>
      </w:r>
    </w:p>
    <w:p w:rsidR="00895AD2" w:rsidRDefault="00895AD2" w:rsidP="00895AD2">
      <w:r>
        <w:t>303.0674</w:t>
      </w:r>
      <w:r>
        <w:tab/>
        <w:t>2.025e0</w:t>
      </w:r>
    </w:p>
    <w:p w:rsidR="00895AD2" w:rsidRDefault="00895AD2" w:rsidP="00895AD2">
      <w:r>
        <w:t>303.1135</w:t>
      </w:r>
      <w:r>
        <w:tab/>
        <w:t>2.339e0</w:t>
      </w:r>
    </w:p>
    <w:p w:rsidR="00895AD2" w:rsidRDefault="00895AD2" w:rsidP="00895AD2">
      <w:r>
        <w:t>303.1867</w:t>
      </w:r>
      <w:r>
        <w:tab/>
        <w:t>4.051e0</w:t>
      </w:r>
    </w:p>
    <w:p w:rsidR="00895AD2" w:rsidRDefault="00895AD2" w:rsidP="00895AD2">
      <w:r>
        <w:t>303.2289</w:t>
      </w:r>
      <w:r>
        <w:tab/>
        <w:t>1.013e0</w:t>
      </w:r>
    </w:p>
    <w:p w:rsidR="00895AD2" w:rsidRDefault="00895AD2" w:rsidP="00895AD2">
      <w:r>
        <w:t>303.2722</w:t>
      </w:r>
      <w:r>
        <w:tab/>
        <w:t>1.013e0</w:t>
      </w:r>
    </w:p>
    <w:p w:rsidR="00895AD2" w:rsidRDefault="00895AD2" w:rsidP="00895AD2">
      <w:r>
        <w:t>303.3086</w:t>
      </w:r>
      <w:r>
        <w:tab/>
        <w:t>1.013e0</w:t>
      </w:r>
    </w:p>
    <w:p w:rsidR="00895AD2" w:rsidRDefault="00895AD2" w:rsidP="00895AD2">
      <w:r>
        <w:t>303.3770</w:t>
      </w:r>
      <w:r>
        <w:tab/>
        <w:t>1.013e0</w:t>
      </w:r>
    </w:p>
    <w:p w:rsidR="00895AD2" w:rsidRDefault="00895AD2" w:rsidP="00895AD2">
      <w:r>
        <w:lastRenderedPageBreak/>
        <w:t>303.4653</w:t>
      </w:r>
      <w:r>
        <w:tab/>
        <w:t>1.013e0</w:t>
      </w:r>
    </w:p>
    <w:p w:rsidR="00895AD2" w:rsidRDefault="00895AD2" w:rsidP="00895AD2">
      <w:r>
        <w:t>303.5760</w:t>
      </w:r>
      <w:r>
        <w:tab/>
        <w:t>4.051e0</w:t>
      </w:r>
    </w:p>
    <w:p w:rsidR="00895AD2" w:rsidRDefault="00895AD2" w:rsidP="00895AD2">
      <w:r>
        <w:t>303.6215</w:t>
      </w:r>
      <w:r>
        <w:tab/>
        <w:t>2.260e0</w:t>
      </w:r>
    </w:p>
    <w:p w:rsidR="00895AD2" w:rsidRDefault="00895AD2" w:rsidP="00895AD2">
      <w:r>
        <w:t>303.7258</w:t>
      </w:r>
      <w:r>
        <w:tab/>
        <w:t>3.609e0</w:t>
      </w:r>
    </w:p>
    <w:p w:rsidR="00895AD2" w:rsidRDefault="00895AD2" w:rsidP="00895AD2">
      <w:r>
        <w:t>303.7829</w:t>
      </w:r>
      <w:r>
        <w:tab/>
        <w:t>2.025e0</w:t>
      </w:r>
    </w:p>
    <w:p w:rsidR="00895AD2" w:rsidRDefault="00895AD2" w:rsidP="00895AD2">
      <w:r>
        <w:t>303.8374</w:t>
      </w:r>
      <w:r>
        <w:tab/>
        <w:t>3.448e0</w:t>
      </w:r>
    </w:p>
    <w:p w:rsidR="00895AD2" w:rsidRDefault="00895AD2" w:rsidP="00895AD2">
      <w:r>
        <w:t>303.8792</w:t>
      </w:r>
      <w:r>
        <w:tab/>
        <w:t>1.013e0</w:t>
      </w:r>
    </w:p>
    <w:p w:rsidR="00895AD2" w:rsidRDefault="00895AD2" w:rsidP="00895AD2">
      <w:r>
        <w:t>303.9470</w:t>
      </w:r>
      <w:r>
        <w:tab/>
        <w:t>1.013e0</w:t>
      </w:r>
    </w:p>
    <w:p w:rsidR="00895AD2" w:rsidRDefault="00895AD2" w:rsidP="00895AD2">
      <w:r>
        <w:t>303.9784</w:t>
      </w:r>
      <w:r>
        <w:tab/>
        <w:t>2.999e0</w:t>
      </w:r>
    </w:p>
    <w:p w:rsidR="00895AD2" w:rsidRDefault="00895AD2" w:rsidP="00895AD2">
      <w:r>
        <w:t>304.0075</w:t>
      </w:r>
      <w:r>
        <w:tab/>
        <w:t>3.838e0</w:t>
      </w:r>
    </w:p>
    <w:p w:rsidR="00895AD2" w:rsidRDefault="00895AD2" w:rsidP="00895AD2">
      <w:r>
        <w:t>304.1360</w:t>
      </w:r>
      <w:r>
        <w:tab/>
        <w:t>1.218e3</w:t>
      </w:r>
    </w:p>
    <w:p w:rsidR="00895AD2" w:rsidRDefault="00895AD2" w:rsidP="00895AD2">
      <w:r>
        <w:t>304.2402</w:t>
      </w:r>
      <w:r>
        <w:tab/>
        <w:t>1.418e1</w:t>
      </w:r>
    </w:p>
    <w:p w:rsidR="00895AD2" w:rsidRDefault="00895AD2" w:rsidP="00895AD2">
      <w:r>
        <w:t>304.3009</w:t>
      </w:r>
      <w:r>
        <w:tab/>
        <w:t>2.633e1</w:t>
      </w:r>
    </w:p>
    <w:p w:rsidR="00895AD2" w:rsidRDefault="00895AD2" w:rsidP="00895AD2">
      <w:r>
        <w:t>304.3891</w:t>
      </w:r>
      <w:r>
        <w:tab/>
        <w:t>1.118e1</w:t>
      </w:r>
    </w:p>
    <w:p w:rsidR="00895AD2" w:rsidRDefault="00895AD2" w:rsidP="00895AD2">
      <w:r>
        <w:t>304.5056</w:t>
      </w:r>
      <w:r>
        <w:tab/>
        <w:t>5.063e0</w:t>
      </w:r>
    </w:p>
    <w:p w:rsidR="00895AD2" w:rsidRDefault="00895AD2" w:rsidP="00895AD2">
      <w:r>
        <w:t>304.5565</w:t>
      </w:r>
      <w:r>
        <w:tab/>
        <w:t>3.755e0</w:t>
      </w:r>
    </w:p>
    <w:p w:rsidR="00895AD2" w:rsidRDefault="00895AD2" w:rsidP="00895AD2">
      <w:r>
        <w:t>304.5861</w:t>
      </w:r>
      <w:r>
        <w:tab/>
        <w:t>5.063e0</w:t>
      </w:r>
    </w:p>
    <w:p w:rsidR="00895AD2" w:rsidRDefault="00895AD2" w:rsidP="00895AD2">
      <w:r>
        <w:t>304.6557</w:t>
      </w:r>
      <w:r>
        <w:tab/>
        <w:t>1.126e1</w:t>
      </w:r>
    </w:p>
    <w:p w:rsidR="00895AD2" w:rsidRDefault="00895AD2" w:rsidP="00895AD2">
      <w:r>
        <w:t>304.7064</w:t>
      </w:r>
      <w:r>
        <w:tab/>
        <w:t>9.114e0</w:t>
      </w:r>
    </w:p>
    <w:p w:rsidR="00895AD2" w:rsidRDefault="00895AD2" w:rsidP="00895AD2">
      <w:r>
        <w:lastRenderedPageBreak/>
        <w:t>304.7391</w:t>
      </w:r>
      <w:r>
        <w:tab/>
        <w:t>8.101e0</w:t>
      </w:r>
    </w:p>
    <w:p w:rsidR="00895AD2" w:rsidRDefault="00895AD2" w:rsidP="00895AD2">
      <w:r>
        <w:t>304.7951</w:t>
      </w:r>
      <w:r>
        <w:tab/>
        <w:t>5.063e0</w:t>
      </w:r>
    </w:p>
    <w:p w:rsidR="00895AD2" w:rsidRDefault="00895AD2" w:rsidP="00895AD2">
      <w:r>
        <w:t>304.8364</w:t>
      </w:r>
      <w:r>
        <w:tab/>
        <w:t>8.101e0</w:t>
      </w:r>
    </w:p>
    <w:p w:rsidR="00895AD2" w:rsidRDefault="00895AD2" w:rsidP="00895AD2">
      <w:r>
        <w:t>304.8988</w:t>
      </w:r>
      <w:r>
        <w:tab/>
        <w:t>9.958e0</w:t>
      </w:r>
    </w:p>
    <w:p w:rsidR="00895AD2" w:rsidRDefault="00895AD2" w:rsidP="00895AD2">
      <w:r>
        <w:t>304.9697</w:t>
      </w:r>
      <w:r>
        <w:tab/>
        <w:t>3.038e0</w:t>
      </w:r>
    </w:p>
    <w:p w:rsidR="00895AD2" w:rsidRDefault="00895AD2" w:rsidP="00895AD2">
      <w:r>
        <w:t>305.0128</w:t>
      </w:r>
      <w:r>
        <w:tab/>
        <w:t>2.025e0</w:t>
      </w:r>
    </w:p>
    <w:p w:rsidR="00895AD2" w:rsidRDefault="00895AD2" w:rsidP="00895AD2">
      <w:r>
        <w:t>305.0460</w:t>
      </w:r>
      <w:r>
        <w:tab/>
        <w:t>5.063e0</w:t>
      </w:r>
    </w:p>
    <w:p w:rsidR="00895AD2" w:rsidRDefault="00895AD2" w:rsidP="00895AD2">
      <w:r>
        <w:t>305.0745</w:t>
      </w:r>
      <w:r>
        <w:tab/>
        <w:t>8.563e0</w:t>
      </w:r>
    </w:p>
    <w:p w:rsidR="00895AD2" w:rsidRDefault="00895AD2" w:rsidP="00895AD2">
      <w:r>
        <w:t>305.1416</w:t>
      </w:r>
      <w:r>
        <w:tab/>
        <w:t>2.752e2</w:t>
      </w:r>
    </w:p>
    <w:p w:rsidR="00895AD2" w:rsidRDefault="00895AD2" w:rsidP="00895AD2">
      <w:r>
        <w:t>305.2388</w:t>
      </w:r>
      <w:r>
        <w:tab/>
        <w:t>4.051e0</w:t>
      </w:r>
    </w:p>
    <w:p w:rsidR="00895AD2" w:rsidRDefault="00895AD2" w:rsidP="00895AD2">
      <w:r>
        <w:t>305.3077</w:t>
      </w:r>
      <w:r>
        <w:tab/>
        <w:t>8.101e0</w:t>
      </w:r>
    </w:p>
    <w:p w:rsidR="00895AD2" w:rsidRDefault="00895AD2" w:rsidP="00895AD2">
      <w:r>
        <w:t>305.3677</w:t>
      </w:r>
      <w:r>
        <w:tab/>
        <w:t>5.486e0</w:t>
      </w:r>
    </w:p>
    <w:p w:rsidR="00895AD2" w:rsidRDefault="00895AD2" w:rsidP="00895AD2">
      <w:r>
        <w:t>305.4192</w:t>
      </w:r>
      <w:r>
        <w:tab/>
        <w:t>5.063e0</w:t>
      </w:r>
    </w:p>
    <w:p w:rsidR="00895AD2" w:rsidRDefault="00895AD2" w:rsidP="00895AD2">
      <w:r>
        <w:t>305.5026</w:t>
      </w:r>
      <w:r>
        <w:tab/>
        <w:t>3.038e0</w:t>
      </w:r>
    </w:p>
    <w:p w:rsidR="00895AD2" w:rsidRDefault="00895AD2" w:rsidP="00895AD2">
      <w:r>
        <w:t>305.5664</w:t>
      </w:r>
      <w:r>
        <w:tab/>
        <w:t>3.038e0</w:t>
      </w:r>
    </w:p>
    <w:p w:rsidR="00895AD2" w:rsidRDefault="00895AD2" w:rsidP="00895AD2">
      <w:r>
        <w:t>305.6298</w:t>
      </w:r>
      <w:r>
        <w:tab/>
        <w:t>2.025e0</w:t>
      </w:r>
    </w:p>
    <w:p w:rsidR="00895AD2" w:rsidRDefault="00895AD2" w:rsidP="00895AD2">
      <w:r>
        <w:t>305.6829</w:t>
      </w:r>
      <w:r>
        <w:tab/>
        <w:t>2.025e0</w:t>
      </w:r>
    </w:p>
    <w:p w:rsidR="00895AD2" w:rsidRDefault="00895AD2" w:rsidP="00895AD2">
      <w:r>
        <w:t>305.7404</w:t>
      </w:r>
      <w:r>
        <w:tab/>
        <w:t>3.038e0</w:t>
      </w:r>
    </w:p>
    <w:p w:rsidR="00895AD2" w:rsidRDefault="00895AD2" w:rsidP="00895AD2">
      <w:r>
        <w:t>305.7795</w:t>
      </w:r>
      <w:r>
        <w:tab/>
        <w:t>1.013e0</w:t>
      </w:r>
    </w:p>
    <w:p w:rsidR="00895AD2" w:rsidRDefault="00895AD2" w:rsidP="00895AD2">
      <w:r>
        <w:lastRenderedPageBreak/>
        <w:t>305.8277</w:t>
      </w:r>
      <w:r>
        <w:tab/>
        <w:t>4.051e0</w:t>
      </w:r>
    </w:p>
    <w:p w:rsidR="00895AD2" w:rsidRDefault="00895AD2" w:rsidP="00895AD2">
      <w:r>
        <w:t>305.8936</w:t>
      </w:r>
      <w:r>
        <w:tab/>
        <w:t>2.025e0</w:t>
      </w:r>
    </w:p>
    <w:p w:rsidR="00895AD2" w:rsidRDefault="00895AD2" w:rsidP="00895AD2">
      <w:r>
        <w:t>305.9233</w:t>
      </w:r>
      <w:r>
        <w:tab/>
        <w:t>1.013e0</w:t>
      </w:r>
    </w:p>
    <w:p w:rsidR="00895AD2" w:rsidRDefault="00895AD2" w:rsidP="00895AD2">
      <w:r>
        <w:t>305.9769</w:t>
      </w:r>
      <w:r>
        <w:tab/>
        <w:t>3.038e0</w:t>
      </w:r>
    </w:p>
    <w:p w:rsidR="00895AD2" w:rsidRDefault="00895AD2" w:rsidP="00895AD2">
      <w:r>
        <w:t>306.0400</w:t>
      </w:r>
      <w:r>
        <w:tab/>
        <w:t>1.013e0</w:t>
      </w:r>
    </w:p>
    <w:p w:rsidR="00895AD2" w:rsidRDefault="00895AD2" w:rsidP="00895AD2">
      <w:r>
        <w:t>306.1381</w:t>
      </w:r>
      <w:r>
        <w:tab/>
        <w:t>1.130e2</w:t>
      </w:r>
    </w:p>
    <w:p w:rsidR="00895AD2" w:rsidRDefault="00895AD2" w:rsidP="00895AD2">
      <w:r>
        <w:t>306.2098</w:t>
      </w:r>
      <w:r>
        <w:tab/>
        <w:t>3.038e0</w:t>
      </w:r>
    </w:p>
    <w:p w:rsidR="00895AD2" w:rsidRDefault="00895AD2" w:rsidP="00895AD2">
      <w:r>
        <w:t>306.2689</w:t>
      </w:r>
      <w:r>
        <w:tab/>
        <w:t>2.025e0</w:t>
      </w:r>
    </w:p>
    <w:p w:rsidR="00895AD2" w:rsidRDefault="00895AD2" w:rsidP="00895AD2">
      <w:r>
        <w:t>306.4098</w:t>
      </w:r>
      <w:r>
        <w:tab/>
        <w:t>3.038e0</w:t>
      </w:r>
    </w:p>
    <w:p w:rsidR="00895AD2" w:rsidRDefault="00895AD2" w:rsidP="00895AD2">
      <w:r>
        <w:t>306.4509</w:t>
      </w:r>
      <w:r>
        <w:tab/>
        <w:t>1.013e0</w:t>
      </w:r>
    </w:p>
    <w:p w:rsidR="00895AD2" w:rsidRDefault="00895AD2" w:rsidP="00895AD2">
      <w:r>
        <w:t>306.5247</w:t>
      </w:r>
      <w:r>
        <w:tab/>
        <w:t>2.025e0</w:t>
      </w:r>
    </w:p>
    <w:p w:rsidR="00895AD2" w:rsidRDefault="00895AD2" w:rsidP="00895AD2">
      <w:r>
        <w:t>306.6588</w:t>
      </w:r>
      <w:r>
        <w:tab/>
        <w:t>1.013e0</w:t>
      </w:r>
    </w:p>
    <w:p w:rsidR="00895AD2" w:rsidRDefault="00895AD2" w:rsidP="00895AD2">
      <w:r>
        <w:t>306.6909</w:t>
      </w:r>
      <w:r>
        <w:tab/>
        <w:t>1.013e0</w:t>
      </w:r>
    </w:p>
    <w:p w:rsidR="00895AD2" w:rsidRDefault="00895AD2" w:rsidP="00895AD2">
      <w:r>
        <w:t>306.7721</w:t>
      </w:r>
      <w:r>
        <w:tab/>
        <w:t>3.038e0</w:t>
      </w:r>
    </w:p>
    <w:p w:rsidR="00895AD2" w:rsidRDefault="00895AD2" w:rsidP="00895AD2">
      <w:r>
        <w:t>306.8089</w:t>
      </w:r>
      <w:r>
        <w:tab/>
        <w:t>4.051e0</w:t>
      </w:r>
    </w:p>
    <w:p w:rsidR="00895AD2" w:rsidRDefault="00895AD2" w:rsidP="00895AD2">
      <w:r>
        <w:t>306.9964</w:t>
      </w:r>
      <w:r>
        <w:tab/>
        <w:t>5.063e0</w:t>
      </w:r>
    </w:p>
    <w:p w:rsidR="00895AD2" w:rsidRDefault="00895AD2" w:rsidP="00895AD2">
      <w:r>
        <w:t>307.0408</w:t>
      </w:r>
      <w:r>
        <w:tab/>
        <w:t>2.025e0</w:t>
      </w:r>
    </w:p>
    <w:p w:rsidR="00895AD2" w:rsidRDefault="00895AD2" w:rsidP="00895AD2">
      <w:r>
        <w:t>307.0780</w:t>
      </w:r>
      <w:r>
        <w:tab/>
        <w:t>4.051e0</w:t>
      </w:r>
    </w:p>
    <w:p w:rsidR="00895AD2" w:rsidRDefault="00895AD2" w:rsidP="00895AD2">
      <w:r>
        <w:t>307.1395</w:t>
      </w:r>
      <w:r>
        <w:tab/>
        <w:t>2.410e1</w:t>
      </w:r>
    </w:p>
    <w:p w:rsidR="00895AD2" w:rsidRDefault="00895AD2" w:rsidP="00895AD2">
      <w:r>
        <w:lastRenderedPageBreak/>
        <w:t>307.2477</w:t>
      </w:r>
      <w:r>
        <w:tab/>
        <w:t>5.063e0</w:t>
      </w:r>
    </w:p>
    <w:p w:rsidR="00895AD2" w:rsidRDefault="00895AD2" w:rsidP="00895AD2">
      <w:r>
        <w:t>307.3046</w:t>
      </w:r>
      <w:r>
        <w:tab/>
        <w:t>2.025e0</w:t>
      </w:r>
    </w:p>
    <w:p w:rsidR="00895AD2" w:rsidRDefault="00895AD2" w:rsidP="00895AD2">
      <w:r>
        <w:t>307.3946</w:t>
      </w:r>
      <w:r>
        <w:tab/>
        <w:t>1.013e0</w:t>
      </w:r>
    </w:p>
    <w:p w:rsidR="00895AD2" w:rsidRDefault="00895AD2" w:rsidP="00895AD2">
      <w:r>
        <w:t>307.4323</w:t>
      </w:r>
      <w:r>
        <w:tab/>
        <w:t>1.013e0</w:t>
      </w:r>
    </w:p>
    <w:p w:rsidR="00895AD2" w:rsidRDefault="00895AD2" w:rsidP="00895AD2">
      <w:r>
        <w:t>307.5025</w:t>
      </w:r>
      <w:r>
        <w:tab/>
        <w:t>2.025e0</w:t>
      </w:r>
    </w:p>
    <w:p w:rsidR="00895AD2" w:rsidRDefault="00895AD2" w:rsidP="00895AD2">
      <w:r>
        <w:t>307.5585</w:t>
      </w:r>
      <w:r>
        <w:tab/>
        <w:t>2.025e0</w:t>
      </w:r>
    </w:p>
    <w:p w:rsidR="00895AD2" w:rsidRDefault="00895AD2" w:rsidP="00895AD2">
      <w:r>
        <w:t>307.6666</w:t>
      </w:r>
      <w:r>
        <w:tab/>
        <w:t>1.013e0</w:t>
      </w:r>
    </w:p>
    <w:p w:rsidR="00895AD2" w:rsidRDefault="00895AD2" w:rsidP="00895AD2">
      <w:r>
        <w:t>307.7026</w:t>
      </w:r>
      <w:r>
        <w:tab/>
        <w:t>1.013e0</w:t>
      </w:r>
    </w:p>
    <w:p w:rsidR="00895AD2" w:rsidRDefault="00895AD2" w:rsidP="00895AD2">
      <w:r>
        <w:t>307.8008</w:t>
      </w:r>
      <w:r>
        <w:tab/>
        <w:t>1.013e0</w:t>
      </w:r>
    </w:p>
    <w:p w:rsidR="00895AD2" w:rsidRDefault="00895AD2" w:rsidP="00895AD2">
      <w:r>
        <w:t>307.8231</w:t>
      </w:r>
      <w:r>
        <w:tab/>
        <w:t>1.013e0</w:t>
      </w:r>
    </w:p>
    <w:p w:rsidR="00895AD2" w:rsidRDefault="00895AD2" w:rsidP="00895AD2">
      <w:r>
        <w:t>307.9187</w:t>
      </w:r>
      <w:r>
        <w:tab/>
        <w:t>3.038e0</w:t>
      </w:r>
    </w:p>
    <w:p w:rsidR="00895AD2" w:rsidRDefault="00895AD2" w:rsidP="00895AD2">
      <w:r>
        <w:t>307.9740</w:t>
      </w:r>
      <w:r>
        <w:tab/>
        <w:t>1.013e0</w:t>
      </w:r>
    </w:p>
    <w:p w:rsidR="00895AD2" w:rsidRDefault="00895AD2" w:rsidP="00895AD2">
      <w:r>
        <w:t>307.9964</w:t>
      </w:r>
      <w:r>
        <w:tab/>
        <w:t>1.013e0</w:t>
      </w:r>
    </w:p>
    <w:p w:rsidR="00895AD2" w:rsidRDefault="00895AD2" w:rsidP="00895AD2">
      <w:r>
        <w:t>308.1024</w:t>
      </w:r>
      <w:r>
        <w:tab/>
        <w:t>2.025e0</w:t>
      </w:r>
    </w:p>
    <w:p w:rsidR="00895AD2" w:rsidRDefault="00895AD2" w:rsidP="00895AD2">
      <w:r>
        <w:t>308.1467</w:t>
      </w:r>
      <w:r>
        <w:tab/>
        <w:t>1.013e0</w:t>
      </w:r>
    </w:p>
    <w:p w:rsidR="00895AD2" w:rsidRDefault="00895AD2" w:rsidP="00895AD2">
      <w:r>
        <w:t>308.2821</w:t>
      </w:r>
      <w:r>
        <w:tab/>
        <w:t>3.038e0</w:t>
      </w:r>
    </w:p>
    <w:p w:rsidR="00895AD2" w:rsidRDefault="00895AD2" w:rsidP="00895AD2">
      <w:r>
        <w:t>308.3467</w:t>
      </w:r>
      <w:r>
        <w:tab/>
        <w:t>2.025e0</w:t>
      </w:r>
    </w:p>
    <w:p w:rsidR="00895AD2" w:rsidRDefault="00895AD2" w:rsidP="00895AD2">
      <w:r>
        <w:t>308.3934</w:t>
      </w:r>
      <w:r>
        <w:tab/>
        <w:t>1.013e0</w:t>
      </w:r>
    </w:p>
    <w:p w:rsidR="00895AD2" w:rsidRDefault="00895AD2" w:rsidP="00895AD2">
      <w:r>
        <w:t>308.4388</w:t>
      </w:r>
      <w:r>
        <w:tab/>
        <w:t>1.013e0</w:t>
      </w:r>
    </w:p>
    <w:p w:rsidR="00895AD2" w:rsidRDefault="00895AD2" w:rsidP="00895AD2">
      <w:r>
        <w:lastRenderedPageBreak/>
        <w:t>308.5049</w:t>
      </w:r>
      <w:r>
        <w:tab/>
        <w:t>2.025e0</w:t>
      </w:r>
    </w:p>
    <w:p w:rsidR="00895AD2" w:rsidRDefault="00895AD2" w:rsidP="00895AD2">
      <w:r>
        <w:t>308.5989</w:t>
      </w:r>
      <w:r>
        <w:tab/>
        <w:t>1.013e0</w:t>
      </w:r>
    </w:p>
    <w:p w:rsidR="00895AD2" w:rsidRDefault="00895AD2" w:rsidP="00895AD2">
      <w:r>
        <w:t>308.6871</w:t>
      </w:r>
      <w:r>
        <w:tab/>
        <w:t>1.013e0</w:t>
      </w:r>
    </w:p>
    <w:p w:rsidR="00895AD2" w:rsidRDefault="00895AD2" w:rsidP="00895AD2">
      <w:r>
        <w:t>308.7238</w:t>
      </w:r>
      <w:r>
        <w:tab/>
        <w:t>1.013e0</w:t>
      </w:r>
    </w:p>
    <w:p w:rsidR="00895AD2" w:rsidRDefault="00895AD2" w:rsidP="00895AD2">
      <w:r>
        <w:t>308.8358</w:t>
      </w:r>
      <w:r>
        <w:tab/>
        <w:t>2.025e0</w:t>
      </w:r>
    </w:p>
    <w:p w:rsidR="00895AD2" w:rsidRDefault="00895AD2" w:rsidP="00895AD2">
      <w:r>
        <w:t>308.9254</w:t>
      </w:r>
      <w:r>
        <w:tab/>
        <w:t>1.013e0</w:t>
      </w:r>
    </w:p>
    <w:p w:rsidR="00895AD2" w:rsidRDefault="00895AD2" w:rsidP="00895AD2">
      <w:r>
        <w:t>308.9633</w:t>
      </w:r>
      <w:r>
        <w:tab/>
        <w:t>1.013e0</w:t>
      </w:r>
    </w:p>
    <w:p w:rsidR="00895AD2" w:rsidRDefault="00895AD2" w:rsidP="00895AD2">
      <w:r>
        <w:t>309.0148</w:t>
      </w:r>
      <w:r>
        <w:tab/>
        <w:t>3.038e0</w:t>
      </w:r>
    </w:p>
    <w:p w:rsidR="00895AD2" w:rsidRDefault="00895AD2" w:rsidP="00895AD2">
      <w:r>
        <w:t>309.0656</w:t>
      </w:r>
      <w:r>
        <w:tab/>
        <w:t>1.013e0</w:t>
      </w:r>
    </w:p>
    <w:p w:rsidR="00895AD2" w:rsidRDefault="00895AD2" w:rsidP="00895AD2">
      <w:r>
        <w:t>309.1292</w:t>
      </w:r>
      <w:r>
        <w:tab/>
        <w:t>2.025e0</w:t>
      </w:r>
    </w:p>
    <w:p w:rsidR="00895AD2" w:rsidRDefault="00895AD2" w:rsidP="00895AD2">
      <w:r>
        <w:t>309.1956</w:t>
      </w:r>
      <w:r>
        <w:tab/>
        <w:t>1.013e0</w:t>
      </w:r>
    </w:p>
    <w:p w:rsidR="00895AD2" w:rsidRDefault="00895AD2" w:rsidP="00895AD2">
      <w:r>
        <w:t>309.2563</w:t>
      </w:r>
      <w:r>
        <w:tab/>
        <w:t>1.013e0</w:t>
      </w:r>
    </w:p>
    <w:p w:rsidR="00895AD2" w:rsidRDefault="00895AD2" w:rsidP="00895AD2">
      <w:r>
        <w:t>309.3404</w:t>
      </w:r>
      <w:r>
        <w:tab/>
        <w:t>1.013e0</w:t>
      </w:r>
    </w:p>
    <w:p w:rsidR="00895AD2" w:rsidRDefault="00895AD2" w:rsidP="00895AD2">
      <w:r>
        <w:t>309.4358</w:t>
      </w:r>
      <w:r>
        <w:tab/>
        <w:t>1.013e0</w:t>
      </w:r>
    </w:p>
    <w:p w:rsidR="00895AD2" w:rsidRDefault="00895AD2" w:rsidP="00895AD2">
      <w:r>
        <w:t>309.4679</w:t>
      </w:r>
      <w:r>
        <w:tab/>
        <w:t>1.013e0</w:t>
      </w:r>
    </w:p>
    <w:p w:rsidR="00895AD2" w:rsidRDefault="00895AD2" w:rsidP="00895AD2">
      <w:r>
        <w:t>309.8233</w:t>
      </w:r>
      <w:r>
        <w:tab/>
        <w:t>1.013e0</w:t>
      </w:r>
    </w:p>
    <w:p w:rsidR="00895AD2" w:rsidRDefault="00895AD2" w:rsidP="00895AD2">
      <w:r>
        <w:t>309.8522</w:t>
      </w:r>
      <w:r>
        <w:tab/>
        <w:t>2.025e0</w:t>
      </w:r>
    </w:p>
    <w:p w:rsidR="00895AD2" w:rsidRDefault="00895AD2" w:rsidP="00895AD2">
      <w:r>
        <w:t>310.0144</w:t>
      </w:r>
      <w:r>
        <w:tab/>
        <w:t>1.013e0</w:t>
      </w:r>
    </w:p>
    <w:p w:rsidR="00895AD2" w:rsidRDefault="00895AD2" w:rsidP="00895AD2">
      <w:r>
        <w:t>310.0481</w:t>
      </w:r>
      <w:r>
        <w:tab/>
        <w:t>1.013e0</w:t>
      </w:r>
    </w:p>
    <w:p w:rsidR="00895AD2" w:rsidRDefault="00895AD2" w:rsidP="00895AD2">
      <w:r>
        <w:lastRenderedPageBreak/>
        <w:t>310.0706</w:t>
      </w:r>
      <w:r>
        <w:tab/>
        <w:t>1.013e0</w:t>
      </w:r>
    </w:p>
    <w:p w:rsidR="00895AD2" w:rsidRDefault="00895AD2" w:rsidP="00895AD2">
      <w:r>
        <w:t>310.1090</w:t>
      </w:r>
      <w:r>
        <w:tab/>
        <w:t>1.013e0</w:t>
      </w:r>
    </w:p>
    <w:p w:rsidR="00895AD2" w:rsidRDefault="00895AD2" w:rsidP="00895AD2">
      <w:r>
        <w:t>310.1727</w:t>
      </w:r>
      <w:r>
        <w:tab/>
        <w:t>3.038e0</w:t>
      </w:r>
    </w:p>
    <w:p w:rsidR="00895AD2" w:rsidRDefault="00895AD2" w:rsidP="00895AD2">
      <w:r>
        <w:t>310.2534</w:t>
      </w:r>
      <w:r>
        <w:tab/>
        <w:t>1.013e0</w:t>
      </w:r>
    </w:p>
    <w:p w:rsidR="00895AD2" w:rsidRDefault="00895AD2" w:rsidP="00895AD2">
      <w:r>
        <w:t>310.2854</w:t>
      </w:r>
      <w:r>
        <w:tab/>
        <w:t>1.013e0</w:t>
      </w:r>
    </w:p>
    <w:p w:rsidR="00895AD2" w:rsidRDefault="00895AD2" w:rsidP="00895AD2">
      <w:r>
        <w:t>310.5841</w:t>
      </w:r>
      <w:r>
        <w:tab/>
        <w:t>2.025e0</w:t>
      </w:r>
    </w:p>
    <w:p w:rsidR="00895AD2" w:rsidRDefault="00895AD2" w:rsidP="00895AD2">
      <w:r>
        <w:t>310.8788</w:t>
      </w:r>
      <w:r>
        <w:tab/>
        <w:t>2.025e0</w:t>
      </w:r>
    </w:p>
    <w:p w:rsidR="00895AD2" w:rsidRDefault="00895AD2" w:rsidP="00895AD2">
      <w:r>
        <w:t>310.9376</w:t>
      </w:r>
      <w:r>
        <w:tab/>
        <w:t>1.013e0</w:t>
      </w:r>
    </w:p>
    <w:p w:rsidR="00895AD2" w:rsidRDefault="00895AD2" w:rsidP="00895AD2">
      <w:r>
        <w:t>311.0050</w:t>
      </w:r>
      <w:r>
        <w:tab/>
        <w:t>5.063e0</w:t>
      </w:r>
    </w:p>
    <w:p w:rsidR="00895AD2" w:rsidRDefault="00895AD2" w:rsidP="00895AD2">
      <w:r>
        <w:t>311.1955</w:t>
      </w:r>
      <w:r>
        <w:tab/>
        <w:t>2.025e0</w:t>
      </w:r>
    </w:p>
    <w:p w:rsidR="00895AD2" w:rsidRDefault="00895AD2" w:rsidP="00895AD2">
      <w:r>
        <w:t>311.3539</w:t>
      </w:r>
      <w:r>
        <w:tab/>
        <w:t>2.025e0</w:t>
      </w:r>
    </w:p>
    <w:p w:rsidR="00895AD2" w:rsidRDefault="00895AD2" w:rsidP="00895AD2">
      <w:r>
        <w:t>311.4961</w:t>
      </w:r>
      <w:r>
        <w:tab/>
        <w:t>1.013e0</w:t>
      </w:r>
    </w:p>
    <w:p w:rsidR="00895AD2" w:rsidRDefault="00895AD2" w:rsidP="00895AD2">
      <w:r>
        <w:t>311.5302</w:t>
      </w:r>
      <w:r>
        <w:tab/>
        <w:t>2.025e0</w:t>
      </w:r>
    </w:p>
    <w:p w:rsidR="00895AD2" w:rsidRDefault="00895AD2" w:rsidP="00895AD2">
      <w:r>
        <w:t>311.6881</w:t>
      </w:r>
      <w:r>
        <w:tab/>
        <w:t>1.013e0</w:t>
      </w:r>
    </w:p>
    <w:p w:rsidR="00895AD2" w:rsidRDefault="00895AD2" w:rsidP="00895AD2">
      <w:r>
        <w:t>311.7164</w:t>
      </w:r>
      <w:r>
        <w:tab/>
        <w:t>1.013e0</w:t>
      </w:r>
    </w:p>
    <w:p w:rsidR="00895AD2" w:rsidRDefault="00895AD2" w:rsidP="00895AD2">
      <w:r>
        <w:t>311.7532</w:t>
      </w:r>
      <w:r>
        <w:tab/>
        <w:t>1.013e0</w:t>
      </w:r>
    </w:p>
    <w:p w:rsidR="00895AD2" w:rsidRDefault="00895AD2" w:rsidP="00895AD2">
      <w:r>
        <w:t>311.8615</w:t>
      </w:r>
      <w:r>
        <w:tab/>
        <w:t>1.013e0</w:t>
      </w:r>
    </w:p>
    <w:p w:rsidR="00895AD2" w:rsidRDefault="00895AD2" w:rsidP="00895AD2">
      <w:r>
        <w:t>312.0063</w:t>
      </w:r>
      <w:r>
        <w:tab/>
        <w:t>2.025e0</w:t>
      </w:r>
    </w:p>
    <w:p w:rsidR="00895AD2" w:rsidRDefault="00895AD2" w:rsidP="00895AD2">
      <w:r>
        <w:t>312.0725</w:t>
      </w:r>
      <w:r>
        <w:tab/>
        <w:t>3.038e0</w:t>
      </w:r>
    </w:p>
    <w:p w:rsidR="00895AD2" w:rsidRDefault="00895AD2" w:rsidP="00895AD2">
      <w:r>
        <w:lastRenderedPageBreak/>
        <w:t>312.1404</w:t>
      </w:r>
      <w:r>
        <w:tab/>
        <w:t>2.025e0</w:t>
      </w:r>
    </w:p>
    <w:p w:rsidR="00895AD2" w:rsidRDefault="00895AD2" w:rsidP="00895AD2">
      <w:r>
        <w:t>312.1799</w:t>
      </w:r>
      <w:r>
        <w:tab/>
        <w:t>1.013e0</w:t>
      </w:r>
    </w:p>
    <w:p w:rsidR="00895AD2" w:rsidRDefault="00895AD2" w:rsidP="00895AD2">
      <w:r>
        <w:t>312.3214</w:t>
      </w:r>
      <w:r>
        <w:tab/>
        <w:t>1.013e0</w:t>
      </w:r>
    </w:p>
    <w:p w:rsidR="00895AD2" w:rsidRDefault="00895AD2" w:rsidP="00895AD2">
      <w:r>
        <w:t>312.3834</w:t>
      </w:r>
      <w:r>
        <w:tab/>
        <w:t>1.013e0</w:t>
      </w:r>
    </w:p>
    <w:p w:rsidR="00895AD2" w:rsidRDefault="00895AD2" w:rsidP="00895AD2">
      <w:r>
        <w:t>312.4395</w:t>
      </w:r>
      <w:r>
        <w:tab/>
        <w:t>1.013e0</w:t>
      </w:r>
    </w:p>
    <w:p w:rsidR="00895AD2" w:rsidRDefault="00895AD2" w:rsidP="00895AD2">
      <w:r>
        <w:t>312.4799</w:t>
      </w:r>
      <w:r>
        <w:tab/>
        <w:t>1.013e0</w:t>
      </w:r>
    </w:p>
    <w:p w:rsidR="00895AD2" w:rsidRDefault="00895AD2" w:rsidP="00895AD2">
      <w:r>
        <w:t>312.8289</w:t>
      </w:r>
      <w:r>
        <w:tab/>
        <w:t>1.013e0</w:t>
      </w:r>
    </w:p>
    <w:p w:rsidR="00895AD2" w:rsidRDefault="00895AD2" w:rsidP="00895AD2">
      <w:r>
        <w:t>312.9510</w:t>
      </w:r>
      <w:r>
        <w:tab/>
        <w:t>3.038e0</w:t>
      </w:r>
    </w:p>
    <w:p w:rsidR="00895AD2" w:rsidRDefault="00895AD2" w:rsidP="00895AD2">
      <w:r>
        <w:t>313.0019</w:t>
      </w:r>
      <w:r>
        <w:tab/>
        <w:t>3.038e0</w:t>
      </w:r>
    </w:p>
    <w:p w:rsidR="00895AD2" w:rsidRDefault="00895AD2" w:rsidP="00895AD2">
      <w:r>
        <w:t>313.0819</w:t>
      </w:r>
      <w:r>
        <w:tab/>
        <w:t>1.013e0</w:t>
      </w:r>
    </w:p>
    <w:p w:rsidR="00895AD2" w:rsidRDefault="00895AD2" w:rsidP="00895AD2">
      <w:r>
        <w:t>313.1429</w:t>
      </w:r>
      <w:r>
        <w:tab/>
        <w:t>1.013e0</w:t>
      </w:r>
    </w:p>
    <w:p w:rsidR="00895AD2" w:rsidRDefault="00895AD2" w:rsidP="00895AD2">
      <w:r>
        <w:t>313.2325</w:t>
      </w:r>
      <w:r>
        <w:tab/>
        <w:t>5.063e0</w:t>
      </w:r>
    </w:p>
    <w:p w:rsidR="00895AD2" w:rsidRDefault="00895AD2" w:rsidP="00895AD2">
      <w:r>
        <w:t>313.2866</w:t>
      </w:r>
      <w:r>
        <w:tab/>
        <w:t>2.025e0</w:t>
      </w:r>
    </w:p>
    <w:p w:rsidR="00895AD2" w:rsidRDefault="00895AD2" w:rsidP="00895AD2">
      <w:r>
        <w:t>313.3188</w:t>
      </w:r>
      <w:r>
        <w:tab/>
        <w:t>1.013e0</w:t>
      </w:r>
    </w:p>
    <w:p w:rsidR="00895AD2" w:rsidRDefault="00895AD2" w:rsidP="00895AD2">
      <w:r>
        <w:t>313.3590</w:t>
      </w:r>
      <w:r>
        <w:tab/>
        <w:t>1.013e0</w:t>
      </w:r>
    </w:p>
    <w:p w:rsidR="00895AD2" w:rsidRDefault="00895AD2" w:rsidP="00895AD2">
      <w:r>
        <w:t>313.3871</w:t>
      </w:r>
      <w:r>
        <w:tab/>
        <w:t>1.013e0</w:t>
      </w:r>
    </w:p>
    <w:p w:rsidR="00895AD2" w:rsidRDefault="00895AD2" w:rsidP="00895AD2">
      <w:r>
        <w:t>313.5961</w:t>
      </w:r>
      <w:r>
        <w:tab/>
        <w:t>1.013e0</w:t>
      </w:r>
    </w:p>
    <w:p w:rsidR="00895AD2" w:rsidRDefault="00895AD2" w:rsidP="00895AD2">
      <w:r>
        <w:t>313.6197</w:t>
      </w:r>
      <w:r>
        <w:tab/>
        <w:t>1.013e0</w:t>
      </w:r>
    </w:p>
    <w:p w:rsidR="00895AD2" w:rsidRDefault="00895AD2" w:rsidP="00895AD2">
      <w:r>
        <w:t>313.7085</w:t>
      </w:r>
      <w:r>
        <w:tab/>
        <w:t>1.013e0</w:t>
      </w:r>
    </w:p>
    <w:p w:rsidR="00895AD2" w:rsidRDefault="00895AD2" w:rsidP="00895AD2">
      <w:r>
        <w:lastRenderedPageBreak/>
        <w:t>313.8015</w:t>
      </w:r>
      <w:r>
        <w:tab/>
        <w:t>1.013e0</w:t>
      </w:r>
    </w:p>
    <w:p w:rsidR="00895AD2" w:rsidRDefault="00895AD2" w:rsidP="00895AD2">
      <w:r>
        <w:t>313.9337</w:t>
      </w:r>
      <w:r>
        <w:tab/>
        <w:t>1.013e0</w:t>
      </w:r>
    </w:p>
    <w:p w:rsidR="00895AD2" w:rsidRDefault="00895AD2" w:rsidP="00895AD2">
      <w:r>
        <w:t>314.0233</w:t>
      </w:r>
      <w:r>
        <w:tab/>
        <w:t>1.013e0</w:t>
      </w:r>
    </w:p>
    <w:p w:rsidR="00895AD2" w:rsidRDefault="00895AD2" w:rsidP="00895AD2">
      <w:r>
        <w:t>314.0744</w:t>
      </w:r>
      <w:r>
        <w:tab/>
        <w:t>1.013e0</w:t>
      </w:r>
    </w:p>
    <w:p w:rsidR="00895AD2" w:rsidRDefault="00895AD2" w:rsidP="00895AD2">
      <w:r>
        <w:t>314.1465</w:t>
      </w:r>
      <w:r>
        <w:tab/>
        <w:t>2.025e0</w:t>
      </w:r>
    </w:p>
    <w:p w:rsidR="00895AD2" w:rsidRDefault="00895AD2" w:rsidP="00895AD2">
      <w:r>
        <w:t>314.2108</w:t>
      </w:r>
      <w:r>
        <w:tab/>
        <w:t>2.025e0</w:t>
      </w:r>
    </w:p>
    <w:p w:rsidR="00895AD2" w:rsidRDefault="00895AD2" w:rsidP="00895AD2">
      <w:r>
        <w:t>314.2735</w:t>
      </w:r>
      <w:r>
        <w:tab/>
        <w:t>2.025e0</w:t>
      </w:r>
    </w:p>
    <w:p w:rsidR="00895AD2" w:rsidRDefault="00895AD2" w:rsidP="00895AD2">
      <w:r>
        <w:t>314.3248</w:t>
      </w:r>
      <w:r>
        <w:tab/>
        <w:t>1.013e0</w:t>
      </w:r>
    </w:p>
    <w:p w:rsidR="00895AD2" w:rsidRDefault="00895AD2" w:rsidP="00895AD2">
      <w:r>
        <w:t>314.6038</w:t>
      </w:r>
      <w:r>
        <w:tab/>
        <w:t>1.013e0</w:t>
      </w:r>
    </w:p>
    <w:p w:rsidR="00895AD2" w:rsidRDefault="00895AD2" w:rsidP="00895AD2">
      <w:r>
        <w:t>314.6411</w:t>
      </w:r>
      <w:r>
        <w:tab/>
        <w:t>4.051e0</w:t>
      </w:r>
    </w:p>
    <w:p w:rsidR="00895AD2" w:rsidRDefault="00895AD2" w:rsidP="00895AD2">
      <w:r>
        <w:t>314.8162</w:t>
      </w:r>
      <w:r>
        <w:tab/>
        <w:t>2.025e0</w:t>
      </w:r>
    </w:p>
    <w:p w:rsidR="00895AD2" w:rsidRDefault="00895AD2" w:rsidP="00895AD2">
      <w:r>
        <w:t>314.9593</w:t>
      </w:r>
      <w:r>
        <w:tab/>
        <w:t>3.038e0</w:t>
      </w:r>
    </w:p>
    <w:p w:rsidR="00895AD2" w:rsidRDefault="00895AD2" w:rsidP="00895AD2">
      <w:r>
        <w:t>315.0084</w:t>
      </w:r>
      <w:r>
        <w:tab/>
        <w:t>1.013e0</w:t>
      </w:r>
    </w:p>
    <w:p w:rsidR="00895AD2" w:rsidRDefault="00895AD2" w:rsidP="00895AD2">
      <w:r>
        <w:t>315.0553</w:t>
      </w:r>
      <w:r>
        <w:tab/>
        <w:t>1.013e0</w:t>
      </w:r>
    </w:p>
    <w:p w:rsidR="00895AD2" w:rsidRDefault="00895AD2" w:rsidP="00895AD2">
      <w:r>
        <w:t>315.0834</w:t>
      </w:r>
      <w:r>
        <w:tab/>
        <w:t>1.013e0</w:t>
      </w:r>
    </w:p>
    <w:p w:rsidR="00895AD2" w:rsidRDefault="00895AD2" w:rsidP="00895AD2">
      <w:r>
        <w:t>315.1316</w:t>
      </w:r>
      <w:r>
        <w:tab/>
        <w:t>3.038e0</w:t>
      </w:r>
    </w:p>
    <w:p w:rsidR="00895AD2" w:rsidRDefault="00895AD2" w:rsidP="00895AD2">
      <w:r>
        <w:t>315.1856</w:t>
      </w:r>
      <w:r>
        <w:tab/>
        <w:t>3.038e0</w:t>
      </w:r>
    </w:p>
    <w:p w:rsidR="00895AD2" w:rsidRDefault="00895AD2" w:rsidP="00895AD2">
      <w:r>
        <w:t>315.2457</w:t>
      </w:r>
      <w:r>
        <w:tab/>
        <w:t>3.038e0</w:t>
      </w:r>
    </w:p>
    <w:p w:rsidR="00895AD2" w:rsidRDefault="00895AD2" w:rsidP="00895AD2">
      <w:r>
        <w:t>315.4012</w:t>
      </w:r>
      <w:r>
        <w:tab/>
        <w:t>1.013e0</w:t>
      </w:r>
    </w:p>
    <w:p w:rsidR="00895AD2" w:rsidRDefault="00895AD2" w:rsidP="00895AD2">
      <w:r>
        <w:lastRenderedPageBreak/>
        <w:t>315.4650</w:t>
      </w:r>
      <w:r>
        <w:tab/>
        <w:t>2.025e0</w:t>
      </w:r>
    </w:p>
    <w:p w:rsidR="00895AD2" w:rsidRDefault="00895AD2" w:rsidP="00895AD2">
      <w:r>
        <w:t>315.8639</w:t>
      </w:r>
      <w:r>
        <w:tab/>
        <w:t>1.013e0</w:t>
      </w:r>
    </w:p>
    <w:p w:rsidR="00895AD2" w:rsidRDefault="00895AD2" w:rsidP="00895AD2">
      <w:r>
        <w:t>315.9961</w:t>
      </w:r>
      <w:r>
        <w:tab/>
        <w:t>3.038e0</w:t>
      </w:r>
    </w:p>
    <w:p w:rsidR="00895AD2" w:rsidRDefault="00895AD2" w:rsidP="00895AD2">
      <w:r>
        <w:t>316.0764</w:t>
      </w:r>
      <w:r>
        <w:tab/>
        <w:t>1.013e0</w:t>
      </w:r>
    </w:p>
    <w:p w:rsidR="00895AD2" w:rsidRDefault="00895AD2" w:rsidP="00895AD2">
      <w:r>
        <w:t>316.1677</w:t>
      </w:r>
      <w:r>
        <w:tab/>
        <w:t>2.025e0</w:t>
      </w:r>
    </w:p>
    <w:p w:rsidR="00895AD2" w:rsidRDefault="00895AD2" w:rsidP="00895AD2">
      <w:r>
        <w:t>316.2252</w:t>
      </w:r>
      <w:r>
        <w:tab/>
        <w:t>2.025e0</w:t>
      </w:r>
    </w:p>
    <w:p w:rsidR="00895AD2" w:rsidRDefault="00895AD2" w:rsidP="00895AD2">
      <w:r>
        <w:t>316.2823</w:t>
      </w:r>
      <w:r>
        <w:tab/>
        <w:t>1.013e0</w:t>
      </w:r>
    </w:p>
    <w:p w:rsidR="00895AD2" w:rsidRDefault="00895AD2" w:rsidP="00895AD2">
      <w:r>
        <w:t>316.5764</w:t>
      </w:r>
      <w:r>
        <w:tab/>
        <w:t>1.013e0</w:t>
      </w:r>
    </w:p>
    <w:p w:rsidR="00895AD2" w:rsidRDefault="00895AD2" w:rsidP="00895AD2">
      <w:r>
        <w:t>316.6201</w:t>
      </w:r>
      <w:r>
        <w:tab/>
        <w:t>1.013e0</w:t>
      </w:r>
    </w:p>
    <w:p w:rsidR="00895AD2" w:rsidRDefault="00895AD2" w:rsidP="00895AD2">
      <w:r>
        <w:t>316.9508</w:t>
      </w:r>
      <w:r>
        <w:tab/>
        <w:t>1.013e0</w:t>
      </w:r>
    </w:p>
    <w:p w:rsidR="00895AD2" w:rsidRDefault="00895AD2" w:rsidP="00895AD2">
      <w:r>
        <w:t>317.0500</w:t>
      </w:r>
      <w:r>
        <w:tab/>
        <w:t>1.013e0</w:t>
      </w:r>
    </w:p>
    <w:p w:rsidR="00895AD2" w:rsidRDefault="00895AD2" w:rsidP="00895AD2">
      <w:r>
        <w:t>317.1215</w:t>
      </w:r>
      <w:r>
        <w:tab/>
        <w:t>4.051e0</w:t>
      </w:r>
    </w:p>
    <w:p w:rsidR="00895AD2" w:rsidRDefault="00895AD2" w:rsidP="00895AD2">
      <w:r>
        <w:t>317.1851</w:t>
      </w:r>
      <w:r>
        <w:tab/>
        <w:t>3.038e0</w:t>
      </w:r>
    </w:p>
    <w:p w:rsidR="00895AD2" w:rsidRDefault="00895AD2" w:rsidP="00895AD2">
      <w:r>
        <w:t>317.2247</w:t>
      </w:r>
      <w:r>
        <w:tab/>
        <w:t>2.025e0</w:t>
      </w:r>
    </w:p>
    <w:p w:rsidR="00895AD2" w:rsidRDefault="00895AD2" w:rsidP="00895AD2">
      <w:r>
        <w:t>317.2623</w:t>
      </w:r>
      <w:r>
        <w:tab/>
        <w:t>1.013e0</w:t>
      </w:r>
    </w:p>
    <w:p w:rsidR="00895AD2" w:rsidRDefault="00895AD2" w:rsidP="00895AD2">
      <w:r>
        <w:t>317.4180</w:t>
      </w:r>
      <w:r>
        <w:tab/>
        <w:t>1.013e0</w:t>
      </w:r>
    </w:p>
    <w:p w:rsidR="00895AD2" w:rsidRDefault="00895AD2" w:rsidP="00895AD2">
      <w:r>
        <w:t>317.5752</w:t>
      </w:r>
      <w:r>
        <w:tab/>
        <w:t>1.013e0</w:t>
      </w:r>
    </w:p>
    <w:p w:rsidR="00895AD2" w:rsidRDefault="00895AD2" w:rsidP="00895AD2">
      <w:r>
        <w:t>317.7928</w:t>
      </w:r>
      <w:r>
        <w:tab/>
        <w:t>1.013e0</w:t>
      </w:r>
    </w:p>
    <w:p w:rsidR="00895AD2" w:rsidRDefault="00895AD2" w:rsidP="00895AD2">
      <w:r>
        <w:t>317.9459</w:t>
      </w:r>
      <w:r>
        <w:tab/>
        <w:t>1.013e0</w:t>
      </w:r>
    </w:p>
    <w:p w:rsidR="00895AD2" w:rsidRDefault="00895AD2" w:rsidP="00895AD2">
      <w:r>
        <w:lastRenderedPageBreak/>
        <w:t>317.9823</w:t>
      </w:r>
      <w:r>
        <w:tab/>
        <w:t>1.013e0</w:t>
      </w:r>
    </w:p>
    <w:p w:rsidR="00895AD2" w:rsidRDefault="00895AD2" w:rsidP="00895AD2">
      <w:r>
        <w:t>318.0104</w:t>
      </w:r>
      <w:r>
        <w:tab/>
        <w:t>1.013e0</w:t>
      </w:r>
    </w:p>
    <w:p w:rsidR="00895AD2" w:rsidRDefault="00895AD2" w:rsidP="00895AD2">
      <w:r>
        <w:t>318.0782</w:t>
      </w:r>
      <w:r>
        <w:tab/>
        <w:t>1.013e0</w:t>
      </w:r>
    </w:p>
    <w:p w:rsidR="00895AD2" w:rsidRDefault="00895AD2" w:rsidP="00895AD2">
      <w:r>
        <w:t>318.1530</w:t>
      </w:r>
      <w:r>
        <w:tab/>
        <w:t>3.038e0</w:t>
      </w:r>
    </w:p>
    <w:p w:rsidR="00895AD2" w:rsidRDefault="00895AD2" w:rsidP="00895AD2">
      <w:r>
        <w:t>318.2885</w:t>
      </w:r>
      <w:r>
        <w:tab/>
        <w:t>2.025e0</w:t>
      </w:r>
    </w:p>
    <w:p w:rsidR="00895AD2" w:rsidRDefault="00895AD2" w:rsidP="00895AD2">
      <w:r>
        <w:t>318.5559</w:t>
      </w:r>
      <w:r>
        <w:tab/>
        <w:t>1.013e0</w:t>
      </w:r>
    </w:p>
    <w:p w:rsidR="00895AD2" w:rsidRDefault="00895AD2" w:rsidP="00895AD2">
      <w:r>
        <w:t>318.9175</w:t>
      </w:r>
      <w:r>
        <w:tab/>
        <w:t>1.013e0</w:t>
      </w:r>
    </w:p>
    <w:p w:rsidR="00895AD2" w:rsidRDefault="00895AD2" w:rsidP="00895AD2">
      <w:r>
        <w:t>319.0504</w:t>
      </w:r>
      <w:r>
        <w:tab/>
        <w:t>3.038e0</w:t>
      </w:r>
    </w:p>
    <w:p w:rsidR="00895AD2" w:rsidRDefault="00895AD2" w:rsidP="00895AD2">
      <w:r>
        <w:t>319.1266</w:t>
      </w:r>
      <w:r>
        <w:tab/>
        <w:t>1.013e0</w:t>
      </w:r>
    </w:p>
    <w:p w:rsidR="00895AD2" w:rsidRDefault="00895AD2" w:rsidP="00895AD2">
      <w:r>
        <w:t>319.1727</w:t>
      </w:r>
      <w:r>
        <w:tab/>
        <w:t>1.013e0</w:t>
      </w:r>
    </w:p>
    <w:p w:rsidR="00895AD2" w:rsidRDefault="00895AD2" w:rsidP="00895AD2">
      <w:r>
        <w:t>319.2160</w:t>
      </w:r>
      <w:r>
        <w:tab/>
        <w:t>3.038e0</w:t>
      </w:r>
    </w:p>
    <w:p w:rsidR="00895AD2" w:rsidRDefault="00895AD2" w:rsidP="00895AD2">
      <w:r>
        <w:t>319.2881</w:t>
      </w:r>
      <w:r>
        <w:tab/>
        <w:t>1.013e0</w:t>
      </w:r>
    </w:p>
    <w:p w:rsidR="00895AD2" w:rsidRDefault="00895AD2" w:rsidP="00895AD2">
      <w:r>
        <w:t>320.0452</w:t>
      </w:r>
      <w:r>
        <w:tab/>
        <w:t>2.044e0</w:t>
      </w:r>
    </w:p>
    <w:p w:rsidR="00895AD2" w:rsidRDefault="00895AD2" w:rsidP="00895AD2">
      <w:r>
        <w:t>320.0840</w:t>
      </w:r>
      <w:r>
        <w:tab/>
        <w:t>3.038e0</w:t>
      </w:r>
    </w:p>
    <w:p w:rsidR="00895AD2" w:rsidRDefault="00895AD2" w:rsidP="00895AD2">
      <w:r>
        <w:t>320.1270</w:t>
      </w:r>
      <w:r>
        <w:tab/>
        <w:t>6.076e0</w:t>
      </w:r>
    </w:p>
    <w:p w:rsidR="00895AD2" w:rsidRDefault="00895AD2" w:rsidP="00895AD2">
      <w:r>
        <w:t>320.1896</w:t>
      </w:r>
      <w:r>
        <w:tab/>
        <w:t>1.013e0</w:t>
      </w:r>
    </w:p>
    <w:p w:rsidR="00895AD2" w:rsidRDefault="00895AD2" w:rsidP="00895AD2">
      <w:r>
        <w:t>320.2289</w:t>
      </w:r>
      <w:r>
        <w:tab/>
        <w:t>1.013e0</w:t>
      </w:r>
    </w:p>
    <w:p w:rsidR="00895AD2" w:rsidRDefault="00895AD2" w:rsidP="00895AD2">
      <w:r>
        <w:t>320.2938</w:t>
      </w:r>
      <w:r>
        <w:tab/>
        <w:t>1.013e0</w:t>
      </w:r>
    </w:p>
    <w:p w:rsidR="00895AD2" w:rsidRDefault="00895AD2" w:rsidP="00895AD2">
      <w:r>
        <w:t>320.3327</w:t>
      </w:r>
      <w:r>
        <w:tab/>
        <w:t>3.038e0</w:t>
      </w:r>
    </w:p>
    <w:p w:rsidR="00895AD2" w:rsidRDefault="00895AD2" w:rsidP="00895AD2">
      <w:r>
        <w:lastRenderedPageBreak/>
        <w:t>320.5436</w:t>
      </w:r>
      <w:r>
        <w:tab/>
        <w:t>2.025e0</w:t>
      </w:r>
    </w:p>
    <w:p w:rsidR="00895AD2" w:rsidRDefault="00895AD2" w:rsidP="00895AD2">
      <w:r>
        <w:t>320.6647</w:t>
      </w:r>
      <w:r>
        <w:tab/>
        <w:t>1.013e0</w:t>
      </w:r>
    </w:p>
    <w:p w:rsidR="00895AD2" w:rsidRDefault="00895AD2" w:rsidP="00895AD2">
      <w:r>
        <w:t>320.8846</w:t>
      </w:r>
      <w:r>
        <w:tab/>
        <w:t>1.013e0</w:t>
      </w:r>
    </w:p>
    <w:p w:rsidR="00895AD2" w:rsidRDefault="00895AD2" w:rsidP="00895AD2">
      <w:r>
        <w:t>320.9948</w:t>
      </w:r>
      <w:r>
        <w:tab/>
        <w:t>1.013e0</w:t>
      </w:r>
    </w:p>
    <w:p w:rsidR="00895AD2" w:rsidRDefault="00895AD2" w:rsidP="00895AD2">
      <w:r>
        <w:t>321.0180</w:t>
      </w:r>
      <w:r>
        <w:tab/>
        <w:t>1.013e0</w:t>
      </w:r>
    </w:p>
    <w:p w:rsidR="00895AD2" w:rsidRDefault="00895AD2" w:rsidP="00895AD2">
      <w:r>
        <w:t>321.1675</w:t>
      </w:r>
      <w:r>
        <w:tab/>
        <w:t>2.025e0</w:t>
      </w:r>
    </w:p>
    <w:p w:rsidR="00895AD2" w:rsidRDefault="00895AD2" w:rsidP="00895AD2">
      <w:r>
        <w:t>321.2097</w:t>
      </w:r>
      <w:r>
        <w:tab/>
        <w:t>5.063e0</w:t>
      </w:r>
    </w:p>
    <w:p w:rsidR="00895AD2" w:rsidRDefault="00895AD2" w:rsidP="00895AD2">
      <w:r>
        <w:t>321.2747</w:t>
      </w:r>
      <w:r>
        <w:tab/>
        <w:t>1.013e0</w:t>
      </w:r>
    </w:p>
    <w:p w:rsidR="00895AD2" w:rsidRDefault="00895AD2" w:rsidP="00895AD2">
      <w:r>
        <w:t>321.4040</w:t>
      </w:r>
      <w:r>
        <w:tab/>
        <w:t>1.013e0</w:t>
      </w:r>
    </w:p>
    <w:p w:rsidR="00895AD2" w:rsidRDefault="00895AD2" w:rsidP="00895AD2">
      <w:r>
        <w:t>321.5414</w:t>
      </w:r>
      <w:r>
        <w:tab/>
        <w:t>1.013e0</w:t>
      </w:r>
    </w:p>
    <w:p w:rsidR="00895AD2" w:rsidRDefault="00895AD2" w:rsidP="00895AD2">
      <w:r>
        <w:t>321.6747</w:t>
      </w:r>
      <w:r>
        <w:tab/>
        <w:t>1.013e0</w:t>
      </w:r>
    </w:p>
    <w:p w:rsidR="00895AD2" w:rsidRDefault="00895AD2" w:rsidP="00895AD2">
      <w:r>
        <w:t>321.7450</w:t>
      </w:r>
      <w:r>
        <w:tab/>
        <w:t>4.051e0</w:t>
      </w:r>
    </w:p>
    <w:p w:rsidR="00895AD2" w:rsidRDefault="00895AD2" w:rsidP="00895AD2">
      <w:r>
        <w:t>321.8243</w:t>
      </w:r>
      <w:r>
        <w:tab/>
        <w:t>1.013e0</w:t>
      </w:r>
    </w:p>
    <w:p w:rsidR="00895AD2" w:rsidRDefault="00895AD2" w:rsidP="00895AD2">
      <w:r>
        <w:t>322.0142</w:t>
      </w:r>
      <w:r>
        <w:tab/>
        <w:t>1.013e0</w:t>
      </w:r>
    </w:p>
    <w:p w:rsidR="00895AD2" w:rsidRDefault="00895AD2" w:rsidP="00895AD2">
      <w:r>
        <w:t>322.1376</w:t>
      </w:r>
      <w:r>
        <w:tab/>
        <w:t>4.051e0</w:t>
      </w:r>
    </w:p>
    <w:p w:rsidR="00895AD2" w:rsidRDefault="00895AD2" w:rsidP="00895AD2">
      <w:r>
        <w:t>322.2146</w:t>
      </w:r>
      <w:r>
        <w:tab/>
        <w:t>1.013e0</w:t>
      </w:r>
    </w:p>
    <w:p w:rsidR="00895AD2" w:rsidRDefault="00895AD2" w:rsidP="00895AD2">
      <w:r>
        <w:t>322.4670</w:t>
      </w:r>
      <w:r>
        <w:tab/>
        <w:t>1.013e0</w:t>
      </w:r>
    </w:p>
    <w:p w:rsidR="00895AD2" w:rsidRDefault="00895AD2" w:rsidP="00895AD2">
      <w:r>
        <w:t>322.5057</w:t>
      </w:r>
      <w:r>
        <w:tab/>
        <w:t>1.013e0</w:t>
      </w:r>
    </w:p>
    <w:p w:rsidR="00895AD2" w:rsidRDefault="00895AD2" w:rsidP="00895AD2">
      <w:r>
        <w:t>322.7298</w:t>
      </w:r>
      <w:r>
        <w:tab/>
        <w:t>1.013e0</w:t>
      </w:r>
    </w:p>
    <w:p w:rsidR="00895AD2" w:rsidRDefault="00895AD2" w:rsidP="00895AD2">
      <w:r>
        <w:lastRenderedPageBreak/>
        <w:t>322.9643</w:t>
      </w:r>
      <w:r>
        <w:tab/>
        <w:t>1.013e0</w:t>
      </w:r>
    </w:p>
    <w:p w:rsidR="00895AD2" w:rsidRDefault="00895AD2" w:rsidP="00895AD2">
      <w:r>
        <w:t>322.9926</w:t>
      </w:r>
      <w:r>
        <w:tab/>
        <w:t>1.013e0</w:t>
      </w:r>
    </w:p>
    <w:p w:rsidR="00895AD2" w:rsidRDefault="00895AD2" w:rsidP="00895AD2">
      <w:r>
        <w:t>323.0695</w:t>
      </w:r>
      <w:r>
        <w:tab/>
        <w:t>1.013e0</w:t>
      </w:r>
    </w:p>
    <w:p w:rsidR="00895AD2" w:rsidRDefault="00895AD2" w:rsidP="00895AD2">
      <w:r>
        <w:t>323.1493</w:t>
      </w:r>
      <w:r>
        <w:tab/>
        <w:t>6.076e0</w:t>
      </w:r>
    </w:p>
    <w:p w:rsidR="00895AD2" w:rsidRDefault="00895AD2" w:rsidP="00895AD2">
      <w:r>
        <w:t>323.2227</w:t>
      </w:r>
      <w:r>
        <w:tab/>
        <w:t>2.025e0</w:t>
      </w:r>
    </w:p>
    <w:p w:rsidR="00895AD2" w:rsidRDefault="00895AD2" w:rsidP="00895AD2">
      <w:r>
        <w:t>323.3043</w:t>
      </w:r>
      <w:r>
        <w:tab/>
        <w:t>1.013e0</w:t>
      </w:r>
    </w:p>
    <w:p w:rsidR="00895AD2" w:rsidRDefault="00895AD2" w:rsidP="00895AD2">
      <w:r>
        <w:t>323.5428</w:t>
      </w:r>
      <w:r>
        <w:tab/>
        <w:t>1.013e0</w:t>
      </w:r>
    </w:p>
    <w:p w:rsidR="00895AD2" w:rsidRDefault="00895AD2" w:rsidP="00895AD2">
      <w:r>
        <w:t>323.6035</w:t>
      </w:r>
      <w:r>
        <w:tab/>
        <w:t>1.013e0</w:t>
      </w:r>
    </w:p>
    <w:p w:rsidR="00895AD2" w:rsidRDefault="00895AD2" w:rsidP="00895AD2">
      <w:r>
        <w:t>323.9556</w:t>
      </w:r>
      <w:r>
        <w:tab/>
        <w:t>2.025e0</w:t>
      </w:r>
    </w:p>
    <w:p w:rsidR="00895AD2" w:rsidRDefault="00895AD2" w:rsidP="00895AD2">
      <w:r>
        <w:t>324.0062</w:t>
      </w:r>
      <w:r>
        <w:tab/>
        <w:t>2.025e0</w:t>
      </w:r>
    </w:p>
    <w:p w:rsidR="00895AD2" w:rsidRDefault="00895AD2" w:rsidP="00895AD2">
      <w:r>
        <w:t>324.0549</w:t>
      </w:r>
      <w:r>
        <w:tab/>
        <w:t>5.534e0</w:t>
      </w:r>
    </w:p>
    <w:p w:rsidR="00895AD2" w:rsidRDefault="00895AD2" w:rsidP="00895AD2">
      <w:r>
        <w:t>324.1360</w:t>
      </w:r>
      <w:r>
        <w:tab/>
        <w:t>4.051e0</w:t>
      </w:r>
    </w:p>
    <w:p w:rsidR="00895AD2" w:rsidRDefault="00895AD2" w:rsidP="00895AD2">
      <w:r>
        <w:t>324.1949</w:t>
      </w:r>
      <w:r>
        <w:tab/>
        <w:t>3.038e0</w:t>
      </w:r>
    </w:p>
    <w:p w:rsidR="00895AD2" w:rsidRDefault="00895AD2" w:rsidP="00895AD2">
      <w:r>
        <w:t>324.3401</w:t>
      </w:r>
      <w:r>
        <w:tab/>
        <w:t>1.013e0</w:t>
      </w:r>
    </w:p>
    <w:p w:rsidR="00895AD2" w:rsidRDefault="00895AD2" w:rsidP="00895AD2">
      <w:r>
        <w:t>324.5425</w:t>
      </w:r>
      <w:r>
        <w:tab/>
        <w:t>1.013e0</w:t>
      </w:r>
    </w:p>
    <w:p w:rsidR="00895AD2" w:rsidRDefault="00895AD2" w:rsidP="00895AD2">
      <w:r>
        <w:t>324.6235</w:t>
      </w:r>
      <w:r>
        <w:tab/>
        <w:t>1.013e0</w:t>
      </w:r>
    </w:p>
    <w:p w:rsidR="00895AD2" w:rsidRDefault="00895AD2" w:rsidP="00895AD2">
      <w:r>
        <w:t>324.7136</w:t>
      </w:r>
      <w:r>
        <w:tab/>
        <w:t>1.013e0</w:t>
      </w:r>
    </w:p>
    <w:p w:rsidR="00895AD2" w:rsidRDefault="00895AD2" w:rsidP="00895AD2">
      <w:r>
        <w:t>325.0040</w:t>
      </w:r>
      <w:r>
        <w:tab/>
        <w:t>2.025e0</w:t>
      </w:r>
    </w:p>
    <w:p w:rsidR="00895AD2" w:rsidRDefault="00895AD2" w:rsidP="00895AD2">
      <w:r>
        <w:t>325.0487</w:t>
      </w:r>
      <w:r>
        <w:tab/>
        <w:t>1.013e0</w:t>
      </w:r>
    </w:p>
    <w:p w:rsidR="00895AD2" w:rsidRDefault="00895AD2" w:rsidP="00895AD2">
      <w:r>
        <w:lastRenderedPageBreak/>
        <w:t>325.0980</w:t>
      </w:r>
      <w:r>
        <w:tab/>
        <w:t>2.025e0</w:t>
      </w:r>
    </w:p>
    <w:p w:rsidR="00895AD2" w:rsidRDefault="00895AD2" w:rsidP="00895AD2">
      <w:r>
        <w:t>325.1357</w:t>
      </w:r>
      <w:r>
        <w:tab/>
        <w:t>1.013e0</w:t>
      </w:r>
    </w:p>
    <w:p w:rsidR="00895AD2" w:rsidRDefault="00895AD2" w:rsidP="00895AD2">
      <w:r>
        <w:t>325.2168</w:t>
      </w:r>
      <w:r>
        <w:tab/>
        <w:t>2.025e0</w:t>
      </w:r>
    </w:p>
    <w:p w:rsidR="00895AD2" w:rsidRDefault="00895AD2" w:rsidP="00895AD2">
      <w:r>
        <w:t>325.2837</w:t>
      </w:r>
      <w:r>
        <w:tab/>
        <w:t>1.013e0</w:t>
      </w:r>
    </w:p>
    <w:p w:rsidR="00895AD2" w:rsidRDefault="00895AD2" w:rsidP="00895AD2">
      <w:r>
        <w:t>325.3118</w:t>
      </w:r>
      <w:r>
        <w:tab/>
        <w:t>2.025e0</w:t>
      </w:r>
    </w:p>
    <w:p w:rsidR="00895AD2" w:rsidRDefault="00895AD2" w:rsidP="00895AD2">
      <w:r>
        <w:t>325.3890</w:t>
      </w:r>
      <w:r>
        <w:tab/>
        <w:t>1.013e0</w:t>
      </w:r>
    </w:p>
    <w:p w:rsidR="00895AD2" w:rsidRDefault="00895AD2" w:rsidP="00895AD2">
      <w:r>
        <w:t>325.4904</w:t>
      </w:r>
      <w:r>
        <w:tab/>
        <w:t>1.013e0</w:t>
      </w:r>
    </w:p>
    <w:p w:rsidR="00895AD2" w:rsidRDefault="00895AD2" w:rsidP="00895AD2">
      <w:r>
        <w:t>325.6931</w:t>
      </w:r>
      <w:r>
        <w:tab/>
        <w:t>1.013e0</w:t>
      </w:r>
    </w:p>
    <w:p w:rsidR="00895AD2" w:rsidRDefault="00895AD2" w:rsidP="00895AD2">
      <w:r>
        <w:t>325.7457</w:t>
      </w:r>
      <w:r>
        <w:tab/>
        <w:t>2.025e0</w:t>
      </w:r>
    </w:p>
    <w:p w:rsidR="00895AD2" w:rsidRDefault="00895AD2" w:rsidP="00895AD2">
      <w:r>
        <w:t>325.8168</w:t>
      </w:r>
      <w:r>
        <w:tab/>
        <w:t>1.013e0</w:t>
      </w:r>
    </w:p>
    <w:p w:rsidR="00895AD2" w:rsidRDefault="00895AD2" w:rsidP="00895AD2">
      <w:r>
        <w:t>325.8403</w:t>
      </w:r>
      <w:r>
        <w:tab/>
        <w:t>1.013e0</w:t>
      </w:r>
    </w:p>
    <w:p w:rsidR="00895AD2" w:rsidRDefault="00895AD2" w:rsidP="00895AD2">
      <w:r>
        <w:t>325.9385</w:t>
      </w:r>
      <w:r>
        <w:tab/>
        <w:t>2.025e0</w:t>
      </w:r>
    </w:p>
    <w:p w:rsidR="00895AD2" w:rsidRDefault="00895AD2" w:rsidP="00895AD2">
      <w:r>
        <w:t>326.0941</w:t>
      </w:r>
      <w:r>
        <w:tab/>
        <w:t>1.013e0</w:t>
      </w:r>
    </w:p>
    <w:p w:rsidR="00895AD2" w:rsidRDefault="00895AD2" w:rsidP="00895AD2">
      <w:r>
        <w:t>326.1519</w:t>
      </w:r>
      <w:r>
        <w:tab/>
        <w:t>1.013e0</w:t>
      </w:r>
    </w:p>
    <w:p w:rsidR="00895AD2" w:rsidRDefault="00895AD2" w:rsidP="00895AD2">
      <w:r>
        <w:t>326.2930</w:t>
      </w:r>
      <w:r>
        <w:tab/>
        <w:t>1.013e0</w:t>
      </w:r>
    </w:p>
    <w:p w:rsidR="00895AD2" w:rsidRDefault="00895AD2" w:rsidP="00895AD2">
      <w:r>
        <w:t>326.3224</w:t>
      </w:r>
      <w:r>
        <w:tab/>
        <w:t>2.025e0</w:t>
      </w:r>
    </w:p>
    <w:p w:rsidR="00895AD2" w:rsidRDefault="00895AD2" w:rsidP="00895AD2">
      <w:r>
        <w:t>326.3805</w:t>
      </w:r>
      <w:r>
        <w:tab/>
        <w:t>1.599e1</w:t>
      </w:r>
    </w:p>
    <w:p w:rsidR="00895AD2" w:rsidRDefault="00895AD2" w:rsidP="00895AD2">
      <w:r>
        <w:t>326.5757</w:t>
      </w:r>
      <w:r>
        <w:tab/>
        <w:t>1.013e0</w:t>
      </w:r>
    </w:p>
    <w:p w:rsidR="00895AD2" w:rsidRDefault="00895AD2" w:rsidP="00895AD2">
      <w:r>
        <w:t>326.8969</w:t>
      </w:r>
      <w:r>
        <w:tab/>
        <w:t>1.013e0</w:t>
      </w:r>
    </w:p>
    <w:p w:rsidR="00895AD2" w:rsidRDefault="00895AD2" w:rsidP="00895AD2">
      <w:r>
        <w:lastRenderedPageBreak/>
        <w:t>326.9536</w:t>
      </w:r>
      <w:r>
        <w:tab/>
        <w:t>1.013e0</w:t>
      </w:r>
    </w:p>
    <w:p w:rsidR="00895AD2" w:rsidRDefault="00895AD2" w:rsidP="00895AD2">
      <w:r>
        <w:t>327.0063</w:t>
      </w:r>
      <w:r>
        <w:tab/>
        <w:t>1.013e0</w:t>
      </w:r>
    </w:p>
    <w:p w:rsidR="00895AD2" w:rsidRDefault="00895AD2" w:rsidP="00895AD2">
      <w:r>
        <w:t>327.0529</w:t>
      </w:r>
      <w:r>
        <w:tab/>
        <w:t>2.025e0</w:t>
      </w:r>
    </w:p>
    <w:p w:rsidR="00895AD2" w:rsidRDefault="00895AD2" w:rsidP="00895AD2">
      <w:r>
        <w:t>327.1361</w:t>
      </w:r>
      <w:r>
        <w:tab/>
        <w:t>2.025e0</w:t>
      </w:r>
    </w:p>
    <w:p w:rsidR="00895AD2" w:rsidRDefault="00895AD2" w:rsidP="00895AD2">
      <w:r>
        <w:t>327.1932</w:t>
      </w:r>
      <w:r>
        <w:tab/>
        <w:t>2.535e0</w:t>
      </w:r>
    </w:p>
    <w:p w:rsidR="00895AD2" w:rsidRDefault="00895AD2" w:rsidP="00895AD2">
      <w:r>
        <w:t>327.2191</w:t>
      </w:r>
      <w:r>
        <w:tab/>
        <w:t>3.038e0</w:t>
      </w:r>
    </w:p>
    <w:p w:rsidR="00895AD2" w:rsidRDefault="00895AD2" w:rsidP="00895AD2">
      <w:r>
        <w:t>327.2762</w:t>
      </w:r>
      <w:r>
        <w:tab/>
        <w:t>2.025e0</w:t>
      </w:r>
    </w:p>
    <w:p w:rsidR="00895AD2" w:rsidRDefault="00895AD2" w:rsidP="00895AD2">
      <w:r>
        <w:t>327.3066</w:t>
      </w:r>
      <w:r>
        <w:tab/>
        <w:t>1.013e0</w:t>
      </w:r>
    </w:p>
    <w:p w:rsidR="00895AD2" w:rsidRDefault="00895AD2" w:rsidP="00895AD2">
      <w:r>
        <w:t>327.3834</w:t>
      </w:r>
      <w:r>
        <w:tab/>
        <w:t>5.659e0</w:t>
      </w:r>
    </w:p>
    <w:p w:rsidR="00895AD2" w:rsidRDefault="00895AD2" w:rsidP="00895AD2">
      <w:r>
        <w:t>327.4601</w:t>
      </w:r>
      <w:r>
        <w:tab/>
        <w:t>1.013e0</w:t>
      </w:r>
    </w:p>
    <w:p w:rsidR="00895AD2" w:rsidRDefault="00895AD2" w:rsidP="00895AD2">
      <w:r>
        <w:t>327.6904</w:t>
      </w:r>
      <w:r>
        <w:tab/>
        <w:t>1.013e0</w:t>
      </w:r>
    </w:p>
    <w:p w:rsidR="00895AD2" w:rsidRDefault="00895AD2" w:rsidP="00895AD2">
      <w:r>
        <w:t>327.9356</w:t>
      </w:r>
      <w:r>
        <w:tab/>
        <w:t>1.013e0</w:t>
      </w:r>
    </w:p>
    <w:p w:rsidR="00895AD2" w:rsidRDefault="00895AD2" w:rsidP="00895AD2">
      <w:r>
        <w:t>328.0213</w:t>
      </w:r>
      <w:r>
        <w:tab/>
        <w:t>1.013e0</w:t>
      </w:r>
    </w:p>
    <w:p w:rsidR="00895AD2" w:rsidRDefault="00895AD2" w:rsidP="00895AD2">
      <w:r>
        <w:t>328.0571</w:t>
      </w:r>
      <w:r>
        <w:tab/>
        <w:t>2.025e0</w:t>
      </w:r>
    </w:p>
    <w:p w:rsidR="00895AD2" w:rsidRDefault="00895AD2" w:rsidP="00895AD2">
      <w:r>
        <w:t>328.1135</w:t>
      </w:r>
      <w:r>
        <w:tab/>
        <w:t>4.051e0</w:t>
      </w:r>
    </w:p>
    <w:p w:rsidR="00895AD2" w:rsidRDefault="00895AD2" w:rsidP="00895AD2">
      <w:r>
        <w:t>328.1894</w:t>
      </w:r>
      <w:r>
        <w:tab/>
        <w:t>3.038e0</w:t>
      </w:r>
    </w:p>
    <w:p w:rsidR="00895AD2" w:rsidRDefault="00895AD2" w:rsidP="00895AD2">
      <w:r>
        <w:t>328.2506</w:t>
      </w:r>
      <w:r>
        <w:tab/>
        <w:t>4.051e0</w:t>
      </w:r>
    </w:p>
    <w:p w:rsidR="00895AD2" w:rsidRDefault="00895AD2" w:rsidP="00895AD2">
      <w:r>
        <w:t>328.5079</w:t>
      </w:r>
      <w:r>
        <w:tab/>
        <w:t>1.013e0</w:t>
      </w:r>
    </w:p>
    <w:p w:rsidR="00895AD2" w:rsidRDefault="00895AD2" w:rsidP="00895AD2">
      <w:r>
        <w:t>328.5651</w:t>
      </w:r>
      <w:r>
        <w:tab/>
        <w:t>3.038e0</w:t>
      </w:r>
    </w:p>
    <w:p w:rsidR="00895AD2" w:rsidRDefault="00895AD2" w:rsidP="00895AD2">
      <w:r>
        <w:lastRenderedPageBreak/>
        <w:t>328.7842</w:t>
      </w:r>
      <w:r>
        <w:tab/>
        <w:t>1.013e0</w:t>
      </w:r>
    </w:p>
    <w:p w:rsidR="00895AD2" w:rsidRDefault="00895AD2" w:rsidP="00895AD2">
      <w:r>
        <w:t>328.9748</w:t>
      </w:r>
      <w:r>
        <w:tab/>
        <w:t>1.013e0</w:t>
      </w:r>
    </w:p>
    <w:p w:rsidR="00895AD2" w:rsidRDefault="00895AD2" w:rsidP="00895AD2">
      <w:r>
        <w:t>329.1543</w:t>
      </w:r>
      <w:r>
        <w:tab/>
        <w:t>2.025e0</w:t>
      </w:r>
    </w:p>
    <w:p w:rsidR="00895AD2" w:rsidRDefault="00895AD2" w:rsidP="00895AD2">
      <w:r>
        <w:t>329.1865</w:t>
      </w:r>
      <w:r>
        <w:tab/>
        <w:t>3.038e0</w:t>
      </w:r>
    </w:p>
    <w:p w:rsidR="00895AD2" w:rsidRDefault="00895AD2" w:rsidP="00895AD2">
      <w:r>
        <w:t>329.2162</w:t>
      </w:r>
      <w:r>
        <w:tab/>
        <w:t>4.051e0</w:t>
      </w:r>
    </w:p>
    <w:p w:rsidR="00895AD2" w:rsidRDefault="00895AD2" w:rsidP="00895AD2">
      <w:r>
        <w:t>329.2709</w:t>
      </w:r>
      <w:r>
        <w:tab/>
        <w:t>1.013e0</w:t>
      </w:r>
    </w:p>
    <w:p w:rsidR="00895AD2" w:rsidRDefault="00895AD2" w:rsidP="00895AD2">
      <w:r>
        <w:t>329.3283</w:t>
      </w:r>
      <w:r>
        <w:tab/>
        <w:t>1.013e0</w:t>
      </w:r>
    </w:p>
    <w:p w:rsidR="00895AD2" w:rsidRDefault="00895AD2" w:rsidP="00895AD2">
      <w:r>
        <w:t>329.4031</w:t>
      </w:r>
      <w:r>
        <w:tab/>
        <w:t>2.025e0</w:t>
      </w:r>
    </w:p>
    <w:p w:rsidR="00895AD2" w:rsidRDefault="00895AD2" w:rsidP="00895AD2">
      <w:r>
        <w:t>329.6940</w:t>
      </w:r>
      <w:r>
        <w:tab/>
        <w:t>1.013e0</w:t>
      </w:r>
    </w:p>
    <w:p w:rsidR="00895AD2" w:rsidRDefault="00895AD2" w:rsidP="00895AD2">
      <w:r>
        <w:t>329.7815</w:t>
      </w:r>
      <w:r>
        <w:tab/>
        <w:t>2.025e0</w:t>
      </w:r>
    </w:p>
    <w:p w:rsidR="00895AD2" w:rsidRDefault="00895AD2" w:rsidP="00895AD2">
      <w:r>
        <w:t>329.9416</w:t>
      </w:r>
      <w:r>
        <w:tab/>
        <w:t>4.051e0</w:t>
      </w:r>
    </w:p>
    <w:p w:rsidR="00895AD2" w:rsidRDefault="00895AD2" w:rsidP="00895AD2">
      <w:r>
        <w:t>330.0008</w:t>
      </w:r>
      <w:r>
        <w:tab/>
        <w:t>2.025e0</w:t>
      </w:r>
    </w:p>
    <w:p w:rsidR="00895AD2" w:rsidRDefault="00895AD2" w:rsidP="00895AD2">
      <w:r>
        <w:t>330.0587</w:t>
      </w:r>
      <w:r>
        <w:tab/>
        <w:t>2.025e0</w:t>
      </w:r>
    </w:p>
    <w:p w:rsidR="00895AD2" w:rsidRDefault="00895AD2" w:rsidP="00895AD2">
      <w:r>
        <w:t>330.1328</w:t>
      </w:r>
      <w:r>
        <w:tab/>
        <w:t>1.013e0</w:t>
      </w:r>
    </w:p>
    <w:p w:rsidR="00895AD2" w:rsidRDefault="00895AD2" w:rsidP="00895AD2">
      <w:r>
        <w:t>330.2302</w:t>
      </w:r>
      <w:r>
        <w:tab/>
        <w:t>3.038e0</w:t>
      </w:r>
    </w:p>
    <w:p w:rsidR="00895AD2" w:rsidRDefault="00895AD2" w:rsidP="00895AD2">
      <w:r>
        <w:t>330.2628</w:t>
      </w:r>
      <w:r>
        <w:tab/>
        <w:t>4.051e0</w:t>
      </w:r>
    </w:p>
    <w:p w:rsidR="00895AD2" w:rsidRDefault="00895AD2" w:rsidP="00895AD2">
      <w:r>
        <w:t>330.3444</w:t>
      </w:r>
      <w:r>
        <w:tab/>
        <w:t>2.025e0</w:t>
      </w:r>
    </w:p>
    <w:p w:rsidR="00895AD2" w:rsidRDefault="00895AD2" w:rsidP="00895AD2">
      <w:r>
        <w:t>330.4055</w:t>
      </w:r>
      <w:r>
        <w:tab/>
        <w:t>1.013e0</w:t>
      </w:r>
    </w:p>
    <w:p w:rsidR="00895AD2" w:rsidRDefault="00895AD2" w:rsidP="00895AD2">
      <w:r>
        <w:t>330.5680</w:t>
      </w:r>
      <w:r>
        <w:tab/>
        <w:t>1.013e0</w:t>
      </w:r>
    </w:p>
    <w:p w:rsidR="00895AD2" w:rsidRDefault="00895AD2" w:rsidP="00895AD2">
      <w:r>
        <w:lastRenderedPageBreak/>
        <w:t>330.8228</w:t>
      </w:r>
      <w:r>
        <w:tab/>
        <w:t>2.025e0</w:t>
      </w:r>
    </w:p>
    <w:p w:rsidR="00895AD2" w:rsidRDefault="00895AD2" w:rsidP="00895AD2">
      <w:r>
        <w:t>330.8934</w:t>
      </w:r>
      <w:r>
        <w:tab/>
        <w:t>1.013e0</w:t>
      </w:r>
    </w:p>
    <w:p w:rsidR="00895AD2" w:rsidRDefault="00895AD2" w:rsidP="00895AD2">
      <w:r>
        <w:t>330.9786</w:t>
      </w:r>
      <w:r>
        <w:tab/>
        <w:t>1.013e0</w:t>
      </w:r>
    </w:p>
    <w:p w:rsidR="00895AD2" w:rsidRDefault="00895AD2" w:rsidP="00895AD2">
      <w:r>
        <w:t>331.0519</w:t>
      </w:r>
      <w:r>
        <w:tab/>
        <w:t>1.013e0</w:t>
      </w:r>
    </w:p>
    <w:p w:rsidR="00895AD2" w:rsidRDefault="00895AD2" w:rsidP="00895AD2">
      <w:r>
        <w:t>331.1252</w:t>
      </w:r>
      <w:r>
        <w:tab/>
        <w:t>1.013e0</w:t>
      </w:r>
    </w:p>
    <w:p w:rsidR="00895AD2" w:rsidRDefault="00895AD2" w:rsidP="00895AD2">
      <w:r>
        <w:t>331.2012</w:t>
      </w:r>
      <w:r>
        <w:tab/>
        <w:t>4.051e0</w:t>
      </w:r>
    </w:p>
    <w:p w:rsidR="00895AD2" w:rsidRDefault="00895AD2" w:rsidP="00895AD2">
      <w:r>
        <w:t>331.2695</w:t>
      </w:r>
      <w:r>
        <w:tab/>
        <w:t>2.025e0</w:t>
      </w:r>
    </w:p>
    <w:p w:rsidR="00895AD2" w:rsidRDefault="00895AD2" w:rsidP="00895AD2">
      <w:r>
        <w:t>331.3287</w:t>
      </w:r>
      <w:r>
        <w:tab/>
        <w:t>1.013e0</w:t>
      </w:r>
    </w:p>
    <w:p w:rsidR="00895AD2" w:rsidRDefault="00895AD2" w:rsidP="00895AD2">
      <w:r>
        <w:t>331.6993</w:t>
      </w:r>
      <w:r>
        <w:tab/>
        <w:t>1.013e0</w:t>
      </w:r>
    </w:p>
    <w:p w:rsidR="00895AD2" w:rsidRDefault="00895AD2" w:rsidP="00895AD2">
      <w:r>
        <w:t>331.9714</w:t>
      </w:r>
      <w:r>
        <w:tab/>
        <w:t>1.013e0</w:t>
      </w:r>
    </w:p>
    <w:p w:rsidR="00895AD2" w:rsidRDefault="00895AD2" w:rsidP="00895AD2">
      <w:r>
        <w:t>332.1116</w:t>
      </w:r>
      <w:r>
        <w:tab/>
        <w:t>1.013e0</w:t>
      </w:r>
    </w:p>
    <w:p w:rsidR="00895AD2" w:rsidRDefault="00895AD2" w:rsidP="00895AD2">
      <w:r>
        <w:t>332.1769</w:t>
      </w:r>
      <w:r>
        <w:tab/>
        <w:t>2.155e0</w:t>
      </w:r>
    </w:p>
    <w:p w:rsidR="00895AD2" w:rsidRDefault="00895AD2" w:rsidP="00895AD2">
      <w:r>
        <w:t>332.2132</w:t>
      </w:r>
      <w:r>
        <w:tab/>
        <w:t>2.025e0</w:t>
      </w:r>
    </w:p>
    <w:p w:rsidR="00895AD2" w:rsidRDefault="00895AD2" w:rsidP="00895AD2">
      <w:r>
        <w:t>332.2686</w:t>
      </w:r>
      <w:r>
        <w:tab/>
        <w:t>2.025e0</w:t>
      </w:r>
    </w:p>
    <w:p w:rsidR="00895AD2" w:rsidRDefault="00895AD2" w:rsidP="00895AD2">
      <w:r>
        <w:t>332.3299</w:t>
      </w:r>
      <w:r>
        <w:tab/>
        <w:t>1.013e1</w:t>
      </w:r>
    </w:p>
    <w:p w:rsidR="00895AD2" w:rsidRDefault="00895AD2" w:rsidP="00895AD2">
      <w:r>
        <w:t>332.4265</w:t>
      </w:r>
      <w:r>
        <w:tab/>
        <w:t>2.025e0</w:t>
      </w:r>
    </w:p>
    <w:p w:rsidR="00895AD2" w:rsidRDefault="00895AD2" w:rsidP="00895AD2">
      <w:r>
        <w:t>332.6492</w:t>
      </w:r>
      <w:r>
        <w:tab/>
        <w:t>2.025e0</w:t>
      </w:r>
    </w:p>
    <w:p w:rsidR="00895AD2" w:rsidRDefault="00895AD2" w:rsidP="00895AD2">
      <w:r>
        <w:t>332.7817</w:t>
      </w:r>
      <w:r>
        <w:tab/>
        <w:t>1.013e0</w:t>
      </w:r>
    </w:p>
    <w:p w:rsidR="00895AD2" w:rsidRDefault="00895AD2" w:rsidP="00895AD2">
      <w:r>
        <w:t>332.9495</w:t>
      </w:r>
      <w:r>
        <w:tab/>
        <w:t>1.013e0</w:t>
      </w:r>
    </w:p>
    <w:p w:rsidR="00895AD2" w:rsidRDefault="00895AD2" w:rsidP="00895AD2">
      <w:r>
        <w:lastRenderedPageBreak/>
        <w:t>333.0493</w:t>
      </w:r>
      <w:r>
        <w:tab/>
        <w:t>2.025e0</w:t>
      </w:r>
    </w:p>
    <w:p w:rsidR="00895AD2" w:rsidRDefault="00895AD2" w:rsidP="00895AD2">
      <w:r>
        <w:t>333.0813</w:t>
      </w:r>
      <w:r>
        <w:tab/>
        <w:t>1.013e0</w:t>
      </w:r>
    </w:p>
    <w:p w:rsidR="00895AD2" w:rsidRDefault="00895AD2" w:rsidP="00895AD2">
      <w:r>
        <w:t>333.1892</w:t>
      </w:r>
      <w:r>
        <w:tab/>
        <w:t>5.063e0</w:t>
      </w:r>
    </w:p>
    <w:p w:rsidR="00895AD2" w:rsidRDefault="00895AD2" w:rsidP="00895AD2">
      <w:r>
        <w:t>333.2704</w:t>
      </w:r>
      <w:r>
        <w:tab/>
        <w:t>1.013e0</w:t>
      </w:r>
    </w:p>
    <w:p w:rsidR="00895AD2" w:rsidRDefault="00895AD2" w:rsidP="00895AD2">
      <w:r>
        <w:t>333.3403</w:t>
      </w:r>
      <w:r>
        <w:tab/>
        <w:t>3.038e0</w:t>
      </w:r>
    </w:p>
    <w:p w:rsidR="00895AD2" w:rsidRDefault="00895AD2" w:rsidP="00895AD2">
      <w:r>
        <w:t>333.4591</w:t>
      </w:r>
      <w:r>
        <w:tab/>
        <w:t>1.013e0</w:t>
      </w:r>
    </w:p>
    <w:p w:rsidR="00895AD2" w:rsidRDefault="00895AD2" w:rsidP="00895AD2">
      <w:r>
        <w:t>333.5271</w:t>
      </w:r>
      <w:r>
        <w:tab/>
        <w:t>1.013e0</w:t>
      </w:r>
    </w:p>
    <w:p w:rsidR="00895AD2" w:rsidRDefault="00895AD2" w:rsidP="00895AD2">
      <w:r>
        <w:t>333.7308</w:t>
      </w:r>
      <w:r>
        <w:tab/>
        <w:t>1.013e0</w:t>
      </w:r>
    </w:p>
    <w:p w:rsidR="00895AD2" w:rsidRDefault="00895AD2" w:rsidP="00895AD2">
      <w:r>
        <w:t>333.8530</w:t>
      </w:r>
      <w:r>
        <w:tab/>
        <w:t>1.013e0</w:t>
      </w:r>
    </w:p>
    <w:p w:rsidR="00895AD2" w:rsidRDefault="00895AD2" w:rsidP="00895AD2">
      <w:r>
        <w:t>333.9496</w:t>
      </w:r>
      <w:r>
        <w:tab/>
        <w:t>2.025e0</w:t>
      </w:r>
    </w:p>
    <w:p w:rsidR="00895AD2" w:rsidRDefault="00895AD2" w:rsidP="00895AD2">
      <w:r>
        <w:t>334.1497</w:t>
      </w:r>
      <w:r>
        <w:tab/>
        <w:t>1.013e0</w:t>
      </w:r>
    </w:p>
    <w:p w:rsidR="00895AD2" w:rsidRDefault="00895AD2" w:rsidP="00895AD2">
      <w:r>
        <w:t>334.1967</w:t>
      </w:r>
      <w:r>
        <w:tab/>
        <w:t>3.038e0</w:t>
      </w:r>
    </w:p>
    <w:p w:rsidR="00895AD2" w:rsidRDefault="00895AD2" w:rsidP="00895AD2">
      <w:r>
        <w:t>334.2264</w:t>
      </w:r>
      <w:r>
        <w:tab/>
        <w:t>2.025e0</w:t>
      </w:r>
    </w:p>
    <w:p w:rsidR="00895AD2" w:rsidRDefault="00895AD2" w:rsidP="00895AD2">
      <w:r>
        <w:t>334.3036</w:t>
      </w:r>
      <w:r>
        <w:tab/>
        <w:t>3.038e0</w:t>
      </w:r>
    </w:p>
    <w:p w:rsidR="00895AD2" w:rsidRDefault="00895AD2" w:rsidP="00895AD2">
      <w:r>
        <w:t>334.5868</w:t>
      </w:r>
      <w:r>
        <w:tab/>
        <w:t>1.013e0</w:t>
      </w:r>
    </w:p>
    <w:p w:rsidR="00895AD2" w:rsidRDefault="00895AD2" w:rsidP="00895AD2">
      <w:r>
        <w:t>334.6249</w:t>
      </w:r>
      <w:r>
        <w:tab/>
        <w:t>1.013e0</w:t>
      </w:r>
    </w:p>
    <w:p w:rsidR="00895AD2" w:rsidRDefault="00895AD2" w:rsidP="00895AD2">
      <w:r>
        <w:t>334.7573</w:t>
      </w:r>
      <w:r>
        <w:tab/>
        <w:t>1.013e0</w:t>
      </w:r>
    </w:p>
    <w:p w:rsidR="00895AD2" w:rsidRDefault="00895AD2" w:rsidP="00895AD2">
      <w:r>
        <w:t>334.8477</w:t>
      </w:r>
      <w:r>
        <w:tab/>
        <w:t>1.013e0</w:t>
      </w:r>
    </w:p>
    <w:p w:rsidR="00895AD2" w:rsidRDefault="00895AD2" w:rsidP="00895AD2">
      <w:r>
        <w:t>334.9515</w:t>
      </w:r>
      <w:r>
        <w:tab/>
        <w:t>2.025e0</w:t>
      </w:r>
    </w:p>
    <w:p w:rsidR="00895AD2" w:rsidRDefault="00895AD2" w:rsidP="00895AD2">
      <w:r>
        <w:lastRenderedPageBreak/>
        <w:t>335.0113</w:t>
      </w:r>
      <w:r>
        <w:tab/>
        <w:t>3.038e0</w:t>
      </w:r>
    </w:p>
    <w:p w:rsidR="00895AD2" w:rsidRDefault="00895AD2" w:rsidP="00895AD2">
      <w:r>
        <w:t>335.0479</w:t>
      </w:r>
      <w:r>
        <w:tab/>
        <w:t>3.038e0</w:t>
      </w:r>
    </w:p>
    <w:p w:rsidR="00895AD2" w:rsidRDefault="00895AD2" w:rsidP="00895AD2">
      <w:r>
        <w:t>335.1692</w:t>
      </w:r>
      <w:r>
        <w:tab/>
        <w:t>7.089e0</w:t>
      </w:r>
    </w:p>
    <w:p w:rsidR="00895AD2" w:rsidRDefault="00895AD2" w:rsidP="00895AD2">
      <w:r>
        <w:t>335.2393</w:t>
      </w:r>
      <w:r>
        <w:tab/>
        <w:t>3.025e0</w:t>
      </w:r>
    </w:p>
    <w:p w:rsidR="00895AD2" w:rsidRDefault="00895AD2" w:rsidP="00895AD2">
      <w:r>
        <w:t>335.3170</w:t>
      </w:r>
      <w:r>
        <w:tab/>
        <w:t>1.013e0</w:t>
      </w:r>
    </w:p>
    <w:p w:rsidR="00895AD2" w:rsidRDefault="00895AD2" w:rsidP="00895AD2">
      <w:r>
        <w:t>335.4070</w:t>
      </w:r>
      <w:r>
        <w:tab/>
        <w:t>2.025e0</w:t>
      </w:r>
    </w:p>
    <w:p w:rsidR="00895AD2" w:rsidRDefault="00895AD2" w:rsidP="00895AD2">
      <w:r>
        <w:t>335.5046</w:t>
      </w:r>
      <w:r>
        <w:tab/>
        <w:t>1.013e0</w:t>
      </w:r>
    </w:p>
    <w:p w:rsidR="00895AD2" w:rsidRDefault="00895AD2" w:rsidP="00895AD2">
      <w:r>
        <w:t>335.5650</w:t>
      </w:r>
      <w:r>
        <w:tab/>
        <w:t>1.013e0</w:t>
      </w:r>
    </w:p>
    <w:p w:rsidR="00895AD2" w:rsidRDefault="00895AD2" w:rsidP="00895AD2">
      <w:r>
        <w:t>335.6718</w:t>
      </w:r>
      <w:r>
        <w:tab/>
        <w:t>1.013e0</w:t>
      </w:r>
    </w:p>
    <w:p w:rsidR="00895AD2" w:rsidRDefault="00895AD2" w:rsidP="00895AD2">
      <w:r>
        <w:t>335.7288</w:t>
      </w:r>
      <w:r>
        <w:tab/>
        <w:t>1.013e0</w:t>
      </w:r>
    </w:p>
    <w:p w:rsidR="00895AD2" w:rsidRDefault="00895AD2" w:rsidP="00895AD2">
      <w:r>
        <w:t>335.7738</w:t>
      </w:r>
      <w:r>
        <w:tab/>
        <w:t>1.013e0</w:t>
      </w:r>
    </w:p>
    <w:p w:rsidR="00895AD2" w:rsidRDefault="00895AD2" w:rsidP="00895AD2">
      <w:r>
        <w:t>335.8124</w:t>
      </w:r>
      <w:r>
        <w:tab/>
        <w:t>1.013e0</w:t>
      </w:r>
    </w:p>
    <w:p w:rsidR="00895AD2" w:rsidRDefault="00895AD2" w:rsidP="00895AD2">
      <w:r>
        <w:t>335.8910</w:t>
      </w:r>
      <w:r>
        <w:tab/>
        <w:t>1.013e0</w:t>
      </w:r>
    </w:p>
    <w:p w:rsidR="00895AD2" w:rsidRDefault="00895AD2" w:rsidP="00895AD2">
      <w:r>
        <w:t>335.9817</w:t>
      </w:r>
      <w:r>
        <w:tab/>
        <w:t>1.013e0</w:t>
      </w:r>
    </w:p>
    <w:p w:rsidR="00895AD2" w:rsidRDefault="00895AD2" w:rsidP="00895AD2">
      <w:r>
        <w:t>336.0475</w:t>
      </w:r>
      <w:r>
        <w:tab/>
        <w:t>1.013e0</w:t>
      </w:r>
    </w:p>
    <w:p w:rsidR="00895AD2" w:rsidRDefault="00895AD2" w:rsidP="00895AD2">
      <w:r>
        <w:t>336.1205</w:t>
      </w:r>
      <w:r>
        <w:tab/>
        <w:t>1.013e0</w:t>
      </w:r>
    </w:p>
    <w:p w:rsidR="00895AD2" w:rsidRDefault="00895AD2" w:rsidP="00895AD2">
      <w:r>
        <w:t>336.1636</w:t>
      </w:r>
      <w:r>
        <w:tab/>
        <w:t>2.025e0</w:t>
      </w:r>
    </w:p>
    <w:p w:rsidR="00895AD2" w:rsidRDefault="00895AD2" w:rsidP="00895AD2">
      <w:r>
        <w:t>336.2183</w:t>
      </w:r>
      <w:r>
        <w:tab/>
        <w:t>2.015e0</w:t>
      </w:r>
    </w:p>
    <w:p w:rsidR="00895AD2" w:rsidRDefault="00895AD2" w:rsidP="00895AD2">
      <w:r>
        <w:t>336.3147</w:t>
      </w:r>
      <w:r>
        <w:tab/>
        <w:t>2.025e0</w:t>
      </w:r>
    </w:p>
    <w:p w:rsidR="00895AD2" w:rsidRDefault="00895AD2" w:rsidP="00895AD2">
      <w:r>
        <w:lastRenderedPageBreak/>
        <w:t>336.3820</w:t>
      </w:r>
      <w:r>
        <w:tab/>
        <w:t>1.013e0</w:t>
      </w:r>
    </w:p>
    <w:p w:rsidR="00895AD2" w:rsidRDefault="00895AD2" w:rsidP="00895AD2">
      <w:r>
        <w:t>336.6046</w:t>
      </w:r>
      <w:r>
        <w:tab/>
        <w:t>2.025e0</w:t>
      </w:r>
    </w:p>
    <w:p w:rsidR="00895AD2" w:rsidRDefault="00895AD2" w:rsidP="00895AD2">
      <w:r>
        <w:t>336.9088</w:t>
      </w:r>
      <w:r>
        <w:tab/>
        <w:t>1.013e0</w:t>
      </w:r>
    </w:p>
    <w:p w:rsidR="00895AD2" w:rsidRDefault="00895AD2" w:rsidP="00895AD2">
      <w:r>
        <w:t>337.0823</w:t>
      </w:r>
      <w:r>
        <w:tab/>
        <w:t>2.025e0</w:t>
      </w:r>
    </w:p>
    <w:p w:rsidR="00895AD2" w:rsidRDefault="00895AD2" w:rsidP="00895AD2">
      <w:r>
        <w:t>337.5297</w:t>
      </w:r>
      <w:r>
        <w:tab/>
        <w:t>1.013e0</w:t>
      </w:r>
    </w:p>
    <w:p w:rsidR="00895AD2" w:rsidRDefault="00895AD2" w:rsidP="00895AD2">
      <w:r>
        <w:t>337.5736</w:t>
      </w:r>
      <w:r>
        <w:tab/>
        <w:t>1.013e0</w:t>
      </w:r>
    </w:p>
    <w:p w:rsidR="00895AD2" w:rsidRDefault="00895AD2" w:rsidP="00895AD2">
      <w:r>
        <w:t>337.7054</w:t>
      </w:r>
      <w:r>
        <w:tab/>
        <w:t>1.013e0</w:t>
      </w:r>
    </w:p>
    <w:p w:rsidR="00895AD2" w:rsidRDefault="00895AD2" w:rsidP="00895AD2">
      <w:r>
        <w:t>337.8036</w:t>
      </w:r>
      <w:r>
        <w:tab/>
        <w:t>1.013e0</w:t>
      </w:r>
    </w:p>
    <w:p w:rsidR="00895AD2" w:rsidRDefault="00895AD2" w:rsidP="00895AD2">
      <w:r>
        <w:t>338.0038</w:t>
      </w:r>
      <w:r>
        <w:tab/>
        <w:t>1.013e0</w:t>
      </w:r>
    </w:p>
    <w:p w:rsidR="00895AD2" w:rsidRDefault="00895AD2" w:rsidP="00895AD2">
      <w:r>
        <w:t>338.1746</w:t>
      </w:r>
      <w:r>
        <w:tab/>
        <w:t>1.013e0</w:t>
      </w:r>
    </w:p>
    <w:p w:rsidR="00895AD2" w:rsidRDefault="00895AD2" w:rsidP="00895AD2">
      <w:r>
        <w:t>338.2690</w:t>
      </w:r>
      <w:r>
        <w:tab/>
        <w:t>2.025e0</w:t>
      </w:r>
    </w:p>
    <w:p w:rsidR="00895AD2" w:rsidRDefault="00895AD2" w:rsidP="00895AD2">
      <w:r>
        <w:t>338.3387</w:t>
      </w:r>
      <w:r>
        <w:tab/>
        <w:t>1.013e0</w:t>
      </w:r>
    </w:p>
    <w:p w:rsidR="00895AD2" w:rsidRDefault="00895AD2" w:rsidP="00895AD2">
      <w:r>
        <w:t>338.5637</w:t>
      </w:r>
      <w:r>
        <w:tab/>
        <w:t>1.013e0</w:t>
      </w:r>
    </w:p>
    <w:p w:rsidR="00895AD2" w:rsidRDefault="00895AD2" w:rsidP="00895AD2">
      <w:r>
        <w:t>338.6002</w:t>
      </w:r>
      <w:r>
        <w:tab/>
        <w:t>1.013e0</w:t>
      </w:r>
    </w:p>
    <w:p w:rsidR="00895AD2" w:rsidRDefault="00895AD2" w:rsidP="00895AD2">
      <w:r>
        <w:t>338.9755</w:t>
      </w:r>
      <w:r>
        <w:tab/>
        <w:t>2.025e0</w:t>
      </w:r>
    </w:p>
    <w:p w:rsidR="00895AD2" w:rsidRDefault="00895AD2" w:rsidP="00895AD2">
      <w:r>
        <w:t>339.0265</w:t>
      </w:r>
      <w:r>
        <w:tab/>
        <w:t>3.957e0</w:t>
      </w:r>
    </w:p>
    <w:p w:rsidR="00895AD2" w:rsidRDefault="00895AD2" w:rsidP="00895AD2">
      <w:r>
        <w:t>339.0588</w:t>
      </w:r>
      <w:r>
        <w:tab/>
        <w:t>2.025e0</w:t>
      </w:r>
    </w:p>
    <w:p w:rsidR="00895AD2" w:rsidRDefault="00895AD2" w:rsidP="00895AD2">
      <w:r>
        <w:t>339.1724</w:t>
      </w:r>
      <w:r>
        <w:tab/>
        <w:t>1.013e0</w:t>
      </w:r>
    </w:p>
    <w:p w:rsidR="00895AD2" w:rsidRDefault="00895AD2" w:rsidP="00895AD2">
      <w:r>
        <w:t>339.2394</w:t>
      </w:r>
      <w:r>
        <w:tab/>
        <w:t>1.013e0</w:t>
      </w:r>
    </w:p>
    <w:p w:rsidR="00895AD2" w:rsidRDefault="00895AD2" w:rsidP="00895AD2">
      <w:r>
        <w:lastRenderedPageBreak/>
        <w:t>339.3001</w:t>
      </w:r>
      <w:r>
        <w:tab/>
        <w:t>1.013e0</w:t>
      </w:r>
    </w:p>
    <w:p w:rsidR="00895AD2" w:rsidRDefault="00895AD2" w:rsidP="00895AD2">
      <w:r>
        <w:t>339.3734</w:t>
      </w:r>
      <w:r>
        <w:tab/>
        <w:t>1.013e0</w:t>
      </w:r>
    </w:p>
    <w:p w:rsidR="00895AD2" w:rsidRDefault="00895AD2" w:rsidP="00895AD2">
      <w:r>
        <w:t>339.5136</w:t>
      </w:r>
      <w:r>
        <w:tab/>
        <w:t>1.013e0</w:t>
      </w:r>
    </w:p>
    <w:p w:rsidR="00895AD2" w:rsidRDefault="00895AD2" w:rsidP="00895AD2">
      <w:r>
        <w:t>339.6478</w:t>
      </w:r>
      <w:r>
        <w:tab/>
        <w:t>1.013e0</w:t>
      </w:r>
    </w:p>
    <w:p w:rsidR="00895AD2" w:rsidRDefault="00895AD2" w:rsidP="00895AD2">
      <w:r>
        <w:t>339.6906</w:t>
      </w:r>
      <w:r>
        <w:tab/>
        <w:t>2.025e0</w:t>
      </w:r>
    </w:p>
    <w:p w:rsidR="00895AD2" w:rsidRDefault="00895AD2" w:rsidP="00895AD2">
      <w:r>
        <w:t>339.8522</w:t>
      </w:r>
      <w:r>
        <w:tab/>
        <w:t>1.013e0</w:t>
      </w:r>
    </w:p>
    <w:p w:rsidR="00895AD2" w:rsidRDefault="00895AD2" w:rsidP="00895AD2">
      <w:r>
        <w:t>340.0201</w:t>
      </w:r>
      <w:r>
        <w:tab/>
        <w:t>1.013e0</w:t>
      </w:r>
    </w:p>
    <w:p w:rsidR="00895AD2" w:rsidRDefault="00895AD2" w:rsidP="00895AD2">
      <w:r>
        <w:t>340.1019</w:t>
      </w:r>
      <w:r>
        <w:tab/>
        <w:t>1.013e0</w:t>
      </w:r>
    </w:p>
    <w:p w:rsidR="00895AD2" w:rsidRDefault="00895AD2" w:rsidP="00895AD2">
      <w:r>
        <w:t>340.1376</w:t>
      </w:r>
      <w:r>
        <w:tab/>
        <w:t>3.038e0</w:t>
      </w:r>
    </w:p>
    <w:p w:rsidR="00895AD2" w:rsidRDefault="00895AD2" w:rsidP="00895AD2">
      <w:r>
        <w:t>340.1809</w:t>
      </w:r>
      <w:r>
        <w:tab/>
        <w:t>2.025e0</w:t>
      </w:r>
    </w:p>
    <w:p w:rsidR="00895AD2" w:rsidRDefault="00895AD2" w:rsidP="00895AD2">
      <w:r>
        <w:t>340.2408</w:t>
      </w:r>
      <w:r>
        <w:tab/>
        <w:t>3.038e0</w:t>
      </w:r>
    </w:p>
    <w:p w:rsidR="00895AD2" w:rsidRDefault="00895AD2" w:rsidP="00895AD2">
      <w:r>
        <w:t>340.3966</w:t>
      </w:r>
      <w:r>
        <w:tab/>
        <w:t>1.013e0</w:t>
      </w:r>
    </w:p>
    <w:p w:rsidR="00895AD2" w:rsidRDefault="00895AD2" w:rsidP="00895AD2">
      <w:r>
        <w:t>340.6045</w:t>
      </w:r>
      <w:r>
        <w:tab/>
        <w:t>2.025e0</w:t>
      </w:r>
    </w:p>
    <w:p w:rsidR="00895AD2" w:rsidRDefault="00895AD2" w:rsidP="00895AD2">
      <w:r>
        <w:t>340.7779</w:t>
      </w:r>
      <w:r>
        <w:tab/>
        <w:t>1.013e0</w:t>
      </w:r>
    </w:p>
    <w:p w:rsidR="00895AD2" w:rsidRDefault="00895AD2" w:rsidP="00895AD2">
      <w:r>
        <w:t>340.8224</w:t>
      </w:r>
      <w:r>
        <w:tab/>
        <w:t>1.013e0</w:t>
      </w:r>
    </w:p>
    <w:p w:rsidR="00895AD2" w:rsidRDefault="00895AD2" w:rsidP="00895AD2">
      <w:r>
        <w:t>340.8819</w:t>
      </w:r>
      <w:r>
        <w:tab/>
        <w:t>1.013e0</w:t>
      </w:r>
    </w:p>
    <w:p w:rsidR="00895AD2" w:rsidRDefault="00895AD2" w:rsidP="00895AD2">
      <w:r>
        <w:t>341.0067</w:t>
      </w:r>
      <w:r>
        <w:tab/>
        <w:t>2.025e0</w:t>
      </w:r>
    </w:p>
    <w:p w:rsidR="00895AD2" w:rsidRDefault="00895AD2" w:rsidP="00895AD2">
      <w:r>
        <w:t>341.1058</w:t>
      </w:r>
      <w:r>
        <w:tab/>
        <w:t>3.038e0</w:t>
      </w:r>
    </w:p>
    <w:p w:rsidR="00895AD2" w:rsidRDefault="00895AD2" w:rsidP="00895AD2">
      <w:r>
        <w:t>341.2836</w:t>
      </w:r>
      <w:r>
        <w:tab/>
        <w:t>4.794e0</w:t>
      </w:r>
    </w:p>
    <w:p w:rsidR="00895AD2" w:rsidRDefault="00895AD2" w:rsidP="00895AD2">
      <w:r>
        <w:lastRenderedPageBreak/>
        <w:t>341.3139</w:t>
      </w:r>
      <w:r>
        <w:tab/>
        <w:t>2.025e0</w:t>
      </w:r>
    </w:p>
    <w:p w:rsidR="00895AD2" w:rsidRDefault="00895AD2" w:rsidP="00895AD2">
      <w:r>
        <w:t>341.5146</w:t>
      </w:r>
      <w:r>
        <w:tab/>
        <w:t>1.013e0</w:t>
      </w:r>
    </w:p>
    <w:p w:rsidR="00895AD2" w:rsidRDefault="00895AD2" w:rsidP="00895AD2">
      <w:r>
        <w:t>341.6970</w:t>
      </w:r>
      <w:r>
        <w:tab/>
        <w:t>2.025e0</w:t>
      </w:r>
    </w:p>
    <w:p w:rsidR="00895AD2" w:rsidRDefault="00895AD2" w:rsidP="00895AD2">
      <w:r>
        <w:t>342.0234</w:t>
      </w:r>
      <w:r>
        <w:tab/>
        <w:t>3.038e0</w:t>
      </w:r>
    </w:p>
    <w:p w:rsidR="00895AD2" w:rsidRDefault="00895AD2" w:rsidP="00895AD2">
      <w:r>
        <w:t>342.0980</w:t>
      </w:r>
      <w:r>
        <w:tab/>
        <w:t>8.605e0</w:t>
      </w:r>
    </w:p>
    <w:p w:rsidR="00895AD2" w:rsidRDefault="00895AD2" w:rsidP="00895AD2">
      <w:r>
        <w:t>342.1992</w:t>
      </w:r>
      <w:r>
        <w:tab/>
        <w:t>1.013e0</w:t>
      </w:r>
    </w:p>
    <w:p w:rsidR="00895AD2" w:rsidRDefault="00895AD2" w:rsidP="00895AD2">
      <w:r>
        <w:t>342.2563</w:t>
      </w:r>
      <w:r>
        <w:tab/>
        <w:t>1.033e0</w:t>
      </w:r>
    </w:p>
    <w:p w:rsidR="00895AD2" w:rsidRDefault="00895AD2" w:rsidP="00895AD2">
      <w:r>
        <w:t>342.3055</w:t>
      </w:r>
      <w:r>
        <w:tab/>
        <w:t>1.013e0</w:t>
      </w:r>
    </w:p>
    <w:p w:rsidR="00895AD2" w:rsidRDefault="00895AD2" w:rsidP="00895AD2">
      <w:r>
        <w:t>342.4088</w:t>
      </w:r>
      <w:r>
        <w:tab/>
        <w:t>1.013e0</w:t>
      </w:r>
    </w:p>
    <w:p w:rsidR="00895AD2" w:rsidRDefault="00895AD2" w:rsidP="00895AD2">
      <w:r>
        <w:t>342.5316</w:t>
      </w:r>
      <w:r>
        <w:tab/>
        <w:t>1.013e0</w:t>
      </w:r>
    </w:p>
    <w:p w:rsidR="00895AD2" w:rsidRDefault="00895AD2" w:rsidP="00895AD2">
      <w:r>
        <w:t>342.6253</w:t>
      </w:r>
      <w:r>
        <w:tab/>
        <w:t>1.013e0</w:t>
      </w:r>
    </w:p>
    <w:p w:rsidR="00895AD2" w:rsidRDefault="00895AD2" w:rsidP="00895AD2">
      <w:r>
        <w:t>342.6853</w:t>
      </w:r>
      <w:r>
        <w:tab/>
        <w:t>1.013e0</w:t>
      </w:r>
    </w:p>
    <w:p w:rsidR="00895AD2" w:rsidRDefault="00895AD2" w:rsidP="00895AD2">
      <w:r>
        <w:t>342.8268</w:t>
      </w:r>
      <w:r>
        <w:tab/>
        <w:t>1.013e0</w:t>
      </w:r>
    </w:p>
    <w:p w:rsidR="00895AD2" w:rsidRDefault="00895AD2" w:rsidP="00895AD2">
      <w:r>
        <w:t>342.9127</w:t>
      </w:r>
      <w:r>
        <w:tab/>
        <w:t>1.013e0</w:t>
      </w:r>
    </w:p>
    <w:p w:rsidR="00895AD2" w:rsidRDefault="00895AD2" w:rsidP="00895AD2">
      <w:r>
        <w:t>342.9498</w:t>
      </w:r>
      <w:r>
        <w:tab/>
        <w:t>1.013e0</w:t>
      </w:r>
    </w:p>
    <w:p w:rsidR="00895AD2" w:rsidRDefault="00895AD2" w:rsidP="00895AD2">
      <w:r>
        <w:t>343.0190</w:t>
      </w:r>
      <w:r>
        <w:tab/>
        <w:t>1.013e0</w:t>
      </w:r>
    </w:p>
    <w:p w:rsidR="00895AD2" w:rsidRDefault="00895AD2" w:rsidP="00895AD2">
      <w:r>
        <w:t>343.0710</w:t>
      </w:r>
      <w:r>
        <w:tab/>
        <w:t>2.025e0</w:t>
      </w:r>
    </w:p>
    <w:p w:rsidR="00895AD2" w:rsidRDefault="00895AD2" w:rsidP="00895AD2">
      <w:r>
        <w:t>343.1234</w:t>
      </w:r>
      <w:r>
        <w:tab/>
        <w:t>3.038e0</w:t>
      </w:r>
    </w:p>
    <w:p w:rsidR="00895AD2" w:rsidRDefault="00895AD2" w:rsidP="00895AD2">
      <w:r>
        <w:t>343.2058</w:t>
      </w:r>
      <w:r>
        <w:tab/>
        <w:t>5.063e0</w:t>
      </w:r>
    </w:p>
    <w:p w:rsidR="00895AD2" w:rsidRDefault="00895AD2" w:rsidP="00895AD2">
      <w:r>
        <w:lastRenderedPageBreak/>
        <w:t>343.3057</w:t>
      </w:r>
      <w:r>
        <w:tab/>
        <w:t>4.267e0</w:t>
      </w:r>
    </w:p>
    <w:p w:rsidR="00895AD2" w:rsidRDefault="00895AD2" w:rsidP="00895AD2">
      <w:r>
        <w:t>343.3328</w:t>
      </w:r>
      <w:r>
        <w:tab/>
        <w:t>2.025e0</w:t>
      </w:r>
    </w:p>
    <w:p w:rsidR="00895AD2" w:rsidRDefault="00895AD2" w:rsidP="00895AD2">
      <w:r>
        <w:t>343.3841</w:t>
      </w:r>
      <w:r>
        <w:tab/>
        <w:t>2.025e0</w:t>
      </w:r>
    </w:p>
    <w:p w:rsidR="00895AD2" w:rsidRDefault="00895AD2" w:rsidP="00895AD2">
      <w:r>
        <w:t>343.6210</w:t>
      </w:r>
      <w:r>
        <w:tab/>
        <w:t>1.013e0</w:t>
      </w:r>
    </w:p>
    <w:p w:rsidR="00895AD2" w:rsidRDefault="00895AD2" w:rsidP="00895AD2">
      <w:r>
        <w:t>343.8556</w:t>
      </w:r>
      <w:r>
        <w:tab/>
        <w:t>1.013e0</w:t>
      </w:r>
    </w:p>
    <w:p w:rsidR="00895AD2" w:rsidRDefault="00895AD2" w:rsidP="00895AD2">
      <w:r>
        <w:t>343.9995</w:t>
      </w:r>
      <w:r>
        <w:tab/>
        <w:t>1.013e0</w:t>
      </w:r>
    </w:p>
    <w:p w:rsidR="00895AD2" w:rsidRDefault="00895AD2" w:rsidP="00895AD2">
      <w:r>
        <w:t>344.0280</w:t>
      </w:r>
      <w:r>
        <w:tab/>
        <w:t>1.013e0</w:t>
      </w:r>
    </w:p>
    <w:p w:rsidR="00895AD2" w:rsidRDefault="00895AD2" w:rsidP="00895AD2">
      <w:r>
        <w:t>344.2129</w:t>
      </w:r>
      <w:r>
        <w:tab/>
        <w:t>5.063e0</w:t>
      </w:r>
    </w:p>
    <w:p w:rsidR="00895AD2" w:rsidRDefault="00895AD2" w:rsidP="00895AD2">
      <w:r>
        <w:t>344.2588</w:t>
      </w:r>
      <w:r>
        <w:tab/>
        <w:t>2.025e0</w:t>
      </w:r>
    </w:p>
    <w:p w:rsidR="00895AD2" w:rsidRDefault="00895AD2" w:rsidP="00895AD2">
      <w:r>
        <w:t>344.3146</w:t>
      </w:r>
      <w:r>
        <w:tab/>
        <w:t>4.051e0</w:t>
      </w:r>
    </w:p>
    <w:p w:rsidR="00895AD2" w:rsidRDefault="00895AD2" w:rsidP="00895AD2">
      <w:r>
        <w:t>344.4777</w:t>
      </w:r>
      <w:r>
        <w:tab/>
        <w:t>2.025e0</w:t>
      </w:r>
    </w:p>
    <w:p w:rsidR="00895AD2" w:rsidRDefault="00895AD2" w:rsidP="00895AD2">
      <w:r>
        <w:t>344.5214</w:t>
      </w:r>
      <w:r>
        <w:tab/>
        <w:t>2.025e0</w:t>
      </w:r>
    </w:p>
    <w:p w:rsidR="00895AD2" w:rsidRDefault="00895AD2" w:rsidP="00895AD2">
      <w:r>
        <w:t>344.6317</w:t>
      </w:r>
      <w:r>
        <w:tab/>
        <w:t>1.013e0</w:t>
      </w:r>
    </w:p>
    <w:p w:rsidR="00895AD2" w:rsidRDefault="00895AD2" w:rsidP="00895AD2">
      <w:r>
        <w:t>344.7549</w:t>
      </w:r>
      <w:r>
        <w:tab/>
        <w:t>1.013e0</w:t>
      </w:r>
    </w:p>
    <w:p w:rsidR="00895AD2" w:rsidRDefault="00895AD2" w:rsidP="00895AD2">
      <w:r>
        <w:t>344.8231</w:t>
      </w:r>
      <w:r>
        <w:tab/>
        <w:t>2.025e0</w:t>
      </w:r>
    </w:p>
    <w:p w:rsidR="00895AD2" w:rsidRDefault="00895AD2" w:rsidP="00895AD2">
      <w:r>
        <w:t>344.8971</w:t>
      </w:r>
      <w:r>
        <w:tab/>
        <w:t>2.025e0</w:t>
      </w:r>
    </w:p>
    <w:p w:rsidR="00895AD2" w:rsidRDefault="00895AD2" w:rsidP="00895AD2">
      <w:r>
        <w:t>344.9486</w:t>
      </w:r>
      <w:r>
        <w:tab/>
        <w:t>2.025e0</w:t>
      </w:r>
    </w:p>
    <w:p w:rsidR="00895AD2" w:rsidRDefault="00895AD2" w:rsidP="00895AD2">
      <w:r>
        <w:t>345.1270</w:t>
      </w:r>
      <w:r>
        <w:tab/>
        <w:t>6.385e0</w:t>
      </w:r>
    </w:p>
    <w:p w:rsidR="00895AD2" w:rsidRDefault="00895AD2" w:rsidP="00895AD2">
      <w:r>
        <w:t>345.1782</w:t>
      </w:r>
      <w:r>
        <w:tab/>
        <w:t>1.041e1</w:t>
      </w:r>
    </w:p>
    <w:p w:rsidR="00895AD2" w:rsidRDefault="00895AD2" w:rsidP="00895AD2">
      <w:r>
        <w:lastRenderedPageBreak/>
        <w:t>345.2411</w:t>
      </w:r>
      <w:r>
        <w:tab/>
        <w:t>2.025e0</w:t>
      </w:r>
    </w:p>
    <w:p w:rsidR="00895AD2" w:rsidRDefault="00895AD2" w:rsidP="00895AD2">
      <w:r>
        <w:t>345.8464</w:t>
      </w:r>
      <w:r>
        <w:tab/>
        <w:t>1.013e0</w:t>
      </w:r>
    </w:p>
    <w:p w:rsidR="00895AD2" w:rsidRDefault="00895AD2" w:rsidP="00895AD2">
      <w:r>
        <w:t>345.9119</w:t>
      </w:r>
      <w:r>
        <w:tab/>
        <w:t>3.038e0</w:t>
      </w:r>
    </w:p>
    <w:p w:rsidR="00895AD2" w:rsidRDefault="00895AD2" w:rsidP="00895AD2">
      <w:r>
        <w:t>346.0634</w:t>
      </w:r>
      <w:r>
        <w:tab/>
        <w:t>1.013e0</w:t>
      </w:r>
    </w:p>
    <w:p w:rsidR="00895AD2" w:rsidRDefault="00895AD2" w:rsidP="00895AD2">
      <w:r>
        <w:t>346.1068</w:t>
      </w:r>
      <w:r>
        <w:tab/>
        <w:t>1.013e0</w:t>
      </w:r>
    </w:p>
    <w:p w:rsidR="00895AD2" w:rsidRDefault="00895AD2" w:rsidP="00895AD2">
      <w:r>
        <w:t>346.1595</w:t>
      </w:r>
      <w:r>
        <w:tab/>
        <w:t>1.620e1</w:t>
      </w:r>
    </w:p>
    <w:p w:rsidR="00895AD2" w:rsidRDefault="00895AD2" w:rsidP="00895AD2">
      <w:r>
        <w:t>346.2623</w:t>
      </w:r>
      <w:r>
        <w:tab/>
        <w:t>2.025e0</w:t>
      </w:r>
    </w:p>
    <w:p w:rsidR="00895AD2" w:rsidRDefault="00895AD2" w:rsidP="00895AD2">
      <w:r>
        <w:t>346.4730</w:t>
      </w:r>
      <w:r>
        <w:tab/>
        <w:t>1.013e0</w:t>
      </w:r>
    </w:p>
    <w:p w:rsidR="00895AD2" w:rsidRDefault="00895AD2" w:rsidP="00895AD2">
      <w:r>
        <w:t>346.5041</w:t>
      </w:r>
      <w:r>
        <w:tab/>
        <w:t>1.013e0</w:t>
      </w:r>
    </w:p>
    <w:p w:rsidR="00895AD2" w:rsidRDefault="00895AD2" w:rsidP="00895AD2">
      <w:r>
        <w:t>346.6469</w:t>
      </w:r>
      <w:r>
        <w:tab/>
        <w:t>1.013e0</w:t>
      </w:r>
    </w:p>
    <w:p w:rsidR="00895AD2" w:rsidRDefault="00895AD2" w:rsidP="00895AD2">
      <w:r>
        <w:t>346.9203</w:t>
      </w:r>
      <w:r>
        <w:tab/>
        <w:t>1.013e0</w:t>
      </w:r>
    </w:p>
    <w:p w:rsidR="00895AD2" w:rsidRDefault="00895AD2" w:rsidP="00895AD2">
      <w:r>
        <w:t>347.0873</w:t>
      </w:r>
      <w:r>
        <w:tab/>
        <w:t>3.038e0</w:t>
      </w:r>
    </w:p>
    <w:p w:rsidR="00895AD2" w:rsidRDefault="00895AD2" w:rsidP="00895AD2">
      <w:r>
        <w:t>347.1710</w:t>
      </w:r>
      <w:r>
        <w:tab/>
        <w:t>5.063e0</w:t>
      </w:r>
    </w:p>
    <w:p w:rsidR="00895AD2" w:rsidRDefault="00895AD2" w:rsidP="00895AD2">
      <w:r>
        <w:t>347.2746</w:t>
      </w:r>
      <w:r>
        <w:tab/>
        <w:t>2.025e0</w:t>
      </w:r>
    </w:p>
    <w:p w:rsidR="00895AD2" w:rsidRDefault="00895AD2" w:rsidP="00895AD2">
      <w:r>
        <w:t>347.7227</w:t>
      </w:r>
      <w:r>
        <w:tab/>
        <w:t>1.013e0</w:t>
      </w:r>
    </w:p>
    <w:p w:rsidR="00895AD2" w:rsidRDefault="00895AD2" w:rsidP="00895AD2">
      <w:r>
        <w:t>347.9153</w:t>
      </w:r>
      <w:r>
        <w:tab/>
        <w:t>3.038e0</w:t>
      </w:r>
    </w:p>
    <w:p w:rsidR="00895AD2" w:rsidRDefault="00895AD2" w:rsidP="00895AD2">
      <w:r>
        <w:t>347.9979</w:t>
      </w:r>
      <w:r>
        <w:tab/>
        <w:t>1.013e0</w:t>
      </w:r>
    </w:p>
    <w:p w:rsidR="00895AD2" w:rsidRDefault="00895AD2" w:rsidP="00895AD2">
      <w:r>
        <w:t>348.0460</w:t>
      </w:r>
      <w:r>
        <w:tab/>
        <w:t>3.038e0</w:t>
      </w:r>
    </w:p>
    <w:p w:rsidR="00895AD2" w:rsidRDefault="00895AD2" w:rsidP="00895AD2">
      <w:r>
        <w:t>348.1443</w:t>
      </w:r>
      <w:r>
        <w:tab/>
        <w:t>3.038e0</w:t>
      </w:r>
    </w:p>
    <w:p w:rsidR="00895AD2" w:rsidRDefault="00895AD2" w:rsidP="00895AD2">
      <w:r>
        <w:lastRenderedPageBreak/>
        <w:t>348.1969</w:t>
      </w:r>
      <w:r>
        <w:tab/>
        <w:t>1.013e0</w:t>
      </w:r>
    </w:p>
    <w:p w:rsidR="00895AD2" w:rsidRDefault="00895AD2" w:rsidP="00895AD2">
      <w:r>
        <w:t>348.2718</w:t>
      </w:r>
      <w:r>
        <w:tab/>
        <w:t>1.013e0</w:t>
      </w:r>
    </w:p>
    <w:p w:rsidR="00895AD2" w:rsidRDefault="00895AD2" w:rsidP="00895AD2">
      <w:r>
        <w:t>348.3602</w:t>
      </w:r>
      <w:r>
        <w:tab/>
        <w:t>1.013e0</w:t>
      </w:r>
    </w:p>
    <w:p w:rsidR="00895AD2" w:rsidRDefault="00895AD2" w:rsidP="00895AD2">
      <w:r>
        <w:t>348.5640</w:t>
      </w:r>
      <w:r>
        <w:tab/>
        <w:t>2.025e0</w:t>
      </w:r>
    </w:p>
    <w:p w:rsidR="00895AD2" w:rsidRDefault="00895AD2" w:rsidP="00895AD2">
      <w:r>
        <w:t>348.6899</w:t>
      </w:r>
      <w:r>
        <w:tab/>
        <w:t>1.013e0</w:t>
      </w:r>
    </w:p>
    <w:p w:rsidR="00895AD2" w:rsidRDefault="00895AD2" w:rsidP="00895AD2">
      <w:r>
        <w:t>348.7524</w:t>
      </w:r>
      <w:r>
        <w:tab/>
        <w:t>1.013e0</w:t>
      </w:r>
    </w:p>
    <w:p w:rsidR="00895AD2" w:rsidRDefault="00895AD2" w:rsidP="00895AD2">
      <w:r>
        <w:t>348.8276</w:t>
      </w:r>
      <w:r>
        <w:tab/>
        <w:t>2.025e0</w:t>
      </w:r>
    </w:p>
    <w:p w:rsidR="00895AD2" w:rsidRDefault="00895AD2" w:rsidP="00895AD2">
      <w:r>
        <w:t>348.9989</w:t>
      </w:r>
      <w:r>
        <w:tab/>
        <w:t>3.038e0</w:t>
      </w:r>
    </w:p>
    <w:p w:rsidR="00895AD2" w:rsidRDefault="00895AD2" w:rsidP="00895AD2">
      <w:r>
        <w:t>349.0898</w:t>
      </w:r>
      <w:r>
        <w:tab/>
        <w:t>1.013e0</w:t>
      </w:r>
    </w:p>
    <w:p w:rsidR="00895AD2" w:rsidRDefault="00895AD2" w:rsidP="00895AD2">
      <w:r>
        <w:t>349.2003</w:t>
      </w:r>
      <w:r>
        <w:tab/>
        <w:t>2.025e0</w:t>
      </w:r>
    </w:p>
    <w:p w:rsidR="00895AD2" w:rsidRDefault="00895AD2" w:rsidP="00895AD2">
      <w:r>
        <w:t>349.2399</w:t>
      </w:r>
      <w:r>
        <w:tab/>
        <w:t>3.038e0</w:t>
      </w:r>
    </w:p>
    <w:p w:rsidR="00895AD2" w:rsidRDefault="00895AD2" w:rsidP="00895AD2">
      <w:r>
        <w:t>349.3307</w:t>
      </w:r>
      <w:r>
        <w:tab/>
        <w:t>2.025e0</w:t>
      </w:r>
    </w:p>
    <w:p w:rsidR="00895AD2" w:rsidRDefault="00895AD2" w:rsidP="00895AD2">
      <w:r>
        <w:t>349.5966</w:t>
      </w:r>
      <w:r>
        <w:tab/>
        <w:t>1.013e0</w:t>
      </w:r>
    </w:p>
    <w:p w:rsidR="00895AD2" w:rsidRDefault="00895AD2" w:rsidP="00895AD2">
      <w:r>
        <w:t>349.6654</w:t>
      </w:r>
      <w:r>
        <w:tab/>
        <w:t>1.013e0</w:t>
      </w:r>
    </w:p>
    <w:p w:rsidR="00895AD2" w:rsidRDefault="00895AD2" w:rsidP="00895AD2">
      <w:r>
        <w:t>349.7811</w:t>
      </w:r>
      <w:r>
        <w:tab/>
        <w:t>1.013e0</w:t>
      </w:r>
    </w:p>
    <w:p w:rsidR="00895AD2" w:rsidRDefault="00895AD2" w:rsidP="00895AD2">
      <w:r>
        <w:t>350.0538</w:t>
      </w:r>
      <w:r>
        <w:tab/>
        <w:t>1.013e0</w:t>
      </w:r>
    </w:p>
    <w:p w:rsidR="00895AD2" w:rsidRDefault="00895AD2" w:rsidP="00895AD2">
      <w:r>
        <w:t>350.0981</w:t>
      </w:r>
      <w:r>
        <w:tab/>
        <w:t>1.013e0</w:t>
      </w:r>
    </w:p>
    <w:p w:rsidR="00895AD2" w:rsidRDefault="00895AD2" w:rsidP="00895AD2">
      <w:r>
        <w:t>350.2760</w:t>
      </w:r>
      <w:r>
        <w:tab/>
        <w:t>2.025e0</w:t>
      </w:r>
    </w:p>
    <w:p w:rsidR="00895AD2" w:rsidRDefault="00895AD2" w:rsidP="00895AD2">
      <w:r>
        <w:t>350.5063</w:t>
      </w:r>
      <w:r>
        <w:tab/>
        <w:t>1.013e0</w:t>
      </w:r>
    </w:p>
    <w:p w:rsidR="00895AD2" w:rsidRDefault="00895AD2" w:rsidP="00895AD2">
      <w:r>
        <w:lastRenderedPageBreak/>
        <w:t>350.9950</w:t>
      </w:r>
      <w:r>
        <w:tab/>
        <w:t>1.013e0</w:t>
      </w:r>
    </w:p>
    <w:p w:rsidR="00895AD2" w:rsidRDefault="00895AD2" w:rsidP="00895AD2">
      <w:r>
        <w:t>351.0453</w:t>
      </w:r>
      <w:r>
        <w:tab/>
        <w:t>1.013e0</w:t>
      </w:r>
    </w:p>
    <w:p w:rsidR="00895AD2" w:rsidRDefault="00895AD2" w:rsidP="00895AD2">
      <w:r>
        <w:t>351.0893</w:t>
      </w:r>
      <w:r>
        <w:tab/>
        <w:t>1.013e0</w:t>
      </w:r>
    </w:p>
    <w:p w:rsidR="00895AD2" w:rsidRDefault="00895AD2" w:rsidP="00895AD2">
      <w:r>
        <w:t>351.1639</w:t>
      </w:r>
      <w:r>
        <w:tab/>
        <w:t>5.063e0</w:t>
      </w:r>
    </w:p>
    <w:p w:rsidR="00895AD2" w:rsidRDefault="00895AD2" w:rsidP="00895AD2">
      <w:r>
        <w:t>351.3721</w:t>
      </w:r>
      <w:r>
        <w:tab/>
        <w:t>1.013e0</w:t>
      </w:r>
    </w:p>
    <w:p w:rsidR="00895AD2" w:rsidRDefault="00895AD2" w:rsidP="00895AD2">
      <w:r>
        <w:t>351.4383</w:t>
      </w:r>
      <w:r>
        <w:tab/>
        <w:t>1.013e0</w:t>
      </w:r>
    </w:p>
    <w:p w:rsidR="00895AD2" w:rsidRDefault="00895AD2" w:rsidP="00895AD2">
      <w:r>
        <w:t>351.4776</w:t>
      </w:r>
      <w:r>
        <w:tab/>
        <w:t>2.131e0</w:t>
      </w:r>
    </w:p>
    <w:p w:rsidR="00895AD2" w:rsidRDefault="00895AD2" w:rsidP="00895AD2">
      <w:r>
        <w:t>351.5332</w:t>
      </w:r>
      <w:r>
        <w:tab/>
        <w:t>1.013e0</w:t>
      </w:r>
    </w:p>
    <w:p w:rsidR="00895AD2" w:rsidRDefault="00895AD2" w:rsidP="00895AD2">
      <w:r>
        <w:t>351.6426</w:t>
      </w:r>
      <w:r>
        <w:tab/>
        <w:t>1.013e0</w:t>
      </w:r>
    </w:p>
    <w:p w:rsidR="00895AD2" w:rsidRDefault="00895AD2" w:rsidP="00895AD2">
      <w:r>
        <w:t>351.6930</w:t>
      </w:r>
      <w:r>
        <w:tab/>
        <w:t>1.013e0</w:t>
      </w:r>
    </w:p>
    <w:p w:rsidR="00895AD2" w:rsidRDefault="00895AD2" w:rsidP="00895AD2">
      <w:r>
        <w:t>351.8131</w:t>
      </w:r>
      <w:r>
        <w:tab/>
        <w:t>2.025e0</w:t>
      </w:r>
    </w:p>
    <w:p w:rsidR="00895AD2" w:rsidRDefault="00895AD2" w:rsidP="00895AD2">
      <w:r>
        <w:t>351.9070</w:t>
      </w:r>
      <w:r>
        <w:tab/>
        <w:t>1.013e0</w:t>
      </w:r>
    </w:p>
    <w:p w:rsidR="00895AD2" w:rsidRDefault="00895AD2" w:rsidP="00895AD2">
      <w:r>
        <w:t>351.9767</w:t>
      </w:r>
      <w:r>
        <w:tab/>
        <w:t>2.025e0</w:t>
      </w:r>
    </w:p>
    <w:p w:rsidR="00895AD2" w:rsidRDefault="00895AD2" w:rsidP="00895AD2">
      <w:r>
        <w:t>352.0204</w:t>
      </w:r>
      <w:r>
        <w:tab/>
        <w:t>1.013e0</w:t>
      </w:r>
    </w:p>
    <w:p w:rsidR="00895AD2" w:rsidRDefault="00895AD2" w:rsidP="00895AD2">
      <w:r>
        <w:t>352.0820</w:t>
      </w:r>
      <w:r>
        <w:tab/>
        <w:t>1.013e0</w:t>
      </w:r>
    </w:p>
    <w:p w:rsidR="00895AD2" w:rsidRDefault="00895AD2" w:rsidP="00895AD2">
      <w:r>
        <w:t>352.1149</w:t>
      </w:r>
      <w:r>
        <w:tab/>
        <w:t>1.013e0</w:t>
      </w:r>
    </w:p>
    <w:p w:rsidR="00895AD2" w:rsidRDefault="00895AD2" w:rsidP="00895AD2">
      <w:r>
        <w:t>352.1810</w:t>
      </w:r>
      <w:r>
        <w:tab/>
        <w:t>2.025e0</w:t>
      </w:r>
    </w:p>
    <w:p w:rsidR="00895AD2" w:rsidRDefault="00895AD2" w:rsidP="00895AD2">
      <w:r>
        <w:t>352.2661</w:t>
      </w:r>
      <w:r>
        <w:tab/>
        <w:t>1.013e0</w:t>
      </w:r>
    </w:p>
    <w:p w:rsidR="00895AD2" w:rsidRDefault="00895AD2" w:rsidP="00895AD2">
      <w:r>
        <w:t>352.3461</w:t>
      </w:r>
      <w:r>
        <w:tab/>
        <w:t>1.013e0</w:t>
      </w:r>
    </w:p>
    <w:p w:rsidR="00895AD2" w:rsidRDefault="00895AD2" w:rsidP="00895AD2">
      <w:r>
        <w:lastRenderedPageBreak/>
        <w:t>352.4164</w:t>
      </w:r>
      <w:r>
        <w:tab/>
        <w:t>1.013e0</w:t>
      </w:r>
    </w:p>
    <w:p w:rsidR="00895AD2" w:rsidRDefault="00895AD2" w:rsidP="00895AD2">
      <w:r>
        <w:t>352.4818</w:t>
      </w:r>
      <w:r>
        <w:tab/>
        <w:t>3.038e0</w:t>
      </w:r>
    </w:p>
    <w:p w:rsidR="00895AD2" w:rsidRDefault="00895AD2" w:rsidP="00895AD2">
      <w:r>
        <w:t>352.6475</w:t>
      </w:r>
      <w:r>
        <w:tab/>
        <w:t>2.025e0</w:t>
      </w:r>
    </w:p>
    <w:p w:rsidR="00895AD2" w:rsidRDefault="00895AD2" w:rsidP="00895AD2">
      <w:r>
        <w:t>352.7012</w:t>
      </w:r>
      <w:r>
        <w:tab/>
        <w:t>1.013e0</w:t>
      </w:r>
    </w:p>
    <w:p w:rsidR="00895AD2" w:rsidRDefault="00895AD2" w:rsidP="00895AD2">
      <w:r>
        <w:t>352.8535</w:t>
      </w:r>
      <w:r>
        <w:tab/>
        <w:t>2.025e0</w:t>
      </w:r>
    </w:p>
    <w:p w:rsidR="00895AD2" w:rsidRDefault="00895AD2" w:rsidP="00895AD2">
      <w:r>
        <w:t>353.0193</w:t>
      </w:r>
      <w:r>
        <w:tab/>
        <w:t>3.038e0</w:t>
      </w:r>
    </w:p>
    <w:p w:rsidR="00895AD2" w:rsidRDefault="00895AD2" w:rsidP="00895AD2">
      <w:r>
        <w:t>353.0683</w:t>
      </w:r>
      <w:r>
        <w:tab/>
        <w:t>1.013e0</w:t>
      </w:r>
    </w:p>
    <w:p w:rsidR="00895AD2" w:rsidRDefault="00895AD2" w:rsidP="00895AD2">
      <w:r>
        <w:t>353.1179</w:t>
      </w:r>
      <w:r>
        <w:tab/>
        <w:t>1.013e0</w:t>
      </w:r>
    </w:p>
    <w:p w:rsidR="00895AD2" w:rsidRDefault="00895AD2" w:rsidP="00895AD2">
      <w:r>
        <w:t>353.1816</w:t>
      </w:r>
      <w:r>
        <w:tab/>
        <w:t>3.038e0</w:t>
      </w:r>
    </w:p>
    <w:p w:rsidR="00895AD2" w:rsidRDefault="00895AD2" w:rsidP="00895AD2">
      <w:r>
        <w:t>353.2676</w:t>
      </w:r>
      <w:r>
        <w:tab/>
        <w:t>3.038e0</w:t>
      </w:r>
    </w:p>
    <w:p w:rsidR="00895AD2" w:rsidRDefault="00895AD2" w:rsidP="00895AD2">
      <w:r>
        <w:t>353.3138</w:t>
      </w:r>
      <w:r>
        <w:tab/>
        <w:t>1.013e0</w:t>
      </w:r>
    </w:p>
    <w:p w:rsidR="00895AD2" w:rsidRDefault="00895AD2" w:rsidP="00895AD2">
      <w:r>
        <w:t>353.3741</w:t>
      </w:r>
      <w:r>
        <w:tab/>
        <w:t>1.013e0</w:t>
      </w:r>
    </w:p>
    <w:p w:rsidR="00895AD2" w:rsidRDefault="00895AD2" w:rsidP="00895AD2">
      <w:r>
        <w:t>353.9292</w:t>
      </w:r>
      <w:r>
        <w:tab/>
        <w:t>2.025e0</w:t>
      </w:r>
    </w:p>
    <w:p w:rsidR="00895AD2" w:rsidRDefault="00895AD2" w:rsidP="00895AD2">
      <w:r>
        <w:t>353.9709</w:t>
      </w:r>
      <w:r>
        <w:tab/>
        <w:t>3.038e0</w:t>
      </w:r>
    </w:p>
    <w:p w:rsidR="00895AD2" w:rsidRDefault="00895AD2" w:rsidP="00895AD2">
      <w:r>
        <w:t>354.0227</w:t>
      </w:r>
      <w:r>
        <w:tab/>
        <w:t>2.025e0</w:t>
      </w:r>
    </w:p>
    <w:p w:rsidR="00895AD2" w:rsidRDefault="00895AD2" w:rsidP="00895AD2">
      <w:r>
        <w:t>354.1263</w:t>
      </w:r>
      <w:r>
        <w:tab/>
        <w:t>2.025e0</w:t>
      </w:r>
    </w:p>
    <w:p w:rsidR="00895AD2" w:rsidRDefault="00895AD2" w:rsidP="00895AD2">
      <w:r>
        <w:t>354.1878</w:t>
      </w:r>
      <w:r>
        <w:tab/>
        <w:t>1.013e0</w:t>
      </w:r>
    </w:p>
    <w:p w:rsidR="00895AD2" w:rsidRDefault="00895AD2" w:rsidP="00895AD2">
      <w:r>
        <w:t>354.2427</w:t>
      </w:r>
      <w:r>
        <w:tab/>
        <w:t>3.038e0</w:t>
      </w:r>
    </w:p>
    <w:p w:rsidR="00895AD2" w:rsidRDefault="00895AD2" w:rsidP="00895AD2">
      <w:r>
        <w:t>354.2945</w:t>
      </w:r>
      <w:r>
        <w:tab/>
        <w:t>1.013e0</w:t>
      </w:r>
    </w:p>
    <w:p w:rsidR="00895AD2" w:rsidRDefault="00895AD2" w:rsidP="00895AD2">
      <w:r>
        <w:lastRenderedPageBreak/>
        <w:t>354.3579</w:t>
      </w:r>
      <w:r>
        <w:tab/>
        <w:t>1.013e0</w:t>
      </w:r>
    </w:p>
    <w:p w:rsidR="00895AD2" w:rsidRDefault="00895AD2" w:rsidP="00895AD2">
      <w:r>
        <w:t>354.4690</w:t>
      </w:r>
      <w:r>
        <w:tab/>
        <w:t>1.013e0</w:t>
      </w:r>
    </w:p>
    <w:p w:rsidR="00895AD2" w:rsidRDefault="00895AD2" w:rsidP="00895AD2">
      <w:r>
        <w:t>354.8038</w:t>
      </w:r>
      <w:r>
        <w:tab/>
        <w:t>1.013e0</w:t>
      </w:r>
    </w:p>
    <w:p w:rsidR="00895AD2" w:rsidRDefault="00895AD2" w:rsidP="00895AD2">
      <w:r>
        <w:t>354.9095</w:t>
      </w:r>
      <w:r>
        <w:tab/>
        <w:t>1.013e0</w:t>
      </w:r>
    </w:p>
    <w:p w:rsidR="00895AD2" w:rsidRDefault="00895AD2" w:rsidP="00895AD2">
      <w:r>
        <w:t>354.9483</w:t>
      </w:r>
      <w:r>
        <w:tab/>
        <w:t>1.013e0</w:t>
      </w:r>
    </w:p>
    <w:p w:rsidR="00895AD2" w:rsidRDefault="00895AD2" w:rsidP="00895AD2">
      <w:r>
        <w:t>354.9977</w:t>
      </w:r>
      <w:r>
        <w:tab/>
        <w:t>3.038e0</w:t>
      </w:r>
    </w:p>
    <w:p w:rsidR="00895AD2" w:rsidRDefault="00895AD2" w:rsidP="00895AD2">
      <w:r>
        <w:t>355.0850</w:t>
      </w:r>
      <w:r>
        <w:tab/>
        <w:t>1.013e0</w:t>
      </w:r>
    </w:p>
    <w:p w:rsidR="00895AD2" w:rsidRDefault="00895AD2" w:rsidP="00895AD2">
      <w:r>
        <w:t>355.1434</w:t>
      </w:r>
      <w:r>
        <w:tab/>
        <w:t>2.025e0</w:t>
      </w:r>
    </w:p>
    <w:p w:rsidR="00895AD2" w:rsidRDefault="00895AD2" w:rsidP="00895AD2">
      <w:r>
        <w:t>355.2257</w:t>
      </w:r>
      <w:r>
        <w:tab/>
        <w:t>1.013e0</w:t>
      </w:r>
    </w:p>
    <w:p w:rsidR="00895AD2" w:rsidRDefault="00895AD2" w:rsidP="00895AD2">
      <w:r>
        <w:t>355.3540</w:t>
      </w:r>
      <w:r>
        <w:tab/>
        <w:t>1.013e0</w:t>
      </w:r>
    </w:p>
    <w:p w:rsidR="00895AD2" w:rsidRDefault="00895AD2" w:rsidP="00895AD2">
      <w:r>
        <w:t>355.4512</w:t>
      </w:r>
      <w:r>
        <w:tab/>
        <w:t>2.025e0</w:t>
      </w:r>
    </w:p>
    <w:p w:rsidR="00895AD2" w:rsidRDefault="00895AD2" w:rsidP="00895AD2">
      <w:r>
        <w:t>355.5110</w:t>
      </w:r>
      <w:r>
        <w:tab/>
        <w:t>1.013e0</w:t>
      </w:r>
    </w:p>
    <w:p w:rsidR="00895AD2" w:rsidRDefault="00895AD2" w:rsidP="00895AD2">
      <w:r>
        <w:t>355.5567</w:t>
      </w:r>
      <w:r>
        <w:tab/>
        <w:t>1.013e0</w:t>
      </w:r>
    </w:p>
    <w:p w:rsidR="00895AD2" w:rsidRDefault="00895AD2" w:rsidP="00895AD2">
      <w:r>
        <w:t>355.7300</w:t>
      </w:r>
      <w:r>
        <w:tab/>
        <w:t>1.013e0</w:t>
      </w:r>
    </w:p>
    <w:p w:rsidR="00895AD2" w:rsidRDefault="00895AD2" w:rsidP="00895AD2">
      <w:r>
        <w:t>355.9332</w:t>
      </w:r>
      <w:r>
        <w:tab/>
        <w:t>3.038e0</w:t>
      </w:r>
    </w:p>
    <w:p w:rsidR="00895AD2" w:rsidRDefault="00895AD2" w:rsidP="00895AD2">
      <w:r>
        <w:t>355.9867</w:t>
      </w:r>
      <w:r>
        <w:tab/>
        <w:t>2.025e0</w:t>
      </w:r>
    </w:p>
    <w:p w:rsidR="00895AD2" w:rsidRDefault="00895AD2" w:rsidP="00895AD2">
      <w:r>
        <w:t>356.0434</w:t>
      </w:r>
      <w:r>
        <w:tab/>
        <w:t>3.038e0</w:t>
      </w:r>
    </w:p>
    <w:p w:rsidR="00895AD2" w:rsidRDefault="00895AD2" w:rsidP="00895AD2">
      <w:r>
        <w:t>356.1870</w:t>
      </w:r>
      <w:r>
        <w:tab/>
        <w:t>2.025e0</w:t>
      </w:r>
    </w:p>
    <w:p w:rsidR="00895AD2" w:rsidRDefault="00895AD2" w:rsidP="00895AD2">
      <w:r>
        <w:t>356.2379</w:t>
      </w:r>
      <w:r>
        <w:tab/>
        <w:t>2.025e0</w:t>
      </w:r>
    </w:p>
    <w:p w:rsidR="00895AD2" w:rsidRDefault="00895AD2" w:rsidP="00895AD2">
      <w:r>
        <w:lastRenderedPageBreak/>
        <w:t>356.2907</w:t>
      </w:r>
      <w:r>
        <w:tab/>
        <w:t>5.063e0</w:t>
      </w:r>
    </w:p>
    <w:p w:rsidR="00895AD2" w:rsidRDefault="00895AD2" w:rsidP="00895AD2">
      <w:r>
        <w:t>356.3753</w:t>
      </w:r>
      <w:r>
        <w:tab/>
        <w:t>2.025e0</w:t>
      </w:r>
    </w:p>
    <w:p w:rsidR="00895AD2" w:rsidRDefault="00895AD2" w:rsidP="00895AD2">
      <w:r>
        <w:t>356.4226</w:t>
      </w:r>
      <w:r>
        <w:tab/>
        <w:t>1.013e0</w:t>
      </w:r>
    </w:p>
    <w:p w:rsidR="00895AD2" w:rsidRDefault="00895AD2" w:rsidP="00895AD2">
      <w:r>
        <w:t>356.5229</w:t>
      </w:r>
      <w:r>
        <w:tab/>
        <w:t>2.025e0</w:t>
      </w:r>
    </w:p>
    <w:p w:rsidR="00895AD2" w:rsidRDefault="00895AD2" w:rsidP="00895AD2">
      <w:r>
        <w:t>356.5823</w:t>
      </w:r>
      <w:r>
        <w:tab/>
        <w:t>1.013e0</w:t>
      </w:r>
    </w:p>
    <w:p w:rsidR="00895AD2" w:rsidRDefault="00895AD2" w:rsidP="00895AD2">
      <w:r>
        <w:t>356.7440</w:t>
      </w:r>
      <w:r>
        <w:tab/>
        <w:t>2.025e0</w:t>
      </w:r>
    </w:p>
    <w:p w:rsidR="00895AD2" w:rsidRDefault="00895AD2" w:rsidP="00895AD2">
      <w:r>
        <w:t>356.8433</w:t>
      </w:r>
      <w:r>
        <w:tab/>
        <w:t>1.013e0</w:t>
      </w:r>
    </w:p>
    <w:p w:rsidR="00895AD2" w:rsidRDefault="00895AD2" w:rsidP="00895AD2">
      <w:r>
        <w:t>356.8887</w:t>
      </w:r>
      <w:r>
        <w:tab/>
        <w:t>1.013e0</w:t>
      </w:r>
    </w:p>
    <w:p w:rsidR="00895AD2" w:rsidRDefault="00895AD2" w:rsidP="00895AD2">
      <w:r>
        <w:t>356.9591</w:t>
      </w:r>
      <w:r>
        <w:tab/>
        <w:t>1.013e0</w:t>
      </w:r>
    </w:p>
    <w:p w:rsidR="00895AD2" w:rsidRDefault="00895AD2" w:rsidP="00895AD2">
      <w:r>
        <w:t>357.0048</w:t>
      </w:r>
      <w:r>
        <w:tab/>
        <w:t>1.013e0</w:t>
      </w:r>
    </w:p>
    <w:p w:rsidR="00895AD2" w:rsidRDefault="00895AD2" w:rsidP="00895AD2">
      <w:r>
        <w:t>357.0504</w:t>
      </w:r>
      <w:r>
        <w:tab/>
        <w:t>1.013e0</w:t>
      </w:r>
    </w:p>
    <w:p w:rsidR="00895AD2" w:rsidRDefault="00895AD2" w:rsidP="00895AD2">
      <w:r>
        <w:t>357.1190</w:t>
      </w:r>
      <w:r>
        <w:tab/>
        <w:t>4.051e0</w:t>
      </w:r>
    </w:p>
    <w:p w:rsidR="00895AD2" w:rsidRDefault="00895AD2" w:rsidP="00895AD2">
      <w:r>
        <w:t>357.1874</w:t>
      </w:r>
      <w:r>
        <w:tab/>
        <w:t>1.360e0</w:t>
      </w:r>
    </w:p>
    <w:p w:rsidR="00895AD2" w:rsidRDefault="00895AD2" w:rsidP="00895AD2">
      <w:r>
        <w:t>357.2540</w:t>
      </w:r>
      <w:r>
        <w:tab/>
        <w:t>2.025e0</w:t>
      </w:r>
    </w:p>
    <w:p w:rsidR="00895AD2" w:rsidRDefault="00895AD2" w:rsidP="00895AD2">
      <w:r>
        <w:t>357.3320</w:t>
      </w:r>
      <w:r>
        <w:tab/>
        <w:t>2.025e0</w:t>
      </w:r>
    </w:p>
    <w:p w:rsidR="00895AD2" w:rsidRDefault="00895AD2" w:rsidP="00895AD2">
      <w:r>
        <w:t>357.4176</w:t>
      </w:r>
      <w:r>
        <w:tab/>
        <w:t>1.013e0</w:t>
      </w:r>
    </w:p>
    <w:p w:rsidR="00895AD2" w:rsidRDefault="00895AD2" w:rsidP="00895AD2">
      <w:r>
        <w:t>357.5294</w:t>
      </w:r>
      <w:r>
        <w:tab/>
        <w:t>2.025e0</w:t>
      </w:r>
    </w:p>
    <w:p w:rsidR="00895AD2" w:rsidRDefault="00895AD2" w:rsidP="00895AD2">
      <w:r>
        <w:t>357.6671</w:t>
      </w:r>
      <w:r>
        <w:tab/>
        <w:t>1.013e0</w:t>
      </w:r>
    </w:p>
    <w:p w:rsidR="00895AD2" w:rsidRDefault="00895AD2" w:rsidP="00895AD2">
      <w:r>
        <w:t>357.7089</w:t>
      </w:r>
      <w:r>
        <w:tab/>
        <w:t>1.013e0</w:t>
      </w:r>
    </w:p>
    <w:p w:rsidR="00895AD2" w:rsidRDefault="00895AD2" w:rsidP="00895AD2">
      <w:r>
        <w:lastRenderedPageBreak/>
        <w:t>357.7689</w:t>
      </w:r>
      <w:r>
        <w:tab/>
        <w:t>1.013e0</w:t>
      </w:r>
    </w:p>
    <w:p w:rsidR="00895AD2" w:rsidRDefault="00895AD2" w:rsidP="00895AD2">
      <w:r>
        <w:t>357.8250</w:t>
      </w:r>
      <w:r>
        <w:tab/>
        <w:t>1.013e0</w:t>
      </w:r>
    </w:p>
    <w:p w:rsidR="00895AD2" w:rsidRDefault="00895AD2" w:rsidP="00895AD2">
      <w:r>
        <w:t>357.9469</w:t>
      </w:r>
      <w:r>
        <w:tab/>
        <w:t>4.051e0</w:t>
      </w:r>
    </w:p>
    <w:p w:rsidR="00895AD2" w:rsidRDefault="00895AD2" w:rsidP="00895AD2">
      <w:r>
        <w:t>358.0205</w:t>
      </w:r>
      <w:r>
        <w:tab/>
        <w:t>4.051e0</w:t>
      </w:r>
    </w:p>
    <w:p w:rsidR="00895AD2" w:rsidRDefault="00895AD2" w:rsidP="00895AD2">
      <w:r>
        <w:t>358.1003</w:t>
      </w:r>
      <w:r>
        <w:tab/>
        <w:t>2.025e0</w:t>
      </w:r>
    </w:p>
    <w:p w:rsidR="00895AD2" w:rsidRDefault="00895AD2" w:rsidP="00895AD2">
      <w:r>
        <w:t>358.1718</w:t>
      </w:r>
      <w:r>
        <w:tab/>
        <w:t>1.013e0</w:t>
      </w:r>
    </w:p>
    <w:p w:rsidR="00895AD2" w:rsidRDefault="00895AD2" w:rsidP="00895AD2">
      <w:r>
        <w:t>358.2991</w:t>
      </w:r>
      <w:r>
        <w:tab/>
        <w:t>2.025e0</w:t>
      </w:r>
    </w:p>
    <w:p w:rsidR="00895AD2" w:rsidRDefault="00895AD2" w:rsidP="00895AD2">
      <w:r>
        <w:t>358.3830</w:t>
      </w:r>
      <w:r>
        <w:tab/>
        <w:t>1.013e0</w:t>
      </w:r>
    </w:p>
    <w:p w:rsidR="00895AD2" w:rsidRDefault="00895AD2" w:rsidP="00895AD2">
      <w:r>
        <w:t>358.5295</w:t>
      </w:r>
      <w:r>
        <w:tab/>
        <w:t>1.013e0</w:t>
      </w:r>
    </w:p>
    <w:p w:rsidR="00895AD2" w:rsidRDefault="00895AD2" w:rsidP="00895AD2">
      <w:r>
        <w:t>358.6782</w:t>
      </w:r>
      <w:r>
        <w:tab/>
        <w:t>1.013e0</w:t>
      </w:r>
    </w:p>
    <w:p w:rsidR="00895AD2" w:rsidRDefault="00895AD2" w:rsidP="00895AD2">
      <w:r>
        <w:t>358.9417</w:t>
      </w:r>
      <w:r>
        <w:tab/>
        <w:t>3.038e0</w:t>
      </w:r>
    </w:p>
    <w:p w:rsidR="00895AD2" w:rsidRDefault="00895AD2" w:rsidP="00895AD2">
      <w:r>
        <w:t>359.0143</w:t>
      </w:r>
      <w:r>
        <w:tab/>
        <w:t>2.025e0</w:t>
      </w:r>
    </w:p>
    <w:p w:rsidR="00895AD2" w:rsidRDefault="00895AD2" w:rsidP="00895AD2">
      <w:r>
        <w:t>359.1747</w:t>
      </w:r>
      <w:r>
        <w:tab/>
        <w:t>2.025e0</w:t>
      </w:r>
    </w:p>
    <w:p w:rsidR="00895AD2" w:rsidRDefault="00895AD2" w:rsidP="00895AD2">
      <w:r>
        <w:t>359.2419</w:t>
      </w:r>
      <w:r>
        <w:tab/>
        <w:t>1.013e0</w:t>
      </w:r>
    </w:p>
    <w:p w:rsidR="00895AD2" w:rsidRDefault="00895AD2" w:rsidP="00895AD2">
      <w:r>
        <w:t>359.3957</w:t>
      </w:r>
      <w:r>
        <w:tab/>
        <w:t>1.013e0</w:t>
      </w:r>
    </w:p>
    <w:p w:rsidR="00895AD2" w:rsidRDefault="00895AD2" w:rsidP="00895AD2">
      <w:r>
        <w:t>359.4598</w:t>
      </w:r>
      <w:r>
        <w:tab/>
        <w:t>1.013e0</w:t>
      </w:r>
    </w:p>
    <w:p w:rsidR="00895AD2" w:rsidRDefault="00895AD2" w:rsidP="00895AD2">
      <w:r>
        <w:t>359.6324</w:t>
      </w:r>
      <w:r>
        <w:tab/>
        <w:t>1.013e0</w:t>
      </w:r>
    </w:p>
    <w:p w:rsidR="00895AD2" w:rsidRDefault="00895AD2" w:rsidP="00895AD2">
      <w:r>
        <w:t>359.9496</w:t>
      </w:r>
      <w:r>
        <w:tab/>
        <w:t>2.025e0</w:t>
      </w:r>
    </w:p>
    <w:p w:rsidR="00895AD2" w:rsidRDefault="00895AD2" w:rsidP="00895AD2">
      <w:r>
        <w:t>359.9930</w:t>
      </w:r>
      <w:r>
        <w:tab/>
        <w:t>1.013e0</w:t>
      </w:r>
    </w:p>
    <w:p w:rsidR="00895AD2" w:rsidRDefault="00895AD2" w:rsidP="00895AD2">
      <w:r>
        <w:lastRenderedPageBreak/>
        <w:t>360.0764</w:t>
      </w:r>
      <w:r>
        <w:tab/>
        <w:t>1.013e0</w:t>
      </w:r>
    </w:p>
    <w:p w:rsidR="00895AD2" w:rsidRDefault="00895AD2" w:rsidP="00895AD2">
      <w:r>
        <w:t>360.1072</w:t>
      </w:r>
      <w:r>
        <w:tab/>
        <w:t>2.025e0</w:t>
      </w:r>
    </w:p>
    <w:p w:rsidR="00895AD2" w:rsidRDefault="00895AD2" w:rsidP="00895AD2">
      <w:r>
        <w:t>360.1963</w:t>
      </w:r>
      <w:r>
        <w:tab/>
        <w:t>1.013e0</w:t>
      </w:r>
    </w:p>
    <w:p w:rsidR="00895AD2" w:rsidRDefault="00895AD2" w:rsidP="00895AD2">
      <w:r>
        <w:t>360.2501</w:t>
      </w:r>
      <w:r>
        <w:tab/>
        <w:t>2.025e0</w:t>
      </w:r>
    </w:p>
    <w:p w:rsidR="00895AD2" w:rsidRDefault="00895AD2" w:rsidP="00895AD2">
      <w:r>
        <w:t>360.3623</w:t>
      </w:r>
      <w:r>
        <w:tab/>
        <w:t>1.013e0</w:t>
      </w:r>
    </w:p>
    <w:p w:rsidR="00895AD2" w:rsidRDefault="00895AD2" w:rsidP="00895AD2">
      <w:r>
        <w:t>360.3981</w:t>
      </w:r>
      <w:r>
        <w:tab/>
        <w:t>1.013e0</w:t>
      </w:r>
    </w:p>
    <w:p w:rsidR="00895AD2" w:rsidRDefault="00895AD2" w:rsidP="00895AD2">
      <w:r>
        <w:t>360.4288</w:t>
      </w:r>
      <w:r>
        <w:tab/>
        <w:t>1.013e0</w:t>
      </w:r>
    </w:p>
    <w:p w:rsidR="00895AD2" w:rsidRDefault="00895AD2" w:rsidP="00895AD2">
      <w:r>
        <w:t>360.4836</w:t>
      </w:r>
      <w:r>
        <w:tab/>
        <w:t>3.038e0</w:t>
      </w:r>
    </w:p>
    <w:p w:rsidR="00895AD2" w:rsidRDefault="00895AD2" w:rsidP="00895AD2">
      <w:r>
        <w:t>360.6040</w:t>
      </w:r>
      <w:r>
        <w:tab/>
        <w:t>1.013e0</w:t>
      </w:r>
    </w:p>
    <w:p w:rsidR="00895AD2" w:rsidRDefault="00895AD2" w:rsidP="00895AD2">
      <w:r>
        <w:t>360.7070</w:t>
      </w:r>
      <w:r>
        <w:tab/>
        <w:t>1.013e0</w:t>
      </w:r>
    </w:p>
    <w:p w:rsidR="00895AD2" w:rsidRDefault="00895AD2" w:rsidP="00895AD2">
      <w:r>
        <w:t>360.8680</w:t>
      </w:r>
      <w:r>
        <w:tab/>
        <w:t>1.013e0</w:t>
      </w:r>
    </w:p>
    <w:p w:rsidR="00895AD2" w:rsidRDefault="00895AD2" w:rsidP="00895AD2">
      <w:r>
        <w:t>360.9353</w:t>
      </w:r>
      <w:r>
        <w:tab/>
        <w:t>2.025e0</w:t>
      </w:r>
    </w:p>
    <w:p w:rsidR="00895AD2" w:rsidRDefault="00895AD2" w:rsidP="00895AD2">
      <w:r>
        <w:t>361.0208</w:t>
      </w:r>
      <w:r>
        <w:tab/>
        <w:t>2.025e0</w:t>
      </w:r>
    </w:p>
    <w:p w:rsidR="00895AD2" w:rsidRDefault="00895AD2" w:rsidP="00895AD2">
      <w:r>
        <w:t>361.0572</w:t>
      </w:r>
      <w:r>
        <w:tab/>
        <w:t>2.025e0</w:t>
      </w:r>
    </w:p>
    <w:p w:rsidR="00895AD2" w:rsidRDefault="00895AD2" w:rsidP="00895AD2">
      <w:r>
        <w:t>361.1703</w:t>
      </w:r>
      <w:r>
        <w:tab/>
        <w:t>3.038e0</w:t>
      </w:r>
    </w:p>
    <w:p w:rsidR="00895AD2" w:rsidRDefault="00895AD2" w:rsidP="00895AD2">
      <w:r>
        <w:t>361.2183</w:t>
      </w:r>
      <w:r>
        <w:tab/>
        <w:t>2.025e0</w:t>
      </w:r>
    </w:p>
    <w:p w:rsidR="00895AD2" w:rsidRDefault="00895AD2" w:rsidP="00895AD2">
      <w:r>
        <w:t>361.3419</w:t>
      </w:r>
      <w:r>
        <w:tab/>
        <w:t>1.013e0</w:t>
      </w:r>
    </w:p>
    <w:p w:rsidR="00895AD2" w:rsidRDefault="00895AD2" w:rsidP="00895AD2">
      <w:r>
        <w:t>361.4333</w:t>
      </w:r>
      <w:r>
        <w:tab/>
        <w:t>1.013e0</w:t>
      </w:r>
    </w:p>
    <w:p w:rsidR="00895AD2" w:rsidRDefault="00895AD2" w:rsidP="00895AD2">
      <w:r>
        <w:t>361.6202</w:t>
      </w:r>
      <w:r>
        <w:tab/>
        <w:t>1.013e0</w:t>
      </w:r>
    </w:p>
    <w:p w:rsidR="00895AD2" w:rsidRDefault="00895AD2" w:rsidP="00895AD2">
      <w:r>
        <w:lastRenderedPageBreak/>
        <w:t>361.6958</w:t>
      </w:r>
      <w:r>
        <w:tab/>
        <w:t>3.038e0</w:t>
      </w:r>
    </w:p>
    <w:p w:rsidR="00895AD2" w:rsidRDefault="00895AD2" w:rsidP="00895AD2">
      <w:r>
        <w:t>361.8483</w:t>
      </w:r>
      <w:r>
        <w:tab/>
        <w:t>1.013e0</w:t>
      </w:r>
    </w:p>
    <w:p w:rsidR="00895AD2" w:rsidRDefault="00895AD2" w:rsidP="00895AD2">
      <w:r>
        <w:t>361.9691</w:t>
      </w:r>
      <w:r>
        <w:tab/>
        <w:t>1.013e0</w:t>
      </w:r>
    </w:p>
    <w:p w:rsidR="00895AD2" w:rsidRDefault="00895AD2" w:rsidP="00895AD2">
      <w:r>
        <w:t>362.0291</w:t>
      </w:r>
      <w:r>
        <w:tab/>
        <w:t>1.013e0</w:t>
      </w:r>
    </w:p>
    <w:p w:rsidR="00895AD2" w:rsidRDefault="00895AD2" w:rsidP="00895AD2">
      <w:r>
        <w:t>362.1454</w:t>
      </w:r>
      <w:r>
        <w:tab/>
        <w:t>2.025e0</w:t>
      </w:r>
    </w:p>
    <w:p w:rsidR="00895AD2" w:rsidRDefault="00895AD2" w:rsidP="00895AD2">
      <w:r>
        <w:t>362.2124</w:t>
      </w:r>
      <w:r>
        <w:tab/>
        <w:t>2.025e0</w:t>
      </w:r>
    </w:p>
    <w:p w:rsidR="00895AD2" w:rsidRDefault="00895AD2" w:rsidP="00895AD2">
      <w:r>
        <w:t>362.3134</w:t>
      </w:r>
      <w:r>
        <w:tab/>
        <w:t>1.013e0</w:t>
      </w:r>
    </w:p>
    <w:p w:rsidR="00895AD2" w:rsidRDefault="00895AD2" w:rsidP="00895AD2">
      <w:r>
        <w:t>362.5851</w:t>
      </w:r>
      <w:r>
        <w:tab/>
        <w:t>1.013e0</w:t>
      </w:r>
    </w:p>
    <w:p w:rsidR="00895AD2" w:rsidRDefault="00895AD2" w:rsidP="00895AD2">
      <w:r>
        <w:t>362.6303</w:t>
      </w:r>
      <w:r>
        <w:tab/>
        <w:t>1.013e0</w:t>
      </w:r>
    </w:p>
    <w:p w:rsidR="00895AD2" w:rsidRDefault="00895AD2" w:rsidP="00895AD2">
      <w:r>
        <w:t>362.7727</w:t>
      </w:r>
      <w:r>
        <w:tab/>
        <w:t>1.013e0</w:t>
      </w:r>
    </w:p>
    <w:p w:rsidR="00895AD2" w:rsidRDefault="00895AD2" w:rsidP="00895AD2">
      <w:r>
        <w:t>362.8439</w:t>
      </w:r>
      <w:r>
        <w:tab/>
        <w:t>1.013e0</w:t>
      </w:r>
    </w:p>
    <w:p w:rsidR="00895AD2" w:rsidRDefault="00895AD2" w:rsidP="00895AD2">
      <w:r>
        <w:t>362.9539</w:t>
      </w:r>
      <w:r>
        <w:tab/>
        <w:t>1.013e0</w:t>
      </w:r>
    </w:p>
    <w:p w:rsidR="00895AD2" w:rsidRDefault="00895AD2" w:rsidP="00895AD2">
      <w:r>
        <w:t>363.1374</w:t>
      </w:r>
      <w:r>
        <w:tab/>
        <w:t>4.051e0</w:t>
      </w:r>
    </w:p>
    <w:p w:rsidR="00895AD2" w:rsidRDefault="00895AD2" w:rsidP="00895AD2">
      <w:r>
        <w:t>363.2198</w:t>
      </w:r>
      <w:r>
        <w:tab/>
        <w:t>7.089e0</w:t>
      </w:r>
    </w:p>
    <w:p w:rsidR="00895AD2" w:rsidRDefault="00895AD2" w:rsidP="00895AD2">
      <w:r>
        <w:t>363.3073</w:t>
      </w:r>
      <w:r>
        <w:tab/>
        <w:t>4.051e0</w:t>
      </w:r>
    </w:p>
    <w:p w:rsidR="00895AD2" w:rsidRDefault="00895AD2" w:rsidP="00895AD2">
      <w:r>
        <w:t>363.4570</w:t>
      </w:r>
      <w:r>
        <w:tab/>
        <w:t>1.013e0</w:t>
      </w:r>
    </w:p>
    <w:p w:rsidR="00895AD2" w:rsidRDefault="00895AD2" w:rsidP="00895AD2">
      <w:r>
        <w:t>363.6811</w:t>
      </w:r>
      <w:r>
        <w:tab/>
        <w:t>2.025e0</w:t>
      </w:r>
    </w:p>
    <w:p w:rsidR="00895AD2" w:rsidRDefault="00895AD2" w:rsidP="00895AD2">
      <w:r>
        <w:t>363.7252</w:t>
      </w:r>
      <w:r>
        <w:tab/>
        <w:t>1.013e0</w:t>
      </w:r>
    </w:p>
    <w:p w:rsidR="00895AD2" w:rsidRDefault="00895AD2" w:rsidP="00895AD2">
      <w:r>
        <w:t>363.9297</w:t>
      </w:r>
      <w:r>
        <w:tab/>
        <w:t>2.025e0</w:t>
      </w:r>
    </w:p>
    <w:p w:rsidR="00895AD2" w:rsidRDefault="00895AD2" w:rsidP="00895AD2">
      <w:r>
        <w:lastRenderedPageBreak/>
        <w:t>364.0100</w:t>
      </w:r>
      <w:r>
        <w:tab/>
        <w:t>4.712e0</w:t>
      </w:r>
    </w:p>
    <w:p w:rsidR="00895AD2" w:rsidRDefault="00895AD2" w:rsidP="00895AD2">
      <w:r>
        <w:t>364.0600</w:t>
      </w:r>
      <w:r>
        <w:tab/>
        <w:t>1.013e0</w:t>
      </w:r>
    </w:p>
    <w:p w:rsidR="00895AD2" w:rsidRDefault="00895AD2" w:rsidP="00895AD2">
      <w:r>
        <w:t>364.1058</w:t>
      </w:r>
      <w:r>
        <w:tab/>
        <w:t>1.013e0</w:t>
      </w:r>
    </w:p>
    <w:p w:rsidR="00895AD2" w:rsidRDefault="00895AD2" w:rsidP="00895AD2">
      <w:r>
        <w:t>364.2014</w:t>
      </w:r>
      <w:r>
        <w:tab/>
        <w:t>1.013e0</w:t>
      </w:r>
    </w:p>
    <w:p w:rsidR="00895AD2" w:rsidRDefault="00895AD2" w:rsidP="00895AD2">
      <w:r>
        <w:t>364.2930</w:t>
      </w:r>
      <w:r>
        <w:tab/>
        <w:t>1.013e0</w:t>
      </w:r>
    </w:p>
    <w:p w:rsidR="00895AD2" w:rsidRDefault="00895AD2" w:rsidP="00895AD2">
      <w:r>
        <w:t>364.3387</w:t>
      </w:r>
      <w:r>
        <w:tab/>
        <w:t>1.013e0</w:t>
      </w:r>
    </w:p>
    <w:p w:rsidR="00895AD2" w:rsidRDefault="00895AD2" w:rsidP="00895AD2">
      <w:r>
        <w:t>364.5742</w:t>
      </w:r>
      <w:r>
        <w:tab/>
        <w:t>2.025e0</w:t>
      </w:r>
    </w:p>
    <w:p w:rsidR="00895AD2" w:rsidRDefault="00895AD2" w:rsidP="00895AD2">
      <w:r>
        <w:t>364.6594</w:t>
      </w:r>
      <w:r>
        <w:tab/>
        <w:t>1.013e0</w:t>
      </w:r>
    </w:p>
    <w:p w:rsidR="00895AD2" w:rsidRDefault="00895AD2" w:rsidP="00895AD2">
      <w:r>
        <w:t>364.9210</w:t>
      </w:r>
      <w:r>
        <w:tab/>
        <w:t>1.013e0</w:t>
      </w:r>
    </w:p>
    <w:p w:rsidR="00895AD2" w:rsidRDefault="00895AD2" w:rsidP="00895AD2">
      <w:r>
        <w:t>365.1712</w:t>
      </w:r>
      <w:r>
        <w:tab/>
        <w:t>3.038e0</w:t>
      </w:r>
    </w:p>
    <w:p w:rsidR="00895AD2" w:rsidRDefault="00895AD2" w:rsidP="00895AD2">
      <w:r>
        <w:t>365.2069</w:t>
      </w:r>
      <w:r>
        <w:tab/>
        <w:t>3.689e0</w:t>
      </w:r>
    </w:p>
    <w:p w:rsidR="00895AD2" w:rsidRDefault="00895AD2" w:rsidP="00895AD2">
      <w:r>
        <w:t>365.2806</w:t>
      </w:r>
      <w:r>
        <w:tab/>
        <w:t>2.025e0</w:t>
      </w:r>
    </w:p>
    <w:p w:rsidR="00895AD2" w:rsidRDefault="00895AD2" w:rsidP="00895AD2">
      <w:r>
        <w:t>365.6790</w:t>
      </w:r>
      <w:r>
        <w:tab/>
        <w:t>1.013e0</w:t>
      </w:r>
    </w:p>
    <w:p w:rsidR="00895AD2" w:rsidRDefault="00895AD2" w:rsidP="00895AD2">
      <w:r>
        <w:t>365.7707</w:t>
      </w:r>
      <w:r>
        <w:tab/>
        <w:t>1.013e0</w:t>
      </w:r>
    </w:p>
    <w:p w:rsidR="00895AD2" w:rsidRDefault="00895AD2" w:rsidP="00895AD2">
      <w:r>
        <w:t>365.9750</w:t>
      </w:r>
      <w:r>
        <w:tab/>
        <w:t>2.025e0</w:t>
      </w:r>
    </w:p>
    <w:p w:rsidR="00895AD2" w:rsidRDefault="00895AD2" w:rsidP="00895AD2">
      <w:r>
        <w:t>366.0456</w:t>
      </w:r>
      <w:r>
        <w:tab/>
        <w:t>1.013e0</w:t>
      </w:r>
    </w:p>
    <w:p w:rsidR="00895AD2" w:rsidRDefault="00895AD2" w:rsidP="00895AD2">
      <w:r>
        <w:t>366.1326</w:t>
      </w:r>
      <w:r>
        <w:tab/>
        <w:t>2.025e0</w:t>
      </w:r>
    </w:p>
    <w:p w:rsidR="00895AD2" w:rsidRDefault="00895AD2" w:rsidP="00895AD2">
      <w:r>
        <w:t>366.1882</w:t>
      </w:r>
      <w:r>
        <w:tab/>
        <w:t>3.038e0</w:t>
      </w:r>
    </w:p>
    <w:p w:rsidR="00895AD2" w:rsidRDefault="00895AD2" w:rsidP="00895AD2">
      <w:r>
        <w:t>366.2436</w:t>
      </w:r>
      <w:r>
        <w:tab/>
        <w:t>1.013e0</w:t>
      </w:r>
    </w:p>
    <w:p w:rsidR="00895AD2" w:rsidRDefault="00895AD2" w:rsidP="00895AD2">
      <w:r>
        <w:lastRenderedPageBreak/>
        <w:t>366.2958</w:t>
      </w:r>
      <w:r>
        <w:tab/>
        <w:t>1.013e0</w:t>
      </w:r>
    </w:p>
    <w:p w:rsidR="00895AD2" w:rsidRDefault="00895AD2" w:rsidP="00895AD2">
      <w:r>
        <w:t>366.3228</w:t>
      </w:r>
      <w:r>
        <w:tab/>
        <w:t>2.025e0</w:t>
      </w:r>
    </w:p>
    <w:p w:rsidR="00895AD2" w:rsidRDefault="00895AD2" w:rsidP="00895AD2">
      <w:r>
        <w:t>366.5329</w:t>
      </w:r>
      <w:r>
        <w:tab/>
        <w:t>1.013e0</w:t>
      </w:r>
    </w:p>
    <w:p w:rsidR="00895AD2" w:rsidRDefault="00895AD2" w:rsidP="00895AD2">
      <w:r>
        <w:t>366.6664</w:t>
      </w:r>
      <w:r>
        <w:tab/>
        <w:t>1.013e0</w:t>
      </w:r>
    </w:p>
    <w:p w:rsidR="00895AD2" w:rsidRDefault="00895AD2" w:rsidP="00895AD2">
      <w:r>
        <w:t>366.7335</w:t>
      </w:r>
      <w:r>
        <w:tab/>
        <w:t>1.013e0</w:t>
      </w:r>
    </w:p>
    <w:p w:rsidR="00895AD2" w:rsidRDefault="00895AD2" w:rsidP="00895AD2">
      <w:r>
        <w:t>366.8539</w:t>
      </w:r>
      <w:r>
        <w:tab/>
        <w:t>1.013e0</w:t>
      </w:r>
    </w:p>
    <w:p w:rsidR="00895AD2" w:rsidRDefault="00895AD2" w:rsidP="00895AD2">
      <w:r>
        <w:t>366.9951</w:t>
      </w:r>
      <w:r>
        <w:tab/>
        <w:t>1.013e0</w:t>
      </w:r>
    </w:p>
    <w:p w:rsidR="00895AD2" w:rsidRDefault="00895AD2" w:rsidP="00895AD2">
      <w:r>
        <w:t>367.1532</w:t>
      </w:r>
      <w:r>
        <w:tab/>
        <w:t>1.860e1</w:t>
      </w:r>
    </w:p>
    <w:p w:rsidR="00895AD2" w:rsidRDefault="00895AD2" w:rsidP="00895AD2">
      <w:r>
        <w:t>367.2763</w:t>
      </w:r>
      <w:r>
        <w:tab/>
        <w:t>1.013e0</w:t>
      </w:r>
    </w:p>
    <w:p w:rsidR="00895AD2" w:rsidRDefault="00895AD2" w:rsidP="00895AD2">
      <w:r>
        <w:t>367.4003</w:t>
      </w:r>
      <w:r>
        <w:tab/>
        <w:t>1.013e0</w:t>
      </w:r>
    </w:p>
    <w:p w:rsidR="00895AD2" w:rsidRDefault="00895AD2" w:rsidP="00895AD2">
      <w:r>
        <w:t>367.5578</w:t>
      </w:r>
      <w:r>
        <w:tab/>
        <w:t>1.013e0</w:t>
      </w:r>
    </w:p>
    <w:p w:rsidR="00895AD2" w:rsidRDefault="00895AD2" w:rsidP="00895AD2">
      <w:r>
        <w:t>367.7749</w:t>
      </w:r>
      <w:r>
        <w:tab/>
        <w:t>1.013e0</w:t>
      </w:r>
    </w:p>
    <w:p w:rsidR="00895AD2" w:rsidRDefault="00895AD2" w:rsidP="00895AD2">
      <w:r>
        <w:t>367.8837</w:t>
      </w:r>
      <w:r>
        <w:tab/>
        <w:t>1.013e0</w:t>
      </w:r>
    </w:p>
    <w:p w:rsidR="00895AD2" w:rsidRDefault="00895AD2" w:rsidP="00895AD2">
      <w:r>
        <w:t>367.9655</w:t>
      </w:r>
      <w:r>
        <w:tab/>
        <w:t>3.038e0</w:t>
      </w:r>
    </w:p>
    <w:p w:rsidR="00895AD2" w:rsidRDefault="00895AD2" w:rsidP="00895AD2">
      <w:r>
        <w:t>368.0362</w:t>
      </w:r>
      <w:r>
        <w:tab/>
        <w:t>1.013e0</w:t>
      </w:r>
    </w:p>
    <w:p w:rsidR="00895AD2" w:rsidRDefault="00895AD2" w:rsidP="00895AD2">
      <w:r>
        <w:t>368.1563</w:t>
      </w:r>
      <w:r>
        <w:tab/>
        <w:t>1.114e1</w:t>
      </w:r>
    </w:p>
    <w:p w:rsidR="00895AD2" w:rsidRDefault="00895AD2" w:rsidP="00895AD2">
      <w:r>
        <w:t>368.2298</w:t>
      </w:r>
      <w:r>
        <w:tab/>
        <w:t>1.013e0</w:t>
      </w:r>
    </w:p>
    <w:p w:rsidR="00895AD2" w:rsidRDefault="00895AD2" w:rsidP="00895AD2">
      <w:r>
        <w:t>368.2854</w:t>
      </w:r>
      <w:r>
        <w:tab/>
        <w:t>1.013e0</w:t>
      </w:r>
    </w:p>
    <w:p w:rsidR="00895AD2" w:rsidRDefault="00895AD2" w:rsidP="00895AD2">
      <w:r>
        <w:t>368.3178</w:t>
      </w:r>
      <w:r>
        <w:tab/>
        <w:t>1.013e0</w:t>
      </w:r>
    </w:p>
    <w:p w:rsidR="00895AD2" w:rsidRDefault="00895AD2" w:rsidP="00895AD2">
      <w:r>
        <w:lastRenderedPageBreak/>
        <w:t>368.4200</w:t>
      </w:r>
      <w:r>
        <w:tab/>
        <w:t>7.089e0</w:t>
      </w:r>
    </w:p>
    <w:p w:rsidR="00895AD2" w:rsidRDefault="00895AD2" w:rsidP="00895AD2">
      <w:r>
        <w:t>368.4649</w:t>
      </w:r>
      <w:r>
        <w:tab/>
        <w:t>2.025e0</w:t>
      </w:r>
    </w:p>
    <w:p w:rsidR="00895AD2" w:rsidRDefault="00895AD2" w:rsidP="00895AD2">
      <w:r>
        <w:t>368.5151</w:t>
      </w:r>
      <w:r>
        <w:tab/>
        <w:t>1.013e0</w:t>
      </w:r>
    </w:p>
    <w:p w:rsidR="00895AD2" w:rsidRDefault="00895AD2" w:rsidP="00895AD2">
      <w:r>
        <w:t>368.5510</w:t>
      </w:r>
      <w:r>
        <w:tab/>
        <w:t>1.013e0</w:t>
      </w:r>
    </w:p>
    <w:p w:rsidR="00895AD2" w:rsidRDefault="00895AD2" w:rsidP="00895AD2">
      <w:r>
        <w:t>368.6558</w:t>
      </w:r>
      <w:r>
        <w:tab/>
        <w:t>2.025e0</w:t>
      </w:r>
    </w:p>
    <w:p w:rsidR="00895AD2" w:rsidRDefault="00895AD2" w:rsidP="00895AD2">
      <w:r>
        <w:t>368.7186</w:t>
      </w:r>
      <w:r>
        <w:tab/>
        <w:t>2.025e0</w:t>
      </w:r>
    </w:p>
    <w:p w:rsidR="00895AD2" w:rsidRDefault="00895AD2" w:rsidP="00895AD2">
      <w:r>
        <w:t>368.8105</w:t>
      </w:r>
      <w:r>
        <w:tab/>
        <w:t>3.038e0</w:t>
      </w:r>
    </w:p>
    <w:p w:rsidR="00895AD2" w:rsidRDefault="00895AD2" w:rsidP="00895AD2">
      <w:r>
        <w:t>368.8763</w:t>
      </w:r>
      <w:r>
        <w:tab/>
        <w:t>1.013e0</w:t>
      </w:r>
    </w:p>
    <w:p w:rsidR="00895AD2" w:rsidRDefault="00895AD2" w:rsidP="00895AD2">
      <w:r>
        <w:t>368.9601</w:t>
      </w:r>
      <w:r>
        <w:tab/>
        <w:t>1.013e0</w:t>
      </w:r>
    </w:p>
    <w:p w:rsidR="00895AD2" w:rsidRDefault="00895AD2" w:rsidP="00895AD2">
      <w:r>
        <w:t>369.1227</w:t>
      </w:r>
      <w:r>
        <w:tab/>
        <w:t>1.013e0</w:t>
      </w:r>
    </w:p>
    <w:p w:rsidR="00895AD2" w:rsidRDefault="00895AD2" w:rsidP="00895AD2">
      <w:r>
        <w:t>369.1775</w:t>
      </w:r>
      <w:r>
        <w:tab/>
        <w:t>2.025e0</w:t>
      </w:r>
    </w:p>
    <w:p w:rsidR="00895AD2" w:rsidRDefault="00895AD2" w:rsidP="00895AD2">
      <w:r>
        <w:t>369.2246</w:t>
      </w:r>
      <w:r>
        <w:tab/>
        <w:t>1.013e0</w:t>
      </w:r>
    </w:p>
    <w:p w:rsidR="00895AD2" w:rsidRDefault="00895AD2" w:rsidP="00895AD2">
      <w:r>
        <w:t>369.3050</w:t>
      </w:r>
      <w:r>
        <w:tab/>
        <w:t>5.063e0</w:t>
      </w:r>
    </w:p>
    <w:p w:rsidR="00895AD2" w:rsidRDefault="00895AD2" w:rsidP="00895AD2">
      <w:r>
        <w:t>369.3932</w:t>
      </w:r>
      <w:r>
        <w:tab/>
        <w:t>6.530e0</w:t>
      </w:r>
    </w:p>
    <w:p w:rsidR="00895AD2" w:rsidRDefault="00895AD2" w:rsidP="00895AD2">
      <w:r>
        <w:t>369.4313</w:t>
      </w:r>
      <w:r>
        <w:tab/>
        <w:t>2.584e0</w:t>
      </w:r>
    </w:p>
    <w:p w:rsidR="00895AD2" w:rsidRDefault="00895AD2" w:rsidP="00895AD2">
      <w:r>
        <w:t>369.5588</w:t>
      </w:r>
      <w:r>
        <w:tab/>
        <w:t>3.038e0</w:t>
      </w:r>
    </w:p>
    <w:p w:rsidR="00895AD2" w:rsidRDefault="00895AD2" w:rsidP="00895AD2">
      <w:r>
        <w:t>369.5930</w:t>
      </w:r>
      <w:r>
        <w:tab/>
        <w:t>1.013e0</w:t>
      </w:r>
    </w:p>
    <w:p w:rsidR="00895AD2" w:rsidRDefault="00895AD2" w:rsidP="00895AD2">
      <w:r>
        <w:t>369.7155</w:t>
      </w:r>
      <w:r>
        <w:tab/>
        <w:t>1.013e0</w:t>
      </w:r>
    </w:p>
    <w:p w:rsidR="00895AD2" w:rsidRDefault="00895AD2" w:rsidP="00895AD2">
      <w:r>
        <w:t>369.8391</w:t>
      </w:r>
      <w:r>
        <w:tab/>
        <w:t>2.025e0</w:t>
      </w:r>
    </w:p>
    <w:p w:rsidR="00895AD2" w:rsidRDefault="00895AD2" w:rsidP="00895AD2">
      <w:r>
        <w:lastRenderedPageBreak/>
        <w:t>369.9661</w:t>
      </w:r>
      <w:r>
        <w:tab/>
        <w:t>1.013e0</w:t>
      </w:r>
    </w:p>
    <w:p w:rsidR="00895AD2" w:rsidRDefault="00895AD2" w:rsidP="00895AD2">
      <w:r>
        <w:t>370.0161</w:t>
      </w:r>
      <w:r>
        <w:tab/>
        <w:t>1.013e0</w:t>
      </w:r>
    </w:p>
    <w:p w:rsidR="00895AD2" w:rsidRDefault="00895AD2" w:rsidP="00895AD2">
      <w:r>
        <w:t>370.0620</w:t>
      </w:r>
      <w:r>
        <w:tab/>
        <w:t>1.013e0</w:t>
      </w:r>
    </w:p>
    <w:p w:rsidR="00895AD2" w:rsidRDefault="00895AD2" w:rsidP="00895AD2">
      <w:r>
        <w:t>370.1145</w:t>
      </w:r>
      <w:r>
        <w:tab/>
        <w:t>2.025e0</w:t>
      </w:r>
    </w:p>
    <w:p w:rsidR="00895AD2" w:rsidRDefault="00895AD2" w:rsidP="00895AD2">
      <w:r>
        <w:t>370.1604</w:t>
      </w:r>
      <w:r>
        <w:tab/>
        <w:t>2.025e0</w:t>
      </w:r>
    </w:p>
    <w:p w:rsidR="00895AD2" w:rsidRDefault="00895AD2" w:rsidP="00895AD2">
      <w:r>
        <w:t>370.3033</w:t>
      </w:r>
      <w:r>
        <w:tab/>
        <w:t>5.063e0</w:t>
      </w:r>
    </w:p>
    <w:p w:rsidR="00895AD2" w:rsidRDefault="00895AD2" w:rsidP="00895AD2">
      <w:r>
        <w:t>370.3836</w:t>
      </w:r>
      <w:r>
        <w:tab/>
        <w:t>2.025e0</w:t>
      </w:r>
    </w:p>
    <w:p w:rsidR="00895AD2" w:rsidRDefault="00895AD2" w:rsidP="00895AD2">
      <w:r>
        <w:t>370.4714</w:t>
      </w:r>
      <w:r>
        <w:tab/>
        <w:t>1.013e0</w:t>
      </w:r>
    </w:p>
    <w:p w:rsidR="00895AD2" w:rsidRDefault="00895AD2" w:rsidP="00895AD2">
      <w:r>
        <w:t>370.5133</w:t>
      </w:r>
      <w:r>
        <w:tab/>
        <w:t>1.013e0</w:t>
      </w:r>
    </w:p>
    <w:p w:rsidR="00895AD2" w:rsidRDefault="00895AD2" w:rsidP="00895AD2">
      <w:r>
        <w:t>370.5420</w:t>
      </w:r>
      <w:r>
        <w:tab/>
        <w:t>1.013e0</w:t>
      </w:r>
    </w:p>
    <w:p w:rsidR="00895AD2" w:rsidRDefault="00895AD2" w:rsidP="00895AD2">
      <w:r>
        <w:t>370.7597</w:t>
      </w:r>
      <w:r>
        <w:tab/>
        <w:t>1.013e0</w:t>
      </w:r>
    </w:p>
    <w:p w:rsidR="00895AD2" w:rsidRDefault="00895AD2" w:rsidP="00895AD2">
      <w:r>
        <w:t>370.9115</w:t>
      </w:r>
      <w:r>
        <w:tab/>
        <w:t>1.013e0</w:t>
      </w:r>
    </w:p>
    <w:p w:rsidR="00895AD2" w:rsidRDefault="00895AD2" w:rsidP="00895AD2">
      <w:r>
        <w:t>371.0766</w:t>
      </w:r>
      <w:r>
        <w:tab/>
        <w:t>1.013e0</w:t>
      </w:r>
    </w:p>
    <w:p w:rsidR="00895AD2" w:rsidRDefault="00895AD2" w:rsidP="00895AD2">
      <w:r>
        <w:t>371.1805</w:t>
      </w:r>
      <w:r>
        <w:tab/>
        <w:t>2.025e0</w:t>
      </w:r>
    </w:p>
    <w:p w:rsidR="00895AD2" w:rsidRDefault="00895AD2" w:rsidP="00895AD2">
      <w:r>
        <w:t>371.2865</w:t>
      </w:r>
      <w:r>
        <w:tab/>
        <w:t>2.025e0</w:t>
      </w:r>
    </w:p>
    <w:p w:rsidR="00895AD2" w:rsidRDefault="00895AD2" w:rsidP="00895AD2">
      <w:r>
        <w:t>371.3236</w:t>
      </w:r>
      <w:r>
        <w:tab/>
        <w:t>1.546e0</w:t>
      </w:r>
    </w:p>
    <w:p w:rsidR="00895AD2" w:rsidRDefault="00895AD2" w:rsidP="00895AD2">
      <w:r>
        <w:t>371.4176</w:t>
      </w:r>
      <w:r>
        <w:tab/>
        <w:t>2.025e0</w:t>
      </w:r>
    </w:p>
    <w:p w:rsidR="00895AD2" w:rsidRDefault="00895AD2" w:rsidP="00895AD2">
      <w:r>
        <w:t>371.6751</w:t>
      </w:r>
      <w:r>
        <w:tab/>
        <w:t>1.013e0</w:t>
      </w:r>
    </w:p>
    <w:p w:rsidR="00895AD2" w:rsidRDefault="00895AD2" w:rsidP="00895AD2">
      <w:r>
        <w:t>371.7632</w:t>
      </w:r>
      <w:r>
        <w:tab/>
        <w:t>1.013e0</w:t>
      </w:r>
    </w:p>
    <w:p w:rsidR="00895AD2" w:rsidRDefault="00895AD2" w:rsidP="00895AD2">
      <w:r>
        <w:lastRenderedPageBreak/>
        <w:t>371.8237</w:t>
      </w:r>
      <w:r>
        <w:tab/>
        <w:t>1.013e0</w:t>
      </w:r>
    </w:p>
    <w:p w:rsidR="00895AD2" w:rsidRDefault="00895AD2" w:rsidP="00895AD2">
      <w:r>
        <w:t>371.8762</w:t>
      </w:r>
      <w:r>
        <w:tab/>
        <w:t>1.013e0</w:t>
      </w:r>
    </w:p>
    <w:p w:rsidR="00895AD2" w:rsidRDefault="00895AD2" w:rsidP="00895AD2">
      <w:r>
        <w:t>371.9115</w:t>
      </w:r>
      <w:r>
        <w:tab/>
        <w:t>2.025e0</w:t>
      </w:r>
    </w:p>
    <w:p w:rsidR="00895AD2" w:rsidRDefault="00895AD2" w:rsidP="00895AD2">
      <w:r>
        <w:t>371.9627</w:t>
      </w:r>
      <w:r>
        <w:tab/>
        <w:t>1.013e0</w:t>
      </w:r>
    </w:p>
    <w:p w:rsidR="00895AD2" w:rsidRDefault="00895AD2" w:rsidP="00895AD2">
      <w:r>
        <w:t>372.0554</w:t>
      </w:r>
      <w:r>
        <w:tab/>
        <w:t>1.013e0</w:t>
      </w:r>
    </w:p>
    <w:p w:rsidR="00895AD2" w:rsidRDefault="00895AD2" w:rsidP="00895AD2">
      <w:r>
        <w:t>372.1058</w:t>
      </w:r>
      <w:r>
        <w:tab/>
        <w:t>1.013e0</w:t>
      </w:r>
    </w:p>
    <w:p w:rsidR="00895AD2" w:rsidRDefault="00895AD2" w:rsidP="00895AD2">
      <w:r>
        <w:t>372.2188</w:t>
      </w:r>
      <w:r>
        <w:tab/>
        <w:t>1.013e0</w:t>
      </w:r>
    </w:p>
    <w:p w:rsidR="00895AD2" w:rsidRDefault="00895AD2" w:rsidP="00895AD2">
      <w:r>
        <w:t>372.2541</w:t>
      </w:r>
      <w:r>
        <w:tab/>
        <w:t>1.013e0</w:t>
      </w:r>
    </w:p>
    <w:p w:rsidR="00895AD2" w:rsidRDefault="00895AD2" w:rsidP="00895AD2">
      <w:r>
        <w:t>372.3481</w:t>
      </w:r>
      <w:r>
        <w:tab/>
        <w:t>3.342e1</w:t>
      </w:r>
    </w:p>
    <w:p w:rsidR="00895AD2" w:rsidRDefault="00895AD2" w:rsidP="00895AD2">
      <w:r>
        <w:t>372.4197</w:t>
      </w:r>
      <w:r>
        <w:tab/>
        <w:t>1.013e0</w:t>
      </w:r>
    </w:p>
    <w:p w:rsidR="00895AD2" w:rsidRDefault="00895AD2" w:rsidP="00895AD2">
      <w:r>
        <w:t>372.5158</w:t>
      </w:r>
      <w:r>
        <w:tab/>
        <w:t>3.038e0</w:t>
      </w:r>
    </w:p>
    <w:p w:rsidR="00895AD2" w:rsidRDefault="00895AD2" w:rsidP="00895AD2">
      <w:r>
        <w:t>372.5722</w:t>
      </w:r>
      <w:r>
        <w:tab/>
        <w:t>1.013e0</w:t>
      </w:r>
    </w:p>
    <w:p w:rsidR="00895AD2" w:rsidRDefault="00895AD2" w:rsidP="00895AD2">
      <w:r>
        <w:t>372.6451</w:t>
      </w:r>
      <w:r>
        <w:tab/>
        <w:t>1.013e0</w:t>
      </w:r>
    </w:p>
    <w:p w:rsidR="00895AD2" w:rsidRDefault="00895AD2" w:rsidP="00895AD2">
      <w:r>
        <w:t>372.6783</w:t>
      </w:r>
      <w:r>
        <w:tab/>
        <w:t>1.013e0</w:t>
      </w:r>
    </w:p>
    <w:p w:rsidR="00895AD2" w:rsidRDefault="00895AD2" w:rsidP="00895AD2">
      <w:r>
        <w:t>372.9006</w:t>
      </w:r>
      <w:r>
        <w:tab/>
        <w:t>1.013e0</w:t>
      </w:r>
    </w:p>
    <w:p w:rsidR="00895AD2" w:rsidRDefault="00895AD2" w:rsidP="00895AD2">
      <w:r>
        <w:t>373.0498</w:t>
      </w:r>
      <w:r>
        <w:tab/>
        <w:t>1.013e0</w:t>
      </w:r>
    </w:p>
    <w:p w:rsidR="00895AD2" w:rsidRDefault="00895AD2" w:rsidP="00895AD2">
      <w:r>
        <w:t>373.1056</w:t>
      </w:r>
      <w:r>
        <w:tab/>
        <w:t>1.013e0</w:t>
      </w:r>
    </w:p>
    <w:p w:rsidR="00895AD2" w:rsidRDefault="00895AD2" w:rsidP="00895AD2">
      <w:r>
        <w:t>373.1726</w:t>
      </w:r>
      <w:r>
        <w:tab/>
        <w:t>1.013e0</w:t>
      </w:r>
    </w:p>
    <w:p w:rsidR="00895AD2" w:rsidRDefault="00895AD2" w:rsidP="00895AD2">
      <w:r>
        <w:t>373.2091</w:t>
      </w:r>
      <w:r>
        <w:tab/>
        <w:t>1.013e0</w:t>
      </w:r>
    </w:p>
    <w:p w:rsidR="00895AD2" w:rsidRDefault="00895AD2" w:rsidP="00895AD2">
      <w:r>
        <w:lastRenderedPageBreak/>
        <w:t>373.2856</w:t>
      </w:r>
      <w:r>
        <w:tab/>
        <w:t>1.013e0</w:t>
      </w:r>
    </w:p>
    <w:p w:rsidR="00895AD2" w:rsidRDefault="00895AD2" w:rsidP="00895AD2">
      <w:r>
        <w:t>373.3602</w:t>
      </w:r>
      <w:r>
        <w:tab/>
        <w:t>7.089e0</w:t>
      </w:r>
    </w:p>
    <w:p w:rsidR="00895AD2" w:rsidRDefault="00895AD2" w:rsidP="00895AD2">
      <w:r>
        <w:t>373.6285</w:t>
      </w:r>
      <w:r>
        <w:tab/>
        <w:t>1.013e0</w:t>
      </w:r>
    </w:p>
    <w:p w:rsidR="00895AD2" w:rsidRDefault="00895AD2" w:rsidP="00895AD2">
      <w:r>
        <w:t>373.8337</w:t>
      </w:r>
      <w:r>
        <w:tab/>
        <w:t>1.013e0</w:t>
      </w:r>
    </w:p>
    <w:p w:rsidR="00895AD2" w:rsidRDefault="00895AD2" w:rsidP="00895AD2">
      <w:r>
        <w:t>374.0666</w:t>
      </w:r>
      <w:r>
        <w:tab/>
        <w:t>1.013e0</w:t>
      </w:r>
    </w:p>
    <w:p w:rsidR="00895AD2" w:rsidRDefault="00895AD2" w:rsidP="00895AD2">
      <w:r>
        <w:t>374.1899</w:t>
      </w:r>
      <w:r>
        <w:tab/>
        <w:t>2.025e0</w:t>
      </w:r>
    </w:p>
    <w:p w:rsidR="00895AD2" w:rsidRDefault="00895AD2" w:rsidP="00895AD2">
      <w:r>
        <w:t>374.2862</w:t>
      </w:r>
      <w:r>
        <w:tab/>
        <w:t>1.013e0</w:t>
      </w:r>
    </w:p>
    <w:p w:rsidR="00895AD2" w:rsidRDefault="00895AD2" w:rsidP="00895AD2">
      <w:r>
        <w:t>374.3518</w:t>
      </w:r>
      <w:r>
        <w:tab/>
        <w:t>3.038e0</w:t>
      </w:r>
    </w:p>
    <w:p w:rsidR="00895AD2" w:rsidRDefault="00895AD2" w:rsidP="00895AD2">
      <w:r>
        <w:t>374.4936</w:t>
      </w:r>
      <w:r>
        <w:tab/>
        <w:t>2.025e0</w:t>
      </w:r>
    </w:p>
    <w:p w:rsidR="00895AD2" w:rsidRDefault="00895AD2" w:rsidP="00895AD2">
      <w:r>
        <w:t>374.5712</w:t>
      </w:r>
      <w:r>
        <w:tab/>
        <w:t>1.013e0</w:t>
      </w:r>
    </w:p>
    <w:p w:rsidR="00895AD2" w:rsidRDefault="00895AD2" w:rsidP="00895AD2">
      <w:r>
        <w:t>374.6725</w:t>
      </w:r>
      <w:r>
        <w:tab/>
        <w:t>1.013e0</w:t>
      </w:r>
    </w:p>
    <w:p w:rsidR="00895AD2" w:rsidRDefault="00895AD2" w:rsidP="00895AD2">
      <w:r>
        <w:t>374.7391</w:t>
      </w:r>
      <w:r>
        <w:tab/>
        <w:t>1.013e0</w:t>
      </w:r>
    </w:p>
    <w:p w:rsidR="00895AD2" w:rsidRDefault="00895AD2" w:rsidP="00895AD2">
      <w:r>
        <w:t>374.9604</w:t>
      </w:r>
      <w:r>
        <w:tab/>
        <w:t>3.038e0</w:t>
      </w:r>
    </w:p>
    <w:p w:rsidR="00895AD2" w:rsidRDefault="00895AD2" w:rsidP="00895AD2">
      <w:r>
        <w:t>375.0025</w:t>
      </w:r>
      <w:r>
        <w:tab/>
        <w:t>1.013e0</w:t>
      </w:r>
    </w:p>
    <w:p w:rsidR="00895AD2" w:rsidRDefault="00895AD2" w:rsidP="00895AD2">
      <w:r>
        <w:t>375.0735</w:t>
      </w:r>
      <w:r>
        <w:tab/>
        <w:t>1.013e0</w:t>
      </w:r>
    </w:p>
    <w:p w:rsidR="00895AD2" w:rsidRDefault="00895AD2" w:rsidP="00895AD2">
      <w:r>
        <w:t>375.1219</w:t>
      </w:r>
      <w:r>
        <w:tab/>
        <w:t>3.038e0</w:t>
      </w:r>
    </w:p>
    <w:p w:rsidR="00895AD2" w:rsidRDefault="00895AD2" w:rsidP="00895AD2">
      <w:r>
        <w:t>375.1827</w:t>
      </w:r>
      <w:r>
        <w:tab/>
        <w:t>1.013e0</w:t>
      </w:r>
    </w:p>
    <w:p w:rsidR="00895AD2" w:rsidRDefault="00895AD2" w:rsidP="00895AD2">
      <w:r>
        <w:t>375.3452</w:t>
      </w:r>
      <w:r>
        <w:tab/>
        <w:t>3.038e0</w:t>
      </w:r>
    </w:p>
    <w:p w:rsidR="00895AD2" w:rsidRDefault="00895AD2" w:rsidP="00895AD2">
      <w:r>
        <w:t>375.5530</w:t>
      </w:r>
      <w:r>
        <w:tab/>
        <w:t>1.013e0</w:t>
      </w:r>
    </w:p>
    <w:p w:rsidR="00895AD2" w:rsidRDefault="00895AD2" w:rsidP="00895AD2">
      <w:r>
        <w:lastRenderedPageBreak/>
        <w:t>375.5997</w:t>
      </w:r>
      <w:r>
        <w:tab/>
        <w:t>1.013e0</w:t>
      </w:r>
    </w:p>
    <w:p w:rsidR="00895AD2" w:rsidRDefault="00895AD2" w:rsidP="00895AD2">
      <w:r>
        <w:t>375.6525</w:t>
      </w:r>
      <w:r>
        <w:tab/>
        <w:t>1.013e0</w:t>
      </w:r>
    </w:p>
    <w:p w:rsidR="00895AD2" w:rsidRDefault="00895AD2" w:rsidP="00895AD2">
      <w:r>
        <w:t>375.7386</w:t>
      </w:r>
      <w:r>
        <w:tab/>
        <w:t>3.038e0</w:t>
      </w:r>
    </w:p>
    <w:p w:rsidR="00895AD2" w:rsidRDefault="00895AD2" w:rsidP="00895AD2">
      <w:r>
        <w:t>375.7943</w:t>
      </w:r>
      <w:r>
        <w:tab/>
        <w:t>1.013e0</w:t>
      </w:r>
    </w:p>
    <w:p w:rsidR="00895AD2" w:rsidRDefault="00895AD2" w:rsidP="00895AD2">
      <w:r>
        <w:t>375.9670</w:t>
      </w:r>
      <w:r>
        <w:tab/>
        <w:t>1.013e0</w:t>
      </w:r>
    </w:p>
    <w:p w:rsidR="00895AD2" w:rsidRDefault="00895AD2" w:rsidP="00895AD2">
      <w:r>
        <w:t>376.0112</w:t>
      </w:r>
      <w:r>
        <w:tab/>
        <w:t>3.038e0</w:t>
      </w:r>
    </w:p>
    <w:p w:rsidR="00895AD2" w:rsidRDefault="00895AD2" w:rsidP="00895AD2">
      <w:r>
        <w:t>376.1155</w:t>
      </w:r>
      <w:r>
        <w:tab/>
        <w:t>2.025e0</w:t>
      </w:r>
    </w:p>
    <w:p w:rsidR="00895AD2" w:rsidRDefault="00895AD2" w:rsidP="00895AD2">
      <w:r>
        <w:t>376.1946</w:t>
      </w:r>
      <w:r>
        <w:tab/>
        <w:t>2.608e1</w:t>
      </w:r>
    </w:p>
    <w:p w:rsidR="00895AD2" w:rsidRDefault="00895AD2" w:rsidP="00895AD2">
      <w:r>
        <w:t>376.2891</w:t>
      </w:r>
      <w:r>
        <w:tab/>
        <w:t>2.025e0</w:t>
      </w:r>
    </w:p>
    <w:p w:rsidR="00895AD2" w:rsidRDefault="00895AD2" w:rsidP="00895AD2">
      <w:r>
        <w:t>376.4086</w:t>
      </w:r>
      <w:r>
        <w:tab/>
        <w:t>1.013e0</w:t>
      </w:r>
    </w:p>
    <w:p w:rsidR="00895AD2" w:rsidRDefault="00895AD2" w:rsidP="00895AD2">
      <w:r>
        <w:t>376.5625</w:t>
      </w:r>
      <w:r>
        <w:tab/>
        <w:t>1.013e0</w:t>
      </w:r>
    </w:p>
    <w:p w:rsidR="00895AD2" w:rsidRDefault="00895AD2" w:rsidP="00895AD2">
      <w:r>
        <w:t>376.7931</w:t>
      </w:r>
      <w:r>
        <w:tab/>
        <w:t>2.025e0</w:t>
      </w:r>
    </w:p>
    <w:p w:rsidR="00895AD2" w:rsidRDefault="00895AD2" w:rsidP="00895AD2">
      <w:r>
        <w:t>376.9572</w:t>
      </w:r>
      <w:r>
        <w:tab/>
        <w:t>3.038e0</w:t>
      </w:r>
    </w:p>
    <w:p w:rsidR="00895AD2" w:rsidRDefault="00895AD2" w:rsidP="00895AD2">
      <w:r>
        <w:t>377.0180</w:t>
      </w:r>
      <w:r>
        <w:tab/>
        <w:t>1.013e0</w:t>
      </w:r>
    </w:p>
    <w:p w:rsidR="00895AD2" w:rsidRDefault="00895AD2" w:rsidP="00895AD2">
      <w:r>
        <w:t>377.0783</w:t>
      </w:r>
      <w:r>
        <w:tab/>
        <w:t>1.013e0</w:t>
      </w:r>
    </w:p>
    <w:p w:rsidR="00895AD2" w:rsidRDefault="00895AD2" w:rsidP="00895AD2">
      <w:r>
        <w:t>377.1304</w:t>
      </w:r>
      <w:r>
        <w:tab/>
        <w:t>2.025e0</w:t>
      </w:r>
    </w:p>
    <w:p w:rsidR="00895AD2" w:rsidRDefault="00895AD2" w:rsidP="00895AD2">
      <w:r>
        <w:t>377.1931</w:t>
      </w:r>
      <w:r>
        <w:tab/>
        <w:t>8.588e0</w:t>
      </w:r>
    </w:p>
    <w:p w:rsidR="00895AD2" w:rsidRDefault="00895AD2" w:rsidP="00895AD2">
      <w:r>
        <w:t>377.2421</w:t>
      </w:r>
      <w:r>
        <w:tab/>
        <w:t>2.025e0</w:t>
      </w:r>
    </w:p>
    <w:p w:rsidR="00895AD2" w:rsidRDefault="00895AD2" w:rsidP="00895AD2">
      <w:r>
        <w:t>377.3244</w:t>
      </w:r>
      <w:r>
        <w:tab/>
        <w:t>2.025e0</w:t>
      </w:r>
    </w:p>
    <w:p w:rsidR="00895AD2" w:rsidRDefault="00895AD2" w:rsidP="00895AD2">
      <w:r>
        <w:lastRenderedPageBreak/>
        <w:t>377.5477</w:t>
      </w:r>
      <w:r>
        <w:tab/>
        <w:t>1.013e0</w:t>
      </w:r>
    </w:p>
    <w:p w:rsidR="00895AD2" w:rsidRDefault="00895AD2" w:rsidP="00895AD2">
      <w:r>
        <w:t>377.6091</w:t>
      </w:r>
      <w:r>
        <w:tab/>
        <w:t>2.025e0</w:t>
      </w:r>
    </w:p>
    <w:p w:rsidR="00895AD2" w:rsidRDefault="00895AD2" w:rsidP="00895AD2">
      <w:r>
        <w:t>377.8184</w:t>
      </w:r>
      <w:r>
        <w:tab/>
        <w:t>2.025e0</w:t>
      </w:r>
    </w:p>
    <w:p w:rsidR="00895AD2" w:rsidRDefault="00895AD2" w:rsidP="00895AD2">
      <w:r>
        <w:t>377.9370</w:t>
      </w:r>
      <w:r>
        <w:tab/>
        <w:t>1.013e0</w:t>
      </w:r>
    </w:p>
    <w:p w:rsidR="00895AD2" w:rsidRDefault="00895AD2" w:rsidP="00895AD2">
      <w:r>
        <w:t>378.0600</w:t>
      </w:r>
      <w:r>
        <w:tab/>
        <w:t>1.013e0</w:t>
      </w:r>
    </w:p>
    <w:p w:rsidR="00895AD2" w:rsidRDefault="00895AD2" w:rsidP="00895AD2">
      <w:r>
        <w:t>378.1184</w:t>
      </w:r>
      <w:r>
        <w:tab/>
        <w:t>1.013e0</w:t>
      </w:r>
    </w:p>
    <w:p w:rsidR="00895AD2" w:rsidRDefault="00895AD2" w:rsidP="00895AD2">
      <w:r>
        <w:t>378.1923</w:t>
      </w:r>
      <w:r>
        <w:tab/>
        <w:t>2.025e0</w:t>
      </w:r>
    </w:p>
    <w:p w:rsidR="00895AD2" w:rsidRDefault="00895AD2" w:rsidP="00895AD2">
      <w:r>
        <w:t>378.3708</w:t>
      </w:r>
      <w:r>
        <w:tab/>
        <w:t>1.013e0</w:t>
      </w:r>
    </w:p>
    <w:p w:rsidR="00895AD2" w:rsidRDefault="00895AD2" w:rsidP="00895AD2">
      <w:r>
        <w:t>378.5352</w:t>
      </w:r>
      <w:r>
        <w:tab/>
        <w:t>1.013e0</w:t>
      </w:r>
    </w:p>
    <w:p w:rsidR="00895AD2" w:rsidRDefault="00895AD2" w:rsidP="00895AD2">
      <w:r>
        <w:t>378.8374</w:t>
      </w:r>
      <w:r>
        <w:tab/>
        <w:t>1.013e0</w:t>
      </w:r>
    </w:p>
    <w:p w:rsidR="00895AD2" w:rsidRDefault="00895AD2" w:rsidP="00895AD2">
      <w:r>
        <w:t>378.8695</w:t>
      </w:r>
      <w:r>
        <w:tab/>
        <w:t>2.025e0</w:t>
      </w:r>
    </w:p>
    <w:p w:rsidR="00895AD2" w:rsidRDefault="00895AD2" w:rsidP="00895AD2">
      <w:r>
        <w:t>379.0428</w:t>
      </w:r>
      <w:r>
        <w:tab/>
        <w:t>1.013e0</w:t>
      </w:r>
    </w:p>
    <w:p w:rsidR="00895AD2" w:rsidRDefault="00895AD2" w:rsidP="00895AD2">
      <w:r>
        <w:t>379.1197</w:t>
      </w:r>
      <w:r>
        <w:tab/>
        <w:t>4.051e0</w:t>
      </w:r>
    </w:p>
    <w:p w:rsidR="00895AD2" w:rsidRDefault="00895AD2" w:rsidP="00895AD2">
      <w:r>
        <w:t>379.1691</w:t>
      </w:r>
      <w:r>
        <w:tab/>
        <w:t>3.038e0</w:t>
      </w:r>
    </w:p>
    <w:p w:rsidR="00895AD2" w:rsidRDefault="00895AD2" w:rsidP="00895AD2">
      <w:r>
        <w:t>379.2194</w:t>
      </w:r>
      <w:r>
        <w:tab/>
        <w:t>1.013e0</w:t>
      </w:r>
    </w:p>
    <w:p w:rsidR="00895AD2" w:rsidRDefault="00895AD2" w:rsidP="00895AD2">
      <w:r>
        <w:t>379.2905</w:t>
      </w:r>
      <w:r>
        <w:tab/>
        <w:t>1.013e0</w:t>
      </w:r>
    </w:p>
    <w:p w:rsidR="00895AD2" w:rsidRDefault="00895AD2" w:rsidP="00895AD2">
      <w:r>
        <w:t>379.3538</w:t>
      </w:r>
      <w:r>
        <w:tab/>
        <w:t>1.013e0</w:t>
      </w:r>
    </w:p>
    <w:p w:rsidR="00895AD2" w:rsidRDefault="00895AD2" w:rsidP="00895AD2">
      <w:r>
        <w:t>379.7149</w:t>
      </w:r>
      <w:r>
        <w:tab/>
        <w:t>1.013e0</w:t>
      </w:r>
    </w:p>
    <w:p w:rsidR="00895AD2" w:rsidRDefault="00895AD2" w:rsidP="00895AD2">
      <w:r>
        <w:t>380.1092</w:t>
      </w:r>
      <w:r>
        <w:tab/>
        <w:t>3.245e0</w:t>
      </w:r>
    </w:p>
    <w:p w:rsidR="00895AD2" w:rsidRDefault="00895AD2" w:rsidP="00895AD2">
      <w:r>
        <w:lastRenderedPageBreak/>
        <w:t>380.1651</w:t>
      </w:r>
      <w:r>
        <w:tab/>
        <w:t>1.195e1</w:t>
      </w:r>
    </w:p>
    <w:p w:rsidR="00895AD2" w:rsidRDefault="00895AD2" w:rsidP="00895AD2">
      <w:r>
        <w:t>380.2323</w:t>
      </w:r>
      <w:r>
        <w:tab/>
        <w:t>2.025e0</w:t>
      </w:r>
    </w:p>
    <w:p w:rsidR="00895AD2" w:rsidRDefault="00895AD2" w:rsidP="00895AD2">
      <w:r>
        <w:t>380.2911</w:t>
      </w:r>
      <w:r>
        <w:tab/>
        <w:t>2.025e0</w:t>
      </w:r>
    </w:p>
    <w:p w:rsidR="00895AD2" w:rsidRDefault="00895AD2" w:rsidP="00895AD2">
      <w:r>
        <w:t>380.3416</w:t>
      </w:r>
      <w:r>
        <w:tab/>
        <w:t>8.219e0</w:t>
      </w:r>
    </w:p>
    <w:p w:rsidR="00895AD2" w:rsidRDefault="00895AD2" w:rsidP="00895AD2">
      <w:r>
        <w:t>380.4910</w:t>
      </w:r>
      <w:r>
        <w:tab/>
        <w:t>2.025e0</w:t>
      </w:r>
    </w:p>
    <w:p w:rsidR="00895AD2" w:rsidRDefault="00895AD2" w:rsidP="00895AD2">
      <w:r>
        <w:t>380.5443</w:t>
      </w:r>
      <w:r>
        <w:tab/>
        <w:t>1.013e0</w:t>
      </w:r>
    </w:p>
    <w:p w:rsidR="00895AD2" w:rsidRDefault="00895AD2" w:rsidP="00895AD2">
      <w:r>
        <w:t>380.7538</w:t>
      </w:r>
      <w:r>
        <w:tab/>
        <w:t>1.013e0</w:t>
      </w:r>
    </w:p>
    <w:p w:rsidR="00895AD2" w:rsidRDefault="00895AD2" w:rsidP="00895AD2">
      <w:r>
        <w:t>380.9702</w:t>
      </w:r>
      <w:r>
        <w:tab/>
        <w:t>1.013e0</w:t>
      </w:r>
    </w:p>
    <w:p w:rsidR="00895AD2" w:rsidRDefault="00895AD2" w:rsidP="00895AD2">
      <w:r>
        <w:t>381.1190</w:t>
      </w:r>
      <w:r>
        <w:tab/>
        <w:t>2.025e0</w:t>
      </w:r>
    </w:p>
    <w:p w:rsidR="00895AD2" w:rsidRDefault="00895AD2" w:rsidP="00895AD2">
      <w:r>
        <w:t>381.1897</w:t>
      </w:r>
      <w:r>
        <w:tab/>
        <w:t>3.038e0</w:t>
      </w:r>
    </w:p>
    <w:p w:rsidR="00895AD2" w:rsidRDefault="00895AD2" w:rsidP="00895AD2">
      <w:r>
        <w:t>381.2354</w:t>
      </w:r>
      <w:r>
        <w:tab/>
        <w:t>2.025e0</w:t>
      </w:r>
    </w:p>
    <w:p w:rsidR="00895AD2" w:rsidRDefault="00895AD2" w:rsidP="00895AD2">
      <w:r>
        <w:t>381.3594</w:t>
      </w:r>
      <w:r>
        <w:tab/>
        <w:t>1.013e0</w:t>
      </w:r>
    </w:p>
    <w:p w:rsidR="00895AD2" w:rsidRDefault="00895AD2" w:rsidP="00895AD2">
      <w:r>
        <w:t>381.6670</w:t>
      </w:r>
      <w:r>
        <w:tab/>
        <w:t>1.013e0</w:t>
      </w:r>
    </w:p>
    <w:p w:rsidR="00895AD2" w:rsidRDefault="00895AD2" w:rsidP="00895AD2">
      <w:r>
        <w:t>381.8727</w:t>
      </w:r>
      <w:r>
        <w:tab/>
        <w:t>1.013e0</w:t>
      </w:r>
    </w:p>
    <w:p w:rsidR="00895AD2" w:rsidRDefault="00895AD2" w:rsidP="00895AD2">
      <w:r>
        <w:t>382.0070</w:t>
      </w:r>
      <w:r>
        <w:tab/>
        <w:t>1.013e0</w:t>
      </w:r>
    </w:p>
    <w:p w:rsidR="00895AD2" w:rsidRDefault="00895AD2" w:rsidP="00895AD2">
      <w:r>
        <w:t>382.1014</w:t>
      </w:r>
      <w:r>
        <w:tab/>
        <w:t>1.013e0</w:t>
      </w:r>
    </w:p>
    <w:p w:rsidR="00895AD2" w:rsidRDefault="00895AD2" w:rsidP="00895AD2">
      <w:r>
        <w:t>382.1484</w:t>
      </w:r>
      <w:r>
        <w:tab/>
        <w:t>2.025e0</w:t>
      </w:r>
    </w:p>
    <w:p w:rsidR="00895AD2" w:rsidRDefault="00895AD2" w:rsidP="00895AD2">
      <w:r>
        <w:t>382.1910</w:t>
      </w:r>
      <w:r>
        <w:tab/>
        <w:t>3.038e0</w:t>
      </w:r>
    </w:p>
    <w:p w:rsidR="00895AD2" w:rsidRDefault="00895AD2" w:rsidP="00895AD2">
      <w:r>
        <w:t>382.2512</w:t>
      </w:r>
      <w:r>
        <w:tab/>
        <w:t>1.013e0</w:t>
      </w:r>
    </w:p>
    <w:p w:rsidR="00895AD2" w:rsidRDefault="00895AD2" w:rsidP="00895AD2">
      <w:r>
        <w:lastRenderedPageBreak/>
        <w:t>382.3253</w:t>
      </w:r>
      <w:r>
        <w:tab/>
        <w:t>2.025e0</w:t>
      </w:r>
    </w:p>
    <w:p w:rsidR="00895AD2" w:rsidRDefault="00895AD2" w:rsidP="00895AD2">
      <w:r>
        <w:t>382.3781</w:t>
      </w:r>
      <w:r>
        <w:tab/>
        <w:t>1.013e0</w:t>
      </w:r>
    </w:p>
    <w:p w:rsidR="00895AD2" w:rsidRDefault="00895AD2" w:rsidP="00895AD2">
      <w:r>
        <w:t>382.4174</w:t>
      </w:r>
      <w:r>
        <w:tab/>
        <w:t>2.025e0</w:t>
      </w:r>
    </w:p>
    <w:p w:rsidR="00895AD2" w:rsidRDefault="00895AD2" w:rsidP="00895AD2">
      <w:r>
        <w:t>382.4747</w:t>
      </w:r>
      <w:r>
        <w:tab/>
        <w:t>1.013e0</w:t>
      </w:r>
    </w:p>
    <w:p w:rsidR="00895AD2" w:rsidRDefault="00895AD2" w:rsidP="00895AD2">
      <w:r>
        <w:t>382.5764</w:t>
      </w:r>
      <w:r>
        <w:tab/>
        <w:t>1.013e0</w:t>
      </w:r>
    </w:p>
    <w:p w:rsidR="00895AD2" w:rsidRDefault="00895AD2" w:rsidP="00895AD2">
      <w:r>
        <w:t>382.9550</w:t>
      </w:r>
      <w:r>
        <w:tab/>
        <w:t>1.013e0</w:t>
      </w:r>
    </w:p>
    <w:p w:rsidR="00895AD2" w:rsidRDefault="00895AD2" w:rsidP="00895AD2">
      <w:r>
        <w:t>382.9975</w:t>
      </w:r>
      <w:r>
        <w:tab/>
        <w:t>1.013e0</w:t>
      </w:r>
    </w:p>
    <w:p w:rsidR="00895AD2" w:rsidRDefault="00895AD2" w:rsidP="00895AD2">
      <w:r>
        <w:t>383.0474</w:t>
      </w:r>
      <w:r>
        <w:tab/>
        <w:t>2.025e0</w:t>
      </w:r>
    </w:p>
    <w:p w:rsidR="00895AD2" w:rsidRDefault="00895AD2" w:rsidP="00895AD2">
      <w:r>
        <w:t>383.1739</w:t>
      </w:r>
      <w:r>
        <w:tab/>
        <w:t>3.038e0</w:t>
      </w:r>
    </w:p>
    <w:p w:rsidR="00895AD2" w:rsidRDefault="00895AD2" w:rsidP="00895AD2">
      <w:r>
        <w:t>383.2249</w:t>
      </w:r>
      <w:r>
        <w:tab/>
        <w:t>5.063e0</w:t>
      </w:r>
    </w:p>
    <w:p w:rsidR="00895AD2" w:rsidRDefault="00895AD2" w:rsidP="00895AD2">
      <w:r>
        <w:t>383.2686</w:t>
      </w:r>
      <w:r>
        <w:tab/>
        <w:t>2.025e0</w:t>
      </w:r>
    </w:p>
    <w:p w:rsidR="00895AD2" w:rsidRDefault="00895AD2" w:rsidP="00895AD2">
      <w:r>
        <w:t>383.3214</w:t>
      </w:r>
      <w:r>
        <w:tab/>
        <w:t>2.025e0</w:t>
      </w:r>
    </w:p>
    <w:p w:rsidR="00895AD2" w:rsidRDefault="00895AD2" w:rsidP="00895AD2">
      <w:r>
        <w:t>383.3761</w:t>
      </w:r>
      <w:r>
        <w:tab/>
        <w:t>1.013e0</w:t>
      </w:r>
    </w:p>
    <w:p w:rsidR="00895AD2" w:rsidRDefault="00895AD2" w:rsidP="00895AD2">
      <w:r>
        <w:t>383.5034</w:t>
      </w:r>
      <w:r>
        <w:tab/>
        <w:t>2.025e0</w:t>
      </w:r>
    </w:p>
    <w:p w:rsidR="00895AD2" w:rsidRDefault="00895AD2" w:rsidP="00895AD2">
      <w:r>
        <w:t>383.6780</w:t>
      </w:r>
      <w:r>
        <w:tab/>
        <w:t>1.013e0</w:t>
      </w:r>
    </w:p>
    <w:p w:rsidR="00895AD2" w:rsidRDefault="00895AD2" w:rsidP="00895AD2">
      <w:r>
        <w:t>383.7090</w:t>
      </w:r>
      <w:r>
        <w:tab/>
        <w:t>1.013e0</w:t>
      </w:r>
    </w:p>
    <w:p w:rsidR="00895AD2" w:rsidRDefault="00895AD2" w:rsidP="00895AD2">
      <w:r>
        <w:t>383.7870</w:t>
      </w:r>
      <w:r>
        <w:tab/>
        <w:t>1.013e0</w:t>
      </w:r>
    </w:p>
    <w:p w:rsidR="00895AD2" w:rsidRDefault="00895AD2" w:rsidP="00895AD2">
      <w:r>
        <w:t>383.9216</w:t>
      </w:r>
      <w:r>
        <w:tab/>
        <w:t>2.025e0</w:t>
      </w:r>
    </w:p>
    <w:p w:rsidR="00895AD2" w:rsidRDefault="00895AD2" w:rsidP="00895AD2">
      <w:r>
        <w:t>384.0175</w:t>
      </w:r>
      <w:r>
        <w:tab/>
        <w:t>4.051e0</w:t>
      </w:r>
    </w:p>
    <w:p w:rsidR="00895AD2" w:rsidRDefault="00895AD2" w:rsidP="00895AD2">
      <w:r>
        <w:lastRenderedPageBreak/>
        <w:t>384.0799</w:t>
      </w:r>
      <w:r>
        <w:tab/>
        <w:t>1.013e0</w:t>
      </w:r>
    </w:p>
    <w:p w:rsidR="00895AD2" w:rsidRDefault="00895AD2" w:rsidP="00895AD2">
      <w:r>
        <w:t>384.1790</w:t>
      </w:r>
      <w:r>
        <w:tab/>
        <w:t>7.593e0</w:t>
      </w:r>
    </w:p>
    <w:p w:rsidR="00895AD2" w:rsidRDefault="00895AD2" w:rsidP="00895AD2">
      <w:r>
        <w:t>384.2288</w:t>
      </w:r>
      <w:r>
        <w:tab/>
        <w:t>3.038e0</w:t>
      </w:r>
    </w:p>
    <w:p w:rsidR="00895AD2" w:rsidRDefault="00895AD2" w:rsidP="00895AD2">
      <w:r>
        <w:t>384.2780</w:t>
      </w:r>
      <w:r>
        <w:tab/>
        <w:t>1.580e0</w:t>
      </w:r>
    </w:p>
    <w:p w:rsidR="00895AD2" w:rsidRDefault="00895AD2" w:rsidP="00895AD2">
      <w:r>
        <w:t>384.3707</w:t>
      </w:r>
      <w:r>
        <w:tab/>
        <w:t>1.013e0</w:t>
      </w:r>
    </w:p>
    <w:p w:rsidR="00895AD2" w:rsidRDefault="00895AD2" w:rsidP="00895AD2">
      <w:r>
        <w:t>384.5981</w:t>
      </w:r>
      <w:r>
        <w:tab/>
        <w:t>1.013e0</w:t>
      </w:r>
    </w:p>
    <w:p w:rsidR="00895AD2" w:rsidRDefault="00895AD2" w:rsidP="00895AD2">
      <w:r>
        <w:t>384.9224</w:t>
      </w:r>
      <w:r>
        <w:tab/>
        <w:t>2.025e0</w:t>
      </w:r>
    </w:p>
    <w:p w:rsidR="00895AD2" w:rsidRDefault="00895AD2" w:rsidP="00895AD2">
      <w:r>
        <w:t>385.0020</w:t>
      </w:r>
      <w:r>
        <w:tab/>
        <w:t>3.038e0</w:t>
      </w:r>
    </w:p>
    <w:p w:rsidR="00895AD2" w:rsidRDefault="00895AD2" w:rsidP="00895AD2">
      <w:r>
        <w:t>385.1307</w:t>
      </w:r>
      <w:r>
        <w:tab/>
        <w:t>1.013e0</w:t>
      </w:r>
    </w:p>
    <w:p w:rsidR="00895AD2" w:rsidRDefault="00895AD2" w:rsidP="00895AD2">
      <w:r>
        <w:t>385.2098</w:t>
      </w:r>
      <w:r>
        <w:tab/>
        <w:t>1.013e0</w:t>
      </w:r>
    </w:p>
    <w:p w:rsidR="00895AD2" w:rsidRDefault="00895AD2" w:rsidP="00895AD2">
      <w:r>
        <w:t>385.2957</w:t>
      </w:r>
      <w:r>
        <w:tab/>
        <w:t>8.101e0</w:t>
      </w:r>
    </w:p>
    <w:p w:rsidR="00895AD2" w:rsidRDefault="00895AD2" w:rsidP="00895AD2">
      <w:r>
        <w:t>385.3870</w:t>
      </w:r>
      <w:r>
        <w:tab/>
        <w:t>2.025e0</w:t>
      </w:r>
    </w:p>
    <w:p w:rsidR="00895AD2" w:rsidRDefault="00895AD2" w:rsidP="00895AD2">
      <w:r>
        <w:t>385.5134</w:t>
      </w:r>
      <w:r>
        <w:tab/>
        <w:t>1.013e0</w:t>
      </w:r>
    </w:p>
    <w:p w:rsidR="00895AD2" w:rsidRDefault="00895AD2" w:rsidP="00895AD2">
      <w:r>
        <w:t>385.6487</w:t>
      </w:r>
      <w:r>
        <w:tab/>
        <w:t>1.013e0</w:t>
      </w:r>
    </w:p>
    <w:p w:rsidR="00895AD2" w:rsidRDefault="00895AD2" w:rsidP="00895AD2">
      <w:r>
        <w:t>385.7835</w:t>
      </w:r>
      <w:r>
        <w:tab/>
        <w:t>1.013e0</w:t>
      </w:r>
    </w:p>
    <w:p w:rsidR="00895AD2" w:rsidRDefault="00895AD2" w:rsidP="00895AD2">
      <w:r>
        <w:t>385.9102</w:t>
      </w:r>
      <w:r>
        <w:tab/>
        <w:t>1.013e0</w:t>
      </w:r>
    </w:p>
    <w:p w:rsidR="00895AD2" w:rsidRDefault="00895AD2" w:rsidP="00895AD2">
      <w:r>
        <w:t>385.9781</w:t>
      </w:r>
      <w:r>
        <w:tab/>
        <w:t>1.013e0</w:t>
      </w:r>
    </w:p>
    <w:p w:rsidR="00895AD2" w:rsidRDefault="00895AD2" w:rsidP="00895AD2">
      <w:r>
        <w:t>386.1293</w:t>
      </w:r>
      <w:r>
        <w:tab/>
        <w:t>1.013e0</w:t>
      </w:r>
    </w:p>
    <w:p w:rsidR="00895AD2" w:rsidRDefault="00895AD2" w:rsidP="00895AD2">
      <w:r>
        <w:t>386.2071</w:t>
      </w:r>
      <w:r>
        <w:tab/>
        <w:t>2.025e0</w:t>
      </w:r>
    </w:p>
    <w:p w:rsidR="00895AD2" w:rsidRDefault="00895AD2" w:rsidP="00895AD2">
      <w:r>
        <w:lastRenderedPageBreak/>
        <w:t>386.3074</w:t>
      </w:r>
      <w:r>
        <w:tab/>
        <w:t>1.013e0</w:t>
      </w:r>
    </w:p>
    <w:p w:rsidR="00895AD2" w:rsidRDefault="00895AD2" w:rsidP="00895AD2">
      <w:r>
        <w:t>386.3892</w:t>
      </w:r>
      <w:r>
        <w:tab/>
        <w:t>3.038e0</w:t>
      </w:r>
    </w:p>
    <w:p w:rsidR="00895AD2" w:rsidRDefault="00895AD2" w:rsidP="00895AD2">
      <w:r>
        <w:t>386.6404</w:t>
      </w:r>
      <w:r>
        <w:tab/>
        <w:t>1.013e0</w:t>
      </w:r>
    </w:p>
    <w:p w:rsidR="00895AD2" w:rsidRDefault="00895AD2" w:rsidP="00895AD2">
      <w:r>
        <w:t>386.8558</w:t>
      </w:r>
      <w:r>
        <w:tab/>
        <w:t>1.013e0</w:t>
      </w:r>
    </w:p>
    <w:p w:rsidR="00895AD2" w:rsidRDefault="00895AD2" w:rsidP="00895AD2">
      <w:r>
        <w:t>386.9274</w:t>
      </w:r>
      <w:r>
        <w:tab/>
        <w:t>1.013e0</w:t>
      </w:r>
    </w:p>
    <w:p w:rsidR="00895AD2" w:rsidRDefault="00895AD2" w:rsidP="00895AD2">
      <w:r>
        <w:t>386.9948</w:t>
      </w:r>
      <w:r>
        <w:tab/>
        <w:t>1.013e0</w:t>
      </w:r>
    </w:p>
    <w:p w:rsidR="00895AD2" w:rsidRDefault="00895AD2" w:rsidP="00895AD2">
      <w:r>
        <w:t>387.0334</w:t>
      </w:r>
      <w:r>
        <w:tab/>
        <w:t>1.013e0</w:t>
      </w:r>
    </w:p>
    <w:p w:rsidR="00895AD2" w:rsidRDefault="00895AD2" w:rsidP="00895AD2">
      <w:r>
        <w:t>387.1996</w:t>
      </w:r>
      <w:r>
        <w:tab/>
        <w:t>3.038e0</w:t>
      </w:r>
    </w:p>
    <w:p w:rsidR="00895AD2" w:rsidRDefault="00895AD2" w:rsidP="00895AD2">
      <w:r>
        <w:t>387.2629</w:t>
      </w:r>
      <w:r>
        <w:tab/>
        <w:t>2.025e0</w:t>
      </w:r>
    </w:p>
    <w:p w:rsidR="00895AD2" w:rsidRDefault="00895AD2" w:rsidP="00895AD2">
      <w:r>
        <w:t>387.3203</w:t>
      </w:r>
      <w:r>
        <w:tab/>
        <w:t>1.013e0</w:t>
      </w:r>
    </w:p>
    <w:p w:rsidR="00895AD2" w:rsidRDefault="00895AD2" w:rsidP="00895AD2">
      <w:r>
        <w:t>387.3841</w:t>
      </w:r>
      <w:r>
        <w:tab/>
        <w:t>1.013e0</w:t>
      </w:r>
    </w:p>
    <w:p w:rsidR="00895AD2" w:rsidRDefault="00895AD2" w:rsidP="00895AD2">
      <w:r>
        <w:t>387.4128</w:t>
      </w:r>
      <w:r>
        <w:tab/>
        <w:t>1.013e0</w:t>
      </w:r>
    </w:p>
    <w:p w:rsidR="00895AD2" w:rsidRDefault="00895AD2" w:rsidP="00895AD2">
      <w:r>
        <w:t>387.5079</w:t>
      </w:r>
      <w:r>
        <w:tab/>
        <w:t>1.013e0</w:t>
      </w:r>
    </w:p>
    <w:p w:rsidR="00895AD2" w:rsidRDefault="00895AD2" w:rsidP="00895AD2">
      <w:r>
        <w:t>387.8020</w:t>
      </w:r>
      <w:r>
        <w:tab/>
        <w:t>1.013e0</w:t>
      </w:r>
    </w:p>
    <w:p w:rsidR="00895AD2" w:rsidRDefault="00895AD2" w:rsidP="00895AD2">
      <w:r>
        <w:t>388.0097</w:t>
      </w:r>
      <w:r>
        <w:tab/>
        <w:t>1.013e0</w:t>
      </w:r>
    </w:p>
    <w:p w:rsidR="00895AD2" w:rsidRDefault="00895AD2" w:rsidP="00895AD2">
      <w:r>
        <w:t>388.0680</w:t>
      </w:r>
      <w:r>
        <w:tab/>
        <w:t>2.025e0</w:t>
      </w:r>
    </w:p>
    <w:p w:rsidR="00895AD2" w:rsidRDefault="00895AD2" w:rsidP="00895AD2">
      <w:r>
        <w:t>388.1077</w:t>
      </w:r>
      <w:r>
        <w:tab/>
        <w:t>2.025e0</w:t>
      </w:r>
    </w:p>
    <w:p w:rsidR="00895AD2" w:rsidRDefault="00895AD2" w:rsidP="00895AD2">
      <w:r>
        <w:t>388.1886</w:t>
      </w:r>
      <w:r>
        <w:tab/>
        <w:t>1.013e0</w:t>
      </w:r>
    </w:p>
    <w:p w:rsidR="00895AD2" w:rsidRDefault="00895AD2" w:rsidP="00895AD2">
      <w:r>
        <w:t>388.2578</w:t>
      </w:r>
      <w:r>
        <w:tab/>
        <w:t>1.114e1</w:t>
      </w:r>
    </w:p>
    <w:p w:rsidR="00895AD2" w:rsidRDefault="00895AD2" w:rsidP="00895AD2">
      <w:r>
        <w:lastRenderedPageBreak/>
        <w:t>388.3469</w:t>
      </w:r>
      <w:r>
        <w:tab/>
        <w:t>1.013e0</w:t>
      </w:r>
    </w:p>
    <w:p w:rsidR="00895AD2" w:rsidRDefault="00895AD2" w:rsidP="00895AD2">
      <w:r>
        <w:t>388.3947</w:t>
      </w:r>
      <w:r>
        <w:tab/>
        <w:t>2.025e0</w:t>
      </w:r>
    </w:p>
    <w:p w:rsidR="00895AD2" w:rsidRDefault="00895AD2" w:rsidP="00895AD2">
      <w:r>
        <w:t>388.7907</w:t>
      </w:r>
      <w:r>
        <w:tab/>
        <w:t>1.013e0</w:t>
      </w:r>
    </w:p>
    <w:p w:rsidR="00895AD2" w:rsidRDefault="00895AD2" w:rsidP="00895AD2">
      <w:r>
        <w:t>388.8330</w:t>
      </w:r>
      <w:r>
        <w:tab/>
        <w:t>1.013e0</w:t>
      </w:r>
    </w:p>
    <w:p w:rsidR="00895AD2" w:rsidRDefault="00895AD2" w:rsidP="00895AD2">
      <w:r>
        <w:t>388.9134</w:t>
      </w:r>
      <w:r>
        <w:tab/>
        <w:t>4.051e0</w:t>
      </w:r>
    </w:p>
    <w:p w:rsidR="00895AD2" w:rsidRDefault="00895AD2" w:rsidP="00895AD2">
      <w:r>
        <w:t>389.0261</w:t>
      </w:r>
      <w:r>
        <w:tab/>
        <w:t>2.025e0</w:t>
      </w:r>
    </w:p>
    <w:p w:rsidR="00895AD2" w:rsidRDefault="00895AD2" w:rsidP="00895AD2">
      <w:r>
        <w:t>389.1416</w:t>
      </w:r>
      <w:r>
        <w:tab/>
        <w:t>1.013e0</w:t>
      </w:r>
    </w:p>
    <w:p w:rsidR="00895AD2" w:rsidRDefault="00895AD2" w:rsidP="00895AD2">
      <w:r>
        <w:t>389.2488</w:t>
      </w:r>
      <w:r>
        <w:tab/>
        <w:t>4.051e0</w:t>
      </w:r>
    </w:p>
    <w:p w:rsidR="00895AD2" w:rsidRDefault="00895AD2" w:rsidP="00895AD2">
      <w:r>
        <w:t>389.2978</w:t>
      </w:r>
      <w:r>
        <w:tab/>
        <w:t>1.013e0</w:t>
      </w:r>
    </w:p>
    <w:p w:rsidR="00895AD2" w:rsidRDefault="00895AD2" w:rsidP="00895AD2">
      <w:r>
        <w:t>389.4289</w:t>
      </w:r>
      <w:r>
        <w:tab/>
        <w:t>1.013e0</w:t>
      </w:r>
    </w:p>
    <w:p w:rsidR="00895AD2" w:rsidRDefault="00895AD2" w:rsidP="00895AD2">
      <w:r>
        <w:t>389.5097</w:t>
      </w:r>
      <w:r>
        <w:tab/>
        <w:t>1.013e0</w:t>
      </w:r>
    </w:p>
    <w:p w:rsidR="00895AD2" w:rsidRDefault="00895AD2" w:rsidP="00895AD2">
      <w:r>
        <w:t>389.7396</w:t>
      </w:r>
      <w:r>
        <w:tab/>
        <w:t>1.013e0</w:t>
      </w:r>
    </w:p>
    <w:p w:rsidR="00895AD2" w:rsidRDefault="00895AD2" w:rsidP="00895AD2">
      <w:r>
        <w:t>389.8294</w:t>
      </w:r>
      <w:r>
        <w:tab/>
        <w:t>1.013e0</w:t>
      </w:r>
    </w:p>
    <w:p w:rsidR="00895AD2" w:rsidRDefault="00895AD2" w:rsidP="00895AD2">
      <w:r>
        <w:t>389.9379</w:t>
      </w:r>
      <w:r>
        <w:tab/>
        <w:t>3.038e0</w:t>
      </w:r>
    </w:p>
    <w:p w:rsidR="00895AD2" w:rsidRDefault="00895AD2" w:rsidP="00895AD2">
      <w:r>
        <w:t>390.0228</w:t>
      </w:r>
      <w:r>
        <w:tab/>
        <w:t>1.013e0</w:t>
      </w:r>
    </w:p>
    <w:p w:rsidR="00895AD2" w:rsidRDefault="00895AD2" w:rsidP="00895AD2">
      <w:r>
        <w:t>390.0829</w:t>
      </w:r>
      <w:r>
        <w:tab/>
        <w:t>2.025e0</w:t>
      </w:r>
    </w:p>
    <w:p w:rsidR="00895AD2" w:rsidRDefault="00895AD2" w:rsidP="00895AD2">
      <w:r>
        <w:t>390.1814</w:t>
      </w:r>
      <w:r>
        <w:tab/>
        <w:t>2.025e0</w:t>
      </w:r>
    </w:p>
    <w:p w:rsidR="00895AD2" w:rsidRDefault="00895AD2" w:rsidP="00895AD2">
      <w:r>
        <w:t>390.2820</w:t>
      </w:r>
      <w:r>
        <w:tab/>
        <w:t>6.076e0</w:t>
      </w:r>
    </w:p>
    <w:p w:rsidR="00895AD2" w:rsidRDefault="00895AD2" w:rsidP="00895AD2">
      <w:r>
        <w:t>390.3623</w:t>
      </w:r>
      <w:r>
        <w:tab/>
        <w:t>2.025e0</w:t>
      </w:r>
    </w:p>
    <w:p w:rsidR="00895AD2" w:rsidRDefault="00895AD2" w:rsidP="00895AD2">
      <w:r>
        <w:lastRenderedPageBreak/>
        <w:t>390.6175</w:t>
      </w:r>
      <w:r>
        <w:tab/>
        <w:t>1.013e0</w:t>
      </w:r>
    </w:p>
    <w:p w:rsidR="00895AD2" w:rsidRDefault="00895AD2" w:rsidP="00895AD2">
      <w:r>
        <w:t>390.7789</w:t>
      </w:r>
      <w:r>
        <w:tab/>
        <w:t>1.013e0</w:t>
      </w:r>
    </w:p>
    <w:p w:rsidR="00895AD2" w:rsidRDefault="00895AD2" w:rsidP="00895AD2">
      <w:r>
        <w:t>390.8528</w:t>
      </w:r>
      <w:r>
        <w:tab/>
        <w:t>1.013e0</w:t>
      </w:r>
    </w:p>
    <w:p w:rsidR="00895AD2" w:rsidRDefault="00895AD2" w:rsidP="00895AD2">
      <w:r>
        <w:t>390.9359</w:t>
      </w:r>
      <w:r>
        <w:tab/>
        <w:t>1.013e0</w:t>
      </w:r>
    </w:p>
    <w:p w:rsidR="00895AD2" w:rsidRDefault="00895AD2" w:rsidP="00895AD2">
      <w:r>
        <w:t>391.0161</w:t>
      </w:r>
      <w:r>
        <w:tab/>
        <w:t>1.013e0</w:t>
      </w:r>
    </w:p>
    <w:p w:rsidR="00895AD2" w:rsidRDefault="00895AD2" w:rsidP="00895AD2">
      <w:r>
        <w:t>391.1075</w:t>
      </w:r>
      <w:r>
        <w:tab/>
        <w:t>2.025e0</w:t>
      </w:r>
    </w:p>
    <w:p w:rsidR="00895AD2" w:rsidRDefault="00895AD2" w:rsidP="00895AD2">
      <w:r>
        <w:t>391.1784</w:t>
      </w:r>
      <w:r>
        <w:tab/>
        <w:t>1.013e0</w:t>
      </w:r>
    </w:p>
    <w:p w:rsidR="00895AD2" w:rsidRDefault="00895AD2" w:rsidP="00895AD2">
      <w:r>
        <w:t>391.2852</w:t>
      </w:r>
      <w:r>
        <w:tab/>
        <w:t>3.177e1</w:t>
      </w:r>
    </w:p>
    <w:p w:rsidR="00895AD2" w:rsidRDefault="00895AD2" w:rsidP="00895AD2">
      <w:r>
        <w:t>391.4098</w:t>
      </w:r>
      <w:r>
        <w:tab/>
        <w:t>1.013e0</w:t>
      </w:r>
    </w:p>
    <w:p w:rsidR="00895AD2" w:rsidRDefault="00895AD2" w:rsidP="00895AD2">
      <w:r>
        <w:t>391.4626</w:t>
      </w:r>
      <w:r>
        <w:tab/>
        <w:t>1.013e0</w:t>
      </w:r>
    </w:p>
    <w:p w:rsidR="00895AD2" w:rsidRDefault="00895AD2" w:rsidP="00895AD2">
      <w:r>
        <w:t>391.7551</w:t>
      </w:r>
      <w:r>
        <w:tab/>
        <w:t>2.025e0</w:t>
      </w:r>
    </w:p>
    <w:p w:rsidR="00895AD2" w:rsidRDefault="00895AD2" w:rsidP="00895AD2">
      <w:r>
        <w:t>391.8372</w:t>
      </w:r>
      <w:r>
        <w:tab/>
        <w:t>1.013e0</w:t>
      </w:r>
    </w:p>
    <w:p w:rsidR="00895AD2" w:rsidRDefault="00895AD2" w:rsidP="00895AD2">
      <w:r>
        <w:t>391.8672</w:t>
      </w:r>
      <w:r>
        <w:tab/>
        <w:t>1.013e0</w:t>
      </w:r>
    </w:p>
    <w:p w:rsidR="00895AD2" w:rsidRDefault="00895AD2" w:rsidP="00895AD2">
      <w:r>
        <w:t>391.9144</w:t>
      </w:r>
      <w:r>
        <w:tab/>
        <w:t>2.025e0</w:t>
      </w:r>
    </w:p>
    <w:p w:rsidR="00895AD2" w:rsidRDefault="00895AD2" w:rsidP="00895AD2">
      <w:r>
        <w:t>392.1218</w:t>
      </w:r>
      <w:r>
        <w:tab/>
        <w:t>1.013e0</w:t>
      </w:r>
    </w:p>
    <w:p w:rsidR="00895AD2" w:rsidRDefault="00895AD2" w:rsidP="00895AD2">
      <w:r>
        <w:t>392.1843</w:t>
      </w:r>
      <w:r>
        <w:tab/>
        <w:t>1.013e0</w:t>
      </w:r>
    </w:p>
    <w:p w:rsidR="00895AD2" w:rsidRDefault="00895AD2" w:rsidP="00895AD2">
      <w:r>
        <w:t>392.2865</w:t>
      </w:r>
      <w:r>
        <w:tab/>
        <w:t>7.165e0</w:t>
      </w:r>
    </w:p>
    <w:p w:rsidR="00895AD2" w:rsidRDefault="00895AD2" w:rsidP="00895AD2">
      <w:r>
        <w:t>392.3269</w:t>
      </w:r>
      <w:r>
        <w:tab/>
        <w:t>3.974e0</w:t>
      </w:r>
    </w:p>
    <w:p w:rsidR="00895AD2" w:rsidRDefault="00895AD2" w:rsidP="00895AD2">
      <w:r>
        <w:t>392.4058</w:t>
      </w:r>
      <w:r>
        <w:tab/>
        <w:t>1.013e0</w:t>
      </w:r>
    </w:p>
    <w:p w:rsidR="00895AD2" w:rsidRDefault="00895AD2" w:rsidP="00895AD2">
      <w:r>
        <w:lastRenderedPageBreak/>
        <w:t>392.5942</w:t>
      </w:r>
      <w:r>
        <w:tab/>
        <w:t>1.013e0</w:t>
      </w:r>
    </w:p>
    <w:p w:rsidR="00895AD2" w:rsidRDefault="00895AD2" w:rsidP="00895AD2">
      <w:r>
        <w:t>392.6429</w:t>
      </w:r>
      <w:r>
        <w:tab/>
        <w:t>1.013e0</w:t>
      </w:r>
    </w:p>
    <w:p w:rsidR="00895AD2" w:rsidRDefault="00895AD2" w:rsidP="00895AD2">
      <w:r>
        <w:t>392.7472</w:t>
      </w:r>
      <w:r>
        <w:tab/>
        <w:t>1.013e0</w:t>
      </w:r>
    </w:p>
    <w:p w:rsidR="00895AD2" w:rsidRDefault="00895AD2" w:rsidP="00895AD2">
      <w:r>
        <w:t>392.8376</w:t>
      </w:r>
      <w:r>
        <w:tab/>
        <w:t>1.013e0</w:t>
      </w:r>
    </w:p>
    <w:p w:rsidR="00895AD2" w:rsidRDefault="00895AD2" w:rsidP="00895AD2">
      <w:r>
        <w:t>392.9308</w:t>
      </w:r>
      <w:r>
        <w:tab/>
        <w:t>1.013e0</w:t>
      </w:r>
    </w:p>
    <w:p w:rsidR="00895AD2" w:rsidRDefault="00895AD2" w:rsidP="00895AD2">
      <w:r>
        <w:t>393.1052</w:t>
      </w:r>
      <w:r>
        <w:tab/>
        <w:t>3.038e0</w:t>
      </w:r>
    </w:p>
    <w:p w:rsidR="00895AD2" w:rsidRDefault="00895AD2" w:rsidP="00895AD2">
      <w:r>
        <w:t>393.1412</w:t>
      </w:r>
      <w:r>
        <w:tab/>
        <w:t>2.025e0</w:t>
      </w:r>
    </w:p>
    <w:p w:rsidR="00895AD2" w:rsidRDefault="00895AD2" w:rsidP="00895AD2">
      <w:r>
        <w:t>393.2234</w:t>
      </w:r>
      <w:r>
        <w:tab/>
        <w:t>2.025e0</w:t>
      </w:r>
    </w:p>
    <w:p w:rsidR="00895AD2" w:rsidRDefault="00895AD2" w:rsidP="00895AD2">
      <w:r>
        <w:t>393.2758</w:t>
      </w:r>
      <w:r>
        <w:tab/>
        <w:t>2.025e0</w:t>
      </w:r>
    </w:p>
    <w:p w:rsidR="00895AD2" w:rsidRDefault="00895AD2" w:rsidP="00895AD2">
      <w:r>
        <w:t>393.3735</w:t>
      </w:r>
      <w:r>
        <w:tab/>
        <w:t>1.013e0</w:t>
      </w:r>
    </w:p>
    <w:p w:rsidR="00895AD2" w:rsidRDefault="00895AD2" w:rsidP="00895AD2">
      <w:r>
        <w:t>393.4735</w:t>
      </w:r>
      <w:r>
        <w:tab/>
        <w:t>1.013e0</w:t>
      </w:r>
    </w:p>
    <w:p w:rsidR="00895AD2" w:rsidRDefault="00895AD2" w:rsidP="00895AD2">
      <w:r>
        <w:t>393.5686</w:t>
      </w:r>
      <w:r>
        <w:tab/>
        <w:t>1.013e0</w:t>
      </w:r>
    </w:p>
    <w:p w:rsidR="00895AD2" w:rsidRDefault="00895AD2" w:rsidP="00895AD2">
      <w:r>
        <w:t>393.6473</w:t>
      </w:r>
      <w:r>
        <w:tab/>
        <w:t>2.025e0</w:t>
      </w:r>
    </w:p>
    <w:p w:rsidR="00895AD2" w:rsidRDefault="00895AD2" w:rsidP="00895AD2">
      <w:r>
        <w:t>393.6841</w:t>
      </w:r>
      <w:r>
        <w:tab/>
        <w:t>2.025e0</w:t>
      </w:r>
    </w:p>
    <w:p w:rsidR="00895AD2" w:rsidRDefault="00895AD2" w:rsidP="00895AD2">
      <w:r>
        <w:t>393.8849</w:t>
      </w:r>
      <w:r>
        <w:tab/>
        <w:t>1.013e0</w:t>
      </w:r>
    </w:p>
    <w:p w:rsidR="00895AD2" w:rsidRDefault="00895AD2" w:rsidP="00895AD2">
      <w:r>
        <w:t>394.0418</w:t>
      </w:r>
      <w:r>
        <w:tab/>
        <w:t>4.051e0</w:t>
      </w:r>
    </w:p>
    <w:p w:rsidR="00895AD2" w:rsidRDefault="00895AD2" w:rsidP="00895AD2">
      <w:r>
        <w:t>394.1017</w:t>
      </w:r>
      <w:r>
        <w:tab/>
        <w:t>2.025e0</w:t>
      </w:r>
    </w:p>
    <w:p w:rsidR="00895AD2" w:rsidRDefault="00895AD2" w:rsidP="00895AD2">
      <w:r>
        <w:t>394.1693</w:t>
      </w:r>
      <w:r>
        <w:tab/>
        <w:t>3.038e0</w:t>
      </w:r>
    </w:p>
    <w:p w:rsidR="00895AD2" w:rsidRDefault="00895AD2" w:rsidP="00895AD2">
      <w:r>
        <w:t>394.2138</w:t>
      </w:r>
      <w:r>
        <w:tab/>
        <w:t>3.038e0</w:t>
      </w:r>
    </w:p>
    <w:p w:rsidR="00895AD2" w:rsidRDefault="00895AD2" w:rsidP="00895AD2">
      <w:r>
        <w:lastRenderedPageBreak/>
        <w:t>394.3502</w:t>
      </w:r>
      <w:r>
        <w:tab/>
        <w:t>3.038e0</w:t>
      </w:r>
    </w:p>
    <w:p w:rsidR="00895AD2" w:rsidRDefault="00895AD2" w:rsidP="00895AD2">
      <w:r>
        <w:t>394.3985</w:t>
      </w:r>
      <w:r>
        <w:tab/>
        <w:t>1.013e0</w:t>
      </w:r>
    </w:p>
    <w:p w:rsidR="00895AD2" w:rsidRDefault="00895AD2" w:rsidP="00895AD2">
      <w:r>
        <w:t>394.7079</w:t>
      </w:r>
      <w:r>
        <w:tab/>
        <w:t>2.025e0</w:t>
      </w:r>
    </w:p>
    <w:p w:rsidR="00895AD2" w:rsidRDefault="00895AD2" w:rsidP="00895AD2">
      <w:r>
        <w:t>394.9400</w:t>
      </w:r>
      <w:r>
        <w:tab/>
        <w:t>3.038e0</w:t>
      </w:r>
    </w:p>
    <w:p w:rsidR="00895AD2" w:rsidRDefault="00895AD2" w:rsidP="00895AD2">
      <w:r>
        <w:t>394.9930</w:t>
      </w:r>
      <w:r>
        <w:tab/>
        <w:t>2.025e0</w:t>
      </w:r>
    </w:p>
    <w:p w:rsidR="00895AD2" w:rsidRDefault="00895AD2" w:rsidP="00895AD2">
      <w:r>
        <w:t>395.0495</w:t>
      </w:r>
      <w:r>
        <w:tab/>
        <w:t>2.025e0</w:t>
      </w:r>
    </w:p>
    <w:p w:rsidR="00895AD2" w:rsidRDefault="00895AD2" w:rsidP="00895AD2">
      <w:r>
        <w:t>395.1620</w:t>
      </w:r>
      <w:r>
        <w:tab/>
        <w:t>1.013e0</w:t>
      </w:r>
    </w:p>
    <w:p w:rsidR="00895AD2" w:rsidRDefault="00895AD2" w:rsidP="00895AD2">
      <w:r>
        <w:t>395.2433</w:t>
      </w:r>
      <w:r>
        <w:tab/>
        <w:t>1.013e0</w:t>
      </w:r>
    </w:p>
    <w:p w:rsidR="00895AD2" w:rsidRDefault="00895AD2" w:rsidP="00895AD2">
      <w:r>
        <w:t>395.2967</w:t>
      </w:r>
      <w:r>
        <w:tab/>
        <w:t>2.025e0</w:t>
      </w:r>
    </w:p>
    <w:p w:rsidR="00895AD2" w:rsidRDefault="00895AD2" w:rsidP="00895AD2">
      <w:r>
        <w:t>395.3459</w:t>
      </w:r>
      <w:r>
        <w:tab/>
        <w:t>3.038e0</w:t>
      </w:r>
    </w:p>
    <w:p w:rsidR="00895AD2" w:rsidRDefault="00895AD2" w:rsidP="00895AD2">
      <w:r>
        <w:t>395.5236</w:t>
      </w:r>
      <w:r>
        <w:tab/>
        <w:t>1.013e0</w:t>
      </w:r>
    </w:p>
    <w:p w:rsidR="00895AD2" w:rsidRDefault="00895AD2" w:rsidP="00895AD2">
      <w:r>
        <w:t>395.6587</w:t>
      </w:r>
      <w:r>
        <w:tab/>
        <w:t>1.013e0</w:t>
      </w:r>
    </w:p>
    <w:p w:rsidR="00895AD2" w:rsidRDefault="00895AD2" w:rsidP="00895AD2">
      <w:r>
        <w:t>395.9409</w:t>
      </w:r>
      <w:r>
        <w:tab/>
        <w:t>4.051e0</w:t>
      </w:r>
    </w:p>
    <w:p w:rsidR="00895AD2" w:rsidRDefault="00895AD2" w:rsidP="00895AD2">
      <w:r>
        <w:t>396.0817</w:t>
      </w:r>
      <w:r>
        <w:tab/>
        <w:t>2.025e0</w:t>
      </w:r>
    </w:p>
    <w:p w:rsidR="00895AD2" w:rsidRDefault="00895AD2" w:rsidP="00895AD2">
      <w:r>
        <w:t>396.1555</w:t>
      </w:r>
      <w:r>
        <w:tab/>
        <w:t>2.025e0</w:t>
      </w:r>
    </w:p>
    <w:p w:rsidR="00895AD2" w:rsidRDefault="00895AD2" w:rsidP="00895AD2">
      <w:r>
        <w:t>396.1981</w:t>
      </w:r>
      <w:r>
        <w:tab/>
        <w:t>1.013e0</w:t>
      </w:r>
    </w:p>
    <w:p w:rsidR="00895AD2" w:rsidRDefault="00895AD2" w:rsidP="00895AD2">
      <w:r>
        <w:t>396.2619</w:t>
      </w:r>
      <w:r>
        <w:tab/>
        <w:t>1.013e0</w:t>
      </w:r>
    </w:p>
    <w:p w:rsidR="00895AD2" w:rsidRDefault="00895AD2" w:rsidP="00895AD2">
      <w:r>
        <w:t>396.3785</w:t>
      </w:r>
      <w:r>
        <w:tab/>
        <w:t>1.013e0</w:t>
      </w:r>
    </w:p>
    <w:p w:rsidR="00895AD2" w:rsidRDefault="00895AD2" w:rsidP="00895AD2">
      <w:r>
        <w:t>396.4276</w:t>
      </w:r>
      <w:r>
        <w:tab/>
        <w:t>1.013e0</w:t>
      </w:r>
    </w:p>
    <w:p w:rsidR="00895AD2" w:rsidRDefault="00895AD2" w:rsidP="00895AD2">
      <w:r>
        <w:lastRenderedPageBreak/>
        <w:t>396.7190</w:t>
      </w:r>
      <w:r>
        <w:tab/>
        <w:t>2.025e0</w:t>
      </w:r>
    </w:p>
    <w:p w:rsidR="00895AD2" w:rsidRDefault="00895AD2" w:rsidP="00895AD2">
      <w:r>
        <w:t>396.8846</w:t>
      </w:r>
      <w:r>
        <w:tab/>
        <w:t>2.025e0</w:t>
      </w:r>
    </w:p>
    <w:p w:rsidR="00895AD2" w:rsidRDefault="00895AD2" w:rsidP="00895AD2">
      <w:r>
        <w:t>396.9627</w:t>
      </w:r>
      <w:r>
        <w:tab/>
        <w:t>2.025e0</w:t>
      </w:r>
    </w:p>
    <w:p w:rsidR="00895AD2" w:rsidRDefault="00895AD2" w:rsidP="00895AD2">
      <w:r>
        <w:t>397.0312</w:t>
      </w:r>
      <w:r>
        <w:tab/>
        <w:t>1.013e0</w:t>
      </w:r>
    </w:p>
    <w:p w:rsidR="00895AD2" w:rsidRDefault="00895AD2" w:rsidP="00895AD2">
      <w:r>
        <w:t>397.0779</w:t>
      </w:r>
      <w:r>
        <w:tab/>
        <w:t>1.013e0</w:t>
      </w:r>
    </w:p>
    <w:p w:rsidR="00895AD2" w:rsidRDefault="00895AD2" w:rsidP="00895AD2">
      <w:r>
        <w:t>397.1403</w:t>
      </w:r>
      <w:r>
        <w:tab/>
        <w:t>2.025e0</w:t>
      </w:r>
    </w:p>
    <w:p w:rsidR="00895AD2" w:rsidRDefault="00895AD2" w:rsidP="00895AD2">
      <w:r>
        <w:t>397.2308</w:t>
      </w:r>
      <w:r>
        <w:tab/>
        <w:t>1.013e0</w:t>
      </w:r>
    </w:p>
    <w:p w:rsidR="00895AD2" w:rsidRDefault="00895AD2" w:rsidP="00895AD2">
      <w:r>
        <w:t>397.2733</w:t>
      </w:r>
      <w:r>
        <w:tab/>
        <w:t>2.025e0</w:t>
      </w:r>
    </w:p>
    <w:p w:rsidR="00895AD2" w:rsidRDefault="00895AD2" w:rsidP="00895AD2">
      <w:r>
        <w:t>397.3755</w:t>
      </w:r>
      <w:r>
        <w:tab/>
        <w:t>1.013e0</w:t>
      </w:r>
    </w:p>
    <w:p w:rsidR="00895AD2" w:rsidRDefault="00895AD2" w:rsidP="00895AD2">
      <w:r>
        <w:t>397.4350</w:t>
      </w:r>
      <w:r>
        <w:tab/>
        <w:t>2.025e0</w:t>
      </w:r>
    </w:p>
    <w:p w:rsidR="00895AD2" w:rsidRDefault="00895AD2" w:rsidP="00895AD2">
      <w:r>
        <w:t>397.5538</w:t>
      </w:r>
      <w:r>
        <w:tab/>
        <w:t>1.013e0</w:t>
      </w:r>
    </w:p>
    <w:p w:rsidR="00895AD2" w:rsidRDefault="00895AD2" w:rsidP="00895AD2">
      <w:r>
        <w:t>397.7411</w:t>
      </w:r>
      <w:r>
        <w:tab/>
        <w:t>1.013e0</w:t>
      </w:r>
    </w:p>
    <w:p w:rsidR="00895AD2" w:rsidRDefault="00895AD2" w:rsidP="00895AD2">
      <w:r>
        <w:t>397.8130</w:t>
      </w:r>
      <w:r>
        <w:tab/>
        <w:t>1.013e0</w:t>
      </w:r>
    </w:p>
    <w:p w:rsidR="00895AD2" w:rsidRDefault="00895AD2" w:rsidP="00895AD2">
      <w:r>
        <w:t>398.1322</w:t>
      </w:r>
      <w:r>
        <w:tab/>
        <w:t>1.013e0</w:t>
      </w:r>
    </w:p>
    <w:p w:rsidR="00895AD2" w:rsidRDefault="00895AD2" w:rsidP="00895AD2">
      <w:r>
        <w:t>398.2386</w:t>
      </w:r>
      <w:r>
        <w:tab/>
        <w:t>1.013e0</w:t>
      </w:r>
    </w:p>
    <w:p w:rsidR="00895AD2" w:rsidRDefault="00895AD2" w:rsidP="00895AD2">
      <w:r>
        <w:t>398.3500</w:t>
      </w:r>
      <w:r>
        <w:tab/>
        <w:t>2.025e0</w:t>
      </w:r>
    </w:p>
    <w:p w:rsidR="00895AD2" w:rsidRDefault="00895AD2" w:rsidP="00895AD2">
      <w:r>
        <w:t>398.6257</w:t>
      </w:r>
      <w:r>
        <w:tab/>
        <w:t>1.013e0</w:t>
      </w:r>
    </w:p>
    <w:p w:rsidR="00895AD2" w:rsidRDefault="00895AD2" w:rsidP="00895AD2">
      <w:r>
        <w:t>398.8638</w:t>
      </w:r>
      <w:r>
        <w:tab/>
        <w:t>1.013e0</w:t>
      </w:r>
    </w:p>
    <w:p w:rsidR="00895AD2" w:rsidRDefault="00895AD2" w:rsidP="00895AD2">
      <w:r>
        <w:t>398.9277</w:t>
      </w:r>
      <w:r>
        <w:tab/>
        <w:t>1.013e0</w:t>
      </w:r>
    </w:p>
    <w:p w:rsidR="00895AD2" w:rsidRDefault="00895AD2" w:rsidP="00895AD2">
      <w:r>
        <w:lastRenderedPageBreak/>
        <w:t>398.9739</w:t>
      </w:r>
      <w:r>
        <w:tab/>
        <w:t>1.013e0</w:t>
      </w:r>
    </w:p>
    <w:p w:rsidR="00895AD2" w:rsidRDefault="00895AD2" w:rsidP="00895AD2">
      <w:r>
        <w:t>399.0917</w:t>
      </w:r>
      <w:r>
        <w:tab/>
        <w:t>3.038e0</w:t>
      </w:r>
    </w:p>
    <w:p w:rsidR="00895AD2" w:rsidRDefault="00895AD2" w:rsidP="00895AD2">
      <w:r>
        <w:t>399.1997</w:t>
      </w:r>
      <w:r>
        <w:tab/>
        <w:t>1.013e0</w:t>
      </w:r>
    </w:p>
    <w:p w:rsidR="00895AD2" w:rsidRDefault="00895AD2" w:rsidP="00895AD2">
      <w:r>
        <w:t>399.2860</w:t>
      </w:r>
      <w:r>
        <w:tab/>
        <w:t>5.063e0</w:t>
      </w:r>
    </w:p>
    <w:p w:rsidR="00895AD2" w:rsidRDefault="00895AD2" w:rsidP="00895AD2">
      <w:r>
        <w:t>399.3584</w:t>
      </w:r>
      <w:r>
        <w:tab/>
        <w:t>3.038e0</w:t>
      </w:r>
    </w:p>
    <w:p w:rsidR="00895AD2" w:rsidRDefault="00895AD2" w:rsidP="00895AD2">
      <w:r>
        <w:t>399.6768</w:t>
      </w:r>
      <w:r>
        <w:tab/>
        <w:t>1.013e0</w:t>
      </w:r>
    </w:p>
    <w:p w:rsidR="00895AD2" w:rsidRDefault="00895AD2" w:rsidP="00895AD2">
      <w:r>
        <w:t>399.9736</w:t>
      </w:r>
      <w:r>
        <w:tab/>
        <w:t>3.038e0</w:t>
      </w:r>
    </w:p>
    <w:p w:rsidR="00895AD2" w:rsidRDefault="00895AD2" w:rsidP="00895AD2">
      <w:r>
        <w:t>400.1828</w:t>
      </w:r>
      <w:r>
        <w:tab/>
        <w:t>2.025e0</w:t>
      </w:r>
    </w:p>
    <w:p w:rsidR="00895AD2" w:rsidRDefault="00895AD2" w:rsidP="00895AD2">
      <w:r>
        <w:t>400.2642</w:t>
      </w:r>
      <w:r>
        <w:tab/>
        <w:t>6.876e0</w:t>
      </w:r>
    </w:p>
    <w:p w:rsidR="00895AD2" w:rsidRDefault="00895AD2" w:rsidP="00895AD2">
      <w:r>
        <w:t>400.3817</w:t>
      </w:r>
      <w:r>
        <w:tab/>
        <w:t>1.823e1</w:t>
      </w:r>
    </w:p>
    <w:p w:rsidR="00895AD2" w:rsidRDefault="00895AD2" w:rsidP="00895AD2">
      <w:r>
        <w:t>400.7198</w:t>
      </w:r>
      <w:r>
        <w:tab/>
        <w:t>1.013e0</w:t>
      </w:r>
    </w:p>
    <w:p w:rsidR="00895AD2" w:rsidRDefault="00895AD2" w:rsidP="00895AD2">
      <w:r>
        <w:t>400.7765</w:t>
      </w:r>
      <w:r>
        <w:tab/>
        <w:t>1.013e0</w:t>
      </w:r>
    </w:p>
    <w:p w:rsidR="00895AD2" w:rsidRDefault="00895AD2" w:rsidP="00895AD2">
      <w:r>
        <w:t>400.9589</w:t>
      </w:r>
      <w:r>
        <w:tab/>
        <w:t>1.013e0</w:t>
      </w:r>
    </w:p>
    <w:p w:rsidR="00895AD2" w:rsidRDefault="00895AD2" w:rsidP="00895AD2">
      <w:r>
        <w:t>401.1272</w:t>
      </w:r>
      <w:r>
        <w:tab/>
        <w:t>2.025e0</w:t>
      </w:r>
    </w:p>
    <w:p w:rsidR="00895AD2" w:rsidRDefault="00895AD2" w:rsidP="00895AD2">
      <w:r>
        <w:t>401.1934</w:t>
      </w:r>
      <w:r>
        <w:tab/>
        <w:t>1.013e0</w:t>
      </w:r>
    </w:p>
    <w:p w:rsidR="00895AD2" w:rsidRDefault="00895AD2" w:rsidP="00895AD2">
      <w:r>
        <w:t>401.2557</w:t>
      </w:r>
      <w:r>
        <w:tab/>
        <w:t>3.038e0</w:t>
      </w:r>
    </w:p>
    <w:p w:rsidR="00895AD2" w:rsidRDefault="00895AD2" w:rsidP="00895AD2">
      <w:r>
        <w:t>401.3236</w:t>
      </w:r>
      <w:r>
        <w:tab/>
        <w:t>3.038e0</w:t>
      </w:r>
    </w:p>
    <w:p w:rsidR="00895AD2" w:rsidRDefault="00895AD2" w:rsidP="00895AD2">
      <w:r>
        <w:t>401.3814</w:t>
      </w:r>
      <w:r>
        <w:tab/>
        <w:t>2.025e0</w:t>
      </w:r>
    </w:p>
    <w:p w:rsidR="00895AD2" w:rsidRDefault="00895AD2" w:rsidP="00895AD2">
      <w:r>
        <w:t>401.4258</w:t>
      </w:r>
      <w:r>
        <w:tab/>
        <w:t>2.025e0</w:t>
      </w:r>
    </w:p>
    <w:p w:rsidR="00895AD2" w:rsidRDefault="00895AD2" w:rsidP="00895AD2">
      <w:r>
        <w:lastRenderedPageBreak/>
        <w:t>401.5279</w:t>
      </w:r>
      <w:r>
        <w:tab/>
        <w:t>1.013e0</w:t>
      </w:r>
    </w:p>
    <w:p w:rsidR="00895AD2" w:rsidRDefault="00895AD2" w:rsidP="00895AD2">
      <w:r>
        <w:t>401.6769</w:t>
      </w:r>
      <w:r>
        <w:tab/>
        <w:t>1.013e0</w:t>
      </w:r>
    </w:p>
    <w:p w:rsidR="00895AD2" w:rsidRDefault="00895AD2" w:rsidP="00895AD2">
      <w:r>
        <w:t>401.9219</w:t>
      </w:r>
      <w:r>
        <w:tab/>
        <w:t>1.013e0</w:t>
      </w:r>
    </w:p>
    <w:p w:rsidR="00895AD2" w:rsidRDefault="00895AD2" w:rsidP="00895AD2">
      <w:r>
        <w:t>402.0888</w:t>
      </w:r>
      <w:r>
        <w:tab/>
        <w:t>1.013e0</w:t>
      </w:r>
    </w:p>
    <w:p w:rsidR="00895AD2" w:rsidRDefault="00895AD2" w:rsidP="00895AD2">
      <w:r>
        <w:t>402.1750</w:t>
      </w:r>
      <w:r>
        <w:tab/>
        <w:t>4.051e0</w:t>
      </w:r>
    </w:p>
    <w:p w:rsidR="00895AD2" w:rsidRDefault="00895AD2" w:rsidP="00895AD2">
      <w:r>
        <w:t>402.2807</w:t>
      </w:r>
      <w:r>
        <w:tab/>
        <w:t>3.038e0</w:t>
      </w:r>
    </w:p>
    <w:p w:rsidR="00895AD2" w:rsidRDefault="00895AD2" w:rsidP="00895AD2">
      <w:r>
        <w:t>402.3190</w:t>
      </w:r>
      <w:r>
        <w:tab/>
        <w:t>2.025e0</w:t>
      </w:r>
    </w:p>
    <w:p w:rsidR="00895AD2" w:rsidRDefault="00895AD2" w:rsidP="00895AD2">
      <w:r>
        <w:t>402.5935</w:t>
      </w:r>
      <w:r>
        <w:tab/>
        <w:t>1.013e0</w:t>
      </w:r>
    </w:p>
    <w:p w:rsidR="00895AD2" w:rsidRDefault="00895AD2" w:rsidP="00895AD2">
      <w:r>
        <w:t>402.7747</w:t>
      </w:r>
      <w:r>
        <w:tab/>
        <w:t>1.013e0</w:t>
      </w:r>
    </w:p>
    <w:p w:rsidR="00895AD2" w:rsidRDefault="00895AD2" w:rsidP="00895AD2">
      <w:r>
        <w:t>402.8990</w:t>
      </w:r>
      <w:r>
        <w:tab/>
        <w:t>1.013e0</w:t>
      </w:r>
    </w:p>
    <w:p w:rsidR="00895AD2" w:rsidRDefault="00895AD2" w:rsidP="00895AD2">
      <w:r>
        <w:t>403.0205</w:t>
      </w:r>
      <w:r>
        <w:tab/>
        <w:t>1.013e0</w:t>
      </w:r>
    </w:p>
    <w:p w:rsidR="00895AD2" w:rsidRDefault="00895AD2" w:rsidP="00895AD2">
      <w:r>
        <w:t>403.0561</w:t>
      </w:r>
      <w:r>
        <w:tab/>
        <w:t>1.013e0</w:t>
      </w:r>
    </w:p>
    <w:p w:rsidR="00895AD2" w:rsidRDefault="00895AD2" w:rsidP="00895AD2">
      <w:r>
        <w:t>403.1160</w:t>
      </w:r>
      <w:r>
        <w:tab/>
        <w:t>2.025e0</w:t>
      </w:r>
    </w:p>
    <w:p w:rsidR="00895AD2" w:rsidRDefault="00895AD2" w:rsidP="00895AD2">
      <w:r>
        <w:t>403.1864</w:t>
      </w:r>
      <w:r>
        <w:tab/>
        <w:t>2.025e0</w:t>
      </w:r>
    </w:p>
    <w:p w:rsidR="00895AD2" w:rsidRDefault="00895AD2" w:rsidP="00895AD2">
      <w:r>
        <w:t>403.2561</w:t>
      </w:r>
      <w:r>
        <w:tab/>
        <w:t>2.025e0</w:t>
      </w:r>
    </w:p>
    <w:p w:rsidR="00895AD2" w:rsidRDefault="00895AD2" w:rsidP="00895AD2">
      <w:r>
        <w:t>403.3018</w:t>
      </w:r>
      <w:r>
        <w:tab/>
        <w:t>2.025e0</w:t>
      </w:r>
    </w:p>
    <w:p w:rsidR="00895AD2" w:rsidRDefault="00895AD2" w:rsidP="00895AD2">
      <w:r>
        <w:t>403.4146</w:t>
      </w:r>
      <w:r>
        <w:tab/>
        <w:t>1.013e0</w:t>
      </w:r>
    </w:p>
    <w:p w:rsidR="00895AD2" w:rsidRDefault="00895AD2" w:rsidP="00895AD2">
      <w:r>
        <w:t>403.9341</w:t>
      </w:r>
      <w:r>
        <w:tab/>
        <w:t>3.038e0</w:t>
      </w:r>
    </w:p>
    <w:p w:rsidR="00895AD2" w:rsidRDefault="00895AD2" w:rsidP="00895AD2">
      <w:r>
        <w:t>404.1039</w:t>
      </w:r>
      <w:r>
        <w:tab/>
        <w:t>1.013e0</w:t>
      </w:r>
    </w:p>
    <w:p w:rsidR="00895AD2" w:rsidRDefault="00895AD2" w:rsidP="00895AD2">
      <w:r>
        <w:lastRenderedPageBreak/>
        <w:t>404.1738</w:t>
      </w:r>
      <w:r>
        <w:tab/>
        <w:t>3.232e0</w:t>
      </w:r>
    </w:p>
    <w:p w:rsidR="00895AD2" w:rsidRDefault="00895AD2" w:rsidP="00895AD2">
      <w:r>
        <w:t>404.2361</w:t>
      </w:r>
      <w:r>
        <w:tab/>
        <w:t>3.849e0</w:t>
      </w:r>
    </w:p>
    <w:p w:rsidR="00895AD2" w:rsidRDefault="00895AD2" w:rsidP="00895AD2">
      <w:r>
        <w:t>404.3137</w:t>
      </w:r>
      <w:r>
        <w:tab/>
        <w:t>2.025e0</w:t>
      </w:r>
    </w:p>
    <w:p w:rsidR="00895AD2" w:rsidRDefault="00895AD2" w:rsidP="00895AD2">
      <w:r>
        <w:t>404.4774</w:t>
      </w:r>
      <w:r>
        <w:tab/>
        <w:t>1.013e0</w:t>
      </w:r>
    </w:p>
    <w:p w:rsidR="00895AD2" w:rsidRDefault="00895AD2" w:rsidP="00895AD2">
      <w:r>
        <w:t>404.7682</w:t>
      </w:r>
      <w:r>
        <w:tab/>
        <w:t>1.013e0</w:t>
      </w:r>
    </w:p>
    <w:p w:rsidR="00895AD2" w:rsidRDefault="00895AD2" w:rsidP="00895AD2">
      <w:r>
        <w:t>404.8969</w:t>
      </w:r>
      <w:r>
        <w:tab/>
        <w:t>1.013e0</w:t>
      </w:r>
    </w:p>
    <w:p w:rsidR="00895AD2" w:rsidRDefault="00895AD2" w:rsidP="00895AD2">
      <w:r>
        <w:t>404.9538</w:t>
      </w:r>
      <w:r>
        <w:tab/>
        <w:t>2.025e0</w:t>
      </w:r>
    </w:p>
    <w:p w:rsidR="00895AD2" w:rsidRDefault="00895AD2" w:rsidP="00895AD2">
      <w:r>
        <w:t>405.0071</w:t>
      </w:r>
      <w:r>
        <w:tab/>
        <w:t>1.013e0</w:t>
      </w:r>
    </w:p>
    <w:p w:rsidR="00895AD2" w:rsidRDefault="00895AD2" w:rsidP="00895AD2">
      <w:r>
        <w:t>405.1954</w:t>
      </w:r>
      <w:r>
        <w:tab/>
        <w:t>1.013e0</w:t>
      </w:r>
    </w:p>
    <w:p w:rsidR="00895AD2" w:rsidRDefault="00895AD2" w:rsidP="00895AD2">
      <w:r>
        <w:t>405.2419</w:t>
      </w:r>
      <w:r>
        <w:tab/>
        <w:t>1.013e0</w:t>
      </w:r>
    </w:p>
    <w:p w:rsidR="00895AD2" w:rsidRDefault="00895AD2" w:rsidP="00895AD2">
      <w:r>
        <w:t>405.2845</w:t>
      </w:r>
      <w:r>
        <w:tab/>
        <w:t>1.013e0</w:t>
      </w:r>
    </w:p>
    <w:p w:rsidR="00895AD2" w:rsidRDefault="00895AD2" w:rsidP="00895AD2">
      <w:r>
        <w:t>405.3578</w:t>
      </w:r>
      <w:r>
        <w:tab/>
        <w:t>2.025e0</w:t>
      </w:r>
    </w:p>
    <w:p w:rsidR="00895AD2" w:rsidRDefault="00895AD2" w:rsidP="00895AD2">
      <w:r>
        <w:t>405.4406</w:t>
      </w:r>
      <w:r>
        <w:tab/>
        <w:t>1.013e0</w:t>
      </w:r>
    </w:p>
    <w:p w:rsidR="00895AD2" w:rsidRDefault="00895AD2" w:rsidP="00895AD2">
      <w:r>
        <w:t>405.7126</w:t>
      </w:r>
      <w:r>
        <w:tab/>
        <w:t>1.013e0</w:t>
      </w:r>
    </w:p>
    <w:p w:rsidR="00895AD2" w:rsidRDefault="00895AD2" w:rsidP="00895AD2">
      <w:r>
        <w:t>405.7771</w:t>
      </w:r>
      <w:r>
        <w:tab/>
        <w:t>1.013e0</w:t>
      </w:r>
    </w:p>
    <w:p w:rsidR="00895AD2" w:rsidRDefault="00895AD2" w:rsidP="00895AD2">
      <w:r>
        <w:t>405.8746</w:t>
      </w:r>
      <w:r>
        <w:tab/>
        <w:t>1.013e0</w:t>
      </w:r>
    </w:p>
    <w:p w:rsidR="00895AD2" w:rsidRDefault="00895AD2" w:rsidP="00895AD2">
      <w:r>
        <w:t>405.9992</w:t>
      </w:r>
      <w:r>
        <w:tab/>
        <w:t>1.013e0</w:t>
      </w:r>
    </w:p>
    <w:p w:rsidR="00895AD2" w:rsidRDefault="00895AD2" w:rsidP="00895AD2">
      <w:r>
        <w:t>406.1533</w:t>
      </w:r>
      <w:r>
        <w:tab/>
        <w:t>2.025e0</w:t>
      </w:r>
    </w:p>
    <w:p w:rsidR="00895AD2" w:rsidRDefault="00895AD2" w:rsidP="00895AD2">
      <w:r>
        <w:t>406.2269</w:t>
      </w:r>
      <w:r>
        <w:tab/>
        <w:t>2.025e0</w:t>
      </w:r>
    </w:p>
    <w:p w:rsidR="00895AD2" w:rsidRDefault="00895AD2" w:rsidP="00895AD2">
      <w:r>
        <w:lastRenderedPageBreak/>
        <w:t>406.2791</w:t>
      </w:r>
      <w:r>
        <w:tab/>
        <w:t>2.025e0</w:t>
      </w:r>
    </w:p>
    <w:p w:rsidR="00895AD2" w:rsidRDefault="00895AD2" w:rsidP="00895AD2">
      <w:r>
        <w:t>406.3750</w:t>
      </w:r>
      <w:r>
        <w:tab/>
        <w:t>3.038e0</w:t>
      </w:r>
    </w:p>
    <w:p w:rsidR="00895AD2" w:rsidRDefault="00895AD2" w:rsidP="00895AD2">
      <w:r>
        <w:t>406.6017</w:t>
      </w:r>
      <w:r>
        <w:tab/>
        <w:t>1.013e0</w:t>
      </w:r>
    </w:p>
    <w:p w:rsidR="00895AD2" w:rsidRDefault="00895AD2" w:rsidP="00895AD2">
      <w:r>
        <w:t>406.9176</w:t>
      </w:r>
      <w:r>
        <w:tab/>
        <w:t>1.013e0</w:t>
      </w:r>
    </w:p>
    <w:p w:rsidR="00895AD2" w:rsidRDefault="00895AD2" w:rsidP="00895AD2">
      <w:r>
        <w:t>406.9810</w:t>
      </w:r>
      <w:r>
        <w:tab/>
        <w:t>3.038e0</w:t>
      </w:r>
    </w:p>
    <w:p w:rsidR="00895AD2" w:rsidRDefault="00895AD2" w:rsidP="00895AD2">
      <w:r>
        <w:t>407.0657</w:t>
      </w:r>
      <w:r>
        <w:tab/>
        <w:t>2.025e0</w:t>
      </w:r>
    </w:p>
    <w:p w:rsidR="00895AD2" w:rsidRDefault="00895AD2" w:rsidP="00895AD2">
      <w:r>
        <w:t>407.1116</w:t>
      </w:r>
      <w:r>
        <w:tab/>
        <w:t>1.013e0</w:t>
      </w:r>
    </w:p>
    <w:p w:rsidR="00895AD2" w:rsidRDefault="00895AD2" w:rsidP="00895AD2">
      <w:r>
        <w:t>407.1871</w:t>
      </w:r>
      <w:r>
        <w:tab/>
        <w:t>1.013e0</w:t>
      </w:r>
    </w:p>
    <w:p w:rsidR="00895AD2" w:rsidRDefault="00895AD2" w:rsidP="00895AD2">
      <w:r>
        <w:t>407.2553</w:t>
      </w:r>
      <w:r>
        <w:tab/>
        <w:t>2.025e0</w:t>
      </w:r>
    </w:p>
    <w:p w:rsidR="00895AD2" w:rsidRDefault="00895AD2" w:rsidP="00895AD2">
      <w:r>
        <w:t>407.3056</w:t>
      </w:r>
      <w:r>
        <w:tab/>
        <w:t>1.013e0</w:t>
      </w:r>
    </w:p>
    <w:p w:rsidR="00895AD2" w:rsidRDefault="00895AD2" w:rsidP="00895AD2">
      <w:r>
        <w:t>407.3542</w:t>
      </w:r>
      <w:r>
        <w:tab/>
        <w:t>1.013e0</w:t>
      </w:r>
    </w:p>
    <w:p w:rsidR="00895AD2" w:rsidRDefault="00895AD2" w:rsidP="00895AD2">
      <w:r>
        <w:t>407.6606</w:t>
      </w:r>
      <w:r>
        <w:tab/>
        <w:t>3.038e0</w:t>
      </w:r>
    </w:p>
    <w:p w:rsidR="00895AD2" w:rsidRDefault="00895AD2" w:rsidP="00895AD2">
      <w:r>
        <w:t>407.7368</w:t>
      </w:r>
      <w:r>
        <w:tab/>
        <w:t>2.025e0</w:t>
      </w:r>
    </w:p>
    <w:p w:rsidR="00895AD2" w:rsidRDefault="00895AD2" w:rsidP="00895AD2">
      <w:r>
        <w:t>407.9820</w:t>
      </w:r>
      <w:r>
        <w:tab/>
        <w:t>2.025e0</w:t>
      </w:r>
    </w:p>
    <w:p w:rsidR="00895AD2" w:rsidRDefault="00895AD2" w:rsidP="00895AD2">
      <w:r>
        <w:t>408.1546</w:t>
      </w:r>
      <w:r>
        <w:tab/>
        <w:t>1.013e0</w:t>
      </w:r>
    </w:p>
    <w:p w:rsidR="00895AD2" w:rsidRDefault="00895AD2" w:rsidP="00895AD2">
      <w:r>
        <w:t>408.2072</w:t>
      </w:r>
      <w:r>
        <w:tab/>
        <w:t>3.038e0</w:t>
      </w:r>
    </w:p>
    <w:p w:rsidR="00895AD2" w:rsidRDefault="00895AD2" w:rsidP="00895AD2">
      <w:r>
        <w:t>408.3008</w:t>
      </w:r>
      <w:r>
        <w:tab/>
        <w:t>2.025e0</w:t>
      </w:r>
    </w:p>
    <w:p w:rsidR="00895AD2" w:rsidRDefault="00895AD2" w:rsidP="00895AD2">
      <w:r>
        <w:t>408.3526</w:t>
      </w:r>
      <w:r>
        <w:tab/>
        <w:t>3.038e0</w:t>
      </w:r>
    </w:p>
    <w:p w:rsidR="00895AD2" w:rsidRDefault="00895AD2" w:rsidP="00895AD2">
      <w:r>
        <w:t>408.3996</w:t>
      </w:r>
      <w:r>
        <w:tab/>
        <w:t>1.013e0</w:t>
      </w:r>
    </w:p>
    <w:p w:rsidR="00895AD2" w:rsidRDefault="00895AD2" w:rsidP="00895AD2">
      <w:r>
        <w:lastRenderedPageBreak/>
        <w:t>408.4789</w:t>
      </w:r>
      <w:r>
        <w:tab/>
        <w:t>1.013e0</w:t>
      </w:r>
    </w:p>
    <w:p w:rsidR="00895AD2" w:rsidRDefault="00895AD2" w:rsidP="00895AD2">
      <w:r>
        <w:t>408.5653</w:t>
      </w:r>
      <w:r>
        <w:tab/>
        <w:t>1.013e0</w:t>
      </w:r>
    </w:p>
    <w:p w:rsidR="00895AD2" w:rsidRDefault="00895AD2" w:rsidP="00895AD2">
      <w:r>
        <w:t>409.0742</w:t>
      </w:r>
      <w:r>
        <w:tab/>
        <w:t>2.025e0</w:t>
      </w:r>
    </w:p>
    <w:p w:rsidR="00895AD2" w:rsidRDefault="00895AD2" w:rsidP="00895AD2">
      <w:r>
        <w:t>409.1621</w:t>
      </w:r>
      <w:r>
        <w:tab/>
        <w:t>2.080e0</w:t>
      </w:r>
    </w:p>
    <w:p w:rsidR="00895AD2" w:rsidRDefault="00895AD2" w:rsidP="00895AD2">
      <w:r>
        <w:t>409.1978</w:t>
      </w:r>
      <w:r>
        <w:tab/>
        <w:t>3.038e0</w:t>
      </w:r>
    </w:p>
    <w:p w:rsidR="00895AD2" w:rsidRDefault="00895AD2" w:rsidP="00895AD2">
      <w:r>
        <w:t>409.2758</w:t>
      </w:r>
      <w:r>
        <w:tab/>
        <w:t>1.013e0</w:t>
      </w:r>
    </w:p>
    <w:p w:rsidR="00895AD2" w:rsidRDefault="00895AD2" w:rsidP="00895AD2">
      <w:r>
        <w:t>409.3576</w:t>
      </w:r>
      <w:r>
        <w:tab/>
        <w:t>1.013e0</w:t>
      </w:r>
    </w:p>
    <w:p w:rsidR="00895AD2" w:rsidRDefault="00895AD2" w:rsidP="00895AD2">
      <w:r>
        <w:t>409.4644</w:t>
      </w:r>
      <w:r>
        <w:tab/>
        <w:t>1.013e0</w:t>
      </w:r>
    </w:p>
    <w:p w:rsidR="00895AD2" w:rsidRDefault="00895AD2" w:rsidP="00895AD2">
      <w:r>
        <w:t>409.5757</w:t>
      </w:r>
      <w:r>
        <w:tab/>
        <w:t>1.013e0</w:t>
      </w:r>
    </w:p>
    <w:p w:rsidR="00895AD2" w:rsidRDefault="00895AD2" w:rsidP="00895AD2">
      <w:r>
        <w:t>409.8241</w:t>
      </w:r>
      <w:r>
        <w:tab/>
        <w:t>1.013e0</w:t>
      </w:r>
    </w:p>
    <w:p w:rsidR="00895AD2" w:rsidRDefault="00895AD2" w:rsidP="00895AD2">
      <w:r>
        <w:t>409.8792</w:t>
      </w:r>
      <w:r>
        <w:tab/>
        <w:t>1.013e0</w:t>
      </w:r>
    </w:p>
    <w:p w:rsidR="00895AD2" w:rsidRDefault="00895AD2" w:rsidP="00895AD2">
      <w:r>
        <w:t>409.9271</w:t>
      </w:r>
      <w:r>
        <w:tab/>
        <w:t>1.013e0</w:t>
      </w:r>
    </w:p>
    <w:p w:rsidR="00895AD2" w:rsidRDefault="00895AD2" w:rsidP="00895AD2">
      <w:r>
        <w:t>410.0238</w:t>
      </w:r>
      <w:r>
        <w:tab/>
        <w:t>1.013e0</w:t>
      </w:r>
    </w:p>
    <w:p w:rsidR="00895AD2" w:rsidRDefault="00895AD2" w:rsidP="00895AD2">
      <w:r>
        <w:t>410.0879</w:t>
      </w:r>
      <w:r>
        <w:tab/>
        <w:t>4.051e0</w:t>
      </w:r>
    </w:p>
    <w:p w:rsidR="00895AD2" w:rsidRDefault="00895AD2" w:rsidP="00895AD2">
      <w:r>
        <w:t>410.1835</w:t>
      </w:r>
      <w:r>
        <w:tab/>
        <w:t>1.013e0</w:t>
      </w:r>
    </w:p>
    <w:p w:rsidR="00895AD2" w:rsidRDefault="00895AD2" w:rsidP="00895AD2">
      <w:r>
        <w:t>410.2707</w:t>
      </w:r>
      <w:r>
        <w:tab/>
        <w:t>2.025e0</w:t>
      </w:r>
    </w:p>
    <w:p w:rsidR="00895AD2" w:rsidRDefault="00895AD2" w:rsidP="00895AD2">
      <w:r>
        <w:t>410.3386</w:t>
      </w:r>
      <w:r>
        <w:tab/>
        <w:t>3.038e0</w:t>
      </w:r>
    </w:p>
    <w:p w:rsidR="00895AD2" w:rsidRDefault="00895AD2" w:rsidP="00895AD2">
      <w:r>
        <w:t>410.4290</w:t>
      </w:r>
      <w:r>
        <w:tab/>
        <w:t>1.013e0</w:t>
      </w:r>
    </w:p>
    <w:p w:rsidR="00895AD2" w:rsidRDefault="00895AD2" w:rsidP="00895AD2">
      <w:r>
        <w:t>410.5231</w:t>
      </w:r>
      <w:r>
        <w:tab/>
        <w:t>1.013e0</w:t>
      </w:r>
    </w:p>
    <w:p w:rsidR="00895AD2" w:rsidRDefault="00895AD2" w:rsidP="00895AD2">
      <w:r>
        <w:lastRenderedPageBreak/>
        <w:t>410.6100</w:t>
      </w:r>
      <w:r>
        <w:tab/>
        <w:t>1.013e0</w:t>
      </w:r>
    </w:p>
    <w:p w:rsidR="00895AD2" w:rsidRDefault="00895AD2" w:rsidP="00895AD2">
      <w:r>
        <w:t>410.9741</w:t>
      </w:r>
      <w:r>
        <w:tab/>
        <w:t>2.025e0</w:t>
      </w:r>
    </w:p>
    <w:p w:rsidR="00895AD2" w:rsidRDefault="00895AD2" w:rsidP="00895AD2">
      <w:r>
        <w:t>411.1534</w:t>
      </w:r>
      <w:r>
        <w:tab/>
        <w:t>1.013e0</w:t>
      </w:r>
    </w:p>
    <w:p w:rsidR="00895AD2" w:rsidRDefault="00895AD2" w:rsidP="00895AD2">
      <w:r>
        <w:t>411.2128</w:t>
      </w:r>
      <w:r>
        <w:tab/>
        <w:t>3.038e0</w:t>
      </w:r>
    </w:p>
    <w:p w:rsidR="00895AD2" w:rsidRDefault="00895AD2" w:rsidP="00895AD2">
      <w:r>
        <w:t>411.2949</w:t>
      </w:r>
      <w:r>
        <w:tab/>
        <w:t>2.025e0</w:t>
      </w:r>
    </w:p>
    <w:p w:rsidR="00895AD2" w:rsidRDefault="00895AD2" w:rsidP="00895AD2">
      <w:r>
        <w:t>411.3547</w:t>
      </w:r>
      <w:r>
        <w:tab/>
        <w:t>1.013e0</w:t>
      </w:r>
    </w:p>
    <w:p w:rsidR="00895AD2" w:rsidRDefault="00895AD2" w:rsidP="00895AD2">
      <w:r>
        <w:t>411.7146</w:t>
      </w:r>
      <w:r>
        <w:tab/>
        <w:t>1.013e0</w:t>
      </w:r>
    </w:p>
    <w:p w:rsidR="00895AD2" w:rsidRDefault="00895AD2" w:rsidP="00895AD2">
      <w:r>
        <w:t>411.8996</w:t>
      </w:r>
      <w:r>
        <w:tab/>
        <w:t>1.013e0</w:t>
      </w:r>
    </w:p>
    <w:p w:rsidR="00895AD2" w:rsidRDefault="00895AD2" w:rsidP="00895AD2">
      <w:r>
        <w:t>411.9953</w:t>
      </w:r>
      <w:r>
        <w:tab/>
        <w:t>1.013e0</w:t>
      </w:r>
    </w:p>
    <w:p w:rsidR="00895AD2" w:rsidRDefault="00895AD2" w:rsidP="00895AD2">
      <w:r>
        <w:t>412.0883</w:t>
      </w:r>
      <w:r>
        <w:tab/>
        <w:t>1.013e0</w:t>
      </w:r>
    </w:p>
    <w:p w:rsidR="00895AD2" w:rsidRDefault="00895AD2" w:rsidP="00895AD2">
      <w:r>
        <w:t>412.1664</w:t>
      </w:r>
      <w:r>
        <w:tab/>
        <w:t>5.063e0</w:t>
      </w:r>
    </w:p>
    <w:p w:rsidR="00895AD2" w:rsidRDefault="00895AD2" w:rsidP="00895AD2">
      <w:r>
        <w:t>412.2278</w:t>
      </w:r>
      <w:r>
        <w:tab/>
        <w:t>1.013e0</w:t>
      </w:r>
    </w:p>
    <w:p w:rsidR="00895AD2" w:rsidRDefault="00895AD2" w:rsidP="00895AD2">
      <w:r>
        <w:t>412.3487</w:t>
      </w:r>
      <w:r>
        <w:tab/>
        <w:t>2.025e0</w:t>
      </w:r>
    </w:p>
    <w:p w:rsidR="00895AD2" w:rsidRDefault="00895AD2" w:rsidP="00895AD2">
      <w:r>
        <w:t>412.4967</w:t>
      </w:r>
      <w:r>
        <w:tab/>
        <w:t>1.013e0</w:t>
      </w:r>
    </w:p>
    <w:p w:rsidR="00895AD2" w:rsidRDefault="00895AD2" w:rsidP="00895AD2">
      <w:r>
        <w:t>412.6277</w:t>
      </w:r>
      <w:r>
        <w:tab/>
        <w:t>2.025e0</w:t>
      </w:r>
    </w:p>
    <w:p w:rsidR="00895AD2" w:rsidRDefault="00895AD2" w:rsidP="00895AD2">
      <w:r>
        <w:t>412.9297</w:t>
      </w:r>
      <w:r>
        <w:tab/>
        <w:t>2.025e0</w:t>
      </w:r>
    </w:p>
    <w:p w:rsidR="00895AD2" w:rsidRDefault="00895AD2" w:rsidP="00895AD2">
      <w:r>
        <w:t>413.0587</w:t>
      </w:r>
      <w:r>
        <w:tab/>
        <w:t>3.038e0</w:t>
      </w:r>
    </w:p>
    <w:p w:rsidR="00895AD2" w:rsidRDefault="00895AD2" w:rsidP="00895AD2">
      <w:r>
        <w:t>413.1735</w:t>
      </w:r>
      <w:r>
        <w:tab/>
        <w:t>2.025e0</w:t>
      </w:r>
    </w:p>
    <w:p w:rsidR="00895AD2" w:rsidRDefault="00895AD2" w:rsidP="00895AD2">
      <w:r>
        <w:t>413.2425</w:t>
      </w:r>
      <w:r>
        <w:tab/>
        <w:t>1.013e0</w:t>
      </w:r>
    </w:p>
    <w:p w:rsidR="00895AD2" w:rsidRDefault="00895AD2" w:rsidP="00895AD2">
      <w:r>
        <w:lastRenderedPageBreak/>
        <w:t>413.2746</w:t>
      </w:r>
      <w:r>
        <w:tab/>
        <w:t>2.025e0</w:t>
      </w:r>
    </w:p>
    <w:p w:rsidR="00895AD2" w:rsidRDefault="00895AD2" w:rsidP="00895AD2">
      <w:r>
        <w:t>413.3192</w:t>
      </w:r>
      <w:r>
        <w:tab/>
        <w:t>2.025e0</w:t>
      </w:r>
    </w:p>
    <w:p w:rsidR="00895AD2" w:rsidRDefault="00895AD2" w:rsidP="00895AD2">
      <w:r>
        <w:t>413.3671</w:t>
      </w:r>
      <w:r>
        <w:tab/>
        <w:t>1.013e0</w:t>
      </w:r>
    </w:p>
    <w:p w:rsidR="00895AD2" w:rsidRDefault="00895AD2" w:rsidP="00895AD2">
      <w:r>
        <w:t>413.6107</w:t>
      </w:r>
      <w:r>
        <w:tab/>
        <w:t>1.013e0</w:t>
      </w:r>
    </w:p>
    <w:p w:rsidR="00895AD2" w:rsidRDefault="00895AD2" w:rsidP="00895AD2">
      <w:r>
        <w:t>413.7444</w:t>
      </w:r>
      <w:r>
        <w:tab/>
        <w:t>3.038e0</w:t>
      </w:r>
    </w:p>
    <w:p w:rsidR="00895AD2" w:rsidRDefault="00895AD2" w:rsidP="00895AD2">
      <w:r>
        <w:t>414.1375</w:t>
      </w:r>
      <w:r>
        <w:tab/>
        <w:t>2.025e0</w:t>
      </w:r>
    </w:p>
    <w:p w:rsidR="00895AD2" w:rsidRDefault="00895AD2" w:rsidP="00895AD2">
      <w:r>
        <w:t>414.1968</w:t>
      </w:r>
      <w:r>
        <w:tab/>
        <w:t>2.025e0</w:t>
      </w:r>
    </w:p>
    <w:p w:rsidR="00895AD2" w:rsidRDefault="00895AD2" w:rsidP="00895AD2">
      <w:r>
        <w:t>414.2517</w:t>
      </w:r>
      <w:r>
        <w:tab/>
        <w:t>3.038e0</w:t>
      </w:r>
    </w:p>
    <w:p w:rsidR="00895AD2" w:rsidRDefault="00895AD2" w:rsidP="00895AD2">
      <w:r>
        <w:t>414.3077</w:t>
      </w:r>
      <w:r>
        <w:tab/>
        <w:t>1.013e0</w:t>
      </w:r>
    </w:p>
    <w:p w:rsidR="00895AD2" w:rsidRDefault="00895AD2" w:rsidP="00895AD2">
      <w:r>
        <w:t>414.3548</w:t>
      </w:r>
      <w:r>
        <w:tab/>
        <w:t>1.013e0</w:t>
      </w:r>
    </w:p>
    <w:p w:rsidR="00895AD2" w:rsidRDefault="00895AD2" w:rsidP="00895AD2">
      <w:r>
        <w:t>414.6324</w:t>
      </w:r>
      <w:r>
        <w:tab/>
        <w:t>1.013e0</w:t>
      </w:r>
    </w:p>
    <w:p w:rsidR="00895AD2" w:rsidRDefault="00895AD2" w:rsidP="00895AD2">
      <w:r>
        <w:t>414.6689</w:t>
      </w:r>
      <w:r>
        <w:tab/>
        <w:t>1.013e0</w:t>
      </w:r>
    </w:p>
    <w:p w:rsidR="00895AD2" w:rsidRDefault="00895AD2" w:rsidP="00895AD2">
      <w:r>
        <w:t>414.9670</w:t>
      </w:r>
      <w:r>
        <w:tab/>
        <w:t>2.025e0</w:t>
      </w:r>
    </w:p>
    <w:p w:rsidR="00895AD2" w:rsidRDefault="00895AD2" w:rsidP="00895AD2">
      <w:r>
        <w:t>415.1239</w:t>
      </w:r>
      <w:r>
        <w:tab/>
        <w:t>1.013e0</w:t>
      </w:r>
    </w:p>
    <w:p w:rsidR="00895AD2" w:rsidRDefault="00895AD2" w:rsidP="00895AD2">
      <w:r>
        <w:t>415.2538</w:t>
      </w:r>
      <w:r>
        <w:tab/>
        <w:t>2.025e0</w:t>
      </w:r>
    </w:p>
    <w:p w:rsidR="00895AD2" w:rsidRDefault="00895AD2" w:rsidP="00895AD2">
      <w:r>
        <w:t>415.3270</w:t>
      </w:r>
      <w:r>
        <w:tab/>
        <w:t>1.013e0</w:t>
      </w:r>
    </w:p>
    <w:p w:rsidR="00895AD2" w:rsidRDefault="00895AD2" w:rsidP="00895AD2">
      <w:r>
        <w:t>415.3563</w:t>
      </w:r>
      <w:r>
        <w:tab/>
        <w:t>1.013e0</w:t>
      </w:r>
    </w:p>
    <w:p w:rsidR="00895AD2" w:rsidRDefault="00895AD2" w:rsidP="00895AD2">
      <w:r>
        <w:t>415.4075</w:t>
      </w:r>
      <w:r>
        <w:tab/>
        <w:t>1.013e0</w:t>
      </w:r>
    </w:p>
    <w:p w:rsidR="00895AD2" w:rsidRDefault="00895AD2" w:rsidP="00895AD2">
      <w:r>
        <w:t>415.8835</w:t>
      </w:r>
      <w:r>
        <w:tab/>
        <w:t>1.013e0</w:t>
      </w:r>
    </w:p>
    <w:p w:rsidR="00895AD2" w:rsidRDefault="00895AD2" w:rsidP="00895AD2">
      <w:r>
        <w:lastRenderedPageBreak/>
        <w:t>415.9641</w:t>
      </w:r>
      <w:r>
        <w:tab/>
        <w:t>1.013e0</w:t>
      </w:r>
    </w:p>
    <w:p w:rsidR="00895AD2" w:rsidRDefault="00895AD2" w:rsidP="00895AD2">
      <w:r>
        <w:t>416.0827</w:t>
      </w:r>
      <w:r>
        <w:tab/>
        <w:t>1.013e0</w:t>
      </w:r>
    </w:p>
    <w:p w:rsidR="00895AD2" w:rsidRDefault="00895AD2" w:rsidP="00895AD2">
      <w:r>
        <w:t>416.1609</w:t>
      </w:r>
      <w:r>
        <w:tab/>
        <w:t>1.013e0</w:t>
      </w:r>
    </w:p>
    <w:p w:rsidR="00895AD2" w:rsidRDefault="00895AD2" w:rsidP="00895AD2">
      <w:r>
        <w:t>416.2622</w:t>
      </w:r>
      <w:r>
        <w:tab/>
        <w:t>3.038e0</w:t>
      </w:r>
    </w:p>
    <w:p w:rsidR="00895AD2" w:rsidRDefault="00895AD2" w:rsidP="00895AD2">
      <w:r>
        <w:t>416.3071</w:t>
      </w:r>
      <w:r>
        <w:tab/>
        <w:t>2.025e0</w:t>
      </w:r>
    </w:p>
    <w:p w:rsidR="00895AD2" w:rsidRDefault="00895AD2" w:rsidP="00895AD2">
      <w:r>
        <w:t>416.3599</w:t>
      </w:r>
      <w:r>
        <w:tab/>
        <w:t>1.013e0</w:t>
      </w:r>
    </w:p>
    <w:p w:rsidR="00895AD2" w:rsidRDefault="00895AD2" w:rsidP="00895AD2">
      <w:r>
        <w:t>416.4699</w:t>
      </w:r>
      <w:r>
        <w:tab/>
        <w:t>1.013e0</w:t>
      </w:r>
    </w:p>
    <w:p w:rsidR="00895AD2" w:rsidRDefault="00895AD2" w:rsidP="00895AD2">
      <w:r>
        <w:t>416.5946</w:t>
      </w:r>
      <w:r>
        <w:tab/>
        <w:t>1.013e0</w:t>
      </w:r>
    </w:p>
    <w:p w:rsidR="00895AD2" w:rsidRDefault="00895AD2" w:rsidP="00895AD2">
      <w:r>
        <w:t>416.6387</w:t>
      </w:r>
      <w:r>
        <w:tab/>
        <w:t>1.013e0</w:t>
      </w:r>
    </w:p>
    <w:p w:rsidR="00895AD2" w:rsidRDefault="00895AD2" w:rsidP="00895AD2">
      <w:r>
        <w:t>416.9524</w:t>
      </w:r>
      <w:r>
        <w:tab/>
        <w:t>1.013e0</w:t>
      </w:r>
    </w:p>
    <w:p w:rsidR="00895AD2" w:rsidRDefault="00895AD2" w:rsidP="00895AD2">
      <w:r>
        <w:t>417.0167</w:t>
      </w:r>
      <w:r>
        <w:tab/>
        <w:t>1.013e0</w:t>
      </w:r>
    </w:p>
    <w:p w:rsidR="00895AD2" w:rsidRDefault="00895AD2" w:rsidP="00895AD2">
      <w:r>
        <w:t>417.0558</w:t>
      </w:r>
      <w:r>
        <w:tab/>
        <w:t>1.013e0</w:t>
      </w:r>
    </w:p>
    <w:p w:rsidR="00895AD2" w:rsidRDefault="00895AD2" w:rsidP="00895AD2">
      <w:r>
        <w:t>417.0865</w:t>
      </w:r>
      <w:r>
        <w:tab/>
        <w:t>1.013e0</w:t>
      </w:r>
    </w:p>
    <w:p w:rsidR="00895AD2" w:rsidRDefault="00895AD2" w:rsidP="00895AD2">
      <w:r>
        <w:t>417.1380</w:t>
      </w:r>
      <w:r>
        <w:tab/>
        <w:t>1.013e0</w:t>
      </w:r>
    </w:p>
    <w:p w:rsidR="00895AD2" w:rsidRDefault="00895AD2" w:rsidP="00895AD2">
      <w:r>
        <w:t>417.3428</w:t>
      </w:r>
      <w:r>
        <w:tab/>
        <w:t>5.063e0</w:t>
      </w:r>
    </w:p>
    <w:p w:rsidR="00895AD2" w:rsidRDefault="00895AD2" w:rsidP="00895AD2">
      <w:r>
        <w:t>417.4834</w:t>
      </w:r>
      <w:r>
        <w:tab/>
        <w:t>1.013e0</w:t>
      </w:r>
    </w:p>
    <w:p w:rsidR="00895AD2" w:rsidRDefault="00895AD2" w:rsidP="00895AD2">
      <w:r>
        <w:t>417.8194</w:t>
      </w:r>
      <w:r>
        <w:tab/>
        <w:t>2.025e0</w:t>
      </w:r>
    </w:p>
    <w:p w:rsidR="00895AD2" w:rsidRDefault="00895AD2" w:rsidP="00895AD2">
      <w:r>
        <w:t>417.9247</w:t>
      </w:r>
      <w:r>
        <w:tab/>
        <w:t>1.013e0</w:t>
      </w:r>
    </w:p>
    <w:p w:rsidR="00895AD2" w:rsidRDefault="00895AD2" w:rsidP="00895AD2">
      <w:r>
        <w:t>418.0222</w:t>
      </w:r>
      <w:r>
        <w:tab/>
        <w:t>2.025e0</w:t>
      </w:r>
    </w:p>
    <w:p w:rsidR="00895AD2" w:rsidRDefault="00895AD2" w:rsidP="00895AD2">
      <w:r>
        <w:lastRenderedPageBreak/>
        <w:t>418.1750</w:t>
      </w:r>
      <w:r>
        <w:tab/>
        <w:t>2.025e0</w:t>
      </w:r>
    </w:p>
    <w:p w:rsidR="00895AD2" w:rsidRDefault="00895AD2" w:rsidP="00895AD2">
      <w:r>
        <w:t>418.3063</w:t>
      </w:r>
      <w:r>
        <w:tab/>
        <w:t>2.025e0</w:t>
      </w:r>
    </w:p>
    <w:p w:rsidR="00895AD2" w:rsidRDefault="00895AD2" w:rsidP="00895AD2">
      <w:r>
        <w:t>418.4033</w:t>
      </w:r>
      <w:r>
        <w:tab/>
        <w:t>1.013e0</w:t>
      </w:r>
    </w:p>
    <w:p w:rsidR="00895AD2" w:rsidRDefault="00895AD2" w:rsidP="00895AD2">
      <w:r>
        <w:t>418.4503</w:t>
      </w:r>
      <w:r>
        <w:tab/>
        <w:t>1.013e0</w:t>
      </w:r>
    </w:p>
    <w:p w:rsidR="00895AD2" w:rsidRDefault="00895AD2" w:rsidP="00895AD2">
      <w:r>
        <w:t>418.4931</w:t>
      </w:r>
      <w:r>
        <w:tab/>
        <w:t>1.013e0</w:t>
      </w:r>
    </w:p>
    <w:p w:rsidR="00895AD2" w:rsidRDefault="00895AD2" w:rsidP="00895AD2">
      <w:r>
        <w:t>418.7670</w:t>
      </w:r>
      <w:r>
        <w:tab/>
        <w:t>2.025e0</w:t>
      </w:r>
    </w:p>
    <w:p w:rsidR="00895AD2" w:rsidRDefault="00895AD2" w:rsidP="00895AD2">
      <w:r>
        <w:t>418.8529</w:t>
      </w:r>
      <w:r>
        <w:tab/>
        <w:t>1.013e0</w:t>
      </w:r>
    </w:p>
    <w:p w:rsidR="00895AD2" w:rsidRDefault="00895AD2" w:rsidP="00895AD2">
      <w:r>
        <w:t>418.9825</w:t>
      </w:r>
      <w:r>
        <w:tab/>
        <w:t>2.025e0</w:t>
      </w:r>
    </w:p>
    <w:p w:rsidR="00895AD2" w:rsidRDefault="00895AD2" w:rsidP="00895AD2">
      <w:r>
        <w:t>419.2368</w:t>
      </w:r>
      <w:r>
        <w:tab/>
        <w:t>2.025e0</w:t>
      </w:r>
    </w:p>
    <w:p w:rsidR="00895AD2" w:rsidRDefault="00895AD2" w:rsidP="00895AD2">
      <w:r>
        <w:t>419.2992</w:t>
      </w:r>
      <w:r>
        <w:tab/>
        <w:t>3.038e0</w:t>
      </w:r>
    </w:p>
    <w:p w:rsidR="00895AD2" w:rsidRDefault="00895AD2" w:rsidP="00895AD2">
      <w:r>
        <w:t>419.3385</w:t>
      </w:r>
      <w:r>
        <w:tab/>
        <w:t>3.038e0</w:t>
      </w:r>
    </w:p>
    <w:p w:rsidR="00895AD2" w:rsidRDefault="00895AD2" w:rsidP="00895AD2">
      <w:r>
        <w:t>419.5835</w:t>
      </w:r>
      <w:r>
        <w:tab/>
        <w:t>1.013e0</w:t>
      </w:r>
    </w:p>
    <w:p w:rsidR="00895AD2" w:rsidRDefault="00895AD2" w:rsidP="00895AD2">
      <w:r>
        <w:t>419.7460</w:t>
      </w:r>
      <w:r>
        <w:tab/>
        <w:t>1.013e0</w:t>
      </w:r>
    </w:p>
    <w:p w:rsidR="00895AD2" w:rsidRDefault="00895AD2" w:rsidP="00895AD2">
      <w:r>
        <w:t>419.8051</w:t>
      </w:r>
      <w:r>
        <w:tab/>
        <w:t>1.013e0</w:t>
      </w:r>
    </w:p>
    <w:p w:rsidR="00895AD2" w:rsidRDefault="00895AD2" w:rsidP="00895AD2">
      <w:r>
        <w:t>419.8557</w:t>
      </w:r>
      <w:r>
        <w:tab/>
        <w:t>1.013e0</w:t>
      </w:r>
    </w:p>
    <w:p w:rsidR="00895AD2" w:rsidRDefault="00895AD2" w:rsidP="00895AD2">
      <w:r>
        <w:t>419.9751</w:t>
      </w:r>
      <w:r>
        <w:tab/>
        <w:t>1.013e0</w:t>
      </w:r>
    </w:p>
    <w:p w:rsidR="00895AD2" w:rsidRDefault="00895AD2" w:rsidP="00895AD2">
      <w:r>
        <w:t>420.0194</w:t>
      </w:r>
      <w:r>
        <w:tab/>
        <w:t>1.013e0</w:t>
      </w:r>
    </w:p>
    <w:p w:rsidR="00895AD2" w:rsidRDefault="00895AD2" w:rsidP="00895AD2">
      <w:r>
        <w:t>420.1442</w:t>
      </w:r>
      <w:r>
        <w:tab/>
        <w:t>3.038e0</w:t>
      </w:r>
    </w:p>
    <w:p w:rsidR="00895AD2" w:rsidRDefault="00895AD2" w:rsidP="00895AD2">
      <w:r>
        <w:t>420.2126</w:t>
      </w:r>
      <w:r>
        <w:tab/>
        <w:t>1.013e0</w:t>
      </w:r>
    </w:p>
    <w:p w:rsidR="00895AD2" w:rsidRDefault="00895AD2" w:rsidP="00895AD2">
      <w:r>
        <w:lastRenderedPageBreak/>
        <w:t>420.3338</w:t>
      </w:r>
      <w:r>
        <w:tab/>
        <w:t>3.038e0</w:t>
      </w:r>
    </w:p>
    <w:p w:rsidR="00895AD2" w:rsidRDefault="00895AD2" w:rsidP="00895AD2">
      <w:r>
        <w:t>420.3892</w:t>
      </w:r>
      <w:r>
        <w:tab/>
        <w:t>2.025e0</w:t>
      </w:r>
    </w:p>
    <w:p w:rsidR="00895AD2" w:rsidRDefault="00895AD2" w:rsidP="00895AD2">
      <w:r>
        <w:t>420.4706</w:t>
      </w:r>
      <w:r>
        <w:tab/>
        <w:t>1.013e0</w:t>
      </w:r>
    </w:p>
    <w:p w:rsidR="00895AD2" w:rsidRDefault="00895AD2" w:rsidP="00895AD2">
      <w:r>
        <w:t>420.5446</w:t>
      </w:r>
      <w:r>
        <w:tab/>
        <w:t>1.013e0</w:t>
      </w:r>
    </w:p>
    <w:p w:rsidR="00895AD2" w:rsidRDefault="00895AD2" w:rsidP="00895AD2">
      <w:r>
        <w:t>420.7149</w:t>
      </w:r>
      <w:r>
        <w:tab/>
        <w:t>1.013e0</w:t>
      </w:r>
    </w:p>
    <w:p w:rsidR="00895AD2" w:rsidRDefault="00895AD2" w:rsidP="00895AD2">
      <w:r>
        <w:t>420.7800</w:t>
      </w:r>
      <w:r>
        <w:tab/>
        <w:t>2.025e0</w:t>
      </w:r>
    </w:p>
    <w:p w:rsidR="00895AD2" w:rsidRDefault="00895AD2" w:rsidP="00895AD2">
      <w:r>
        <w:t>420.8185</w:t>
      </w:r>
      <w:r>
        <w:tab/>
        <w:t>1.013e0</w:t>
      </w:r>
    </w:p>
    <w:p w:rsidR="00895AD2" w:rsidRDefault="00895AD2" w:rsidP="00895AD2">
      <w:r>
        <w:t>420.9370</w:t>
      </w:r>
      <w:r>
        <w:tab/>
        <w:t>1.013e0</w:t>
      </w:r>
    </w:p>
    <w:p w:rsidR="00895AD2" w:rsidRDefault="00895AD2" w:rsidP="00895AD2">
      <w:r>
        <w:t>421.0259</w:t>
      </w:r>
      <w:r>
        <w:tab/>
        <w:t>1.013e0</w:t>
      </w:r>
    </w:p>
    <w:p w:rsidR="00895AD2" w:rsidRDefault="00895AD2" w:rsidP="00895AD2">
      <w:r>
        <w:t>421.1430</w:t>
      </w:r>
      <w:r>
        <w:tab/>
        <w:t>4.051e0</w:t>
      </w:r>
    </w:p>
    <w:p w:rsidR="00895AD2" w:rsidRDefault="00895AD2" w:rsidP="00895AD2">
      <w:r>
        <w:t>421.2089</w:t>
      </w:r>
      <w:r>
        <w:tab/>
        <w:t>7.292e0</w:t>
      </w:r>
    </w:p>
    <w:p w:rsidR="00895AD2" w:rsidRDefault="00895AD2" w:rsidP="00895AD2">
      <w:r>
        <w:t>421.2939</w:t>
      </w:r>
      <w:r>
        <w:tab/>
        <w:t>2.025e0</w:t>
      </w:r>
    </w:p>
    <w:p w:rsidR="00895AD2" w:rsidRDefault="00895AD2" w:rsidP="00895AD2">
      <w:r>
        <w:t>421.3426</w:t>
      </w:r>
      <w:r>
        <w:tab/>
        <w:t>4.051e0</w:t>
      </w:r>
    </w:p>
    <w:p w:rsidR="00895AD2" w:rsidRDefault="00895AD2" w:rsidP="00895AD2">
      <w:r>
        <w:t>421.5295</w:t>
      </w:r>
      <w:r>
        <w:tab/>
        <w:t>1.013e0</w:t>
      </w:r>
    </w:p>
    <w:p w:rsidR="00895AD2" w:rsidRDefault="00895AD2" w:rsidP="00895AD2">
      <w:r>
        <w:t>421.7081</w:t>
      </w:r>
      <w:r>
        <w:tab/>
        <w:t>1.013e0</w:t>
      </w:r>
    </w:p>
    <w:p w:rsidR="00895AD2" w:rsidRDefault="00895AD2" w:rsidP="00895AD2">
      <w:r>
        <w:t>421.8186</w:t>
      </w:r>
      <w:r>
        <w:tab/>
        <w:t>1.013e0</w:t>
      </w:r>
    </w:p>
    <w:p w:rsidR="00895AD2" w:rsidRDefault="00895AD2" w:rsidP="00895AD2">
      <w:r>
        <w:t>421.9243</w:t>
      </w:r>
      <w:r>
        <w:tab/>
        <w:t>2.025e0</w:t>
      </w:r>
    </w:p>
    <w:p w:rsidR="00895AD2" w:rsidRDefault="00895AD2" w:rsidP="00895AD2">
      <w:r>
        <w:t>421.9864</w:t>
      </w:r>
      <w:r>
        <w:tab/>
        <w:t>1.013e0</w:t>
      </w:r>
    </w:p>
    <w:p w:rsidR="00895AD2" w:rsidRDefault="00895AD2" w:rsidP="00895AD2">
      <w:r>
        <w:t>422.0634</w:t>
      </w:r>
      <w:r>
        <w:tab/>
        <w:t>3.038e0</w:t>
      </w:r>
    </w:p>
    <w:p w:rsidR="00895AD2" w:rsidRDefault="00895AD2" w:rsidP="00895AD2">
      <w:r>
        <w:lastRenderedPageBreak/>
        <w:t>422.1201</w:t>
      </w:r>
      <w:r>
        <w:tab/>
        <w:t>2.025e0</w:t>
      </w:r>
    </w:p>
    <w:p w:rsidR="00895AD2" w:rsidRDefault="00895AD2" w:rsidP="00895AD2">
      <w:r>
        <w:t>422.1720</w:t>
      </w:r>
      <w:r>
        <w:tab/>
        <w:t>1.013e0</w:t>
      </w:r>
    </w:p>
    <w:p w:rsidR="00895AD2" w:rsidRDefault="00895AD2" w:rsidP="00895AD2">
      <w:r>
        <w:t>422.2491</w:t>
      </w:r>
      <w:r>
        <w:tab/>
        <w:t>2.025e0</w:t>
      </w:r>
    </w:p>
    <w:p w:rsidR="00895AD2" w:rsidRDefault="00895AD2" w:rsidP="00895AD2">
      <w:r>
        <w:t>422.2913</w:t>
      </w:r>
      <w:r>
        <w:tab/>
        <w:t>2.025e0</w:t>
      </w:r>
    </w:p>
    <w:p w:rsidR="00895AD2" w:rsidRDefault="00895AD2" w:rsidP="00895AD2">
      <w:r>
        <w:t>422.4358</w:t>
      </w:r>
      <w:r>
        <w:tab/>
        <w:t>1.013e0</w:t>
      </w:r>
    </w:p>
    <w:p w:rsidR="00895AD2" w:rsidRDefault="00895AD2" w:rsidP="00895AD2">
      <w:r>
        <w:t>422.5572</w:t>
      </w:r>
      <w:r>
        <w:tab/>
        <w:t>2.025e0</w:t>
      </w:r>
    </w:p>
    <w:p w:rsidR="00895AD2" w:rsidRDefault="00895AD2" w:rsidP="00895AD2">
      <w:r>
        <w:t>422.6099</w:t>
      </w:r>
      <w:r>
        <w:tab/>
        <w:t>2.025e0</w:t>
      </w:r>
    </w:p>
    <w:p w:rsidR="00895AD2" w:rsidRDefault="00895AD2" w:rsidP="00895AD2">
      <w:r>
        <w:t>422.7592</w:t>
      </w:r>
      <w:r>
        <w:tab/>
        <w:t>2.025e0</w:t>
      </w:r>
    </w:p>
    <w:p w:rsidR="00895AD2" w:rsidRDefault="00895AD2" w:rsidP="00895AD2">
      <w:r>
        <w:t>422.8150</w:t>
      </w:r>
      <w:r>
        <w:tab/>
        <w:t>1.013e0</w:t>
      </w:r>
    </w:p>
    <w:p w:rsidR="00895AD2" w:rsidRDefault="00895AD2" w:rsidP="00895AD2">
      <w:r>
        <w:t>422.8753</w:t>
      </w:r>
      <w:r>
        <w:tab/>
        <w:t>1.013e0</w:t>
      </w:r>
    </w:p>
    <w:p w:rsidR="00895AD2" w:rsidRDefault="00895AD2" w:rsidP="00895AD2">
      <w:r>
        <w:t>423.0009</w:t>
      </w:r>
      <w:r>
        <w:tab/>
        <w:t>1.013e0</w:t>
      </w:r>
    </w:p>
    <w:p w:rsidR="00895AD2" w:rsidRDefault="00895AD2" w:rsidP="00895AD2">
      <w:r>
        <w:t>423.0789</w:t>
      </w:r>
      <w:r>
        <w:tab/>
        <w:t>1.013e0</w:t>
      </w:r>
    </w:p>
    <w:p w:rsidR="00895AD2" w:rsidRDefault="00895AD2" w:rsidP="00895AD2">
      <w:r>
        <w:t>423.1825</w:t>
      </w:r>
      <w:r>
        <w:tab/>
        <w:t>1.013e0</w:t>
      </w:r>
    </w:p>
    <w:p w:rsidR="00895AD2" w:rsidRDefault="00895AD2" w:rsidP="00895AD2">
      <w:r>
        <w:t>423.2431</w:t>
      </w:r>
      <w:r>
        <w:tab/>
        <w:t>2.025e0</w:t>
      </w:r>
    </w:p>
    <w:p w:rsidR="00895AD2" w:rsidRDefault="00895AD2" w:rsidP="00895AD2">
      <w:r>
        <w:t>423.2893</w:t>
      </w:r>
      <w:r>
        <w:tab/>
        <w:t>3.038e0</w:t>
      </w:r>
    </w:p>
    <w:p w:rsidR="00895AD2" w:rsidRDefault="00895AD2" w:rsidP="00895AD2">
      <w:r>
        <w:t>423.3801</w:t>
      </w:r>
      <w:r>
        <w:tab/>
        <w:t>2.025e0</w:t>
      </w:r>
    </w:p>
    <w:p w:rsidR="00895AD2" w:rsidRDefault="00895AD2" w:rsidP="00895AD2">
      <w:r>
        <w:t>423.4467</w:t>
      </w:r>
      <w:r>
        <w:tab/>
        <w:t>1.013e0</w:t>
      </w:r>
    </w:p>
    <w:p w:rsidR="00895AD2" w:rsidRDefault="00895AD2" w:rsidP="00895AD2">
      <w:r>
        <w:t>423.5668</w:t>
      </w:r>
      <w:r>
        <w:tab/>
        <w:t>2.025e0</w:t>
      </w:r>
    </w:p>
    <w:p w:rsidR="00895AD2" w:rsidRDefault="00895AD2" w:rsidP="00895AD2">
      <w:r>
        <w:t>423.6393</w:t>
      </w:r>
      <w:r>
        <w:tab/>
        <w:t>2.025e0</w:t>
      </w:r>
    </w:p>
    <w:p w:rsidR="00895AD2" w:rsidRDefault="00895AD2" w:rsidP="00895AD2">
      <w:r>
        <w:lastRenderedPageBreak/>
        <w:t>423.7903</w:t>
      </w:r>
      <w:r>
        <w:tab/>
        <w:t>1.013e0</w:t>
      </w:r>
    </w:p>
    <w:p w:rsidR="00895AD2" w:rsidRDefault="00895AD2" w:rsidP="00895AD2">
      <w:r>
        <w:t>423.9252</w:t>
      </w:r>
      <w:r>
        <w:tab/>
        <w:t>1.013e0</w:t>
      </w:r>
    </w:p>
    <w:p w:rsidR="00895AD2" w:rsidRDefault="00895AD2" w:rsidP="00895AD2">
      <w:r>
        <w:t>424.1780</w:t>
      </w:r>
      <w:r>
        <w:tab/>
        <w:t>1.013e0</w:t>
      </w:r>
    </w:p>
    <w:p w:rsidR="00895AD2" w:rsidRDefault="00895AD2" w:rsidP="00895AD2">
      <w:r>
        <w:t>424.2452</w:t>
      </w:r>
      <w:r>
        <w:tab/>
        <w:t>1.013e0</w:t>
      </w:r>
    </w:p>
    <w:p w:rsidR="00895AD2" w:rsidRDefault="00895AD2" w:rsidP="00895AD2">
      <w:r>
        <w:t>424.2825</w:t>
      </w:r>
      <w:r>
        <w:tab/>
        <w:t>1.013e0</w:t>
      </w:r>
    </w:p>
    <w:p w:rsidR="00895AD2" w:rsidRDefault="00895AD2" w:rsidP="00895AD2">
      <w:r>
        <w:t>424.3615</w:t>
      </w:r>
      <w:r>
        <w:tab/>
        <w:t>5.063e0</w:t>
      </w:r>
    </w:p>
    <w:p w:rsidR="00895AD2" w:rsidRDefault="00895AD2" w:rsidP="00895AD2">
      <w:r>
        <w:t>424.6259</w:t>
      </w:r>
      <w:r>
        <w:tab/>
        <w:t>1.013e0</w:t>
      </w:r>
    </w:p>
    <w:p w:rsidR="00895AD2" w:rsidRDefault="00895AD2" w:rsidP="00895AD2">
      <w:r>
        <w:t>424.6609</w:t>
      </w:r>
      <w:r>
        <w:tab/>
        <w:t>1.013e0</w:t>
      </w:r>
    </w:p>
    <w:p w:rsidR="00895AD2" w:rsidRDefault="00895AD2" w:rsidP="00895AD2">
      <w:r>
        <w:t>424.9246</w:t>
      </w:r>
      <w:r>
        <w:tab/>
        <w:t>1.013e0</w:t>
      </w:r>
    </w:p>
    <w:p w:rsidR="00895AD2" w:rsidRDefault="00895AD2" w:rsidP="00895AD2">
      <w:r>
        <w:t>425.0146</w:t>
      </w:r>
      <w:r>
        <w:tab/>
        <w:t>1.013e0</w:t>
      </w:r>
    </w:p>
    <w:p w:rsidR="00895AD2" w:rsidRDefault="00895AD2" w:rsidP="00895AD2">
      <w:r>
        <w:t>425.0616</w:t>
      </w:r>
      <w:r>
        <w:tab/>
        <w:t>3.038e0</w:t>
      </w:r>
    </w:p>
    <w:p w:rsidR="00895AD2" w:rsidRDefault="00895AD2" w:rsidP="00895AD2">
      <w:r>
        <w:t>425.1750</w:t>
      </w:r>
      <w:r>
        <w:tab/>
        <w:t>2.025e0</w:t>
      </w:r>
    </w:p>
    <w:p w:rsidR="00895AD2" w:rsidRDefault="00895AD2" w:rsidP="00895AD2">
      <w:r>
        <w:t>425.3006</w:t>
      </w:r>
      <w:r>
        <w:tab/>
        <w:t>1.013e0</w:t>
      </w:r>
    </w:p>
    <w:p w:rsidR="00895AD2" w:rsidRDefault="00895AD2" w:rsidP="00895AD2">
      <w:r>
        <w:t>425.3790</w:t>
      </w:r>
      <w:r>
        <w:tab/>
        <w:t>1.013e0</w:t>
      </w:r>
    </w:p>
    <w:p w:rsidR="00895AD2" w:rsidRDefault="00895AD2" w:rsidP="00895AD2">
      <w:r>
        <w:t>425.4180</w:t>
      </w:r>
      <w:r>
        <w:tab/>
        <w:t>1.013e0</w:t>
      </w:r>
    </w:p>
    <w:p w:rsidR="00895AD2" w:rsidRDefault="00895AD2" w:rsidP="00895AD2">
      <w:r>
        <w:t>425.5863</w:t>
      </w:r>
      <w:r>
        <w:tab/>
        <w:t>1.013e0</w:t>
      </w:r>
    </w:p>
    <w:p w:rsidR="00895AD2" w:rsidRDefault="00895AD2" w:rsidP="00895AD2">
      <w:r>
        <w:t>425.6469</w:t>
      </w:r>
      <w:r>
        <w:tab/>
        <w:t>1.013e0</w:t>
      </w:r>
    </w:p>
    <w:p w:rsidR="00895AD2" w:rsidRDefault="00895AD2" w:rsidP="00895AD2">
      <w:r>
        <w:t>425.8795</w:t>
      </w:r>
      <w:r>
        <w:tab/>
        <w:t>2.025e0</w:t>
      </w:r>
    </w:p>
    <w:p w:rsidR="00895AD2" w:rsidRDefault="00895AD2" w:rsidP="00895AD2">
      <w:r>
        <w:t>425.9579</w:t>
      </w:r>
      <w:r>
        <w:tab/>
        <w:t>1.013e0</w:t>
      </w:r>
    </w:p>
    <w:p w:rsidR="00895AD2" w:rsidRDefault="00895AD2" w:rsidP="00895AD2">
      <w:r>
        <w:lastRenderedPageBreak/>
        <w:t>426.0400</w:t>
      </w:r>
      <w:r>
        <w:tab/>
        <w:t>1.013e0</w:t>
      </w:r>
    </w:p>
    <w:p w:rsidR="00895AD2" w:rsidRDefault="00895AD2" w:rsidP="00895AD2">
      <w:r>
        <w:t>426.1802</w:t>
      </w:r>
      <w:r>
        <w:tab/>
        <w:t>3.737e1</w:t>
      </w:r>
    </w:p>
    <w:p w:rsidR="00895AD2" w:rsidRDefault="00895AD2" w:rsidP="00895AD2">
      <w:r>
        <w:t>426.3496</w:t>
      </w:r>
      <w:r>
        <w:tab/>
        <w:t>2.025e0</w:t>
      </w:r>
    </w:p>
    <w:p w:rsidR="00895AD2" w:rsidRDefault="00895AD2" w:rsidP="00895AD2">
      <w:r>
        <w:t>426.4138</w:t>
      </w:r>
      <w:r>
        <w:tab/>
        <w:t>1.013e0</w:t>
      </w:r>
    </w:p>
    <w:p w:rsidR="00895AD2" w:rsidRDefault="00895AD2" w:rsidP="00895AD2">
      <w:r>
        <w:t>426.8413</w:t>
      </w:r>
      <w:r>
        <w:tab/>
        <w:t>1.013e0</w:t>
      </w:r>
    </w:p>
    <w:p w:rsidR="00895AD2" w:rsidRDefault="00895AD2" w:rsidP="00895AD2">
      <w:r>
        <w:t>426.9430</w:t>
      </w:r>
      <w:r>
        <w:tab/>
        <w:t>2.025e0</w:t>
      </w:r>
    </w:p>
    <w:p w:rsidR="00895AD2" w:rsidRDefault="00895AD2" w:rsidP="00895AD2">
      <w:r>
        <w:t>427.0532</w:t>
      </w:r>
      <w:r>
        <w:tab/>
        <w:t>2.025e0</w:t>
      </w:r>
    </w:p>
    <w:p w:rsidR="00895AD2" w:rsidRDefault="00895AD2" w:rsidP="00895AD2">
      <w:r>
        <w:t>427.1696</w:t>
      </w:r>
      <w:r>
        <w:tab/>
        <w:t>1.114e1</w:t>
      </w:r>
    </w:p>
    <w:p w:rsidR="00895AD2" w:rsidRDefault="00895AD2" w:rsidP="00895AD2">
      <w:r>
        <w:t>427.2766</w:t>
      </w:r>
      <w:r>
        <w:tab/>
        <w:t>2.025e0</w:t>
      </w:r>
    </w:p>
    <w:p w:rsidR="00895AD2" w:rsidRDefault="00895AD2" w:rsidP="00895AD2">
      <w:r>
        <w:t>427.3745</w:t>
      </w:r>
      <w:r>
        <w:tab/>
        <w:t>8.101e0</w:t>
      </w:r>
    </w:p>
    <w:p w:rsidR="00895AD2" w:rsidRDefault="00895AD2" w:rsidP="00895AD2">
      <w:r>
        <w:t>427.4307</w:t>
      </w:r>
      <w:r>
        <w:tab/>
        <w:t>2.025e0</w:t>
      </w:r>
    </w:p>
    <w:p w:rsidR="00895AD2" w:rsidRDefault="00895AD2" w:rsidP="00895AD2">
      <w:r>
        <w:t>427.6362</w:t>
      </w:r>
      <w:r>
        <w:tab/>
        <w:t>2.025e0</w:t>
      </w:r>
    </w:p>
    <w:p w:rsidR="00895AD2" w:rsidRDefault="00895AD2" w:rsidP="00895AD2">
      <w:r>
        <w:t>427.7574</w:t>
      </w:r>
      <w:r>
        <w:tab/>
        <w:t>2.025e0</w:t>
      </w:r>
    </w:p>
    <w:p w:rsidR="00895AD2" w:rsidRDefault="00895AD2" w:rsidP="00895AD2">
      <w:r>
        <w:t>427.9153</w:t>
      </w:r>
      <w:r>
        <w:tab/>
        <w:t>1.013e0</w:t>
      </w:r>
    </w:p>
    <w:p w:rsidR="00895AD2" w:rsidRDefault="00895AD2" w:rsidP="00895AD2">
      <w:r>
        <w:t>428.0357</w:t>
      </w:r>
      <w:r>
        <w:tab/>
        <w:t>1.013e0</w:t>
      </w:r>
    </w:p>
    <w:p w:rsidR="00895AD2" w:rsidRDefault="00895AD2" w:rsidP="00895AD2">
      <w:r>
        <w:t>428.1245</w:t>
      </w:r>
      <w:r>
        <w:tab/>
        <w:t>3.038e0</w:t>
      </w:r>
    </w:p>
    <w:p w:rsidR="00895AD2" w:rsidRDefault="00895AD2" w:rsidP="00895AD2">
      <w:r>
        <w:t>428.2041</w:t>
      </w:r>
      <w:r>
        <w:tab/>
        <w:t>2.025e0</w:t>
      </w:r>
    </w:p>
    <w:p w:rsidR="00895AD2" w:rsidRDefault="00895AD2" w:rsidP="00895AD2">
      <w:r>
        <w:t>428.3291</w:t>
      </w:r>
      <w:r>
        <w:tab/>
        <w:t>2.025e0</w:t>
      </w:r>
    </w:p>
    <w:p w:rsidR="00895AD2" w:rsidRDefault="00895AD2" w:rsidP="00895AD2">
      <w:r>
        <w:t>428.6227</w:t>
      </w:r>
      <w:r>
        <w:tab/>
        <w:t>1.013e0</w:t>
      </w:r>
    </w:p>
    <w:p w:rsidR="00895AD2" w:rsidRDefault="00895AD2" w:rsidP="00895AD2">
      <w:r>
        <w:lastRenderedPageBreak/>
        <w:t>428.6781</w:t>
      </w:r>
      <w:r>
        <w:tab/>
        <w:t>1.013e0</w:t>
      </w:r>
    </w:p>
    <w:p w:rsidR="00895AD2" w:rsidRDefault="00895AD2" w:rsidP="00895AD2">
      <w:r>
        <w:t>428.7769</w:t>
      </w:r>
      <w:r>
        <w:tab/>
        <w:t>2.025e0</w:t>
      </w:r>
    </w:p>
    <w:p w:rsidR="00895AD2" w:rsidRDefault="00895AD2" w:rsidP="00895AD2">
      <w:r>
        <w:t>429.0101</w:t>
      </w:r>
      <w:r>
        <w:tab/>
        <w:t>5.063e0</w:t>
      </w:r>
    </w:p>
    <w:p w:rsidR="00895AD2" w:rsidRDefault="00895AD2" w:rsidP="00895AD2">
      <w:r>
        <w:t>429.0748</w:t>
      </w:r>
      <w:r>
        <w:tab/>
        <w:t>1.013e0</w:t>
      </w:r>
    </w:p>
    <w:p w:rsidR="00895AD2" w:rsidRDefault="00895AD2" w:rsidP="00895AD2">
      <w:r>
        <w:t>429.1249</w:t>
      </w:r>
      <w:r>
        <w:tab/>
        <w:t>1.013e0</w:t>
      </w:r>
    </w:p>
    <w:p w:rsidR="00895AD2" w:rsidRDefault="00895AD2" w:rsidP="00895AD2">
      <w:r>
        <w:t>429.1577</w:t>
      </w:r>
      <w:r>
        <w:tab/>
        <w:t>1.013e0</w:t>
      </w:r>
    </w:p>
    <w:p w:rsidR="00895AD2" w:rsidRDefault="00895AD2" w:rsidP="00895AD2">
      <w:r>
        <w:t>429.2527</w:t>
      </w:r>
      <w:r>
        <w:tab/>
        <w:t>5.063e0</w:t>
      </w:r>
    </w:p>
    <w:p w:rsidR="00895AD2" w:rsidRDefault="00895AD2" w:rsidP="00895AD2">
      <w:r>
        <w:t>429.3309</w:t>
      </w:r>
      <w:r>
        <w:tab/>
        <w:t>4.051e0</w:t>
      </w:r>
    </w:p>
    <w:p w:rsidR="00895AD2" w:rsidRDefault="00895AD2" w:rsidP="00895AD2">
      <w:r>
        <w:t>429.3915</w:t>
      </w:r>
      <w:r>
        <w:tab/>
        <w:t>2.025e0</w:t>
      </w:r>
    </w:p>
    <w:p w:rsidR="00895AD2" w:rsidRDefault="00895AD2" w:rsidP="00895AD2">
      <w:r>
        <w:t>429.4820</w:t>
      </w:r>
      <w:r>
        <w:tab/>
        <w:t>1.013e0</w:t>
      </w:r>
    </w:p>
    <w:p w:rsidR="00895AD2" w:rsidRDefault="00895AD2" w:rsidP="00895AD2">
      <w:r>
        <w:t>429.5149</w:t>
      </w:r>
      <w:r>
        <w:tab/>
        <w:t>1.013e0</w:t>
      </w:r>
    </w:p>
    <w:p w:rsidR="00895AD2" w:rsidRDefault="00895AD2" w:rsidP="00895AD2">
      <w:r>
        <w:t>429.5757</w:t>
      </w:r>
      <w:r>
        <w:tab/>
        <w:t>1.013e0</w:t>
      </w:r>
    </w:p>
    <w:p w:rsidR="00895AD2" w:rsidRDefault="00895AD2" w:rsidP="00895AD2">
      <w:r>
        <w:t>429.6757</w:t>
      </w:r>
      <w:r>
        <w:tab/>
        <w:t>1.013e0</w:t>
      </w:r>
    </w:p>
    <w:p w:rsidR="00895AD2" w:rsidRDefault="00895AD2" w:rsidP="00895AD2">
      <w:r>
        <w:t>429.9424</w:t>
      </w:r>
      <w:r>
        <w:tab/>
        <w:t>3.038e0</w:t>
      </w:r>
    </w:p>
    <w:p w:rsidR="00895AD2" w:rsidRDefault="00895AD2" w:rsidP="00895AD2">
      <w:r>
        <w:t>430.0265</w:t>
      </w:r>
      <w:r>
        <w:tab/>
        <w:t>3.038e0</w:t>
      </w:r>
    </w:p>
    <w:p w:rsidR="00895AD2" w:rsidRDefault="00895AD2" w:rsidP="00895AD2">
      <w:r>
        <w:t>430.2502</w:t>
      </w:r>
      <w:r>
        <w:tab/>
        <w:t>4.051e0</w:t>
      </w:r>
    </w:p>
    <w:p w:rsidR="00895AD2" w:rsidRDefault="00895AD2" w:rsidP="00895AD2">
      <w:r>
        <w:t>430.3194</w:t>
      </w:r>
      <w:r>
        <w:tab/>
        <w:t>4.051e0</w:t>
      </w:r>
    </w:p>
    <w:p w:rsidR="00895AD2" w:rsidRDefault="00895AD2" w:rsidP="00895AD2">
      <w:r>
        <w:t>430.4126</w:t>
      </w:r>
      <w:r>
        <w:tab/>
        <w:t>1.013e0</w:t>
      </w:r>
    </w:p>
    <w:p w:rsidR="00895AD2" w:rsidRDefault="00895AD2" w:rsidP="00895AD2">
      <w:r>
        <w:t>430.6302</w:t>
      </w:r>
      <w:r>
        <w:tab/>
        <w:t>1.013e0</w:t>
      </w:r>
    </w:p>
    <w:p w:rsidR="00895AD2" w:rsidRDefault="00895AD2" w:rsidP="00895AD2">
      <w:r>
        <w:lastRenderedPageBreak/>
        <w:t>431.0540</w:t>
      </w:r>
      <w:r>
        <w:tab/>
        <w:t>1.013e0</w:t>
      </w:r>
    </w:p>
    <w:p w:rsidR="00895AD2" w:rsidRDefault="00895AD2" w:rsidP="00895AD2">
      <w:r>
        <w:t>431.1912</w:t>
      </w:r>
      <w:r>
        <w:tab/>
        <w:t>2.025e0</w:t>
      </w:r>
    </w:p>
    <w:p w:rsidR="00895AD2" w:rsidRDefault="00895AD2" w:rsidP="00895AD2">
      <w:r>
        <w:t>431.2845</w:t>
      </w:r>
      <w:r>
        <w:tab/>
        <w:t>6.121e0</w:t>
      </w:r>
    </w:p>
    <w:p w:rsidR="00895AD2" w:rsidRDefault="00895AD2" w:rsidP="00895AD2">
      <w:r>
        <w:t>431.3248</w:t>
      </w:r>
      <w:r>
        <w:tab/>
        <w:t>2.470e0</w:t>
      </w:r>
    </w:p>
    <w:p w:rsidR="00895AD2" w:rsidRDefault="00895AD2" w:rsidP="00895AD2">
      <w:r>
        <w:t>431.4250</w:t>
      </w:r>
      <w:r>
        <w:tab/>
        <w:t>1.013e0</w:t>
      </w:r>
    </w:p>
    <w:p w:rsidR="00895AD2" w:rsidRDefault="00895AD2" w:rsidP="00895AD2">
      <w:r>
        <w:t>431.7509</w:t>
      </w:r>
      <w:r>
        <w:tab/>
        <w:t>1.013e0</w:t>
      </w:r>
    </w:p>
    <w:p w:rsidR="00895AD2" w:rsidRDefault="00895AD2" w:rsidP="00895AD2">
      <w:r>
        <w:t>431.9189</w:t>
      </w:r>
      <w:r>
        <w:tab/>
        <w:t>1.013e0</w:t>
      </w:r>
    </w:p>
    <w:p w:rsidR="00895AD2" w:rsidRDefault="00895AD2" w:rsidP="00895AD2">
      <w:r>
        <w:t>432.0088</w:t>
      </w:r>
      <w:r>
        <w:tab/>
        <w:t>2.025e0</w:t>
      </w:r>
    </w:p>
    <w:p w:rsidR="00895AD2" w:rsidRDefault="00895AD2" w:rsidP="00895AD2">
      <w:r>
        <w:t>432.0922</w:t>
      </w:r>
      <w:r>
        <w:tab/>
        <w:t>1.013e0</w:t>
      </w:r>
    </w:p>
    <w:p w:rsidR="00895AD2" w:rsidRDefault="00895AD2" w:rsidP="00895AD2">
      <w:r>
        <w:t>432.2776</w:t>
      </w:r>
      <w:r>
        <w:tab/>
        <w:t>4.051e0</w:t>
      </w:r>
    </w:p>
    <w:p w:rsidR="00895AD2" w:rsidRDefault="00895AD2" w:rsidP="00895AD2">
      <w:r>
        <w:t>432.3299</w:t>
      </w:r>
      <w:r>
        <w:tab/>
        <w:t>2.237e0</w:t>
      </w:r>
    </w:p>
    <w:p w:rsidR="00895AD2" w:rsidRDefault="00895AD2" w:rsidP="00895AD2">
      <w:r>
        <w:t>432.3846</w:t>
      </w:r>
      <w:r>
        <w:tab/>
        <w:t>2.025e0</w:t>
      </w:r>
    </w:p>
    <w:p w:rsidR="00895AD2" w:rsidRDefault="00895AD2" w:rsidP="00895AD2">
      <w:r>
        <w:t>432.5273</w:t>
      </w:r>
      <w:r>
        <w:tab/>
        <w:t>1.013e0</w:t>
      </w:r>
    </w:p>
    <w:p w:rsidR="00895AD2" w:rsidRDefault="00895AD2" w:rsidP="00895AD2">
      <w:r>
        <w:t>432.8459</w:t>
      </w:r>
      <w:r>
        <w:tab/>
        <w:t>2.025e0</w:t>
      </w:r>
    </w:p>
    <w:p w:rsidR="00895AD2" w:rsidRDefault="00895AD2" w:rsidP="00895AD2">
      <w:r>
        <w:t>432.9355</w:t>
      </w:r>
      <w:r>
        <w:tab/>
        <w:t>2.025e0</w:t>
      </w:r>
    </w:p>
    <w:p w:rsidR="00895AD2" w:rsidRDefault="00895AD2" w:rsidP="00895AD2">
      <w:r>
        <w:t>432.9988</w:t>
      </w:r>
      <w:r>
        <w:tab/>
        <w:t>3.038e0</w:t>
      </w:r>
    </w:p>
    <w:p w:rsidR="00895AD2" w:rsidRDefault="00895AD2" w:rsidP="00895AD2">
      <w:r>
        <w:t>433.1479</w:t>
      </w:r>
      <w:r>
        <w:tab/>
        <w:t>1.013e0</w:t>
      </w:r>
    </w:p>
    <w:p w:rsidR="00895AD2" w:rsidRDefault="00895AD2" w:rsidP="00895AD2">
      <w:r>
        <w:t>433.2271</w:t>
      </w:r>
      <w:r>
        <w:tab/>
        <w:t>2.025e0</w:t>
      </w:r>
    </w:p>
    <w:p w:rsidR="00895AD2" w:rsidRDefault="00895AD2" w:rsidP="00895AD2">
      <w:r>
        <w:t>433.3112</w:t>
      </w:r>
      <w:r>
        <w:tab/>
        <w:t>2.025e0</w:t>
      </w:r>
    </w:p>
    <w:p w:rsidR="00895AD2" w:rsidRDefault="00895AD2" w:rsidP="00895AD2">
      <w:r>
        <w:lastRenderedPageBreak/>
        <w:t>433.5359</w:t>
      </w:r>
      <w:r>
        <w:tab/>
        <w:t>1.013e0</w:t>
      </w:r>
    </w:p>
    <w:p w:rsidR="00895AD2" w:rsidRDefault="00895AD2" w:rsidP="00895AD2">
      <w:r>
        <w:t>433.8445</w:t>
      </w:r>
      <w:r>
        <w:tab/>
        <w:t>2.025e0</w:t>
      </w:r>
    </w:p>
    <w:p w:rsidR="00895AD2" w:rsidRDefault="00895AD2" w:rsidP="00895AD2">
      <w:r>
        <w:t>433.9166</w:t>
      </w:r>
      <w:r>
        <w:tab/>
        <w:t>1.013e0</w:t>
      </w:r>
    </w:p>
    <w:p w:rsidR="00895AD2" w:rsidRDefault="00895AD2" w:rsidP="00895AD2">
      <w:r>
        <w:t>434.0232</w:t>
      </w:r>
      <w:r>
        <w:tab/>
        <w:t>2.025e0</w:t>
      </w:r>
    </w:p>
    <w:p w:rsidR="00895AD2" w:rsidRDefault="00895AD2" w:rsidP="00895AD2">
      <w:r>
        <w:t>434.1527</w:t>
      </w:r>
      <w:r>
        <w:tab/>
        <w:t>1.013e0</w:t>
      </w:r>
    </w:p>
    <w:p w:rsidR="00895AD2" w:rsidRDefault="00895AD2" w:rsidP="00895AD2">
      <w:r>
        <w:t>434.2329</w:t>
      </w:r>
      <w:r>
        <w:tab/>
        <w:t>2.025e0</w:t>
      </w:r>
    </w:p>
    <w:p w:rsidR="00895AD2" w:rsidRDefault="00895AD2" w:rsidP="00895AD2">
      <w:r>
        <w:t>434.2974</w:t>
      </w:r>
      <w:r>
        <w:tab/>
        <w:t>5.553e0</w:t>
      </w:r>
    </w:p>
    <w:p w:rsidR="00895AD2" w:rsidRDefault="00895AD2" w:rsidP="00895AD2">
      <w:r>
        <w:t>434.5357</w:t>
      </w:r>
      <w:r>
        <w:tab/>
        <w:t>1.013e0</w:t>
      </w:r>
    </w:p>
    <w:p w:rsidR="00895AD2" w:rsidRDefault="00895AD2" w:rsidP="00895AD2">
      <w:r>
        <w:t>434.6537</w:t>
      </w:r>
      <w:r>
        <w:tab/>
        <w:t>1.013e0</w:t>
      </w:r>
    </w:p>
    <w:p w:rsidR="00895AD2" w:rsidRDefault="00895AD2" w:rsidP="00895AD2">
      <w:r>
        <w:t>434.6968</w:t>
      </w:r>
      <w:r>
        <w:tab/>
        <w:t>1.013e0</w:t>
      </w:r>
    </w:p>
    <w:p w:rsidR="00895AD2" w:rsidRDefault="00895AD2" w:rsidP="00895AD2">
      <w:r>
        <w:t>435.2003</w:t>
      </w:r>
      <w:r>
        <w:tab/>
        <w:t>2.025e0</w:t>
      </w:r>
    </w:p>
    <w:p w:rsidR="00895AD2" w:rsidRDefault="00895AD2" w:rsidP="00895AD2">
      <w:r>
        <w:t>435.2665</w:t>
      </w:r>
      <w:r>
        <w:tab/>
        <w:t>1.013e0</w:t>
      </w:r>
    </w:p>
    <w:p w:rsidR="00895AD2" w:rsidRDefault="00895AD2" w:rsidP="00895AD2">
      <w:r>
        <w:t>435.3353</w:t>
      </w:r>
      <w:r>
        <w:tab/>
        <w:t>1.013e0</w:t>
      </w:r>
    </w:p>
    <w:p w:rsidR="00895AD2" w:rsidRDefault="00895AD2" w:rsidP="00895AD2">
      <w:r>
        <w:t>435.5983</w:t>
      </w:r>
      <w:r>
        <w:tab/>
        <w:t>2.025e0</w:t>
      </w:r>
    </w:p>
    <w:p w:rsidR="00895AD2" w:rsidRDefault="00895AD2" w:rsidP="00895AD2">
      <w:r>
        <w:t>435.9200</w:t>
      </w:r>
      <w:r>
        <w:tab/>
        <w:t>2.025e0</w:t>
      </w:r>
    </w:p>
    <w:p w:rsidR="00895AD2" w:rsidRDefault="00895AD2" w:rsidP="00895AD2">
      <w:r>
        <w:t>435.9774</w:t>
      </w:r>
      <w:r>
        <w:tab/>
        <w:t>1.013e0</w:t>
      </w:r>
    </w:p>
    <w:p w:rsidR="00895AD2" w:rsidRDefault="00895AD2" w:rsidP="00895AD2">
      <w:r>
        <w:t>436.0540</w:t>
      </w:r>
      <w:r>
        <w:tab/>
        <w:t>1.013e0</w:t>
      </w:r>
    </w:p>
    <w:p w:rsidR="00895AD2" w:rsidRDefault="00895AD2" w:rsidP="00895AD2">
      <w:r>
        <w:t>436.0936</w:t>
      </w:r>
      <w:r>
        <w:tab/>
        <w:t>1.013e0</w:t>
      </w:r>
    </w:p>
    <w:p w:rsidR="00895AD2" w:rsidRDefault="00895AD2" w:rsidP="00895AD2">
      <w:r>
        <w:t>436.2029</w:t>
      </w:r>
      <w:r>
        <w:tab/>
        <w:t>2.025e0</w:t>
      </w:r>
    </w:p>
    <w:p w:rsidR="00895AD2" w:rsidRDefault="00895AD2" w:rsidP="00895AD2">
      <w:r>
        <w:lastRenderedPageBreak/>
        <w:t>436.2880</w:t>
      </w:r>
      <w:r>
        <w:tab/>
        <w:t>2.025e0</w:t>
      </w:r>
    </w:p>
    <w:p w:rsidR="00895AD2" w:rsidRDefault="00895AD2" w:rsidP="00895AD2">
      <w:r>
        <w:t>436.3676</w:t>
      </w:r>
      <w:r>
        <w:tab/>
        <w:t>1.013e0</w:t>
      </w:r>
    </w:p>
    <w:p w:rsidR="00895AD2" w:rsidRDefault="00895AD2" w:rsidP="00895AD2">
      <w:r>
        <w:t>436.4734</w:t>
      </w:r>
      <w:r>
        <w:tab/>
        <w:t>1.013e0</w:t>
      </w:r>
    </w:p>
    <w:p w:rsidR="00895AD2" w:rsidRDefault="00895AD2" w:rsidP="00895AD2">
      <w:r>
        <w:t>436.5514</w:t>
      </w:r>
      <w:r>
        <w:tab/>
        <w:t>1.013e0</w:t>
      </w:r>
    </w:p>
    <w:p w:rsidR="00895AD2" w:rsidRDefault="00895AD2" w:rsidP="00895AD2">
      <w:r>
        <w:t>436.5820</w:t>
      </w:r>
      <w:r>
        <w:tab/>
        <w:t>1.013e0</w:t>
      </w:r>
    </w:p>
    <w:p w:rsidR="00895AD2" w:rsidRDefault="00895AD2" w:rsidP="00895AD2">
      <w:r>
        <w:t>436.6596</w:t>
      </w:r>
      <w:r>
        <w:tab/>
        <w:t>1.013e0</w:t>
      </w:r>
    </w:p>
    <w:p w:rsidR="00895AD2" w:rsidRDefault="00895AD2" w:rsidP="00895AD2">
      <w:r>
        <w:t>436.9284</w:t>
      </w:r>
      <w:r>
        <w:tab/>
        <w:t>2.025e0</w:t>
      </w:r>
    </w:p>
    <w:p w:rsidR="00895AD2" w:rsidRDefault="00895AD2" w:rsidP="00895AD2">
      <w:r>
        <w:t>436.9958</w:t>
      </w:r>
      <w:r>
        <w:tab/>
        <w:t>1.013e0</w:t>
      </w:r>
    </w:p>
    <w:p w:rsidR="00895AD2" w:rsidRDefault="00895AD2" w:rsidP="00895AD2">
      <w:r>
        <w:t>437.1003</w:t>
      </w:r>
      <w:r>
        <w:tab/>
        <w:t>1.013e0</w:t>
      </w:r>
    </w:p>
    <w:p w:rsidR="00895AD2" w:rsidRDefault="00895AD2" w:rsidP="00895AD2">
      <w:r>
        <w:t>437.1844</w:t>
      </w:r>
      <w:r>
        <w:tab/>
        <w:t>4.051e0</w:t>
      </w:r>
    </w:p>
    <w:p w:rsidR="00895AD2" w:rsidRDefault="00895AD2" w:rsidP="00895AD2">
      <w:r>
        <w:t>437.2571</w:t>
      </w:r>
      <w:r>
        <w:tab/>
        <w:t>4.051e0</w:t>
      </w:r>
    </w:p>
    <w:p w:rsidR="00895AD2" w:rsidRDefault="00895AD2" w:rsidP="00895AD2">
      <w:r>
        <w:t>437.3118</w:t>
      </w:r>
      <w:r>
        <w:tab/>
        <w:t>2.025e0</w:t>
      </w:r>
    </w:p>
    <w:p w:rsidR="00895AD2" w:rsidRDefault="00895AD2" w:rsidP="00895AD2">
      <w:r>
        <w:t>437.3834</w:t>
      </w:r>
      <w:r>
        <w:tab/>
        <w:t>1.013e0</w:t>
      </w:r>
    </w:p>
    <w:p w:rsidR="00895AD2" w:rsidRDefault="00895AD2" w:rsidP="00895AD2">
      <w:r>
        <w:t>437.4790</w:t>
      </w:r>
      <w:r>
        <w:tab/>
        <w:t>1.013e0</w:t>
      </w:r>
    </w:p>
    <w:p w:rsidR="00895AD2" w:rsidRDefault="00895AD2" w:rsidP="00895AD2">
      <w:r>
        <w:t>437.6939</w:t>
      </w:r>
      <w:r>
        <w:tab/>
        <w:t>2.025e0</w:t>
      </w:r>
    </w:p>
    <w:p w:rsidR="00895AD2" w:rsidRDefault="00895AD2" w:rsidP="00895AD2">
      <w:r>
        <w:t>438.1240</w:t>
      </w:r>
      <w:r>
        <w:tab/>
        <w:t>1.013e0</w:t>
      </w:r>
    </w:p>
    <w:p w:rsidR="00895AD2" w:rsidRDefault="00895AD2" w:rsidP="00895AD2">
      <w:r>
        <w:t>438.2121</w:t>
      </w:r>
      <w:r>
        <w:tab/>
        <w:t>7.089e0</w:t>
      </w:r>
    </w:p>
    <w:p w:rsidR="00895AD2" w:rsidRDefault="00895AD2" w:rsidP="00895AD2">
      <w:r>
        <w:t>438.3238</w:t>
      </w:r>
      <w:r>
        <w:tab/>
        <w:t>1.013e0</w:t>
      </w:r>
    </w:p>
    <w:p w:rsidR="00895AD2" w:rsidRDefault="00895AD2" w:rsidP="00895AD2">
      <w:r>
        <w:t>438.3972</w:t>
      </w:r>
      <w:r>
        <w:tab/>
        <w:t>3.038e0</w:t>
      </w:r>
    </w:p>
    <w:p w:rsidR="00895AD2" w:rsidRDefault="00895AD2" w:rsidP="00895AD2">
      <w:r>
        <w:lastRenderedPageBreak/>
        <w:t>438.5340</w:t>
      </w:r>
      <w:r>
        <w:tab/>
        <w:t>1.013e0</w:t>
      </w:r>
    </w:p>
    <w:p w:rsidR="00895AD2" w:rsidRDefault="00895AD2" w:rsidP="00895AD2">
      <w:r>
        <w:t>438.6237</w:t>
      </w:r>
      <w:r>
        <w:tab/>
        <w:t>1.013e0</w:t>
      </w:r>
    </w:p>
    <w:p w:rsidR="00895AD2" w:rsidRDefault="00895AD2" w:rsidP="00895AD2">
      <w:r>
        <w:t>438.8398</w:t>
      </w:r>
      <w:r>
        <w:tab/>
        <w:t>2.025e0</w:t>
      </w:r>
    </w:p>
    <w:p w:rsidR="00895AD2" w:rsidRDefault="00895AD2" w:rsidP="00895AD2">
      <w:r>
        <w:t>438.9271</w:t>
      </w:r>
      <w:r>
        <w:tab/>
        <w:t>2.025e0</w:t>
      </w:r>
    </w:p>
    <w:p w:rsidR="00895AD2" w:rsidRDefault="00895AD2" w:rsidP="00895AD2">
      <w:r>
        <w:t>439.0007</w:t>
      </w:r>
      <w:r>
        <w:tab/>
        <w:t>1.013e0</w:t>
      </w:r>
    </w:p>
    <w:p w:rsidR="00895AD2" w:rsidRDefault="00895AD2" w:rsidP="00895AD2">
      <w:r>
        <w:t>439.1147</w:t>
      </w:r>
      <w:r>
        <w:tab/>
        <w:t>1.013e0</w:t>
      </w:r>
    </w:p>
    <w:p w:rsidR="00895AD2" w:rsidRDefault="00895AD2" w:rsidP="00895AD2">
      <w:r>
        <w:t>439.2365</w:t>
      </w:r>
      <w:r>
        <w:tab/>
        <w:t>1.013e0</w:t>
      </w:r>
    </w:p>
    <w:p w:rsidR="00895AD2" w:rsidRDefault="00895AD2" w:rsidP="00895AD2">
      <w:r>
        <w:t>439.3686</w:t>
      </w:r>
      <w:r>
        <w:tab/>
        <w:t>4.051e0</w:t>
      </w:r>
    </w:p>
    <w:p w:rsidR="00895AD2" w:rsidRDefault="00895AD2" w:rsidP="00895AD2">
      <w:r>
        <w:t>439.4804</w:t>
      </w:r>
      <w:r>
        <w:tab/>
        <w:t>1.013e0</w:t>
      </w:r>
    </w:p>
    <w:p w:rsidR="00895AD2" w:rsidRDefault="00895AD2" w:rsidP="00895AD2">
      <w:r>
        <w:t>439.7294</w:t>
      </w:r>
      <w:r>
        <w:tab/>
        <w:t>2.025e0</w:t>
      </w:r>
    </w:p>
    <w:p w:rsidR="00895AD2" w:rsidRDefault="00895AD2" w:rsidP="00895AD2">
      <w:r>
        <w:t>439.8945</w:t>
      </w:r>
      <w:r>
        <w:tab/>
        <w:t>1.013e0</w:t>
      </w:r>
    </w:p>
    <w:p w:rsidR="00895AD2" w:rsidRDefault="00895AD2" w:rsidP="00895AD2">
      <w:r>
        <w:t>440.1798</w:t>
      </w:r>
      <w:r>
        <w:tab/>
        <w:t>2.025e0</w:t>
      </w:r>
    </w:p>
    <w:p w:rsidR="00895AD2" w:rsidRDefault="00895AD2" w:rsidP="00895AD2">
      <w:r>
        <w:t>440.2836</w:t>
      </w:r>
      <w:r>
        <w:tab/>
        <w:t>2.025e0</w:t>
      </w:r>
    </w:p>
    <w:p w:rsidR="00895AD2" w:rsidRDefault="00895AD2" w:rsidP="00895AD2">
      <w:r>
        <w:t>440.4055</w:t>
      </w:r>
      <w:r>
        <w:tab/>
        <w:t>1.013e0</w:t>
      </w:r>
    </w:p>
    <w:p w:rsidR="00895AD2" w:rsidRDefault="00895AD2" w:rsidP="00895AD2">
      <w:r>
        <w:t>440.6027</w:t>
      </w:r>
      <w:r>
        <w:tab/>
        <w:t>1.013e0</w:t>
      </w:r>
    </w:p>
    <w:p w:rsidR="00895AD2" w:rsidRDefault="00895AD2" w:rsidP="00895AD2">
      <w:r>
        <w:t>440.6423</w:t>
      </w:r>
      <w:r>
        <w:tab/>
        <w:t>2.025e0</w:t>
      </w:r>
    </w:p>
    <w:p w:rsidR="00895AD2" w:rsidRDefault="00895AD2" w:rsidP="00895AD2">
      <w:r>
        <w:t>440.7281</w:t>
      </w:r>
      <w:r>
        <w:tab/>
        <w:t>1.013e0</w:t>
      </w:r>
    </w:p>
    <w:p w:rsidR="00895AD2" w:rsidRDefault="00895AD2" w:rsidP="00895AD2">
      <w:r>
        <w:t>440.7999</w:t>
      </w:r>
      <w:r>
        <w:tab/>
        <w:t>2.025e0</w:t>
      </w:r>
    </w:p>
    <w:p w:rsidR="00895AD2" w:rsidRDefault="00895AD2" w:rsidP="00895AD2">
      <w:r>
        <w:t>441.0870</w:t>
      </w:r>
      <w:r>
        <w:tab/>
        <w:t>1.013e0</w:t>
      </w:r>
    </w:p>
    <w:p w:rsidR="00895AD2" w:rsidRDefault="00895AD2" w:rsidP="00895AD2">
      <w:r>
        <w:lastRenderedPageBreak/>
        <w:t>441.1832</w:t>
      </w:r>
      <w:r>
        <w:tab/>
        <w:t>4.051e0</w:t>
      </w:r>
    </w:p>
    <w:p w:rsidR="00895AD2" w:rsidRDefault="00895AD2" w:rsidP="00895AD2">
      <w:r>
        <w:t>441.2590</w:t>
      </w:r>
      <w:r>
        <w:tab/>
        <w:t>2.025e0</w:t>
      </w:r>
    </w:p>
    <w:p w:rsidR="00895AD2" w:rsidRDefault="00895AD2" w:rsidP="00895AD2">
      <w:r>
        <w:t>441.4277</w:t>
      </w:r>
      <w:r>
        <w:tab/>
        <w:t>1.013e0</w:t>
      </w:r>
    </w:p>
    <w:p w:rsidR="00895AD2" w:rsidRDefault="00895AD2" w:rsidP="00895AD2">
      <w:r>
        <w:t>441.6465</w:t>
      </w:r>
      <w:r>
        <w:tab/>
        <w:t>1.013e0</w:t>
      </w:r>
    </w:p>
    <w:p w:rsidR="00895AD2" w:rsidRDefault="00895AD2" w:rsidP="00895AD2">
      <w:r>
        <w:t>441.9300</w:t>
      </w:r>
      <w:r>
        <w:tab/>
        <w:t>1.013e0</w:t>
      </w:r>
    </w:p>
    <w:p w:rsidR="00895AD2" w:rsidRDefault="00895AD2" w:rsidP="00895AD2">
      <w:r>
        <w:t>442.0295</w:t>
      </w:r>
      <w:r>
        <w:tab/>
        <w:t>2.025e0</w:t>
      </w:r>
    </w:p>
    <w:p w:rsidR="00895AD2" w:rsidRDefault="00895AD2" w:rsidP="00895AD2">
      <w:r>
        <w:t>442.2104</w:t>
      </w:r>
      <w:r>
        <w:tab/>
        <w:t>3.038e0</w:t>
      </w:r>
    </w:p>
    <w:p w:rsidR="00895AD2" w:rsidRDefault="00895AD2" w:rsidP="00895AD2">
      <w:r>
        <w:t>442.3103</w:t>
      </w:r>
      <w:r>
        <w:tab/>
        <w:t>1.013e0</w:t>
      </w:r>
    </w:p>
    <w:p w:rsidR="00895AD2" w:rsidRDefault="00895AD2" w:rsidP="00895AD2">
      <w:r>
        <w:t>442.3610</w:t>
      </w:r>
      <w:r>
        <w:tab/>
        <w:t>1.013e0</w:t>
      </w:r>
    </w:p>
    <w:p w:rsidR="00895AD2" w:rsidRDefault="00895AD2" w:rsidP="00895AD2">
      <w:r>
        <w:t>442.4302</w:t>
      </w:r>
      <w:r>
        <w:tab/>
        <w:t>2.025e0</w:t>
      </w:r>
    </w:p>
    <w:p w:rsidR="00895AD2" w:rsidRDefault="00895AD2" w:rsidP="00895AD2">
      <w:r>
        <w:t>442.5566</w:t>
      </w:r>
      <w:r>
        <w:tab/>
        <w:t>3.038e0</w:t>
      </w:r>
    </w:p>
    <w:p w:rsidR="00895AD2" w:rsidRDefault="00895AD2" w:rsidP="00895AD2">
      <w:r>
        <w:t>442.7334</w:t>
      </w:r>
      <w:r>
        <w:tab/>
        <w:t>1.013e0</w:t>
      </w:r>
    </w:p>
    <w:p w:rsidR="00895AD2" w:rsidRDefault="00895AD2" w:rsidP="00895AD2">
      <w:r>
        <w:t>442.8340</w:t>
      </w:r>
      <w:r>
        <w:tab/>
        <w:t>1.013e0</w:t>
      </w:r>
    </w:p>
    <w:p w:rsidR="00895AD2" w:rsidRDefault="00895AD2" w:rsidP="00895AD2">
      <w:r>
        <w:t>443.0591</w:t>
      </w:r>
      <w:r>
        <w:tab/>
        <w:t>1.013e0</w:t>
      </w:r>
    </w:p>
    <w:p w:rsidR="00895AD2" w:rsidRDefault="00895AD2" w:rsidP="00895AD2">
      <w:r>
        <w:t>443.1651</w:t>
      </w:r>
      <w:r>
        <w:tab/>
        <w:t>2.025e0</w:t>
      </w:r>
    </w:p>
    <w:p w:rsidR="00895AD2" w:rsidRDefault="00895AD2" w:rsidP="00895AD2">
      <w:r>
        <w:t>443.2377</w:t>
      </w:r>
      <w:r>
        <w:tab/>
        <w:t>1.013e0</w:t>
      </w:r>
    </w:p>
    <w:p w:rsidR="00895AD2" w:rsidRDefault="00895AD2" w:rsidP="00895AD2">
      <w:r>
        <w:t>443.3281</w:t>
      </w:r>
      <w:r>
        <w:tab/>
        <w:t>5.063e0</w:t>
      </w:r>
    </w:p>
    <w:p w:rsidR="00895AD2" w:rsidRDefault="00895AD2" w:rsidP="00895AD2">
      <w:r>
        <w:t>443.5090</w:t>
      </w:r>
      <w:r>
        <w:tab/>
        <w:t>1.013e0</w:t>
      </w:r>
    </w:p>
    <w:p w:rsidR="00895AD2" w:rsidRDefault="00895AD2" w:rsidP="00895AD2">
      <w:r>
        <w:t>443.6961</w:t>
      </w:r>
      <w:r>
        <w:tab/>
        <w:t>1.013e0</w:t>
      </w:r>
    </w:p>
    <w:p w:rsidR="00895AD2" w:rsidRDefault="00895AD2" w:rsidP="00895AD2">
      <w:r>
        <w:lastRenderedPageBreak/>
        <w:t>443.8319</w:t>
      </w:r>
      <w:r>
        <w:tab/>
        <w:t>1.013e0</w:t>
      </w:r>
    </w:p>
    <w:p w:rsidR="00895AD2" w:rsidRDefault="00895AD2" w:rsidP="00895AD2">
      <w:r>
        <w:t>444.0149</w:t>
      </w:r>
      <w:r>
        <w:tab/>
        <w:t>1.013e0</w:t>
      </w:r>
    </w:p>
    <w:p w:rsidR="00895AD2" w:rsidRDefault="00895AD2" w:rsidP="00895AD2">
      <w:r>
        <w:t>444.0563</w:t>
      </w:r>
      <w:r>
        <w:tab/>
        <w:t>2.025e0</w:t>
      </w:r>
    </w:p>
    <w:p w:rsidR="00895AD2" w:rsidRDefault="00895AD2" w:rsidP="00895AD2">
      <w:r>
        <w:t>444.2303</w:t>
      </w:r>
      <w:r>
        <w:tab/>
        <w:t>1.013e0</w:t>
      </w:r>
    </w:p>
    <w:p w:rsidR="00895AD2" w:rsidRDefault="00895AD2" w:rsidP="00895AD2">
      <w:r>
        <w:t>444.3342</w:t>
      </w:r>
      <w:r>
        <w:tab/>
        <w:t>1.013e0</w:t>
      </w:r>
    </w:p>
    <w:p w:rsidR="00895AD2" w:rsidRDefault="00895AD2" w:rsidP="00895AD2">
      <w:r>
        <w:t>444.3919</w:t>
      </w:r>
      <w:r>
        <w:tab/>
        <w:t>4.051e0</w:t>
      </w:r>
    </w:p>
    <w:p w:rsidR="00895AD2" w:rsidRDefault="00895AD2" w:rsidP="00895AD2">
      <w:r>
        <w:t>444.4663</w:t>
      </w:r>
      <w:r>
        <w:tab/>
        <w:t>1.013e0</w:t>
      </w:r>
    </w:p>
    <w:p w:rsidR="00895AD2" w:rsidRDefault="00895AD2" w:rsidP="00895AD2">
      <w:r>
        <w:t>444.5363</w:t>
      </w:r>
      <w:r>
        <w:tab/>
        <w:t>1.013e0</w:t>
      </w:r>
    </w:p>
    <w:p w:rsidR="00895AD2" w:rsidRDefault="00895AD2" w:rsidP="00895AD2">
      <w:r>
        <w:t>444.9362</w:t>
      </w:r>
      <w:r>
        <w:tab/>
        <w:t>2.025e0</w:t>
      </w:r>
    </w:p>
    <w:p w:rsidR="00895AD2" w:rsidRDefault="00895AD2" w:rsidP="00895AD2">
      <w:r>
        <w:t>445.0336</w:t>
      </w:r>
      <w:r>
        <w:tab/>
        <w:t>2.025e0</w:t>
      </w:r>
    </w:p>
    <w:p w:rsidR="00895AD2" w:rsidRDefault="00895AD2" w:rsidP="00895AD2">
      <w:r>
        <w:t>445.1011</w:t>
      </w:r>
      <w:r>
        <w:tab/>
        <w:t>2.025e0</w:t>
      </w:r>
    </w:p>
    <w:p w:rsidR="00895AD2" w:rsidRDefault="00895AD2" w:rsidP="00895AD2">
      <w:r>
        <w:t>445.1714</w:t>
      </w:r>
      <w:r>
        <w:tab/>
        <w:t>2.025e0</w:t>
      </w:r>
    </w:p>
    <w:p w:rsidR="00895AD2" w:rsidRDefault="00895AD2" w:rsidP="00895AD2">
      <w:r>
        <w:t>445.2703</w:t>
      </w:r>
      <w:r>
        <w:tab/>
        <w:t>3.038e0</w:t>
      </w:r>
    </w:p>
    <w:p w:rsidR="00895AD2" w:rsidRDefault="00895AD2" w:rsidP="00895AD2">
      <w:r>
        <w:t>445.3116</w:t>
      </w:r>
      <w:r>
        <w:tab/>
        <w:t>7.089e0</w:t>
      </w:r>
    </w:p>
    <w:p w:rsidR="00895AD2" w:rsidRDefault="00895AD2" w:rsidP="00895AD2">
      <w:r>
        <w:t>445.5013</w:t>
      </w:r>
      <w:r>
        <w:tab/>
        <w:t>2.025e0</w:t>
      </w:r>
    </w:p>
    <w:p w:rsidR="00895AD2" w:rsidRDefault="00895AD2" w:rsidP="00895AD2">
      <w:r>
        <w:t>445.6823</w:t>
      </w:r>
      <w:r>
        <w:tab/>
        <w:t>1.013e0</w:t>
      </w:r>
    </w:p>
    <w:p w:rsidR="00895AD2" w:rsidRDefault="00895AD2" w:rsidP="00895AD2">
      <w:r>
        <w:t>445.8072</w:t>
      </w:r>
      <w:r>
        <w:tab/>
        <w:t>2.025e0</w:t>
      </w:r>
    </w:p>
    <w:p w:rsidR="00895AD2" w:rsidRDefault="00895AD2" w:rsidP="00895AD2">
      <w:r>
        <w:t>446.0111</w:t>
      </w:r>
      <w:r>
        <w:tab/>
        <w:t>3.038e0</w:t>
      </w:r>
    </w:p>
    <w:p w:rsidR="00895AD2" w:rsidRDefault="00895AD2" w:rsidP="00895AD2">
      <w:r>
        <w:t>446.0728</w:t>
      </w:r>
      <w:r>
        <w:tab/>
        <w:t>1.013e0</w:t>
      </w:r>
    </w:p>
    <w:p w:rsidR="00895AD2" w:rsidRDefault="00895AD2" w:rsidP="00895AD2">
      <w:r>
        <w:lastRenderedPageBreak/>
        <w:t>446.1431</w:t>
      </w:r>
      <w:r>
        <w:tab/>
        <w:t>2.025e0</w:t>
      </w:r>
    </w:p>
    <w:p w:rsidR="00895AD2" w:rsidRDefault="00895AD2" w:rsidP="00895AD2">
      <w:r>
        <w:t>446.2461</w:t>
      </w:r>
      <w:r>
        <w:tab/>
        <w:t>3.038e0</w:t>
      </w:r>
    </w:p>
    <w:p w:rsidR="00895AD2" w:rsidRDefault="00895AD2" w:rsidP="00895AD2">
      <w:r>
        <w:t>446.3094</w:t>
      </w:r>
      <w:r>
        <w:tab/>
        <w:t>1.013e0</w:t>
      </w:r>
    </w:p>
    <w:p w:rsidR="00895AD2" w:rsidRDefault="00895AD2" w:rsidP="00895AD2">
      <w:r>
        <w:t>446.4098</w:t>
      </w:r>
      <w:r>
        <w:tab/>
        <w:t>1.013e0</w:t>
      </w:r>
    </w:p>
    <w:p w:rsidR="00895AD2" w:rsidRDefault="00895AD2" w:rsidP="00895AD2">
      <w:r>
        <w:t>446.5464</w:t>
      </w:r>
      <w:r>
        <w:tab/>
        <w:t>1.013e0</w:t>
      </w:r>
    </w:p>
    <w:p w:rsidR="00895AD2" w:rsidRDefault="00895AD2" w:rsidP="00895AD2">
      <w:r>
        <w:t>446.6824</w:t>
      </w:r>
      <w:r>
        <w:tab/>
        <w:t>1.013e0</w:t>
      </w:r>
    </w:p>
    <w:p w:rsidR="00895AD2" w:rsidRDefault="00895AD2" w:rsidP="00895AD2">
      <w:r>
        <w:t>446.9052</w:t>
      </w:r>
      <w:r>
        <w:tab/>
        <w:t>2.025e0</w:t>
      </w:r>
    </w:p>
    <w:p w:rsidR="00895AD2" w:rsidRDefault="00895AD2" w:rsidP="00895AD2">
      <w:r>
        <w:t>446.9633</w:t>
      </w:r>
      <w:r>
        <w:tab/>
        <w:t>1.013e0</w:t>
      </w:r>
    </w:p>
    <w:p w:rsidR="00895AD2" w:rsidRDefault="00895AD2" w:rsidP="00895AD2">
      <w:r>
        <w:t>446.9954</w:t>
      </w:r>
      <w:r>
        <w:tab/>
        <w:t>1.013e0</w:t>
      </w:r>
    </w:p>
    <w:p w:rsidR="00895AD2" w:rsidRDefault="00895AD2" w:rsidP="00895AD2">
      <w:r>
        <w:t>447.0736</w:t>
      </w:r>
      <w:r>
        <w:tab/>
        <w:t>1.013e0</w:t>
      </w:r>
    </w:p>
    <w:p w:rsidR="00895AD2" w:rsidRDefault="00895AD2" w:rsidP="00895AD2">
      <w:r>
        <w:t>447.2383</w:t>
      </w:r>
      <w:r>
        <w:tab/>
        <w:t>3.038e0</w:t>
      </w:r>
    </w:p>
    <w:p w:rsidR="00895AD2" w:rsidRDefault="00895AD2" w:rsidP="00895AD2">
      <w:r>
        <w:t>447.3085</w:t>
      </w:r>
      <w:r>
        <w:tab/>
        <w:t>1.013e0</w:t>
      </w:r>
    </w:p>
    <w:p w:rsidR="00895AD2" w:rsidRDefault="00895AD2" w:rsidP="00895AD2">
      <w:r>
        <w:t>447.3482</w:t>
      </w:r>
      <w:r>
        <w:tab/>
        <w:t>2.025e0</w:t>
      </w:r>
    </w:p>
    <w:p w:rsidR="00895AD2" w:rsidRDefault="00895AD2" w:rsidP="00895AD2">
      <w:r>
        <w:t>447.4229</w:t>
      </w:r>
      <w:r>
        <w:tab/>
        <w:t>1.013e0</w:t>
      </w:r>
    </w:p>
    <w:p w:rsidR="00895AD2" w:rsidRDefault="00895AD2" w:rsidP="00895AD2">
      <w:r>
        <w:t>447.4702</w:t>
      </w:r>
      <w:r>
        <w:tab/>
        <w:t>2.025e0</w:t>
      </w:r>
    </w:p>
    <w:p w:rsidR="00895AD2" w:rsidRDefault="00895AD2" w:rsidP="00895AD2">
      <w:r>
        <w:t>447.6242</w:t>
      </w:r>
      <w:r>
        <w:tab/>
        <w:t>1.013e0</w:t>
      </w:r>
    </w:p>
    <w:p w:rsidR="00895AD2" w:rsidRDefault="00895AD2" w:rsidP="00895AD2">
      <w:r>
        <w:t>447.7642</w:t>
      </w:r>
      <w:r>
        <w:tab/>
        <w:t>1.013e0</w:t>
      </w:r>
    </w:p>
    <w:p w:rsidR="00895AD2" w:rsidRDefault="00895AD2" w:rsidP="00895AD2">
      <w:r>
        <w:t>447.9041</w:t>
      </w:r>
      <w:r>
        <w:tab/>
        <w:t>1.013e0</w:t>
      </w:r>
    </w:p>
    <w:p w:rsidR="00895AD2" w:rsidRDefault="00895AD2" w:rsidP="00895AD2">
      <w:r>
        <w:t>447.9798</w:t>
      </w:r>
      <w:r>
        <w:tab/>
        <w:t>1.013e0</w:t>
      </w:r>
    </w:p>
    <w:p w:rsidR="00895AD2" w:rsidRDefault="00895AD2" w:rsidP="00895AD2">
      <w:r>
        <w:lastRenderedPageBreak/>
        <w:t>448.0374</w:t>
      </w:r>
      <w:r>
        <w:tab/>
        <w:t>1.013e0</w:t>
      </w:r>
    </w:p>
    <w:p w:rsidR="00895AD2" w:rsidRDefault="00895AD2" w:rsidP="00895AD2">
      <w:r>
        <w:t>448.2220</w:t>
      </w:r>
      <w:r>
        <w:tab/>
        <w:t>4.051e0</w:t>
      </w:r>
    </w:p>
    <w:p w:rsidR="00895AD2" w:rsidRDefault="00895AD2" w:rsidP="00895AD2">
      <w:r>
        <w:t>448.2738</w:t>
      </w:r>
      <w:r>
        <w:tab/>
        <w:t>3.038e0</w:t>
      </w:r>
    </w:p>
    <w:p w:rsidR="00895AD2" w:rsidRDefault="00895AD2" w:rsidP="00895AD2">
      <w:r>
        <w:t>448.3761</w:t>
      </w:r>
      <w:r>
        <w:tab/>
        <w:t>2.025e0</w:t>
      </w:r>
    </w:p>
    <w:p w:rsidR="00895AD2" w:rsidRDefault="00895AD2" w:rsidP="00895AD2">
      <w:r>
        <w:t>448.7619</w:t>
      </w:r>
      <w:r>
        <w:tab/>
        <w:t>2.025e0</w:t>
      </w:r>
    </w:p>
    <w:p w:rsidR="00895AD2" w:rsidRDefault="00895AD2" w:rsidP="00895AD2">
      <w:r>
        <w:t>448.9933</w:t>
      </w:r>
      <w:r>
        <w:tab/>
        <w:t>1.013e0</w:t>
      </w:r>
    </w:p>
    <w:p w:rsidR="00895AD2" w:rsidRDefault="00895AD2" w:rsidP="00895AD2">
      <w:r>
        <w:t>449.0816</w:t>
      </w:r>
      <w:r>
        <w:tab/>
        <w:t>1.013e0</w:t>
      </w:r>
    </w:p>
    <w:p w:rsidR="00895AD2" w:rsidRDefault="00895AD2" w:rsidP="00895AD2">
      <w:r>
        <w:t>449.1946</w:t>
      </w:r>
      <w:r>
        <w:tab/>
        <w:t>1.013e0</w:t>
      </w:r>
    </w:p>
    <w:p w:rsidR="00895AD2" w:rsidRDefault="00895AD2" w:rsidP="00895AD2">
      <w:r>
        <w:t>449.2308</w:t>
      </w:r>
      <w:r>
        <w:tab/>
        <w:t>1.013e0</w:t>
      </w:r>
    </w:p>
    <w:p w:rsidR="00895AD2" w:rsidRDefault="00895AD2" w:rsidP="00895AD2">
      <w:r>
        <w:t>449.2939</w:t>
      </w:r>
      <w:r>
        <w:tab/>
        <w:t>2.025e0</w:t>
      </w:r>
    </w:p>
    <w:p w:rsidR="00895AD2" w:rsidRDefault="00895AD2" w:rsidP="00895AD2">
      <w:r>
        <w:t>449.3708</w:t>
      </w:r>
      <w:r>
        <w:tab/>
        <w:t>1.013e0</w:t>
      </w:r>
    </w:p>
    <w:p w:rsidR="00895AD2" w:rsidRDefault="00895AD2" w:rsidP="00895AD2">
      <w:r>
        <w:t>449.5770</w:t>
      </w:r>
      <w:r>
        <w:tab/>
        <w:t>1.013e0</w:t>
      </w:r>
    </w:p>
    <w:p w:rsidR="00895AD2" w:rsidRDefault="00895AD2" w:rsidP="00895AD2">
      <w:r>
        <w:t>449.9370</w:t>
      </w:r>
      <w:r>
        <w:tab/>
        <w:t>2.025e0</w:t>
      </w:r>
    </w:p>
    <w:p w:rsidR="00895AD2" w:rsidRDefault="00895AD2" w:rsidP="00895AD2">
      <w:r>
        <w:t>450.0093</w:t>
      </w:r>
      <w:r>
        <w:tab/>
        <w:t>5.063e0</w:t>
      </w:r>
    </w:p>
    <w:p w:rsidR="00895AD2" w:rsidRDefault="00895AD2" w:rsidP="00895AD2">
      <w:r>
        <w:t>450.1832</w:t>
      </w:r>
      <w:r>
        <w:tab/>
        <w:t>1.013e0</w:t>
      </w:r>
    </w:p>
    <w:p w:rsidR="00895AD2" w:rsidRDefault="00895AD2" w:rsidP="00895AD2">
      <w:r>
        <w:t>450.3047</w:t>
      </w:r>
      <w:r>
        <w:tab/>
        <w:t>3.038e0</w:t>
      </w:r>
    </w:p>
    <w:p w:rsidR="00895AD2" w:rsidRDefault="00895AD2" w:rsidP="00895AD2">
      <w:r>
        <w:t>450.4457</w:t>
      </w:r>
      <w:r>
        <w:tab/>
        <w:t>1.013e0</w:t>
      </w:r>
    </w:p>
    <w:p w:rsidR="00895AD2" w:rsidRDefault="00895AD2" w:rsidP="00895AD2">
      <w:r>
        <w:t>450.5609</w:t>
      </w:r>
      <w:r>
        <w:tab/>
        <w:t>1.013e0</w:t>
      </w:r>
    </w:p>
    <w:p w:rsidR="00895AD2" w:rsidRDefault="00895AD2" w:rsidP="00895AD2">
      <w:r>
        <w:t>450.7418</w:t>
      </w:r>
      <w:r>
        <w:tab/>
        <w:t>2.025e0</w:t>
      </w:r>
    </w:p>
    <w:p w:rsidR="00895AD2" w:rsidRDefault="00895AD2" w:rsidP="00895AD2">
      <w:r>
        <w:lastRenderedPageBreak/>
        <w:t>450.8059</w:t>
      </w:r>
      <w:r>
        <w:tab/>
        <w:t>1.013e0</w:t>
      </w:r>
    </w:p>
    <w:p w:rsidR="00895AD2" w:rsidRDefault="00895AD2" w:rsidP="00895AD2">
      <w:r>
        <w:t>450.9994</w:t>
      </w:r>
      <w:r>
        <w:tab/>
        <w:t>1.013e0</w:t>
      </w:r>
    </w:p>
    <w:p w:rsidR="00895AD2" w:rsidRDefault="00895AD2" w:rsidP="00895AD2">
      <w:r>
        <w:t>451.1328</w:t>
      </w:r>
      <w:r>
        <w:tab/>
        <w:t>4.051e0</w:t>
      </w:r>
    </w:p>
    <w:p w:rsidR="00895AD2" w:rsidRDefault="00895AD2" w:rsidP="00895AD2">
      <w:r>
        <w:t>451.2506</w:t>
      </w:r>
      <w:r>
        <w:tab/>
        <w:t>2.025e0</w:t>
      </w:r>
    </w:p>
    <w:p w:rsidR="00895AD2" w:rsidRDefault="00895AD2" w:rsidP="00895AD2">
      <w:r>
        <w:t>451.3649</w:t>
      </w:r>
      <w:r>
        <w:tab/>
        <w:t>3.038e0</w:t>
      </w:r>
    </w:p>
    <w:p w:rsidR="00895AD2" w:rsidRDefault="00895AD2" w:rsidP="00895AD2">
      <w:r>
        <w:t>451.4689</w:t>
      </w:r>
      <w:r>
        <w:tab/>
        <w:t>1.013e0</w:t>
      </w:r>
    </w:p>
    <w:p w:rsidR="00895AD2" w:rsidRDefault="00895AD2" w:rsidP="00895AD2">
      <w:r>
        <w:t>451.7511</w:t>
      </w:r>
      <w:r>
        <w:tab/>
        <w:t>1.013e0</w:t>
      </w:r>
    </w:p>
    <w:p w:rsidR="00895AD2" w:rsidRDefault="00895AD2" w:rsidP="00895AD2">
      <w:r>
        <w:t>451.8640</w:t>
      </w:r>
      <w:r>
        <w:tab/>
        <w:t>1.013e0</w:t>
      </w:r>
    </w:p>
    <w:p w:rsidR="00895AD2" w:rsidRDefault="00895AD2" w:rsidP="00895AD2">
      <w:r>
        <w:t>451.9629</w:t>
      </w:r>
      <w:r>
        <w:tab/>
        <w:t>2.025e0</w:t>
      </w:r>
    </w:p>
    <w:p w:rsidR="00895AD2" w:rsidRDefault="00895AD2" w:rsidP="00895AD2">
      <w:r>
        <w:t>452.1356</w:t>
      </w:r>
      <w:r>
        <w:tab/>
        <w:t>2.025e0</w:t>
      </w:r>
    </w:p>
    <w:p w:rsidR="00895AD2" w:rsidRDefault="00895AD2" w:rsidP="00895AD2">
      <w:r>
        <w:t>452.2040</w:t>
      </w:r>
      <w:r>
        <w:tab/>
        <w:t>1.013e0</w:t>
      </w:r>
    </w:p>
    <w:p w:rsidR="00895AD2" w:rsidRDefault="00895AD2" w:rsidP="00895AD2">
      <w:r>
        <w:t>452.3762</w:t>
      </w:r>
      <w:r>
        <w:tab/>
        <w:t>3.038e0</w:t>
      </w:r>
    </w:p>
    <w:p w:rsidR="00895AD2" w:rsidRDefault="00895AD2" w:rsidP="00895AD2">
      <w:r>
        <w:t>452.4346</w:t>
      </w:r>
      <w:r>
        <w:tab/>
        <w:t>2.025e0</w:t>
      </w:r>
    </w:p>
    <w:p w:rsidR="00895AD2" w:rsidRDefault="00895AD2" w:rsidP="00895AD2">
      <w:r>
        <w:t>452.5759</w:t>
      </w:r>
      <w:r>
        <w:tab/>
        <w:t>1.013e0</w:t>
      </w:r>
    </w:p>
    <w:p w:rsidR="00895AD2" w:rsidRDefault="00895AD2" w:rsidP="00895AD2">
      <w:r>
        <w:t>452.8626</w:t>
      </w:r>
      <w:r>
        <w:tab/>
        <w:t>1.013e0</w:t>
      </w:r>
    </w:p>
    <w:p w:rsidR="00895AD2" w:rsidRDefault="00895AD2" w:rsidP="00895AD2">
      <w:r>
        <w:t>452.9706</w:t>
      </w:r>
      <w:r>
        <w:tab/>
        <w:t>2.025e0</w:t>
      </w:r>
    </w:p>
    <w:p w:rsidR="00895AD2" w:rsidRDefault="00895AD2" w:rsidP="00895AD2">
      <w:r>
        <w:t>453.0209</w:t>
      </w:r>
      <w:r>
        <w:tab/>
        <w:t>1.013e0</w:t>
      </w:r>
    </w:p>
    <w:p w:rsidR="00895AD2" w:rsidRDefault="00895AD2" w:rsidP="00895AD2">
      <w:r>
        <w:t>453.1870</w:t>
      </w:r>
      <w:r>
        <w:tab/>
        <w:t>5.063e0</w:t>
      </w:r>
    </w:p>
    <w:p w:rsidR="00895AD2" w:rsidRDefault="00895AD2" w:rsidP="00895AD2">
      <w:r>
        <w:t>453.2765</w:t>
      </w:r>
      <w:r>
        <w:tab/>
        <w:t>1.013e0</w:t>
      </w:r>
    </w:p>
    <w:p w:rsidR="00895AD2" w:rsidRDefault="00895AD2" w:rsidP="00895AD2">
      <w:r>
        <w:lastRenderedPageBreak/>
        <w:t>453.3952</w:t>
      </w:r>
      <w:r>
        <w:tab/>
        <w:t>1.013e0</w:t>
      </w:r>
    </w:p>
    <w:p w:rsidR="00895AD2" w:rsidRDefault="00895AD2" w:rsidP="00895AD2">
      <w:r>
        <w:t>453.4314</w:t>
      </w:r>
      <w:r>
        <w:tab/>
        <w:t>2.025e0</w:t>
      </w:r>
    </w:p>
    <w:p w:rsidR="00895AD2" w:rsidRDefault="00895AD2" w:rsidP="00895AD2">
      <w:r>
        <w:t>453.4871</w:t>
      </w:r>
      <w:r>
        <w:tab/>
        <w:t>1.013e0</w:t>
      </w:r>
    </w:p>
    <w:p w:rsidR="00895AD2" w:rsidRDefault="00895AD2" w:rsidP="00895AD2">
      <w:r>
        <w:t>453.5749</w:t>
      </w:r>
      <w:r>
        <w:tab/>
        <w:t>1.013e0</w:t>
      </w:r>
    </w:p>
    <w:p w:rsidR="00895AD2" w:rsidRDefault="00895AD2" w:rsidP="00895AD2">
      <w:r>
        <w:t>453.6328</w:t>
      </w:r>
      <w:r>
        <w:tab/>
        <w:t>1.013e0</w:t>
      </w:r>
    </w:p>
    <w:p w:rsidR="00895AD2" w:rsidRDefault="00895AD2" w:rsidP="00895AD2">
      <w:r>
        <w:t>453.6854</w:t>
      </w:r>
      <w:r>
        <w:tab/>
        <w:t>1.013e0</w:t>
      </w:r>
    </w:p>
    <w:p w:rsidR="00895AD2" w:rsidRDefault="00895AD2" w:rsidP="00895AD2">
      <w:r>
        <w:t>453.7806</w:t>
      </w:r>
      <w:r>
        <w:tab/>
        <w:t>1.013e0</w:t>
      </w:r>
    </w:p>
    <w:p w:rsidR="00895AD2" w:rsidRDefault="00895AD2" w:rsidP="00895AD2">
      <w:r>
        <w:t>454.1496</w:t>
      </w:r>
      <w:r>
        <w:tab/>
        <w:t>2.025e0</w:t>
      </w:r>
    </w:p>
    <w:p w:rsidR="00895AD2" w:rsidRDefault="00895AD2" w:rsidP="00895AD2">
      <w:r>
        <w:t>454.2289</w:t>
      </w:r>
      <w:r>
        <w:tab/>
        <w:t>2.025e0</w:t>
      </w:r>
    </w:p>
    <w:p w:rsidR="00895AD2" w:rsidRDefault="00895AD2" w:rsidP="00895AD2">
      <w:r>
        <w:t>454.2850</w:t>
      </w:r>
      <w:r>
        <w:tab/>
        <w:t>2.025e0</w:t>
      </w:r>
    </w:p>
    <w:p w:rsidR="00895AD2" w:rsidRDefault="00895AD2" w:rsidP="00895AD2">
      <w:r>
        <w:t>454.3722</w:t>
      </w:r>
      <w:r>
        <w:tab/>
        <w:t>4.051e0</w:t>
      </w:r>
    </w:p>
    <w:p w:rsidR="00895AD2" w:rsidRDefault="00895AD2" w:rsidP="00895AD2">
      <w:r>
        <w:t>454.5386</w:t>
      </w:r>
      <w:r>
        <w:tab/>
        <w:t>2.025e0</w:t>
      </w:r>
    </w:p>
    <w:p w:rsidR="00895AD2" w:rsidRDefault="00895AD2" w:rsidP="00895AD2">
      <w:r>
        <w:t>454.9087</w:t>
      </w:r>
      <w:r>
        <w:tab/>
        <w:t>1.013e0</w:t>
      </w:r>
    </w:p>
    <w:p w:rsidR="00895AD2" w:rsidRDefault="00895AD2" w:rsidP="00895AD2">
      <w:r>
        <w:t>454.9405</w:t>
      </w:r>
      <w:r>
        <w:tab/>
        <w:t>1.013e0</w:t>
      </w:r>
    </w:p>
    <w:p w:rsidR="00895AD2" w:rsidRDefault="00895AD2" w:rsidP="00895AD2">
      <w:r>
        <w:t>455.0128</w:t>
      </w:r>
      <w:r>
        <w:tab/>
        <w:t>2.025e0</w:t>
      </w:r>
    </w:p>
    <w:p w:rsidR="00895AD2" w:rsidRDefault="00895AD2" w:rsidP="00895AD2">
      <w:r>
        <w:t>455.1120</w:t>
      </w:r>
      <w:r>
        <w:tab/>
        <w:t>1.013e0</w:t>
      </w:r>
    </w:p>
    <w:p w:rsidR="00895AD2" w:rsidRDefault="00895AD2" w:rsidP="00895AD2">
      <w:r>
        <w:t>455.1732</w:t>
      </w:r>
      <w:r>
        <w:tab/>
        <w:t>1.013e0</w:t>
      </w:r>
    </w:p>
    <w:p w:rsidR="00895AD2" w:rsidRDefault="00895AD2" w:rsidP="00895AD2">
      <w:r>
        <w:t>455.2708</w:t>
      </w:r>
      <w:r>
        <w:tab/>
        <w:t>2.025e0</w:t>
      </w:r>
    </w:p>
    <w:p w:rsidR="00895AD2" w:rsidRDefault="00895AD2" w:rsidP="00895AD2">
      <w:r>
        <w:t>455.3542</w:t>
      </w:r>
      <w:r>
        <w:tab/>
        <w:t>1.013e0</w:t>
      </w:r>
    </w:p>
    <w:p w:rsidR="00895AD2" w:rsidRDefault="00895AD2" w:rsidP="00895AD2">
      <w:r>
        <w:lastRenderedPageBreak/>
        <w:t>455.4179</w:t>
      </w:r>
      <w:r>
        <w:tab/>
        <w:t>1.013e0</w:t>
      </w:r>
    </w:p>
    <w:p w:rsidR="00895AD2" w:rsidRDefault="00895AD2" w:rsidP="00895AD2">
      <w:r>
        <w:t>455.4651</w:t>
      </w:r>
      <w:r>
        <w:tab/>
        <w:t>1.013e0</w:t>
      </w:r>
    </w:p>
    <w:p w:rsidR="00895AD2" w:rsidRDefault="00895AD2" w:rsidP="00895AD2">
      <w:r>
        <w:t>455.5612</w:t>
      </w:r>
      <w:r>
        <w:tab/>
        <w:t>1.013e0</w:t>
      </w:r>
    </w:p>
    <w:p w:rsidR="00895AD2" w:rsidRDefault="00895AD2" w:rsidP="00895AD2">
      <w:r>
        <w:t>455.6329</w:t>
      </w:r>
      <w:r>
        <w:tab/>
        <w:t>1.013e0</w:t>
      </w:r>
    </w:p>
    <w:p w:rsidR="00895AD2" w:rsidRDefault="00895AD2" w:rsidP="00895AD2">
      <w:r>
        <w:t>455.6737</w:t>
      </w:r>
      <w:r>
        <w:tab/>
        <w:t>2.025e0</w:t>
      </w:r>
    </w:p>
    <w:p w:rsidR="00895AD2" w:rsidRDefault="00895AD2" w:rsidP="00895AD2">
      <w:r>
        <w:t>455.7455</w:t>
      </w:r>
      <w:r>
        <w:tab/>
        <w:t>1.013e0</w:t>
      </w:r>
    </w:p>
    <w:p w:rsidR="00895AD2" w:rsidRDefault="00895AD2" w:rsidP="00895AD2">
      <w:r>
        <w:t>455.9712</w:t>
      </w:r>
      <w:r>
        <w:tab/>
        <w:t>2.025e0</w:t>
      </w:r>
    </w:p>
    <w:p w:rsidR="00895AD2" w:rsidRDefault="00895AD2" w:rsidP="00895AD2">
      <w:r>
        <w:t>456.0259</w:t>
      </w:r>
      <w:r>
        <w:tab/>
        <w:t>2.025e0</w:t>
      </w:r>
    </w:p>
    <w:p w:rsidR="00895AD2" w:rsidRDefault="00895AD2" w:rsidP="00895AD2">
      <w:r>
        <w:t>456.0878</w:t>
      </w:r>
      <w:r>
        <w:tab/>
        <w:t>2.025e0</w:t>
      </w:r>
    </w:p>
    <w:p w:rsidR="00895AD2" w:rsidRDefault="00895AD2" w:rsidP="00895AD2">
      <w:r>
        <w:t>456.1270</w:t>
      </w:r>
      <w:r>
        <w:tab/>
        <w:t>1.013e0</w:t>
      </w:r>
    </w:p>
    <w:p w:rsidR="00895AD2" w:rsidRDefault="00895AD2" w:rsidP="00895AD2">
      <w:r>
        <w:t>456.2082</w:t>
      </w:r>
      <w:r>
        <w:tab/>
        <w:t>2.025e0</w:t>
      </w:r>
    </w:p>
    <w:p w:rsidR="00895AD2" w:rsidRDefault="00895AD2" w:rsidP="00895AD2">
      <w:r>
        <w:t>456.2466</w:t>
      </w:r>
      <w:r>
        <w:tab/>
        <w:t>1.013e0</w:t>
      </w:r>
    </w:p>
    <w:p w:rsidR="00895AD2" w:rsidRDefault="00895AD2" w:rsidP="00895AD2">
      <w:r>
        <w:t>456.3327</w:t>
      </w:r>
      <w:r>
        <w:tab/>
        <w:t>1.013e0</w:t>
      </w:r>
    </w:p>
    <w:p w:rsidR="00895AD2" w:rsidRDefault="00895AD2" w:rsidP="00895AD2">
      <w:r>
        <w:t>456.3723</w:t>
      </w:r>
      <w:r>
        <w:tab/>
        <w:t>1.013e0</w:t>
      </w:r>
    </w:p>
    <w:p w:rsidR="00895AD2" w:rsidRDefault="00895AD2" w:rsidP="00895AD2">
      <w:r>
        <w:t>456.4746</w:t>
      </w:r>
      <w:r>
        <w:tab/>
        <w:t>2.025e0</w:t>
      </w:r>
    </w:p>
    <w:p w:rsidR="00895AD2" w:rsidRDefault="00895AD2" w:rsidP="00895AD2">
      <w:r>
        <w:t>456.5275</w:t>
      </w:r>
      <w:r>
        <w:tab/>
        <w:t>2.025e0</w:t>
      </w:r>
    </w:p>
    <w:p w:rsidR="00895AD2" w:rsidRDefault="00895AD2" w:rsidP="00895AD2">
      <w:r>
        <w:t>456.7174</w:t>
      </w:r>
      <w:r>
        <w:tab/>
        <w:t>1.013e0</w:t>
      </w:r>
    </w:p>
    <w:p w:rsidR="00895AD2" w:rsidRDefault="00895AD2" w:rsidP="00895AD2">
      <w:r>
        <w:t>456.8611</w:t>
      </w:r>
      <w:r>
        <w:tab/>
        <w:t>1.013e0</w:t>
      </w:r>
    </w:p>
    <w:p w:rsidR="00895AD2" w:rsidRDefault="00895AD2" w:rsidP="00895AD2">
      <w:r>
        <w:t>456.9268</w:t>
      </w:r>
      <w:r>
        <w:tab/>
        <w:t>1.013e0</w:t>
      </w:r>
    </w:p>
    <w:p w:rsidR="00895AD2" w:rsidRDefault="00895AD2" w:rsidP="00895AD2">
      <w:r>
        <w:lastRenderedPageBreak/>
        <w:t>457.0288</w:t>
      </w:r>
      <w:r>
        <w:tab/>
        <w:t>1.013e0</w:t>
      </w:r>
    </w:p>
    <w:p w:rsidR="00895AD2" w:rsidRDefault="00895AD2" w:rsidP="00895AD2">
      <w:r>
        <w:t>457.0847</w:t>
      </w:r>
      <w:r>
        <w:tab/>
        <w:t>2.025e0</w:t>
      </w:r>
    </w:p>
    <w:p w:rsidR="00895AD2" w:rsidRDefault="00895AD2" w:rsidP="00895AD2">
      <w:r>
        <w:t>457.1337</w:t>
      </w:r>
      <w:r>
        <w:tab/>
        <w:t>2.025e0</w:t>
      </w:r>
    </w:p>
    <w:p w:rsidR="00895AD2" w:rsidRDefault="00895AD2" w:rsidP="00895AD2">
      <w:r>
        <w:t>457.1726</w:t>
      </w:r>
      <w:r>
        <w:tab/>
        <w:t>1.013e0</w:t>
      </w:r>
    </w:p>
    <w:p w:rsidR="00895AD2" w:rsidRDefault="00895AD2" w:rsidP="00895AD2">
      <w:r>
        <w:t>457.2361</w:t>
      </w:r>
      <w:r>
        <w:tab/>
        <w:t>2.025e0</w:t>
      </w:r>
    </w:p>
    <w:p w:rsidR="00895AD2" w:rsidRDefault="00895AD2" w:rsidP="00895AD2">
      <w:r>
        <w:t>457.3409</w:t>
      </w:r>
      <w:r>
        <w:tab/>
        <w:t>1.013e0</w:t>
      </w:r>
    </w:p>
    <w:p w:rsidR="00895AD2" w:rsidRDefault="00895AD2" w:rsidP="00895AD2">
      <w:r>
        <w:t>457.4745</w:t>
      </w:r>
      <w:r>
        <w:tab/>
        <w:t>1.013e0</w:t>
      </w:r>
    </w:p>
    <w:p w:rsidR="00895AD2" w:rsidRDefault="00895AD2" w:rsidP="00895AD2">
      <w:r>
        <w:t>457.5191</w:t>
      </w:r>
      <w:r>
        <w:tab/>
        <w:t>3.038e0</w:t>
      </w:r>
    </w:p>
    <w:p w:rsidR="00895AD2" w:rsidRDefault="00895AD2" w:rsidP="00895AD2">
      <w:r>
        <w:t>457.9068</w:t>
      </w:r>
      <w:r>
        <w:tab/>
        <w:t>1.013e0</w:t>
      </w:r>
    </w:p>
    <w:p w:rsidR="00895AD2" w:rsidRDefault="00895AD2" w:rsidP="00895AD2">
      <w:r>
        <w:t>458.2254</w:t>
      </w:r>
      <w:r>
        <w:tab/>
        <w:t>3.038e0</w:t>
      </w:r>
    </w:p>
    <w:p w:rsidR="00895AD2" w:rsidRDefault="00895AD2" w:rsidP="00895AD2">
      <w:r>
        <w:t>458.3427</w:t>
      </w:r>
      <w:r>
        <w:tab/>
        <w:t>1.013e0</w:t>
      </w:r>
    </w:p>
    <w:p w:rsidR="00895AD2" w:rsidRDefault="00895AD2" w:rsidP="00895AD2">
      <w:r>
        <w:t>458.3885</w:t>
      </w:r>
      <w:r>
        <w:tab/>
        <w:t>1.013e0</w:t>
      </w:r>
    </w:p>
    <w:p w:rsidR="00895AD2" w:rsidRDefault="00895AD2" w:rsidP="00895AD2">
      <w:r>
        <w:t>458.4536</w:t>
      </w:r>
      <w:r>
        <w:tab/>
        <w:t>3.038e0</w:t>
      </w:r>
    </w:p>
    <w:p w:rsidR="00895AD2" w:rsidRDefault="00895AD2" w:rsidP="00895AD2">
      <w:r>
        <w:t>458.5192</w:t>
      </w:r>
      <w:r>
        <w:tab/>
        <w:t>1.013e0</w:t>
      </w:r>
    </w:p>
    <w:p w:rsidR="00895AD2" w:rsidRDefault="00895AD2" w:rsidP="00895AD2">
      <w:r>
        <w:t>458.5807</w:t>
      </w:r>
      <w:r>
        <w:tab/>
        <w:t>1.013e0</w:t>
      </w:r>
    </w:p>
    <w:p w:rsidR="00895AD2" w:rsidRDefault="00895AD2" w:rsidP="00895AD2">
      <w:r>
        <w:t>458.7135</w:t>
      </w:r>
      <w:r>
        <w:tab/>
        <w:t>3.038e0</w:t>
      </w:r>
    </w:p>
    <w:p w:rsidR="00895AD2" w:rsidRDefault="00895AD2" w:rsidP="00895AD2">
      <w:r>
        <w:t>458.7750</w:t>
      </w:r>
      <w:r>
        <w:tab/>
        <w:t>1.013e0</w:t>
      </w:r>
    </w:p>
    <w:p w:rsidR="00895AD2" w:rsidRDefault="00895AD2" w:rsidP="00895AD2">
      <w:r>
        <w:t>458.8472</w:t>
      </w:r>
      <w:r>
        <w:tab/>
        <w:t>3.630e0</w:t>
      </w:r>
    </w:p>
    <w:p w:rsidR="00895AD2" w:rsidRDefault="00895AD2" w:rsidP="00895AD2">
      <w:r>
        <w:t>458.8797</w:t>
      </w:r>
      <w:r>
        <w:tab/>
        <w:t>2.025e0</w:t>
      </w:r>
    </w:p>
    <w:p w:rsidR="00895AD2" w:rsidRDefault="00895AD2" w:rsidP="00895AD2">
      <w:r>
        <w:lastRenderedPageBreak/>
        <w:t>459.0344</w:t>
      </w:r>
      <w:r>
        <w:tab/>
        <w:t>3.038e0</w:t>
      </w:r>
    </w:p>
    <w:p w:rsidR="00895AD2" w:rsidRDefault="00895AD2" w:rsidP="00895AD2">
      <w:r>
        <w:t>459.1066</w:t>
      </w:r>
      <w:r>
        <w:tab/>
        <w:t>1.013e0</w:t>
      </w:r>
    </w:p>
    <w:p w:rsidR="00895AD2" w:rsidRDefault="00895AD2" w:rsidP="00895AD2">
      <w:r>
        <w:t>459.2634</w:t>
      </w:r>
      <w:r>
        <w:tab/>
        <w:t>5.063e0</w:t>
      </w:r>
    </w:p>
    <w:p w:rsidR="00895AD2" w:rsidRDefault="00895AD2" w:rsidP="00895AD2">
      <w:r>
        <w:t>459.3796</w:t>
      </w:r>
      <w:r>
        <w:tab/>
        <w:t>3.038e0</w:t>
      </w:r>
    </w:p>
    <w:p w:rsidR="00895AD2" w:rsidRDefault="00895AD2" w:rsidP="00895AD2">
      <w:r>
        <w:t>459.6581</w:t>
      </w:r>
      <w:r>
        <w:tab/>
        <w:t>1.013e0</w:t>
      </w:r>
    </w:p>
    <w:p w:rsidR="00895AD2" w:rsidRDefault="00895AD2" w:rsidP="00895AD2">
      <w:r>
        <w:t>459.6942</w:t>
      </w:r>
      <w:r>
        <w:tab/>
        <w:t>1.013e0</w:t>
      </w:r>
    </w:p>
    <w:p w:rsidR="00895AD2" w:rsidRDefault="00895AD2" w:rsidP="00895AD2">
      <w:r>
        <w:t>459.9045</w:t>
      </w:r>
      <w:r>
        <w:tab/>
        <w:t>1.013e0</w:t>
      </w:r>
    </w:p>
    <w:p w:rsidR="00895AD2" w:rsidRDefault="00895AD2" w:rsidP="00895AD2">
      <w:r>
        <w:t>460.0681</w:t>
      </w:r>
      <w:r>
        <w:tab/>
        <w:t>2.025e0</w:t>
      </w:r>
    </w:p>
    <w:p w:rsidR="00895AD2" w:rsidRDefault="00895AD2" w:rsidP="00895AD2">
      <w:r>
        <w:t>460.1617</w:t>
      </w:r>
      <w:r>
        <w:tab/>
        <w:t>1.013e0</w:t>
      </w:r>
    </w:p>
    <w:p w:rsidR="00895AD2" w:rsidRDefault="00895AD2" w:rsidP="00895AD2">
      <w:r>
        <w:t>460.2032</w:t>
      </w:r>
      <w:r>
        <w:tab/>
        <w:t>2.025e0</w:t>
      </w:r>
    </w:p>
    <w:p w:rsidR="00895AD2" w:rsidRDefault="00895AD2" w:rsidP="00895AD2">
      <w:r>
        <w:t>460.2475</w:t>
      </w:r>
      <w:r>
        <w:tab/>
        <w:t>3.038e0</w:t>
      </w:r>
    </w:p>
    <w:p w:rsidR="00895AD2" w:rsidRDefault="00895AD2" w:rsidP="00895AD2">
      <w:r>
        <w:t>460.3215</w:t>
      </w:r>
      <w:r>
        <w:tab/>
        <w:t>1.013e0</w:t>
      </w:r>
    </w:p>
    <w:p w:rsidR="00895AD2" w:rsidRDefault="00895AD2" w:rsidP="00895AD2">
      <w:r>
        <w:t>460.5557</w:t>
      </w:r>
      <w:r>
        <w:tab/>
        <w:t>1.013e0</w:t>
      </w:r>
    </w:p>
    <w:p w:rsidR="00895AD2" w:rsidRDefault="00895AD2" w:rsidP="00895AD2">
      <w:r>
        <w:t>460.6683</w:t>
      </w:r>
      <w:r>
        <w:tab/>
        <w:t>1.013e0</w:t>
      </w:r>
    </w:p>
    <w:p w:rsidR="00895AD2" w:rsidRDefault="00895AD2" w:rsidP="00895AD2">
      <w:r>
        <w:t>460.7407</w:t>
      </w:r>
      <w:r>
        <w:tab/>
        <w:t>1.013e0</w:t>
      </w:r>
    </w:p>
    <w:p w:rsidR="00895AD2" w:rsidRDefault="00895AD2" w:rsidP="00895AD2">
      <w:r>
        <w:t>461.0627</w:t>
      </w:r>
      <w:r>
        <w:tab/>
        <w:t>1.013e0</w:t>
      </w:r>
    </w:p>
    <w:p w:rsidR="00895AD2" w:rsidRDefault="00895AD2" w:rsidP="00895AD2">
      <w:r>
        <w:t>461.1803</w:t>
      </w:r>
      <w:r>
        <w:tab/>
        <w:t>2.025e0</w:t>
      </w:r>
    </w:p>
    <w:p w:rsidR="00895AD2" w:rsidRDefault="00895AD2" w:rsidP="00895AD2">
      <w:r>
        <w:t>461.2399</w:t>
      </w:r>
      <w:r>
        <w:tab/>
        <w:t>1.013e0</w:t>
      </w:r>
    </w:p>
    <w:p w:rsidR="00895AD2" w:rsidRDefault="00895AD2" w:rsidP="00895AD2">
      <w:r>
        <w:t>461.2802</w:t>
      </w:r>
      <w:r>
        <w:tab/>
        <w:t>1.013e0</w:t>
      </w:r>
    </w:p>
    <w:p w:rsidR="00895AD2" w:rsidRDefault="00895AD2" w:rsidP="00895AD2">
      <w:r>
        <w:lastRenderedPageBreak/>
        <w:t>461.3417</w:t>
      </w:r>
      <w:r>
        <w:tab/>
        <w:t>1.013e0</w:t>
      </w:r>
    </w:p>
    <w:p w:rsidR="00895AD2" w:rsidRDefault="00895AD2" w:rsidP="00895AD2">
      <w:r>
        <w:t>461.4030</w:t>
      </w:r>
      <w:r>
        <w:tab/>
        <w:t>1.013e0</w:t>
      </w:r>
    </w:p>
    <w:p w:rsidR="00895AD2" w:rsidRDefault="00895AD2" w:rsidP="00895AD2">
      <w:r>
        <w:t>461.4607</w:t>
      </w:r>
      <w:r>
        <w:tab/>
        <w:t>1.013e0</w:t>
      </w:r>
    </w:p>
    <w:p w:rsidR="00895AD2" w:rsidRDefault="00895AD2" w:rsidP="00895AD2">
      <w:r>
        <w:t>461.7315</w:t>
      </w:r>
      <w:r>
        <w:tab/>
        <w:t>1.013e0</w:t>
      </w:r>
    </w:p>
    <w:p w:rsidR="00895AD2" w:rsidRDefault="00895AD2" w:rsidP="00895AD2">
      <w:r>
        <w:t>461.9081</w:t>
      </w:r>
      <w:r>
        <w:tab/>
        <w:t>1.013e0</w:t>
      </w:r>
    </w:p>
    <w:p w:rsidR="00895AD2" w:rsidRDefault="00895AD2" w:rsidP="00895AD2">
      <w:r>
        <w:t>461.9573</w:t>
      </w:r>
      <w:r>
        <w:tab/>
        <w:t>1.013e0</w:t>
      </w:r>
    </w:p>
    <w:p w:rsidR="00895AD2" w:rsidRDefault="00895AD2" w:rsidP="00895AD2">
      <w:r>
        <w:t>461.9907</w:t>
      </w:r>
      <w:r>
        <w:tab/>
        <w:t>1.013e0</w:t>
      </w:r>
    </w:p>
    <w:p w:rsidR="00895AD2" w:rsidRDefault="00895AD2" w:rsidP="00895AD2">
      <w:r>
        <w:t>462.1460</w:t>
      </w:r>
      <w:r>
        <w:tab/>
        <w:t>1.013e0</w:t>
      </w:r>
    </w:p>
    <w:p w:rsidR="00895AD2" w:rsidRDefault="00895AD2" w:rsidP="00895AD2">
      <w:r>
        <w:t>462.2762</w:t>
      </w:r>
      <w:r>
        <w:tab/>
        <w:t>4.051e0</w:t>
      </w:r>
    </w:p>
    <w:p w:rsidR="00895AD2" w:rsidRDefault="00895AD2" w:rsidP="00895AD2">
      <w:r>
        <w:t>462.3527</w:t>
      </w:r>
      <w:r>
        <w:tab/>
        <w:t>1.013e0</w:t>
      </w:r>
    </w:p>
    <w:p w:rsidR="00895AD2" w:rsidRDefault="00895AD2" w:rsidP="00895AD2">
      <w:r>
        <w:t>462.3984</w:t>
      </w:r>
      <w:r>
        <w:tab/>
        <w:t>1.013e0</w:t>
      </w:r>
    </w:p>
    <w:p w:rsidR="00895AD2" w:rsidRDefault="00895AD2" w:rsidP="00895AD2">
      <w:r>
        <w:t>462.5142</w:t>
      </w:r>
      <w:r>
        <w:tab/>
        <w:t>1.013e0</w:t>
      </w:r>
    </w:p>
    <w:p w:rsidR="00895AD2" w:rsidRDefault="00895AD2" w:rsidP="00895AD2">
      <w:r>
        <w:t>462.8373</w:t>
      </w:r>
      <w:r>
        <w:tab/>
        <w:t>1.013e0</w:t>
      </w:r>
    </w:p>
    <w:p w:rsidR="00895AD2" w:rsidRDefault="00895AD2" w:rsidP="00895AD2">
      <w:r>
        <w:t>462.8939</w:t>
      </w:r>
      <w:r>
        <w:tab/>
        <w:t>1.013e0</w:t>
      </w:r>
    </w:p>
    <w:p w:rsidR="00895AD2" w:rsidRDefault="00895AD2" w:rsidP="00895AD2">
      <w:r>
        <w:t>463.0385</w:t>
      </w:r>
      <w:r>
        <w:tab/>
        <w:t>2.025e0</w:t>
      </w:r>
    </w:p>
    <w:p w:rsidR="00895AD2" w:rsidRDefault="00895AD2" w:rsidP="00895AD2">
      <w:r>
        <w:t>463.2375</w:t>
      </w:r>
      <w:r>
        <w:tab/>
        <w:t>2.638e0</w:t>
      </w:r>
    </w:p>
    <w:p w:rsidR="00895AD2" w:rsidRDefault="00895AD2" w:rsidP="00895AD2">
      <w:r>
        <w:t>463.2899</w:t>
      </w:r>
      <w:r>
        <w:tab/>
        <w:t>3.438e0</w:t>
      </w:r>
    </w:p>
    <w:p w:rsidR="00895AD2" w:rsidRDefault="00895AD2" w:rsidP="00895AD2">
      <w:r>
        <w:t>463.4373</w:t>
      </w:r>
      <w:r>
        <w:tab/>
        <w:t>1.013e0</w:t>
      </w:r>
    </w:p>
    <w:p w:rsidR="00895AD2" w:rsidRDefault="00895AD2" w:rsidP="00895AD2">
      <w:r>
        <w:t>463.5409</w:t>
      </w:r>
      <w:r>
        <w:tab/>
        <w:t>1.013e0</w:t>
      </w:r>
    </w:p>
    <w:p w:rsidR="00895AD2" w:rsidRDefault="00895AD2" w:rsidP="00895AD2">
      <w:r>
        <w:lastRenderedPageBreak/>
        <w:t>463.7027</w:t>
      </w:r>
      <w:r>
        <w:tab/>
        <w:t>1.013e0</w:t>
      </w:r>
    </w:p>
    <w:p w:rsidR="00895AD2" w:rsidRDefault="00895AD2" w:rsidP="00895AD2">
      <w:r>
        <w:t>463.9319</w:t>
      </w:r>
      <w:r>
        <w:tab/>
        <w:t>2.025e0</w:t>
      </w:r>
    </w:p>
    <w:p w:rsidR="00895AD2" w:rsidRDefault="00895AD2" w:rsidP="00895AD2">
      <w:r>
        <w:t>463.9942</w:t>
      </w:r>
      <w:r>
        <w:tab/>
        <w:t>1.013e0</w:t>
      </w:r>
    </w:p>
    <w:p w:rsidR="00895AD2" w:rsidRDefault="00895AD2" w:rsidP="00895AD2">
      <w:r>
        <w:t>464.0978</w:t>
      </w:r>
      <w:r>
        <w:tab/>
        <w:t>1.013e0</w:t>
      </w:r>
    </w:p>
    <w:p w:rsidR="00895AD2" w:rsidRDefault="00895AD2" w:rsidP="00895AD2">
      <w:r>
        <w:t>464.1987</w:t>
      </w:r>
      <w:r>
        <w:tab/>
        <w:t>1.013e0</w:t>
      </w:r>
    </w:p>
    <w:p w:rsidR="00895AD2" w:rsidRDefault="00895AD2" w:rsidP="00895AD2">
      <w:r>
        <w:t>464.6282</w:t>
      </w:r>
      <w:r>
        <w:tab/>
        <w:t>1.013e0</w:t>
      </w:r>
    </w:p>
    <w:p w:rsidR="00895AD2" w:rsidRDefault="00895AD2" w:rsidP="00895AD2">
      <w:r>
        <w:t>464.7318</w:t>
      </w:r>
      <w:r>
        <w:tab/>
        <w:t>1.013e0</w:t>
      </w:r>
    </w:p>
    <w:p w:rsidR="00895AD2" w:rsidRDefault="00895AD2" w:rsidP="00895AD2">
      <w:r>
        <w:t>464.9632</w:t>
      </w:r>
      <w:r>
        <w:tab/>
        <w:t>4.051e0</w:t>
      </w:r>
    </w:p>
    <w:p w:rsidR="00895AD2" w:rsidRDefault="00895AD2" w:rsidP="00895AD2">
      <w:r>
        <w:t>465.0361</w:t>
      </w:r>
      <w:r>
        <w:tab/>
        <w:t>1.013e0</w:t>
      </w:r>
    </w:p>
    <w:p w:rsidR="00895AD2" w:rsidRDefault="00895AD2" w:rsidP="00895AD2">
      <w:r>
        <w:t>465.0971</w:t>
      </w:r>
      <w:r>
        <w:tab/>
        <w:t>1.013e0</w:t>
      </w:r>
    </w:p>
    <w:p w:rsidR="00895AD2" w:rsidRDefault="00895AD2" w:rsidP="00895AD2">
      <w:r>
        <w:t>465.1560</w:t>
      </w:r>
      <w:r>
        <w:tab/>
        <w:t>3.038e0</w:t>
      </w:r>
    </w:p>
    <w:p w:rsidR="00895AD2" w:rsidRDefault="00895AD2" w:rsidP="00895AD2">
      <w:r>
        <w:t>465.2035</w:t>
      </w:r>
      <w:r>
        <w:tab/>
        <w:t>6.076e0</w:t>
      </w:r>
    </w:p>
    <w:p w:rsidR="00895AD2" w:rsidRDefault="00895AD2" w:rsidP="00895AD2">
      <w:r>
        <w:t>465.3206</w:t>
      </w:r>
      <w:r>
        <w:tab/>
        <w:t>4.051e0</w:t>
      </w:r>
    </w:p>
    <w:p w:rsidR="00895AD2" w:rsidRDefault="00895AD2" w:rsidP="00895AD2">
      <w:r>
        <w:t>465.4079</w:t>
      </w:r>
      <w:r>
        <w:tab/>
        <w:t>1.013e0</w:t>
      </w:r>
    </w:p>
    <w:p w:rsidR="00895AD2" w:rsidRDefault="00895AD2" w:rsidP="00895AD2">
      <w:r>
        <w:t>465.6378</w:t>
      </w:r>
      <w:r>
        <w:tab/>
        <w:t>2.025e0</w:t>
      </w:r>
    </w:p>
    <w:p w:rsidR="00895AD2" w:rsidRDefault="00895AD2" w:rsidP="00895AD2">
      <w:r>
        <w:t>465.6819</w:t>
      </w:r>
      <w:r>
        <w:tab/>
        <w:t>1.013e0</w:t>
      </w:r>
    </w:p>
    <w:p w:rsidR="00895AD2" w:rsidRDefault="00895AD2" w:rsidP="00895AD2">
      <w:r>
        <w:t>465.7978</w:t>
      </w:r>
      <w:r>
        <w:tab/>
        <w:t>1.013e0</w:t>
      </w:r>
    </w:p>
    <w:p w:rsidR="00895AD2" w:rsidRDefault="00895AD2" w:rsidP="00895AD2">
      <w:r>
        <w:t>465.8374</w:t>
      </w:r>
      <w:r>
        <w:tab/>
        <w:t>1.013e0</w:t>
      </w:r>
    </w:p>
    <w:p w:rsidR="00895AD2" w:rsidRDefault="00895AD2" w:rsidP="00895AD2">
      <w:r>
        <w:t>465.9531</w:t>
      </w:r>
      <w:r>
        <w:tab/>
        <w:t>1.013e0</w:t>
      </w:r>
    </w:p>
    <w:p w:rsidR="00895AD2" w:rsidRDefault="00895AD2" w:rsidP="00895AD2">
      <w:r>
        <w:lastRenderedPageBreak/>
        <w:t>466.1207</w:t>
      </w:r>
      <w:r>
        <w:tab/>
        <w:t>1.013e0</w:t>
      </w:r>
    </w:p>
    <w:p w:rsidR="00895AD2" w:rsidRDefault="00895AD2" w:rsidP="00895AD2">
      <w:r>
        <w:t>466.2027</w:t>
      </w:r>
      <w:r>
        <w:tab/>
        <w:t>4.051e0</w:t>
      </w:r>
    </w:p>
    <w:p w:rsidR="00895AD2" w:rsidRDefault="00895AD2" w:rsidP="00895AD2">
      <w:r>
        <w:t>466.2892</w:t>
      </w:r>
      <w:r>
        <w:tab/>
        <w:t>5.063e0</w:t>
      </w:r>
    </w:p>
    <w:p w:rsidR="00895AD2" w:rsidRDefault="00895AD2" w:rsidP="00895AD2">
      <w:r>
        <w:t>466.3566</w:t>
      </w:r>
      <w:r>
        <w:tab/>
        <w:t>1.013e0</w:t>
      </w:r>
    </w:p>
    <w:p w:rsidR="00895AD2" w:rsidRDefault="00895AD2" w:rsidP="00895AD2">
      <w:r>
        <w:t>466.4706</w:t>
      </w:r>
      <w:r>
        <w:tab/>
        <w:t>1.013e0</w:t>
      </w:r>
    </w:p>
    <w:p w:rsidR="00895AD2" w:rsidRDefault="00895AD2" w:rsidP="00895AD2">
      <w:r>
        <w:t>466.6429</w:t>
      </w:r>
      <w:r>
        <w:tab/>
        <w:t>2.025e0</w:t>
      </w:r>
    </w:p>
    <w:p w:rsidR="00895AD2" w:rsidRDefault="00895AD2" w:rsidP="00895AD2">
      <w:r>
        <w:t>466.7692</w:t>
      </w:r>
      <w:r>
        <w:tab/>
        <w:t>1.013e0</w:t>
      </w:r>
    </w:p>
    <w:p w:rsidR="00895AD2" w:rsidRDefault="00895AD2" w:rsidP="00895AD2">
      <w:r>
        <w:t>466.8044</w:t>
      </w:r>
      <w:r>
        <w:tab/>
        <w:t>1.013e0</w:t>
      </w:r>
    </w:p>
    <w:p w:rsidR="00895AD2" w:rsidRDefault="00895AD2" w:rsidP="00895AD2">
      <w:r>
        <w:t>466.9223</w:t>
      </w:r>
      <w:r>
        <w:tab/>
        <w:t>2.025e0</w:t>
      </w:r>
    </w:p>
    <w:p w:rsidR="00895AD2" w:rsidRDefault="00895AD2" w:rsidP="00895AD2">
      <w:r>
        <w:t>466.9642</w:t>
      </w:r>
      <w:r>
        <w:tab/>
        <w:t>1.013e0</w:t>
      </w:r>
    </w:p>
    <w:p w:rsidR="00895AD2" w:rsidRDefault="00895AD2" w:rsidP="00895AD2">
      <w:r>
        <w:t>467.1649</w:t>
      </w:r>
      <w:r>
        <w:tab/>
        <w:t>2.025e0</w:t>
      </w:r>
    </w:p>
    <w:p w:rsidR="00895AD2" w:rsidRDefault="00895AD2" w:rsidP="00895AD2">
      <w:r>
        <w:t>467.2397</w:t>
      </w:r>
      <w:r>
        <w:tab/>
        <w:t>2.025e0</w:t>
      </w:r>
    </w:p>
    <w:p w:rsidR="00895AD2" w:rsidRDefault="00895AD2" w:rsidP="00895AD2">
      <w:r>
        <w:t>467.3585</w:t>
      </w:r>
      <w:r>
        <w:tab/>
        <w:t>1.013e0</w:t>
      </w:r>
    </w:p>
    <w:p w:rsidR="00895AD2" w:rsidRDefault="00895AD2" w:rsidP="00895AD2">
      <w:r>
        <w:t>467.5379</w:t>
      </w:r>
      <w:r>
        <w:tab/>
        <w:t>1.013e0</w:t>
      </w:r>
    </w:p>
    <w:p w:rsidR="00895AD2" w:rsidRDefault="00895AD2" w:rsidP="00895AD2">
      <w:r>
        <w:t>467.5872</w:t>
      </w:r>
      <w:r>
        <w:tab/>
        <w:t>2.025e0</w:t>
      </w:r>
    </w:p>
    <w:p w:rsidR="00895AD2" w:rsidRDefault="00895AD2" w:rsidP="00895AD2">
      <w:r>
        <w:t>467.6684</w:t>
      </w:r>
      <w:r>
        <w:tab/>
        <w:t>1.013e0</w:t>
      </w:r>
    </w:p>
    <w:p w:rsidR="00895AD2" w:rsidRDefault="00895AD2" w:rsidP="00895AD2">
      <w:r>
        <w:t>467.7500</w:t>
      </w:r>
      <w:r>
        <w:tab/>
        <w:t>1.013e0</w:t>
      </w:r>
    </w:p>
    <w:p w:rsidR="00895AD2" w:rsidRDefault="00895AD2" w:rsidP="00895AD2">
      <w:r>
        <w:t>467.8707</w:t>
      </w:r>
      <w:r>
        <w:tab/>
        <w:t>2.025e0</w:t>
      </w:r>
    </w:p>
    <w:p w:rsidR="00895AD2" w:rsidRDefault="00895AD2" w:rsidP="00895AD2">
      <w:r>
        <w:t>467.9704</w:t>
      </w:r>
      <w:r>
        <w:tab/>
        <w:t>1.013e0</w:t>
      </w:r>
    </w:p>
    <w:p w:rsidR="00895AD2" w:rsidRDefault="00895AD2" w:rsidP="00895AD2">
      <w:r>
        <w:lastRenderedPageBreak/>
        <w:t>468.0765</w:t>
      </w:r>
      <w:r>
        <w:tab/>
        <w:t>2.025e0</w:t>
      </w:r>
    </w:p>
    <w:p w:rsidR="00895AD2" w:rsidRDefault="00895AD2" w:rsidP="00895AD2">
      <w:r>
        <w:t>468.1342</w:t>
      </w:r>
      <w:r>
        <w:tab/>
        <w:t>1.013e0</w:t>
      </w:r>
    </w:p>
    <w:p w:rsidR="00895AD2" w:rsidRDefault="00895AD2" w:rsidP="00895AD2">
      <w:r>
        <w:t>468.2237</w:t>
      </w:r>
      <w:r>
        <w:tab/>
        <w:t>3.038e0</w:t>
      </w:r>
    </w:p>
    <w:p w:rsidR="00895AD2" w:rsidRDefault="00895AD2" w:rsidP="00895AD2">
      <w:r>
        <w:t>468.2883</w:t>
      </w:r>
      <w:r>
        <w:tab/>
        <w:t>2.025e0</w:t>
      </w:r>
    </w:p>
    <w:p w:rsidR="00895AD2" w:rsidRDefault="00895AD2" w:rsidP="00895AD2">
      <w:r>
        <w:t>468.3891</w:t>
      </w:r>
      <w:r>
        <w:tab/>
        <w:t>1.142e1</w:t>
      </w:r>
    </w:p>
    <w:p w:rsidR="00895AD2" w:rsidRDefault="00895AD2" w:rsidP="00895AD2">
      <w:r>
        <w:t>468.4490</w:t>
      </w:r>
      <w:r>
        <w:tab/>
        <w:t>3.038e0</w:t>
      </w:r>
    </w:p>
    <w:p w:rsidR="00895AD2" w:rsidRDefault="00895AD2" w:rsidP="00895AD2">
      <w:r>
        <w:t>469.0572</w:t>
      </w:r>
      <w:r>
        <w:tab/>
        <w:t>1.013e0</w:t>
      </w:r>
    </w:p>
    <w:p w:rsidR="00895AD2" w:rsidRDefault="00895AD2" w:rsidP="00895AD2">
      <w:r>
        <w:t>469.0899</w:t>
      </w:r>
      <w:r>
        <w:tab/>
        <w:t>1.013e0</w:t>
      </w:r>
    </w:p>
    <w:p w:rsidR="00895AD2" w:rsidRDefault="00895AD2" w:rsidP="00895AD2">
      <w:r>
        <w:t>469.1515</w:t>
      </w:r>
      <w:r>
        <w:tab/>
        <w:t>2.025e0</w:t>
      </w:r>
    </w:p>
    <w:p w:rsidR="00895AD2" w:rsidRDefault="00895AD2" w:rsidP="00895AD2">
      <w:r>
        <w:t>469.2101</w:t>
      </w:r>
      <w:r>
        <w:tab/>
        <w:t>1.013e1</w:t>
      </w:r>
    </w:p>
    <w:p w:rsidR="00895AD2" w:rsidRDefault="00895AD2" w:rsidP="00895AD2">
      <w:r>
        <w:t>469.3113</w:t>
      </w:r>
      <w:r>
        <w:tab/>
        <w:t>5.023e0</w:t>
      </w:r>
    </w:p>
    <w:p w:rsidR="00895AD2" w:rsidRDefault="00895AD2" w:rsidP="00895AD2">
      <w:r>
        <w:t>469.4029</w:t>
      </w:r>
      <w:r>
        <w:tab/>
        <w:t>2.025e0</w:t>
      </w:r>
    </w:p>
    <w:p w:rsidR="00895AD2" w:rsidRDefault="00895AD2" w:rsidP="00895AD2">
      <w:r>
        <w:t>469.4426</w:t>
      </w:r>
      <w:r>
        <w:tab/>
        <w:t>2.025e0</w:t>
      </w:r>
    </w:p>
    <w:p w:rsidR="00895AD2" w:rsidRDefault="00895AD2" w:rsidP="00895AD2">
      <w:r>
        <w:t>469.5401</w:t>
      </w:r>
      <w:r>
        <w:tab/>
        <w:t>1.013e0</w:t>
      </w:r>
    </w:p>
    <w:p w:rsidR="00895AD2" w:rsidRDefault="00895AD2" w:rsidP="00895AD2">
      <w:r>
        <w:t>469.8401</w:t>
      </w:r>
      <w:r>
        <w:tab/>
        <w:t>1.013e0</w:t>
      </w:r>
    </w:p>
    <w:p w:rsidR="00895AD2" w:rsidRDefault="00895AD2" w:rsidP="00895AD2">
      <w:r>
        <w:t>469.9497</w:t>
      </w:r>
      <w:r>
        <w:tab/>
        <w:t>1.013e0</w:t>
      </w:r>
    </w:p>
    <w:p w:rsidR="00895AD2" w:rsidRDefault="00895AD2" w:rsidP="00895AD2">
      <w:r>
        <w:t>470.1291</w:t>
      </w:r>
      <w:r>
        <w:tab/>
        <w:t>4.051e0</w:t>
      </w:r>
    </w:p>
    <w:p w:rsidR="00895AD2" w:rsidRDefault="00895AD2" w:rsidP="00895AD2">
      <w:r>
        <w:t>470.2307</w:t>
      </w:r>
      <w:r>
        <w:tab/>
        <w:t>4.051e0</w:t>
      </w:r>
    </w:p>
    <w:p w:rsidR="00895AD2" w:rsidRDefault="00895AD2" w:rsidP="00895AD2">
      <w:r>
        <w:t>470.3948</w:t>
      </w:r>
      <w:r>
        <w:tab/>
        <w:t>4.051e0</w:t>
      </w:r>
    </w:p>
    <w:p w:rsidR="00895AD2" w:rsidRDefault="00895AD2" w:rsidP="00895AD2">
      <w:r>
        <w:lastRenderedPageBreak/>
        <w:t>470.4565</w:t>
      </w:r>
      <w:r>
        <w:tab/>
        <w:t>3.038e0</w:t>
      </w:r>
    </w:p>
    <w:p w:rsidR="00895AD2" w:rsidRDefault="00895AD2" w:rsidP="00895AD2">
      <w:r>
        <w:t>470.7452</w:t>
      </w:r>
      <w:r>
        <w:tab/>
        <w:t>1.013e0</w:t>
      </w:r>
    </w:p>
    <w:p w:rsidR="00895AD2" w:rsidRDefault="00895AD2" w:rsidP="00895AD2">
      <w:r>
        <w:t>470.8123</w:t>
      </w:r>
      <w:r>
        <w:tab/>
        <w:t>1.013e0</w:t>
      </w:r>
    </w:p>
    <w:p w:rsidR="00895AD2" w:rsidRDefault="00895AD2" w:rsidP="00895AD2">
      <w:r>
        <w:t>470.9504</w:t>
      </w:r>
      <w:r>
        <w:tab/>
        <w:t>1.013e0</w:t>
      </w:r>
    </w:p>
    <w:p w:rsidR="00895AD2" w:rsidRDefault="00895AD2" w:rsidP="00895AD2">
      <w:r>
        <w:t>471.0042</w:t>
      </w:r>
      <w:r>
        <w:tab/>
        <w:t>2.025e0</w:t>
      </w:r>
    </w:p>
    <w:p w:rsidR="00895AD2" w:rsidRDefault="00895AD2" w:rsidP="00895AD2">
      <w:r>
        <w:t>471.0654</w:t>
      </w:r>
      <w:r>
        <w:tab/>
        <w:t>1.013e0</w:t>
      </w:r>
    </w:p>
    <w:p w:rsidR="00895AD2" w:rsidRDefault="00895AD2" w:rsidP="00895AD2">
      <w:r>
        <w:t>471.1476</w:t>
      </w:r>
      <w:r>
        <w:tab/>
        <w:t>1.013e0</w:t>
      </w:r>
    </w:p>
    <w:p w:rsidR="00895AD2" w:rsidRDefault="00895AD2" w:rsidP="00895AD2">
      <w:r>
        <w:t>471.2508</w:t>
      </w:r>
      <w:r>
        <w:tab/>
        <w:t>2.025e0</w:t>
      </w:r>
    </w:p>
    <w:p w:rsidR="00895AD2" w:rsidRDefault="00895AD2" w:rsidP="00895AD2">
      <w:r>
        <w:t>471.3242</w:t>
      </w:r>
      <w:r>
        <w:tab/>
        <w:t>2.025e0</w:t>
      </w:r>
    </w:p>
    <w:p w:rsidR="00895AD2" w:rsidRDefault="00895AD2" w:rsidP="00895AD2">
      <w:r>
        <w:t>471.4079</w:t>
      </w:r>
      <w:r>
        <w:tab/>
        <w:t>2.025e0</w:t>
      </w:r>
    </w:p>
    <w:p w:rsidR="00895AD2" w:rsidRDefault="00895AD2" w:rsidP="00895AD2">
      <w:r>
        <w:t>471.5972</w:t>
      </w:r>
      <w:r>
        <w:tab/>
        <w:t>2.025e0</w:t>
      </w:r>
    </w:p>
    <w:p w:rsidR="00895AD2" w:rsidRDefault="00895AD2" w:rsidP="00895AD2">
      <w:r>
        <w:t>471.8756</w:t>
      </w:r>
      <w:r>
        <w:tab/>
        <w:t>1.013e0</w:t>
      </w:r>
    </w:p>
    <w:p w:rsidR="00895AD2" w:rsidRDefault="00895AD2" w:rsidP="00895AD2">
      <w:r>
        <w:t>471.9367</w:t>
      </w:r>
      <w:r>
        <w:tab/>
        <w:t>1.013e0</w:t>
      </w:r>
    </w:p>
    <w:p w:rsidR="00895AD2" w:rsidRDefault="00895AD2" w:rsidP="00895AD2">
      <w:r>
        <w:t>472.1208</w:t>
      </w:r>
      <w:r>
        <w:tab/>
        <w:t>2.025e0</w:t>
      </w:r>
    </w:p>
    <w:p w:rsidR="00895AD2" w:rsidRDefault="00895AD2" w:rsidP="00895AD2">
      <w:r>
        <w:t>472.1754</w:t>
      </w:r>
      <w:r>
        <w:tab/>
        <w:t>1.013e0</w:t>
      </w:r>
    </w:p>
    <w:p w:rsidR="00895AD2" w:rsidRDefault="00895AD2" w:rsidP="00895AD2">
      <w:r>
        <w:t>472.2782</w:t>
      </w:r>
      <w:r>
        <w:tab/>
        <w:t>2.025e0</w:t>
      </w:r>
    </w:p>
    <w:p w:rsidR="00895AD2" w:rsidRDefault="00895AD2" w:rsidP="00895AD2">
      <w:r>
        <w:t>472.3576</w:t>
      </w:r>
      <w:r>
        <w:tab/>
        <w:t>2.025e0</w:t>
      </w:r>
    </w:p>
    <w:p w:rsidR="00895AD2" w:rsidRDefault="00895AD2" w:rsidP="00895AD2">
      <w:r>
        <w:t>472.6777</w:t>
      </w:r>
      <w:r>
        <w:tab/>
        <w:t>1.013e0</w:t>
      </w:r>
    </w:p>
    <w:p w:rsidR="00895AD2" w:rsidRDefault="00895AD2" w:rsidP="00895AD2">
      <w:r>
        <w:t>472.8507</w:t>
      </w:r>
      <w:r>
        <w:tab/>
        <w:t>1.013e0</w:t>
      </w:r>
    </w:p>
    <w:p w:rsidR="00895AD2" w:rsidRDefault="00895AD2" w:rsidP="00895AD2">
      <w:r>
        <w:lastRenderedPageBreak/>
        <w:t>472.9249</w:t>
      </w:r>
      <w:r>
        <w:tab/>
        <w:t>1.013e0</w:t>
      </w:r>
    </w:p>
    <w:p w:rsidR="00895AD2" w:rsidRDefault="00895AD2" w:rsidP="00895AD2">
      <w:r>
        <w:t>472.9788</w:t>
      </w:r>
      <w:r>
        <w:tab/>
        <w:t>1.013e0</w:t>
      </w:r>
    </w:p>
    <w:p w:rsidR="00895AD2" w:rsidRDefault="00895AD2" w:rsidP="00895AD2">
      <w:r>
        <w:t>473.2005</w:t>
      </w:r>
      <w:r>
        <w:tab/>
        <w:t>4.051e0</w:t>
      </w:r>
    </w:p>
    <w:p w:rsidR="00895AD2" w:rsidRDefault="00895AD2" w:rsidP="00895AD2">
      <w:r>
        <w:t>473.2880</w:t>
      </w:r>
      <w:r>
        <w:tab/>
        <w:t>2.025e0</w:t>
      </w:r>
    </w:p>
    <w:p w:rsidR="00895AD2" w:rsidRDefault="00895AD2" w:rsidP="00895AD2">
      <w:r>
        <w:t>473.3428</w:t>
      </w:r>
      <w:r>
        <w:tab/>
        <w:t>4.051e0</w:t>
      </w:r>
    </w:p>
    <w:p w:rsidR="00895AD2" w:rsidRDefault="00895AD2" w:rsidP="00895AD2">
      <w:r>
        <w:t>473.3840</w:t>
      </w:r>
      <w:r>
        <w:tab/>
        <w:t>4.132e0</w:t>
      </w:r>
    </w:p>
    <w:p w:rsidR="00895AD2" w:rsidRDefault="00895AD2" w:rsidP="00895AD2">
      <w:r>
        <w:t>473.7174</w:t>
      </w:r>
      <w:r>
        <w:tab/>
        <w:t>4.051e0</w:t>
      </w:r>
    </w:p>
    <w:p w:rsidR="00895AD2" w:rsidRDefault="00895AD2" w:rsidP="00895AD2">
      <w:r>
        <w:t>473.8472</w:t>
      </w:r>
      <w:r>
        <w:tab/>
        <w:t>1.013e0</w:t>
      </w:r>
    </w:p>
    <w:p w:rsidR="00895AD2" w:rsidRDefault="00895AD2" w:rsidP="00895AD2">
      <w:r>
        <w:t>473.9435</w:t>
      </w:r>
      <w:r>
        <w:tab/>
        <w:t>2.025e0</w:t>
      </w:r>
    </w:p>
    <w:p w:rsidR="00895AD2" w:rsidRDefault="00895AD2" w:rsidP="00895AD2">
      <w:r>
        <w:t>473.9893</w:t>
      </w:r>
      <w:r>
        <w:tab/>
        <w:t>1.013e0</w:t>
      </w:r>
    </w:p>
    <w:p w:rsidR="00895AD2" w:rsidRDefault="00895AD2" w:rsidP="00895AD2">
      <w:r>
        <w:t>474.1298</w:t>
      </w:r>
      <w:r>
        <w:tab/>
        <w:t>1.013e0</w:t>
      </w:r>
    </w:p>
    <w:p w:rsidR="00895AD2" w:rsidRDefault="00895AD2" w:rsidP="00895AD2">
      <w:r>
        <w:t>474.2192</w:t>
      </w:r>
      <w:r>
        <w:tab/>
        <w:t>2.025e0</w:t>
      </w:r>
    </w:p>
    <w:p w:rsidR="00895AD2" w:rsidRDefault="00895AD2" w:rsidP="00895AD2">
      <w:r>
        <w:t>474.2798</w:t>
      </w:r>
      <w:r>
        <w:tab/>
        <w:t>3.038e0</w:t>
      </w:r>
    </w:p>
    <w:p w:rsidR="00895AD2" w:rsidRDefault="00895AD2" w:rsidP="00895AD2">
      <w:r>
        <w:t>474.3587</w:t>
      </w:r>
      <w:r>
        <w:tab/>
        <w:t>4.051e0</w:t>
      </w:r>
    </w:p>
    <w:p w:rsidR="00895AD2" w:rsidRDefault="00895AD2" w:rsidP="00895AD2">
      <w:r>
        <w:t>474.5422</w:t>
      </w:r>
      <w:r>
        <w:tab/>
        <w:t>1.013e0</w:t>
      </w:r>
    </w:p>
    <w:p w:rsidR="00895AD2" w:rsidRDefault="00895AD2" w:rsidP="00895AD2">
      <w:r>
        <w:t>474.5761</w:t>
      </w:r>
      <w:r>
        <w:tab/>
        <w:t>1.013e0</w:t>
      </w:r>
    </w:p>
    <w:p w:rsidR="00895AD2" w:rsidRDefault="00895AD2" w:rsidP="00895AD2">
      <w:r>
        <w:t>474.6753</w:t>
      </w:r>
      <w:r>
        <w:tab/>
        <w:t>1.013e0</w:t>
      </w:r>
    </w:p>
    <w:p w:rsidR="00895AD2" w:rsidRDefault="00895AD2" w:rsidP="00895AD2">
      <w:r>
        <w:t>474.7678</w:t>
      </w:r>
      <w:r>
        <w:tab/>
        <w:t>2.025e0</w:t>
      </w:r>
    </w:p>
    <w:p w:rsidR="00895AD2" w:rsidRDefault="00895AD2" w:rsidP="00895AD2">
      <w:r>
        <w:t>474.9619</w:t>
      </w:r>
      <w:r>
        <w:tab/>
        <w:t>2.025e0</w:t>
      </w:r>
    </w:p>
    <w:p w:rsidR="00895AD2" w:rsidRDefault="00895AD2" w:rsidP="00895AD2">
      <w:r>
        <w:lastRenderedPageBreak/>
        <w:t>475.0063</w:t>
      </w:r>
      <w:r>
        <w:tab/>
        <w:t>2.025e0</w:t>
      </w:r>
    </w:p>
    <w:p w:rsidR="00895AD2" w:rsidRDefault="00895AD2" w:rsidP="00895AD2">
      <w:r>
        <w:t>475.0807</w:t>
      </w:r>
      <w:r>
        <w:tab/>
        <w:t>1.013e0</w:t>
      </w:r>
    </w:p>
    <w:p w:rsidR="00895AD2" w:rsidRDefault="00895AD2" w:rsidP="00895AD2">
      <w:r>
        <w:t>475.1814</w:t>
      </w:r>
      <w:r>
        <w:tab/>
        <w:t>3.038e0</w:t>
      </w:r>
    </w:p>
    <w:p w:rsidR="00895AD2" w:rsidRDefault="00895AD2" w:rsidP="00895AD2">
      <w:r>
        <w:t>475.2626</w:t>
      </w:r>
      <w:r>
        <w:tab/>
        <w:t>4.051e0</w:t>
      </w:r>
    </w:p>
    <w:p w:rsidR="00895AD2" w:rsidRDefault="00895AD2" w:rsidP="00895AD2">
      <w:r>
        <w:t>475.3020</w:t>
      </w:r>
      <w:r>
        <w:tab/>
        <w:t>2.217e0</w:t>
      </w:r>
    </w:p>
    <w:p w:rsidR="00895AD2" w:rsidRDefault="00895AD2" w:rsidP="00895AD2">
      <w:r>
        <w:t>475.3749</w:t>
      </w:r>
      <w:r>
        <w:tab/>
        <w:t>2.025e0</w:t>
      </w:r>
    </w:p>
    <w:p w:rsidR="00895AD2" w:rsidRDefault="00895AD2" w:rsidP="00895AD2">
      <w:r>
        <w:t>475.5031</w:t>
      </w:r>
      <w:r>
        <w:tab/>
        <w:t>1.013e0</w:t>
      </w:r>
    </w:p>
    <w:p w:rsidR="00895AD2" w:rsidRDefault="00895AD2" w:rsidP="00895AD2">
      <w:r>
        <w:t>476.0584</w:t>
      </w:r>
      <w:r>
        <w:tab/>
        <w:t>1.013e0</w:t>
      </w:r>
    </w:p>
    <w:p w:rsidR="00895AD2" w:rsidRDefault="00895AD2" w:rsidP="00895AD2">
      <w:r>
        <w:t>476.1497</w:t>
      </w:r>
      <w:r>
        <w:tab/>
        <w:t>2.025e0</w:t>
      </w:r>
    </w:p>
    <w:p w:rsidR="00895AD2" w:rsidRDefault="00895AD2" w:rsidP="00895AD2">
      <w:r>
        <w:t>476.1994</w:t>
      </w:r>
      <w:r>
        <w:tab/>
        <w:t>1.013e0</w:t>
      </w:r>
    </w:p>
    <w:p w:rsidR="00895AD2" w:rsidRDefault="00895AD2" w:rsidP="00895AD2">
      <w:r>
        <w:t>476.2819</w:t>
      </w:r>
      <w:r>
        <w:tab/>
        <w:t>4.051e0</w:t>
      </w:r>
    </w:p>
    <w:p w:rsidR="00895AD2" w:rsidRDefault="00895AD2" w:rsidP="00895AD2">
      <w:r>
        <w:t>476.3275</w:t>
      </w:r>
      <w:r>
        <w:tab/>
        <w:t>4.051e0</w:t>
      </w:r>
    </w:p>
    <w:p w:rsidR="00895AD2" w:rsidRDefault="00895AD2" w:rsidP="00895AD2">
      <w:r>
        <w:t>476.4363</w:t>
      </w:r>
      <w:r>
        <w:tab/>
        <w:t>2.025e0</w:t>
      </w:r>
    </w:p>
    <w:p w:rsidR="00895AD2" w:rsidRDefault="00895AD2" w:rsidP="00895AD2">
      <w:r>
        <w:t>476.4981</w:t>
      </w:r>
      <w:r>
        <w:tab/>
        <w:t>1.013e0</w:t>
      </w:r>
    </w:p>
    <w:p w:rsidR="00895AD2" w:rsidRDefault="00895AD2" w:rsidP="00895AD2">
      <w:r>
        <w:t>476.6081</w:t>
      </w:r>
      <w:r>
        <w:tab/>
        <w:t>2.025e0</w:t>
      </w:r>
    </w:p>
    <w:p w:rsidR="00895AD2" w:rsidRDefault="00895AD2" w:rsidP="00895AD2">
      <w:r>
        <w:t>476.6808</w:t>
      </w:r>
      <w:r>
        <w:tab/>
        <w:t>2.025e0</w:t>
      </w:r>
    </w:p>
    <w:p w:rsidR="00895AD2" w:rsidRDefault="00895AD2" w:rsidP="00895AD2">
      <w:r>
        <w:t>476.7794</w:t>
      </w:r>
      <w:r>
        <w:tab/>
        <w:t>1.013e0</w:t>
      </w:r>
    </w:p>
    <w:p w:rsidR="00895AD2" w:rsidRDefault="00895AD2" w:rsidP="00895AD2">
      <w:r>
        <w:t>476.8641</w:t>
      </w:r>
      <w:r>
        <w:tab/>
        <w:t>2.025e0</w:t>
      </w:r>
    </w:p>
    <w:p w:rsidR="00895AD2" w:rsidRDefault="00895AD2" w:rsidP="00895AD2">
      <w:r>
        <w:t>476.9928</w:t>
      </w:r>
      <w:r>
        <w:tab/>
        <w:t>1.013e0</w:t>
      </w:r>
    </w:p>
    <w:p w:rsidR="00895AD2" w:rsidRDefault="00895AD2" w:rsidP="00895AD2">
      <w:r>
        <w:lastRenderedPageBreak/>
        <w:t>477.1376</w:t>
      </w:r>
      <w:r>
        <w:tab/>
        <w:t>1.013e0</w:t>
      </w:r>
    </w:p>
    <w:p w:rsidR="00895AD2" w:rsidRDefault="00895AD2" w:rsidP="00895AD2">
      <w:r>
        <w:t>477.2495</w:t>
      </w:r>
      <w:r>
        <w:tab/>
        <w:t>3.038e0</w:t>
      </w:r>
    </w:p>
    <w:p w:rsidR="00895AD2" w:rsidRDefault="00895AD2" w:rsidP="00895AD2">
      <w:r>
        <w:t>477.2906</w:t>
      </w:r>
      <w:r>
        <w:tab/>
        <w:t>3.353e0</w:t>
      </w:r>
    </w:p>
    <w:p w:rsidR="00895AD2" w:rsidRDefault="00895AD2" w:rsidP="00895AD2">
      <w:r>
        <w:t>477.3961</w:t>
      </w:r>
      <w:r>
        <w:tab/>
        <w:t>2.025e0</w:t>
      </w:r>
    </w:p>
    <w:p w:rsidR="00895AD2" w:rsidRDefault="00895AD2" w:rsidP="00895AD2">
      <w:r>
        <w:t>477.7197</w:t>
      </w:r>
      <w:r>
        <w:tab/>
        <w:t>1.013e0</w:t>
      </w:r>
    </w:p>
    <w:p w:rsidR="00895AD2" w:rsidRDefault="00895AD2" w:rsidP="00895AD2">
      <w:r>
        <w:t>477.8575</w:t>
      </w:r>
      <w:r>
        <w:tab/>
        <w:t>2.025e0</w:t>
      </w:r>
    </w:p>
    <w:p w:rsidR="00895AD2" w:rsidRDefault="00895AD2" w:rsidP="00895AD2">
      <w:r>
        <w:t>477.9671</w:t>
      </w:r>
      <w:r>
        <w:tab/>
        <w:t>2.025e0</w:t>
      </w:r>
    </w:p>
    <w:p w:rsidR="00895AD2" w:rsidRDefault="00895AD2" w:rsidP="00895AD2">
      <w:r>
        <w:t>478.1525</w:t>
      </w:r>
      <w:r>
        <w:tab/>
        <w:t>1.013e0</w:t>
      </w:r>
    </w:p>
    <w:p w:rsidR="00895AD2" w:rsidRDefault="00895AD2" w:rsidP="00895AD2">
      <w:r>
        <w:t>478.2572</w:t>
      </w:r>
      <w:r>
        <w:tab/>
        <w:t>3.038e0</w:t>
      </w:r>
    </w:p>
    <w:p w:rsidR="00895AD2" w:rsidRDefault="00895AD2" w:rsidP="00895AD2">
      <w:r>
        <w:t>478.6023</w:t>
      </w:r>
      <w:r>
        <w:tab/>
        <w:t>1.013e0</w:t>
      </w:r>
    </w:p>
    <w:p w:rsidR="00895AD2" w:rsidRDefault="00895AD2" w:rsidP="00895AD2">
      <w:r>
        <w:t>478.7024</w:t>
      </w:r>
      <w:r>
        <w:tab/>
        <w:t>1.013e0</w:t>
      </w:r>
    </w:p>
    <w:p w:rsidR="00895AD2" w:rsidRDefault="00895AD2" w:rsidP="00895AD2">
      <w:r>
        <w:t>478.9608</w:t>
      </w:r>
      <w:r>
        <w:tab/>
        <w:t>1.013e0</w:t>
      </w:r>
    </w:p>
    <w:p w:rsidR="00895AD2" w:rsidRDefault="00895AD2" w:rsidP="00895AD2">
      <w:r>
        <w:t>479.1317</w:t>
      </w:r>
      <w:r>
        <w:tab/>
        <w:t>3.038e0</w:t>
      </w:r>
    </w:p>
    <w:p w:rsidR="00895AD2" w:rsidRDefault="00895AD2" w:rsidP="00895AD2">
      <w:r>
        <w:t>479.2437</w:t>
      </w:r>
      <w:r>
        <w:tab/>
        <w:t>5.063e0</w:t>
      </w:r>
    </w:p>
    <w:p w:rsidR="00895AD2" w:rsidRDefault="00895AD2" w:rsidP="00895AD2">
      <w:r>
        <w:t>479.3098</w:t>
      </w:r>
      <w:r>
        <w:tab/>
        <w:t>2.025e0</w:t>
      </w:r>
    </w:p>
    <w:p w:rsidR="00895AD2" w:rsidRDefault="00895AD2" w:rsidP="00895AD2">
      <w:r>
        <w:t>479.3899</w:t>
      </w:r>
      <w:r>
        <w:tab/>
        <w:t>2.025e0</w:t>
      </w:r>
    </w:p>
    <w:p w:rsidR="00895AD2" w:rsidRDefault="00895AD2" w:rsidP="00895AD2">
      <w:r>
        <w:t>479.5295</w:t>
      </w:r>
      <w:r>
        <w:tab/>
        <w:t>2.025e0</w:t>
      </w:r>
    </w:p>
    <w:p w:rsidR="00895AD2" w:rsidRDefault="00895AD2" w:rsidP="00895AD2">
      <w:r>
        <w:t>479.6879</w:t>
      </w:r>
      <w:r>
        <w:tab/>
        <w:t>1.013e0</w:t>
      </w:r>
    </w:p>
    <w:p w:rsidR="00895AD2" w:rsidRDefault="00895AD2" w:rsidP="00895AD2">
      <w:r>
        <w:t>479.8586</w:t>
      </w:r>
      <w:r>
        <w:tab/>
        <w:t>1.013e0</w:t>
      </w:r>
    </w:p>
    <w:p w:rsidR="00895AD2" w:rsidRDefault="00895AD2" w:rsidP="00895AD2">
      <w:r>
        <w:lastRenderedPageBreak/>
        <w:t>479.8984</w:t>
      </w:r>
      <w:r>
        <w:tab/>
        <w:t>1.013e0</w:t>
      </w:r>
    </w:p>
    <w:p w:rsidR="00895AD2" w:rsidRDefault="00895AD2" w:rsidP="00895AD2">
      <w:r>
        <w:t>480.1848</w:t>
      </w:r>
      <w:r>
        <w:tab/>
        <w:t>1.013e0</w:t>
      </w:r>
    </w:p>
    <w:p w:rsidR="00895AD2" w:rsidRDefault="00895AD2" w:rsidP="00895AD2">
      <w:r>
        <w:t>480.2246</w:t>
      </w:r>
      <w:r>
        <w:tab/>
        <w:t>1.013e0</w:t>
      </w:r>
    </w:p>
    <w:p w:rsidR="00895AD2" w:rsidRDefault="00895AD2" w:rsidP="00895AD2">
      <w:r>
        <w:t>480.3413</w:t>
      </w:r>
      <w:r>
        <w:tab/>
        <w:t>5.063e0</w:t>
      </w:r>
    </w:p>
    <w:p w:rsidR="00895AD2" w:rsidRDefault="00895AD2" w:rsidP="00895AD2">
      <w:r>
        <w:t>480.4594</w:t>
      </w:r>
      <w:r>
        <w:tab/>
        <w:t>3.038e0</w:t>
      </w:r>
    </w:p>
    <w:p w:rsidR="00895AD2" w:rsidRDefault="00895AD2" w:rsidP="00895AD2">
      <w:r>
        <w:t>480.5904</w:t>
      </w:r>
      <w:r>
        <w:tab/>
        <w:t>1.013e0</w:t>
      </w:r>
    </w:p>
    <w:p w:rsidR="00895AD2" w:rsidRDefault="00895AD2" w:rsidP="00895AD2">
      <w:r>
        <w:t>481.0164</w:t>
      </w:r>
      <w:r>
        <w:tab/>
        <w:t>1.013e0</w:t>
      </w:r>
    </w:p>
    <w:p w:rsidR="00895AD2" w:rsidRDefault="00895AD2" w:rsidP="00895AD2">
      <w:r>
        <w:t>481.1056</w:t>
      </w:r>
      <w:r>
        <w:tab/>
        <w:t>1.013e0</w:t>
      </w:r>
    </w:p>
    <w:p w:rsidR="00895AD2" w:rsidRDefault="00895AD2" w:rsidP="00895AD2">
      <w:r>
        <w:t>481.1818</w:t>
      </w:r>
      <w:r>
        <w:tab/>
        <w:t>1.013e0</w:t>
      </w:r>
    </w:p>
    <w:p w:rsidR="00895AD2" w:rsidRDefault="00895AD2" w:rsidP="00895AD2">
      <w:r>
        <w:t>481.2174</w:t>
      </w:r>
      <w:r>
        <w:tab/>
        <w:t>1.013e0</w:t>
      </w:r>
    </w:p>
    <w:p w:rsidR="00895AD2" w:rsidRDefault="00895AD2" w:rsidP="00895AD2">
      <w:r>
        <w:t>481.4534</w:t>
      </w:r>
      <w:r>
        <w:tab/>
        <w:t>1.013e0</w:t>
      </w:r>
    </w:p>
    <w:p w:rsidR="00895AD2" w:rsidRDefault="00895AD2" w:rsidP="00895AD2">
      <w:r>
        <w:t>481.7034</w:t>
      </w:r>
      <w:r>
        <w:tab/>
        <w:t>1.013e0</w:t>
      </w:r>
    </w:p>
    <w:p w:rsidR="00895AD2" w:rsidRDefault="00895AD2" w:rsidP="00895AD2">
      <w:r>
        <w:t>481.7959</w:t>
      </w:r>
      <w:r>
        <w:tab/>
        <w:t>3.038e0</w:t>
      </w:r>
    </w:p>
    <w:p w:rsidR="00895AD2" w:rsidRDefault="00895AD2" w:rsidP="00895AD2">
      <w:r>
        <w:t>481.8743</w:t>
      </w:r>
      <w:r>
        <w:tab/>
        <w:t>1.013e0</w:t>
      </w:r>
    </w:p>
    <w:p w:rsidR="00895AD2" w:rsidRDefault="00895AD2" w:rsidP="00895AD2">
      <w:r>
        <w:t>481.9214</w:t>
      </w:r>
      <w:r>
        <w:tab/>
        <w:t>2.025e0</w:t>
      </w:r>
    </w:p>
    <w:p w:rsidR="00895AD2" w:rsidRDefault="00895AD2" w:rsidP="00895AD2">
      <w:r>
        <w:t>482.0085</w:t>
      </w:r>
      <w:r>
        <w:tab/>
        <w:t>1.013e0</w:t>
      </w:r>
    </w:p>
    <w:p w:rsidR="00895AD2" w:rsidRDefault="00895AD2" w:rsidP="00895AD2">
      <w:r>
        <w:t>482.1060</w:t>
      </w:r>
      <w:r>
        <w:tab/>
        <w:t>1.013e0</w:t>
      </w:r>
    </w:p>
    <w:p w:rsidR="00895AD2" w:rsidRDefault="00895AD2" w:rsidP="00895AD2">
      <w:r>
        <w:t>482.1753</w:t>
      </w:r>
      <w:r>
        <w:tab/>
        <w:t>2.025e0</w:t>
      </w:r>
    </w:p>
    <w:p w:rsidR="00895AD2" w:rsidRDefault="00895AD2" w:rsidP="00895AD2">
      <w:r>
        <w:t>482.2448</w:t>
      </w:r>
      <w:r>
        <w:tab/>
        <w:t>3.038e0</w:t>
      </w:r>
    </w:p>
    <w:p w:rsidR="00895AD2" w:rsidRDefault="00895AD2" w:rsidP="00895AD2">
      <w:r>
        <w:lastRenderedPageBreak/>
        <w:t>482.3695</w:t>
      </w:r>
      <w:r>
        <w:tab/>
        <w:t>4.361e0</w:t>
      </w:r>
    </w:p>
    <w:p w:rsidR="00895AD2" w:rsidRDefault="00895AD2" w:rsidP="00895AD2">
      <w:r>
        <w:t>482.4183</w:t>
      </w:r>
      <w:r>
        <w:tab/>
        <w:t>6.778e0</w:t>
      </w:r>
    </w:p>
    <w:p w:rsidR="00895AD2" w:rsidRDefault="00895AD2" w:rsidP="00895AD2">
      <w:r>
        <w:t>482.5236</w:t>
      </w:r>
      <w:r>
        <w:tab/>
        <w:t>1.013e0</w:t>
      </w:r>
    </w:p>
    <w:p w:rsidR="00895AD2" w:rsidRDefault="00895AD2" w:rsidP="00895AD2">
      <w:r>
        <w:t>482.8898</w:t>
      </w:r>
      <w:r>
        <w:tab/>
        <w:t>1.013e0</w:t>
      </w:r>
    </w:p>
    <w:p w:rsidR="00895AD2" w:rsidRDefault="00895AD2" w:rsidP="00895AD2">
      <w:r>
        <w:t>482.9638</w:t>
      </w:r>
      <w:r>
        <w:tab/>
        <w:t>3.038e0</w:t>
      </w:r>
    </w:p>
    <w:p w:rsidR="00895AD2" w:rsidRDefault="00895AD2" w:rsidP="00895AD2">
      <w:r>
        <w:t>483.0787</w:t>
      </w:r>
      <w:r>
        <w:tab/>
        <w:t>1.013e0</w:t>
      </w:r>
    </w:p>
    <w:p w:rsidR="00895AD2" w:rsidRDefault="00895AD2" w:rsidP="00895AD2">
      <w:r>
        <w:t>483.1582</w:t>
      </w:r>
      <w:r>
        <w:tab/>
        <w:t>1.013e0</w:t>
      </w:r>
    </w:p>
    <w:p w:rsidR="00895AD2" w:rsidRDefault="00895AD2" w:rsidP="00895AD2">
      <w:r>
        <w:t>483.2895</w:t>
      </w:r>
      <w:r>
        <w:tab/>
        <w:t>3.104e0</w:t>
      </w:r>
    </w:p>
    <w:p w:rsidR="00895AD2" w:rsidRDefault="00895AD2" w:rsidP="00895AD2">
      <w:r>
        <w:t>483.3324</w:t>
      </w:r>
      <w:r>
        <w:tab/>
        <w:t>1.013e0</w:t>
      </w:r>
    </w:p>
    <w:p w:rsidR="00895AD2" w:rsidRDefault="00895AD2" w:rsidP="00895AD2">
      <w:r>
        <w:t>483.4034</w:t>
      </w:r>
      <w:r>
        <w:tab/>
        <w:t>2.025e0</w:t>
      </w:r>
    </w:p>
    <w:p w:rsidR="00895AD2" w:rsidRDefault="00895AD2" w:rsidP="00895AD2">
      <w:r>
        <w:t>483.4670</w:t>
      </w:r>
      <w:r>
        <w:tab/>
        <w:t>1.013e0</w:t>
      </w:r>
    </w:p>
    <w:p w:rsidR="00895AD2" w:rsidRDefault="00895AD2" w:rsidP="00895AD2">
      <w:r>
        <w:t>483.5790</w:t>
      </w:r>
      <w:r>
        <w:tab/>
        <w:t>1.013e0</w:t>
      </w:r>
    </w:p>
    <w:p w:rsidR="00895AD2" w:rsidRDefault="00895AD2" w:rsidP="00895AD2">
      <w:r>
        <w:t>483.6370</w:t>
      </w:r>
      <w:r>
        <w:tab/>
        <w:t>1.013e0</w:t>
      </w:r>
    </w:p>
    <w:p w:rsidR="00895AD2" w:rsidRDefault="00895AD2" w:rsidP="00895AD2">
      <w:r>
        <w:t>483.7615</w:t>
      </w:r>
      <w:r>
        <w:tab/>
        <w:t>1.013e0</w:t>
      </w:r>
    </w:p>
    <w:p w:rsidR="00895AD2" w:rsidRDefault="00895AD2" w:rsidP="00895AD2">
      <w:r>
        <w:t>483.7986</w:t>
      </w:r>
      <w:r>
        <w:tab/>
        <w:t>2.025e0</w:t>
      </w:r>
    </w:p>
    <w:p w:rsidR="00895AD2" w:rsidRDefault="00895AD2" w:rsidP="00895AD2">
      <w:r>
        <w:t>483.9551</w:t>
      </w:r>
      <w:r>
        <w:tab/>
        <w:t>1.013e0</w:t>
      </w:r>
    </w:p>
    <w:p w:rsidR="00895AD2" w:rsidRDefault="00895AD2" w:rsidP="00895AD2">
      <w:r>
        <w:t>484.0762</w:t>
      </w:r>
      <w:r>
        <w:tab/>
        <w:t>1.013e0</w:t>
      </w:r>
    </w:p>
    <w:p w:rsidR="00895AD2" w:rsidRDefault="00895AD2" w:rsidP="00895AD2">
      <w:r>
        <w:t>484.1404</w:t>
      </w:r>
      <w:r>
        <w:tab/>
        <w:t>1.013e0</w:t>
      </w:r>
    </w:p>
    <w:p w:rsidR="00895AD2" w:rsidRDefault="00895AD2" w:rsidP="00895AD2">
      <w:r>
        <w:t>484.2222</w:t>
      </w:r>
      <w:r>
        <w:tab/>
        <w:t>4.051e0</w:t>
      </w:r>
    </w:p>
    <w:p w:rsidR="00895AD2" w:rsidRDefault="00895AD2" w:rsidP="00895AD2">
      <w:r>
        <w:lastRenderedPageBreak/>
        <w:t>484.3993</w:t>
      </w:r>
      <w:r>
        <w:tab/>
        <w:t>1.013e0</w:t>
      </w:r>
    </w:p>
    <w:p w:rsidR="00895AD2" w:rsidRDefault="00895AD2" w:rsidP="00895AD2">
      <w:r>
        <w:t>484.5273</w:t>
      </w:r>
      <w:r>
        <w:tab/>
        <w:t>2.025e0</w:t>
      </w:r>
    </w:p>
    <w:p w:rsidR="00895AD2" w:rsidRDefault="00895AD2" w:rsidP="00895AD2">
      <w:r>
        <w:t>484.8653</w:t>
      </w:r>
      <w:r>
        <w:tab/>
        <w:t>1.013e0</w:t>
      </w:r>
    </w:p>
    <w:p w:rsidR="00895AD2" w:rsidRDefault="00895AD2" w:rsidP="00895AD2">
      <w:r>
        <w:t>484.9759</w:t>
      </w:r>
      <w:r>
        <w:tab/>
        <w:t>1.013e0</w:t>
      </w:r>
    </w:p>
    <w:p w:rsidR="00895AD2" w:rsidRDefault="00895AD2" w:rsidP="00895AD2">
      <w:r>
        <w:t>485.0190</w:t>
      </w:r>
      <w:r>
        <w:tab/>
        <w:t>2.025e0</w:t>
      </w:r>
    </w:p>
    <w:p w:rsidR="00895AD2" w:rsidRDefault="00895AD2" w:rsidP="00895AD2">
      <w:r>
        <w:t>485.1649</w:t>
      </w:r>
      <w:r>
        <w:tab/>
        <w:t>1.013e0</w:t>
      </w:r>
    </w:p>
    <w:p w:rsidR="00895AD2" w:rsidRDefault="00895AD2" w:rsidP="00895AD2">
      <w:r>
        <w:t>485.2534</w:t>
      </w:r>
      <w:r>
        <w:tab/>
        <w:t>1.013e0</w:t>
      </w:r>
    </w:p>
    <w:p w:rsidR="00895AD2" w:rsidRDefault="00895AD2" w:rsidP="00895AD2">
      <w:r>
        <w:t>485.3293</w:t>
      </w:r>
      <w:r>
        <w:tab/>
        <w:t>1.013e0</w:t>
      </w:r>
    </w:p>
    <w:p w:rsidR="00895AD2" w:rsidRDefault="00895AD2" w:rsidP="00895AD2">
      <w:r>
        <w:t>485.3755</w:t>
      </w:r>
      <w:r>
        <w:tab/>
        <w:t>1.013e0</w:t>
      </w:r>
    </w:p>
    <w:p w:rsidR="00895AD2" w:rsidRDefault="00895AD2" w:rsidP="00895AD2">
      <w:r>
        <w:t>485.5827</w:t>
      </w:r>
      <w:r>
        <w:tab/>
        <w:t>1.013e0</w:t>
      </w:r>
    </w:p>
    <w:p w:rsidR="00895AD2" w:rsidRDefault="00895AD2" w:rsidP="00895AD2">
      <w:r>
        <w:t>485.6808</w:t>
      </w:r>
      <w:r>
        <w:tab/>
        <w:t>2.025e0</w:t>
      </w:r>
    </w:p>
    <w:p w:rsidR="00895AD2" w:rsidRDefault="00895AD2" w:rsidP="00895AD2">
      <w:r>
        <w:t>485.7385</w:t>
      </w:r>
      <w:r>
        <w:tab/>
        <w:t>1.013e0</w:t>
      </w:r>
    </w:p>
    <w:p w:rsidR="00895AD2" w:rsidRDefault="00895AD2" w:rsidP="00895AD2">
      <w:r>
        <w:t>486.0617</w:t>
      </w:r>
      <w:r>
        <w:tab/>
        <w:t>2.025e0</w:t>
      </w:r>
    </w:p>
    <w:p w:rsidR="00895AD2" w:rsidRDefault="00895AD2" w:rsidP="00895AD2">
      <w:r>
        <w:t>486.1996</w:t>
      </w:r>
      <w:r>
        <w:tab/>
        <w:t>1.013e0</w:t>
      </w:r>
    </w:p>
    <w:p w:rsidR="00895AD2" w:rsidRDefault="00895AD2" w:rsidP="00895AD2">
      <w:r>
        <w:t>486.3028</w:t>
      </w:r>
      <w:r>
        <w:tab/>
        <w:t>2.025e0</w:t>
      </w:r>
    </w:p>
    <w:p w:rsidR="00895AD2" w:rsidRDefault="00895AD2" w:rsidP="00895AD2">
      <w:r>
        <w:t>486.4110</w:t>
      </w:r>
      <w:r>
        <w:tab/>
        <w:t>1.013e0</w:t>
      </w:r>
    </w:p>
    <w:p w:rsidR="00895AD2" w:rsidRDefault="00895AD2" w:rsidP="00895AD2">
      <w:r>
        <w:t>486.5591</w:t>
      </w:r>
      <w:r>
        <w:tab/>
        <w:t>1.013e0</w:t>
      </w:r>
    </w:p>
    <w:p w:rsidR="00895AD2" w:rsidRDefault="00895AD2" w:rsidP="00895AD2">
      <w:r>
        <w:t>486.6535</w:t>
      </w:r>
      <w:r>
        <w:tab/>
        <w:t>1.013e0</w:t>
      </w:r>
    </w:p>
    <w:p w:rsidR="00895AD2" w:rsidRDefault="00895AD2" w:rsidP="00895AD2">
      <w:r>
        <w:t>487.0289</w:t>
      </w:r>
      <w:r>
        <w:tab/>
        <w:t>1.013e0</w:t>
      </w:r>
    </w:p>
    <w:p w:rsidR="00895AD2" w:rsidRDefault="00895AD2" w:rsidP="00895AD2">
      <w:r>
        <w:lastRenderedPageBreak/>
        <w:t>487.0713</w:t>
      </w:r>
      <w:r>
        <w:tab/>
        <w:t>1.013e0</w:t>
      </w:r>
    </w:p>
    <w:p w:rsidR="00895AD2" w:rsidRDefault="00895AD2" w:rsidP="00895AD2">
      <w:r>
        <w:t>487.1390</w:t>
      </w:r>
      <w:r>
        <w:tab/>
        <w:t>1.013e0</w:t>
      </w:r>
    </w:p>
    <w:p w:rsidR="00895AD2" w:rsidRDefault="00895AD2" w:rsidP="00895AD2">
      <w:r>
        <w:t>487.1905</w:t>
      </w:r>
      <w:r>
        <w:tab/>
        <w:t>2.025e0</w:t>
      </w:r>
    </w:p>
    <w:p w:rsidR="00895AD2" w:rsidRDefault="00895AD2" w:rsidP="00895AD2">
      <w:r>
        <w:t>487.2745</w:t>
      </w:r>
      <w:r>
        <w:tab/>
        <w:t>2.025e0</w:t>
      </w:r>
    </w:p>
    <w:p w:rsidR="00895AD2" w:rsidRDefault="00895AD2" w:rsidP="00895AD2">
      <w:r>
        <w:t>487.3591</w:t>
      </w:r>
      <w:r>
        <w:tab/>
        <w:t>5.063e0</w:t>
      </w:r>
    </w:p>
    <w:p w:rsidR="00895AD2" w:rsidRDefault="00895AD2" w:rsidP="00895AD2">
      <w:r>
        <w:t>487.6849</w:t>
      </w:r>
      <w:r>
        <w:tab/>
        <w:t>1.013e0</w:t>
      </w:r>
    </w:p>
    <w:p w:rsidR="00895AD2" w:rsidRDefault="00895AD2" w:rsidP="00895AD2">
      <w:r>
        <w:t>487.7832</w:t>
      </w:r>
      <w:r>
        <w:tab/>
        <w:t>1.013e0</w:t>
      </w:r>
    </w:p>
    <w:p w:rsidR="00895AD2" w:rsidRDefault="00895AD2" w:rsidP="00895AD2">
      <w:r>
        <w:t>487.8861</w:t>
      </w:r>
      <w:r>
        <w:tab/>
        <w:t>2.025e0</w:t>
      </w:r>
    </w:p>
    <w:p w:rsidR="00895AD2" w:rsidRDefault="00895AD2" w:rsidP="00895AD2">
      <w:r>
        <w:t>488.1216</w:t>
      </w:r>
      <w:r>
        <w:tab/>
        <w:t>3.038e0</w:t>
      </w:r>
    </w:p>
    <w:p w:rsidR="00895AD2" w:rsidRDefault="00895AD2" w:rsidP="00895AD2">
      <w:r>
        <w:t>488.2453</w:t>
      </w:r>
      <w:r>
        <w:tab/>
        <w:t>3.038e0</w:t>
      </w:r>
    </w:p>
    <w:p w:rsidR="00895AD2" w:rsidRDefault="00895AD2" w:rsidP="00895AD2">
      <w:r>
        <w:t>488.3315</w:t>
      </w:r>
      <w:r>
        <w:tab/>
        <w:t>1.013e0</w:t>
      </w:r>
    </w:p>
    <w:p w:rsidR="00895AD2" w:rsidRDefault="00895AD2" w:rsidP="00895AD2">
      <w:r>
        <w:t>488.5896</w:t>
      </w:r>
      <w:r>
        <w:tab/>
        <w:t>1.013e0</w:t>
      </w:r>
    </w:p>
    <w:p w:rsidR="00895AD2" w:rsidRDefault="00895AD2" w:rsidP="00895AD2">
      <w:r>
        <w:t>488.6581</w:t>
      </w:r>
      <w:r>
        <w:tab/>
        <w:t>1.013e0</w:t>
      </w:r>
    </w:p>
    <w:p w:rsidR="00895AD2" w:rsidRDefault="00895AD2" w:rsidP="00895AD2">
      <w:r>
        <w:t>488.6948</w:t>
      </w:r>
      <w:r>
        <w:tab/>
        <w:t>1.013e0</w:t>
      </w:r>
    </w:p>
    <w:p w:rsidR="00895AD2" w:rsidRDefault="00895AD2" w:rsidP="00895AD2">
      <w:r>
        <w:t>488.8444</w:t>
      </w:r>
      <w:r>
        <w:tab/>
        <w:t>1.013e0</w:t>
      </w:r>
    </w:p>
    <w:p w:rsidR="00895AD2" w:rsidRDefault="00895AD2" w:rsidP="00895AD2">
      <w:r>
        <w:t>489.1930</w:t>
      </w:r>
      <w:r>
        <w:tab/>
        <w:t>1.013e0</w:t>
      </w:r>
    </w:p>
    <w:p w:rsidR="00895AD2" w:rsidRDefault="00895AD2" w:rsidP="00895AD2">
      <w:r>
        <w:t>489.3309</w:t>
      </w:r>
      <w:r>
        <w:tab/>
        <w:t>2.025e0</w:t>
      </w:r>
    </w:p>
    <w:p w:rsidR="00895AD2" w:rsidRDefault="00895AD2" w:rsidP="00895AD2">
      <w:r>
        <w:t>489.3918</w:t>
      </w:r>
      <w:r>
        <w:tab/>
        <w:t>2.025e0</w:t>
      </w:r>
    </w:p>
    <w:p w:rsidR="00895AD2" w:rsidRDefault="00895AD2" w:rsidP="00895AD2">
      <w:r>
        <w:t>489.4697</w:t>
      </w:r>
      <w:r>
        <w:tab/>
        <w:t>3.038e0</w:t>
      </w:r>
    </w:p>
    <w:p w:rsidR="00895AD2" w:rsidRDefault="00895AD2" w:rsidP="00895AD2">
      <w:r>
        <w:lastRenderedPageBreak/>
        <w:t>489.6469</w:t>
      </w:r>
      <w:r>
        <w:tab/>
        <w:t>1.013e0</w:t>
      </w:r>
    </w:p>
    <w:p w:rsidR="00895AD2" w:rsidRDefault="00895AD2" w:rsidP="00895AD2">
      <w:r>
        <w:t>489.8757</w:t>
      </w:r>
      <w:r>
        <w:tab/>
        <w:t>1.013e0</w:t>
      </w:r>
    </w:p>
    <w:p w:rsidR="00895AD2" w:rsidRDefault="00895AD2" w:rsidP="00895AD2">
      <w:r>
        <w:t>490.1807</w:t>
      </w:r>
      <w:r>
        <w:tab/>
        <w:t>1.013e0</w:t>
      </w:r>
    </w:p>
    <w:p w:rsidR="00895AD2" w:rsidRDefault="00895AD2" w:rsidP="00895AD2">
      <w:r>
        <w:t>490.3338</w:t>
      </w:r>
      <w:r>
        <w:tab/>
        <w:t>1.013e0</w:t>
      </w:r>
    </w:p>
    <w:p w:rsidR="00895AD2" w:rsidRDefault="00895AD2" w:rsidP="00895AD2">
      <w:r>
        <w:t>490.4787</w:t>
      </w:r>
      <w:r>
        <w:tab/>
        <w:t>1.013e0</w:t>
      </w:r>
    </w:p>
    <w:p w:rsidR="00895AD2" w:rsidRDefault="00895AD2" w:rsidP="00895AD2">
      <w:r>
        <w:t>490.5639</w:t>
      </w:r>
      <w:r>
        <w:tab/>
        <w:t>1.013e0</w:t>
      </w:r>
    </w:p>
    <w:p w:rsidR="00895AD2" w:rsidRDefault="00895AD2" w:rsidP="00895AD2">
      <w:r>
        <w:t>490.7003</w:t>
      </w:r>
      <w:r>
        <w:tab/>
        <w:t>1.013e0</w:t>
      </w:r>
    </w:p>
    <w:p w:rsidR="00895AD2" w:rsidRDefault="00895AD2" w:rsidP="00895AD2">
      <w:r>
        <w:t>490.8027</w:t>
      </w:r>
      <w:r>
        <w:tab/>
        <w:t>1.013e0</w:t>
      </w:r>
    </w:p>
    <w:p w:rsidR="00895AD2" w:rsidRDefault="00895AD2" w:rsidP="00895AD2">
      <w:r>
        <w:t>490.9037</w:t>
      </w:r>
      <w:r>
        <w:tab/>
        <w:t>3.038e0</w:t>
      </w:r>
    </w:p>
    <w:p w:rsidR="00895AD2" w:rsidRDefault="00895AD2" w:rsidP="00895AD2">
      <w:r>
        <w:t>490.9989</w:t>
      </w:r>
      <w:r>
        <w:tab/>
        <w:t>2.025e0</w:t>
      </w:r>
    </w:p>
    <w:p w:rsidR="00895AD2" w:rsidRDefault="00895AD2" w:rsidP="00895AD2">
      <w:r>
        <w:t>491.0537</w:t>
      </w:r>
      <w:r>
        <w:tab/>
        <w:t>1.013e0</w:t>
      </w:r>
    </w:p>
    <w:p w:rsidR="00895AD2" w:rsidRDefault="00895AD2" w:rsidP="00895AD2">
      <w:r>
        <w:t>491.2915</w:t>
      </w:r>
      <w:r>
        <w:tab/>
        <w:t>4.051e0</w:t>
      </w:r>
    </w:p>
    <w:p w:rsidR="00895AD2" w:rsidRDefault="00895AD2" w:rsidP="00895AD2">
      <w:r>
        <w:t>491.3722</w:t>
      </w:r>
      <w:r>
        <w:tab/>
        <w:t>4.051e0</w:t>
      </w:r>
    </w:p>
    <w:p w:rsidR="00895AD2" w:rsidRDefault="00895AD2" w:rsidP="00895AD2">
      <w:r>
        <w:t>491.4718</w:t>
      </w:r>
      <w:r>
        <w:tab/>
        <w:t>1.013e0</w:t>
      </w:r>
    </w:p>
    <w:p w:rsidR="00895AD2" w:rsidRDefault="00895AD2" w:rsidP="00895AD2">
      <w:r>
        <w:t>491.5664</w:t>
      </w:r>
      <w:r>
        <w:tab/>
        <w:t>1.013e0</w:t>
      </w:r>
    </w:p>
    <w:p w:rsidR="00895AD2" w:rsidRDefault="00895AD2" w:rsidP="00895AD2">
      <w:r>
        <w:t>491.6478</w:t>
      </w:r>
      <w:r>
        <w:tab/>
        <w:t>1.013e0</w:t>
      </w:r>
    </w:p>
    <w:p w:rsidR="00895AD2" w:rsidRDefault="00895AD2" w:rsidP="00895AD2">
      <w:r>
        <w:t>491.7555</w:t>
      </w:r>
      <w:r>
        <w:tab/>
        <w:t>1.013e0</w:t>
      </w:r>
    </w:p>
    <w:p w:rsidR="00895AD2" w:rsidRDefault="00895AD2" w:rsidP="00895AD2">
      <w:r>
        <w:t>491.8567</w:t>
      </w:r>
      <w:r>
        <w:tab/>
        <w:t>3.038e0</w:t>
      </w:r>
    </w:p>
    <w:p w:rsidR="00895AD2" w:rsidRDefault="00895AD2" w:rsidP="00895AD2">
      <w:r>
        <w:t>492.2627</w:t>
      </w:r>
      <w:r>
        <w:tab/>
        <w:t>2.025e0</w:t>
      </w:r>
    </w:p>
    <w:p w:rsidR="00895AD2" w:rsidRDefault="00895AD2" w:rsidP="00895AD2">
      <w:r>
        <w:lastRenderedPageBreak/>
        <w:t>492.5156</w:t>
      </w:r>
      <w:r>
        <w:tab/>
        <w:t>1.013e0</w:t>
      </w:r>
    </w:p>
    <w:p w:rsidR="00895AD2" w:rsidRDefault="00895AD2" w:rsidP="00895AD2">
      <w:r>
        <w:t>492.6142</w:t>
      </w:r>
      <w:r>
        <w:tab/>
        <w:t>2.025e0</w:t>
      </w:r>
    </w:p>
    <w:p w:rsidR="00895AD2" w:rsidRDefault="00895AD2" w:rsidP="00895AD2">
      <w:r>
        <w:t>492.7261</w:t>
      </w:r>
      <w:r>
        <w:tab/>
        <w:t>1.013e0</w:t>
      </w:r>
    </w:p>
    <w:p w:rsidR="00895AD2" w:rsidRDefault="00895AD2" w:rsidP="00895AD2">
      <w:r>
        <w:t>492.7767</w:t>
      </w:r>
      <w:r>
        <w:tab/>
        <w:t>1.013e0</w:t>
      </w:r>
    </w:p>
    <w:p w:rsidR="00895AD2" w:rsidRDefault="00895AD2" w:rsidP="00895AD2">
      <w:r>
        <w:t>492.8538</w:t>
      </w:r>
      <w:r>
        <w:tab/>
        <w:t>1.013e0</w:t>
      </w:r>
    </w:p>
    <w:p w:rsidR="00895AD2" w:rsidRDefault="00895AD2" w:rsidP="00895AD2">
      <w:r>
        <w:t>493.1193</w:t>
      </w:r>
      <w:r>
        <w:tab/>
        <w:t>1.013e0</w:t>
      </w:r>
    </w:p>
    <w:p w:rsidR="00895AD2" w:rsidRDefault="00895AD2" w:rsidP="00895AD2">
      <w:r>
        <w:t>493.1879</w:t>
      </w:r>
      <w:r>
        <w:tab/>
        <w:t>2.025e0</w:t>
      </w:r>
    </w:p>
    <w:p w:rsidR="00895AD2" w:rsidRDefault="00895AD2" w:rsidP="00895AD2">
      <w:r>
        <w:t>493.2869</w:t>
      </w:r>
      <w:r>
        <w:tab/>
        <w:t>3.038e0</w:t>
      </w:r>
    </w:p>
    <w:p w:rsidR="00895AD2" w:rsidRDefault="00895AD2" w:rsidP="00895AD2">
      <w:r>
        <w:t>493.5821</w:t>
      </w:r>
      <w:r>
        <w:tab/>
        <w:t>1.013e0</w:t>
      </w:r>
    </w:p>
    <w:p w:rsidR="00895AD2" w:rsidRDefault="00895AD2" w:rsidP="00895AD2">
      <w:r>
        <w:t>493.7708</w:t>
      </w:r>
      <w:r>
        <w:tab/>
        <w:t>1.013e0</w:t>
      </w:r>
    </w:p>
    <w:p w:rsidR="00895AD2" w:rsidRDefault="00895AD2" w:rsidP="00895AD2">
      <w:r>
        <w:t>493.8419</w:t>
      </w:r>
      <w:r>
        <w:tab/>
        <w:t>3.038e0</w:t>
      </w:r>
    </w:p>
    <w:p w:rsidR="00895AD2" w:rsidRDefault="00895AD2" w:rsidP="00895AD2">
      <w:r>
        <w:t>493.9595</w:t>
      </w:r>
      <w:r>
        <w:tab/>
        <w:t>1.013e0</w:t>
      </w:r>
    </w:p>
    <w:p w:rsidR="00895AD2" w:rsidRDefault="00895AD2" w:rsidP="00895AD2">
      <w:r>
        <w:t>494.1839</w:t>
      </w:r>
      <w:r>
        <w:tab/>
        <w:t>4.051e0</w:t>
      </w:r>
    </w:p>
    <w:p w:rsidR="00895AD2" w:rsidRDefault="00895AD2" w:rsidP="00895AD2">
      <w:r>
        <w:t>494.2986</w:t>
      </w:r>
      <w:r>
        <w:tab/>
        <w:t>2.025e0</w:t>
      </w:r>
    </w:p>
    <w:p w:rsidR="00895AD2" w:rsidRDefault="00895AD2" w:rsidP="00895AD2">
      <w:r>
        <w:t>494.5634</w:t>
      </w:r>
      <w:r>
        <w:tab/>
        <w:t>2.025e0</w:t>
      </w:r>
    </w:p>
    <w:p w:rsidR="00895AD2" w:rsidRDefault="00895AD2" w:rsidP="00895AD2">
      <w:r>
        <w:t>494.9170</w:t>
      </w:r>
      <w:r>
        <w:tab/>
        <w:t>3.038e0</w:t>
      </w:r>
    </w:p>
    <w:p w:rsidR="00895AD2" w:rsidRDefault="00895AD2" w:rsidP="00895AD2">
      <w:r>
        <w:t>495.0343</w:t>
      </w:r>
      <w:r>
        <w:tab/>
        <w:t>2.314e0</w:t>
      </w:r>
    </w:p>
    <w:p w:rsidR="00895AD2" w:rsidRDefault="00895AD2" w:rsidP="00895AD2">
      <w:r>
        <w:t>495.0934</w:t>
      </w:r>
      <w:r>
        <w:tab/>
        <w:t>2.025e0</w:t>
      </w:r>
    </w:p>
    <w:p w:rsidR="00895AD2" w:rsidRDefault="00895AD2" w:rsidP="00895AD2">
      <w:r>
        <w:t>495.1822</w:t>
      </w:r>
      <w:r>
        <w:tab/>
        <w:t>2.025e0</w:t>
      </w:r>
    </w:p>
    <w:p w:rsidR="00895AD2" w:rsidRDefault="00895AD2" w:rsidP="00895AD2">
      <w:r>
        <w:lastRenderedPageBreak/>
        <w:t>495.2473</w:t>
      </w:r>
      <w:r>
        <w:tab/>
        <w:t>2.025e0</w:t>
      </w:r>
    </w:p>
    <w:p w:rsidR="00895AD2" w:rsidRDefault="00895AD2" w:rsidP="00895AD2">
      <w:r>
        <w:t>495.3760</w:t>
      </w:r>
      <w:r>
        <w:tab/>
        <w:t>1.013e0</w:t>
      </w:r>
    </w:p>
    <w:p w:rsidR="00895AD2" w:rsidRDefault="00895AD2" w:rsidP="00895AD2">
      <w:r>
        <w:t>495.5649</w:t>
      </w:r>
      <w:r>
        <w:tab/>
        <w:t>3.038e0</w:t>
      </w:r>
    </w:p>
    <w:p w:rsidR="00895AD2" w:rsidRDefault="00895AD2" w:rsidP="00895AD2">
      <w:r>
        <w:t>495.8308</w:t>
      </w:r>
      <w:r>
        <w:tab/>
        <w:t>1.013e0</w:t>
      </w:r>
    </w:p>
    <w:p w:rsidR="00895AD2" w:rsidRDefault="00895AD2" w:rsidP="00895AD2">
      <w:r>
        <w:t>496.2094</w:t>
      </w:r>
      <w:r>
        <w:tab/>
        <w:t>2.025e0</w:t>
      </w:r>
    </w:p>
    <w:p w:rsidR="00895AD2" w:rsidRDefault="00895AD2" w:rsidP="00895AD2">
      <w:r>
        <w:t>496.2813</w:t>
      </w:r>
      <w:r>
        <w:tab/>
        <w:t>2.025e0</w:t>
      </w:r>
    </w:p>
    <w:p w:rsidR="00895AD2" w:rsidRDefault="00895AD2" w:rsidP="00895AD2">
      <w:r>
        <w:t>496.4140</w:t>
      </w:r>
      <w:r>
        <w:tab/>
        <w:t>3.038e0</w:t>
      </w:r>
    </w:p>
    <w:p w:rsidR="00895AD2" w:rsidRDefault="00895AD2" w:rsidP="00895AD2">
      <w:r>
        <w:t>496.5782</w:t>
      </w:r>
      <w:r>
        <w:tab/>
        <w:t>2.025e0</w:t>
      </w:r>
    </w:p>
    <w:p w:rsidR="00895AD2" w:rsidRDefault="00895AD2" w:rsidP="00895AD2">
      <w:r>
        <w:t>496.8172</w:t>
      </w:r>
      <w:r>
        <w:tab/>
        <w:t>1.013e0</w:t>
      </w:r>
    </w:p>
    <w:p w:rsidR="00895AD2" w:rsidRDefault="00895AD2" w:rsidP="00895AD2">
      <w:r>
        <w:t>496.8904</w:t>
      </w:r>
      <w:r>
        <w:tab/>
        <w:t>1.013e0</w:t>
      </w:r>
    </w:p>
    <w:p w:rsidR="00895AD2" w:rsidRDefault="00895AD2" w:rsidP="00895AD2">
      <w:r>
        <w:t>497.1524</w:t>
      </w:r>
      <w:r>
        <w:tab/>
        <w:t>1.013e0</w:t>
      </w:r>
    </w:p>
    <w:p w:rsidR="00895AD2" w:rsidRDefault="00895AD2" w:rsidP="00895AD2">
      <w:r>
        <w:t>497.2443</w:t>
      </w:r>
      <w:r>
        <w:tab/>
        <w:t>2.516e0</w:t>
      </w:r>
    </w:p>
    <w:p w:rsidR="00895AD2" w:rsidRDefault="00895AD2" w:rsidP="00895AD2">
      <w:r>
        <w:t>497.2992</w:t>
      </w:r>
      <w:r>
        <w:tab/>
        <w:t>1.013e0</w:t>
      </w:r>
    </w:p>
    <w:p w:rsidR="00895AD2" w:rsidRDefault="00895AD2" w:rsidP="00895AD2">
      <w:r>
        <w:t>497.3977</w:t>
      </w:r>
      <w:r>
        <w:tab/>
        <w:t>4.051e0</w:t>
      </w:r>
    </w:p>
    <w:p w:rsidR="00895AD2" w:rsidRDefault="00895AD2" w:rsidP="00895AD2">
      <w:r>
        <w:t>497.4691</w:t>
      </w:r>
      <w:r>
        <w:tab/>
        <w:t>2.025e0</w:t>
      </w:r>
    </w:p>
    <w:p w:rsidR="00895AD2" w:rsidRDefault="00895AD2" w:rsidP="00895AD2">
      <w:r>
        <w:t>497.5134</w:t>
      </w:r>
      <w:r>
        <w:tab/>
        <w:t>1.013e0</w:t>
      </w:r>
    </w:p>
    <w:p w:rsidR="00895AD2" w:rsidRDefault="00895AD2" w:rsidP="00895AD2">
      <w:r>
        <w:t>497.6878</w:t>
      </w:r>
      <w:r>
        <w:tab/>
        <w:t>1.013e0</w:t>
      </w:r>
    </w:p>
    <w:p w:rsidR="00895AD2" w:rsidRDefault="00895AD2" w:rsidP="00895AD2">
      <w:r>
        <w:t>497.7656</w:t>
      </w:r>
      <w:r>
        <w:tab/>
        <w:t>1.013e0</w:t>
      </w:r>
    </w:p>
    <w:p w:rsidR="00895AD2" w:rsidRDefault="00895AD2" w:rsidP="00895AD2">
      <w:r>
        <w:t>497.8555</w:t>
      </w:r>
      <w:r>
        <w:tab/>
        <w:t>1.013e0</w:t>
      </w:r>
    </w:p>
    <w:p w:rsidR="00895AD2" w:rsidRDefault="00895AD2" w:rsidP="00895AD2">
      <w:r>
        <w:lastRenderedPageBreak/>
        <w:t>498.0080</w:t>
      </w:r>
      <w:r>
        <w:tab/>
        <w:t>1.013e0</w:t>
      </w:r>
    </w:p>
    <w:p w:rsidR="00895AD2" w:rsidRDefault="00895AD2" w:rsidP="00895AD2">
      <w:r>
        <w:t>498.0595</w:t>
      </w:r>
      <w:r>
        <w:tab/>
        <w:t>1.013e0</w:t>
      </w:r>
    </w:p>
    <w:p w:rsidR="00895AD2" w:rsidRDefault="00895AD2" w:rsidP="00895AD2">
      <w:r>
        <w:t>498.0941</w:t>
      </w:r>
      <w:r>
        <w:tab/>
        <w:t>1.013e0</w:t>
      </w:r>
    </w:p>
    <w:p w:rsidR="00895AD2" w:rsidRDefault="00895AD2" w:rsidP="00895AD2">
      <w:r>
        <w:t>498.1725</w:t>
      </w:r>
      <w:r>
        <w:tab/>
        <w:t>7.089e0</w:t>
      </w:r>
    </w:p>
    <w:p w:rsidR="00895AD2" w:rsidRDefault="00895AD2" w:rsidP="00895AD2">
      <w:r>
        <w:t>498.2526</w:t>
      </w:r>
      <w:r>
        <w:tab/>
        <w:t>1.013e0</w:t>
      </w:r>
    </w:p>
    <w:p w:rsidR="00895AD2" w:rsidRDefault="00895AD2" w:rsidP="00895AD2">
      <w:r>
        <w:t>498.3655</w:t>
      </w:r>
      <w:r>
        <w:tab/>
        <w:t>1.013e0</w:t>
      </w:r>
    </w:p>
    <w:p w:rsidR="00895AD2" w:rsidRDefault="00895AD2" w:rsidP="00895AD2">
      <w:r>
        <w:t>498.4388</w:t>
      </w:r>
      <w:r>
        <w:tab/>
        <w:t>1.013e0</w:t>
      </w:r>
    </w:p>
    <w:p w:rsidR="00895AD2" w:rsidRDefault="00895AD2" w:rsidP="00895AD2">
      <w:r>
        <w:t>498.9941</w:t>
      </w:r>
      <w:r>
        <w:tab/>
        <w:t>1.013e0</w:t>
      </w:r>
    </w:p>
    <w:p w:rsidR="00895AD2" w:rsidRDefault="00895AD2" w:rsidP="00895AD2">
      <w:r>
        <w:t>499.1016</w:t>
      </w:r>
      <w:r>
        <w:tab/>
        <w:t>1.013e0</w:t>
      </w:r>
    </w:p>
    <w:p w:rsidR="00895AD2" w:rsidRDefault="00895AD2" w:rsidP="00895AD2">
      <w:r>
        <w:t>499.2194</w:t>
      </w:r>
      <w:r>
        <w:tab/>
        <w:t>1.013e0</w:t>
      </w:r>
    </w:p>
    <w:p w:rsidR="00895AD2" w:rsidRDefault="00895AD2" w:rsidP="00895AD2">
      <w:r>
        <w:t>499.3093</w:t>
      </w:r>
      <w:r>
        <w:tab/>
        <w:t>1.013e0</w:t>
      </w:r>
    </w:p>
    <w:p w:rsidR="00895AD2" w:rsidRDefault="00895AD2" w:rsidP="00895AD2">
      <w:r>
        <w:t>499.3840</w:t>
      </w:r>
      <w:r>
        <w:tab/>
        <w:t>2.138e0</w:t>
      </w:r>
    </w:p>
    <w:p w:rsidR="00895AD2" w:rsidRDefault="00895AD2" w:rsidP="00895AD2">
      <w:r>
        <w:t>499.6181</w:t>
      </w:r>
      <w:r>
        <w:tab/>
        <w:t>1.013e0</w:t>
      </w:r>
    </w:p>
    <w:p w:rsidR="00895AD2" w:rsidRDefault="00895AD2" w:rsidP="00895AD2">
      <w:r>
        <w:t>499.7795</w:t>
      </w:r>
      <w:r>
        <w:tab/>
        <w:t>1.013e0</w:t>
      </w:r>
    </w:p>
    <w:p w:rsidR="00895AD2" w:rsidRDefault="00895AD2" w:rsidP="00895AD2">
      <w:r>
        <w:t>499.9230</w:t>
      </w:r>
      <w:r>
        <w:tab/>
        <w:t>3.038e0</w:t>
      </w:r>
    </w:p>
    <w:p w:rsidR="00895AD2" w:rsidRDefault="00895AD2" w:rsidP="00895AD2">
      <w:r>
        <w:t>500.2167</w:t>
      </w:r>
      <w:r>
        <w:tab/>
        <w:t>1.013e0</w:t>
      </w:r>
    </w:p>
    <w:p w:rsidR="00895AD2" w:rsidRDefault="00895AD2" w:rsidP="00895AD2">
      <w:r>
        <w:t>500.4036</w:t>
      </w:r>
      <w:r>
        <w:tab/>
        <w:t>2.025e0</w:t>
      </w:r>
    </w:p>
    <w:p w:rsidR="00895AD2" w:rsidRDefault="00895AD2" w:rsidP="00895AD2">
      <w:r>
        <w:t>500.4952</w:t>
      </w:r>
      <w:r>
        <w:tab/>
        <w:t>2.025e0</w:t>
      </w:r>
    </w:p>
    <w:p w:rsidR="00895AD2" w:rsidRDefault="00895AD2" w:rsidP="00895AD2">
      <w:r>
        <w:t>500.7379</w:t>
      </w:r>
      <w:r>
        <w:tab/>
        <w:t>1.013e0</w:t>
      </w:r>
    </w:p>
    <w:p w:rsidR="00895AD2" w:rsidRDefault="00895AD2" w:rsidP="00895AD2">
      <w:r>
        <w:lastRenderedPageBreak/>
        <w:t>500.8769</w:t>
      </w:r>
      <w:r>
        <w:tab/>
        <w:t>1.013e0</w:t>
      </w:r>
    </w:p>
    <w:p w:rsidR="00895AD2" w:rsidRDefault="00895AD2" w:rsidP="00895AD2">
      <w:r>
        <w:t>500.9861</w:t>
      </w:r>
      <w:r>
        <w:tab/>
        <w:t>1.013e0</w:t>
      </w:r>
    </w:p>
    <w:p w:rsidR="00895AD2" w:rsidRDefault="00895AD2" w:rsidP="00895AD2">
      <w:r>
        <w:t>501.1290</w:t>
      </w:r>
      <w:r>
        <w:tab/>
        <w:t>1.013e0</w:t>
      </w:r>
    </w:p>
    <w:p w:rsidR="00895AD2" w:rsidRDefault="00895AD2" w:rsidP="00895AD2">
      <w:r>
        <w:t>501.3003</w:t>
      </w:r>
      <w:r>
        <w:tab/>
        <w:t>3.494e0</w:t>
      </w:r>
    </w:p>
    <w:p w:rsidR="00895AD2" w:rsidRDefault="00895AD2" w:rsidP="00895AD2">
      <w:r>
        <w:t>501.3692</w:t>
      </w:r>
      <w:r>
        <w:tab/>
        <w:t>6.076e0</w:t>
      </w:r>
    </w:p>
    <w:p w:rsidR="00895AD2" w:rsidRDefault="00895AD2" w:rsidP="00895AD2">
      <w:r>
        <w:t>501.4674</w:t>
      </w:r>
      <w:r>
        <w:tab/>
        <w:t>2.025e0</w:t>
      </w:r>
    </w:p>
    <w:p w:rsidR="00895AD2" w:rsidRDefault="00895AD2" w:rsidP="00895AD2">
      <w:r>
        <w:t>501.7010</w:t>
      </w:r>
      <w:r>
        <w:tab/>
        <w:t>1.013e0</w:t>
      </w:r>
    </w:p>
    <w:p w:rsidR="00895AD2" w:rsidRDefault="00895AD2" w:rsidP="00895AD2">
      <w:r>
        <w:t>502.0864</w:t>
      </w:r>
      <w:r>
        <w:tab/>
        <w:t>1.013e0</w:t>
      </w:r>
    </w:p>
    <w:p w:rsidR="00895AD2" w:rsidRDefault="00895AD2" w:rsidP="00895AD2">
      <w:r>
        <w:t>502.1469</w:t>
      </w:r>
      <w:r>
        <w:tab/>
        <w:t>2.025e0</w:t>
      </w:r>
    </w:p>
    <w:p w:rsidR="00895AD2" w:rsidRDefault="00895AD2" w:rsidP="00895AD2">
      <w:r>
        <w:t>502.2656</w:t>
      </w:r>
      <w:r>
        <w:tab/>
        <w:t>2.025e0</w:t>
      </w:r>
    </w:p>
    <w:p w:rsidR="00895AD2" w:rsidRDefault="00895AD2" w:rsidP="00895AD2">
      <w:r>
        <w:t>502.3461</w:t>
      </w:r>
      <w:r>
        <w:tab/>
        <w:t>2.025e0</w:t>
      </w:r>
    </w:p>
    <w:p w:rsidR="00895AD2" w:rsidRDefault="00895AD2" w:rsidP="00895AD2">
      <w:r>
        <w:t>502.3826</w:t>
      </w:r>
      <w:r>
        <w:tab/>
        <w:t>1.013e0</w:t>
      </w:r>
    </w:p>
    <w:p w:rsidR="00895AD2" w:rsidRDefault="00895AD2" w:rsidP="00895AD2">
      <w:r>
        <w:t>502.6529</w:t>
      </w:r>
      <w:r>
        <w:tab/>
        <w:t>1.013e0</w:t>
      </w:r>
    </w:p>
    <w:p w:rsidR="00895AD2" w:rsidRDefault="00895AD2" w:rsidP="00895AD2">
      <w:r>
        <w:t>502.8141</w:t>
      </w:r>
      <w:r>
        <w:tab/>
        <w:t>2.025e0</w:t>
      </w:r>
    </w:p>
    <w:p w:rsidR="00895AD2" w:rsidRDefault="00895AD2" w:rsidP="00895AD2">
      <w:r>
        <w:t>503.1480</w:t>
      </w:r>
      <w:r>
        <w:tab/>
        <w:t>2.025e0</w:t>
      </w:r>
    </w:p>
    <w:p w:rsidR="00895AD2" w:rsidRDefault="00895AD2" w:rsidP="00895AD2">
      <w:r>
        <w:t>503.2073</w:t>
      </w:r>
      <w:r>
        <w:tab/>
        <w:t>1.013e0</w:t>
      </w:r>
    </w:p>
    <w:p w:rsidR="00895AD2" w:rsidRDefault="00895AD2" w:rsidP="00895AD2">
      <w:r>
        <w:t>503.3047</w:t>
      </w:r>
      <w:r>
        <w:tab/>
        <w:t>5.063e0</w:t>
      </w:r>
    </w:p>
    <w:p w:rsidR="00895AD2" w:rsidRDefault="00895AD2" w:rsidP="00895AD2">
      <w:r>
        <w:t>503.3631</w:t>
      </w:r>
      <w:r>
        <w:tab/>
        <w:t>3.038e0</w:t>
      </w:r>
    </w:p>
    <w:p w:rsidR="00895AD2" w:rsidRDefault="00895AD2" w:rsidP="00895AD2">
      <w:r>
        <w:t>503.5693</w:t>
      </w:r>
      <w:r>
        <w:tab/>
        <w:t>1.013e0</w:t>
      </w:r>
    </w:p>
    <w:p w:rsidR="00895AD2" w:rsidRDefault="00895AD2" w:rsidP="00895AD2">
      <w:r>
        <w:lastRenderedPageBreak/>
        <w:t>503.6383</w:t>
      </w:r>
      <w:r>
        <w:tab/>
        <w:t>1.013e0</w:t>
      </w:r>
    </w:p>
    <w:p w:rsidR="00895AD2" w:rsidRDefault="00895AD2" w:rsidP="00895AD2">
      <w:r>
        <w:t>503.7513</w:t>
      </w:r>
      <w:r>
        <w:tab/>
        <w:t>1.013e0</w:t>
      </w:r>
    </w:p>
    <w:p w:rsidR="00895AD2" w:rsidRDefault="00895AD2" w:rsidP="00895AD2">
      <w:r>
        <w:t>503.8886</w:t>
      </w:r>
      <w:r>
        <w:tab/>
        <w:t>2.025e0</w:t>
      </w:r>
    </w:p>
    <w:p w:rsidR="00895AD2" w:rsidRDefault="00895AD2" w:rsidP="00895AD2">
      <w:r>
        <w:t>504.1088</w:t>
      </w:r>
      <w:r>
        <w:tab/>
        <w:t>1.013e0</w:t>
      </w:r>
    </w:p>
    <w:p w:rsidR="00895AD2" w:rsidRDefault="00895AD2" w:rsidP="00895AD2">
      <w:r>
        <w:t>504.1898</w:t>
      </w:r>
      <w:r>
        <w:tab/>
        <w:t>1.013e0</w:t>
      </w:r>
    </w:p>
    <w:p w:rsidR="00895AD2" w:rsidRDefault="00895AD2" w:rsidP="00895AD2">
      <w:r>
        <w:t>504.2812</w:t>
      </w:r>
      <w:r>
        <w:tab/>
        <w:t>3.038e0</w:t>
      </w:r>
    </w:p>
    <w:p w:rsidR="00895AD2" w:rsidRDefault="00895AD2" w:rsidP="00895AD2">
      <w:r>
        <w:t>504.3331</w:t>
      </w:r>
      <w:r>
        <w:tab/>
        <w:t>1.519e0</w:t>
      </w:r>
    </w:p>
    <w:p w:rsidR="00895AD2" w:rsidRDefault="00895AD2" w:rsidP="00895AD2">
      <w:r>
        <w:t>504.4052</w:t>
      </w:r>
      <w:r>
        <w:tab/>
        <w:t>3.038e0</w:t>
      </w:r>
    </w:p>
    <w:p w:rsidR="00895AD2" w:rsidRDefault="00895AD2" w:rsidP="00895AD2">
      <w:r>
        <w:t>504.5397</w:t>
      </w:r>
      <w:r>
        <w:tab/>
        <w:t>1.013e0</w:t>
      </w:r>
    </w:p>
    <w:p w:rsidR="00895AD2" w:rsidRDefault="00895AD2" w:rsidP="00895AD2">
      <w:r>
        <w:t>504.6190</w:t>
      </w:r>
      <w:r>
        <w:tab/>
        <w:t>1.013e0</w:t>
      </w:r>
    </w:p>
    <w:p w:rsidR="00895AD2" w:rsidRDefault="00895AD2" w:rsidP="00895AD2">
      <w:r>
        <w:t>504.6930</w:t>
      </w:r>
      <w:r>
        <w:tab/>
        <w:t>2.025e0</w:t>
      </w:r>
    </w:p>
    <w:p w:rsidR="00895AD2" w:rsidRDefault="00895AD2" w:rsidP="00895AD2">
      <w:r>
        <w:t>505.1234</w:t>
      </w:r>
      <w:r>
        <w:tab/>
        <w:t>1.013e0</w:t>
      </w:r>
    </w:p>
    <w:p w:rsidR="00895AD2" w:rsidRDefault="00895AD2" w:rsidP="00895AD2">
      <w:r>
        <w:t>505.2051</w:t>
      </w:r>
      <w:r>
        <w:tab/>
        <w:t>1.013e0</w:t>
      </w:r>
    </w:p>
    <w:p w:rsidR="00895AD2" w:rsidRDefault="00895AD2" w:rsidP="00895AD2">
      <w:r>
        <w:t>505.3101</w:t>
      </w:r>
      <w:r>
        <w:tab/>
        <w:t>2.025e0</w:t>
      </w:r>
    </w:p>
    <w:p w:rsidR="00895AD2" w:rsidRDefault="00895AD2" w:rsidP="00895AD2">
      <w:r>
        <w:t>505.3839</w:t>
      </w:r>
      <w:r>
        <w:tab/>
        <w:t>3.038e0</w:t>
      </w:r>
    </w:p>
    <w:p w:rsidR="00895AD2" w:rsidRDefault="00895AD2" w:rsidP="00895AD2">
      <w:r>
        <w:t>505.5294</w:t>
      </w:r>
      <w:r>
        <w:tab/>
        <w:t>1.013e0</w:t>
      </w:r>
    </w:p>
    <w:p w:rsidR="00895AD2" w:rsidRDefault="00895AD2" w:rsidP="00895AD2">
      <w:r>
        <w:t>505.8017</w:t>
      </w:r>
      <w:r>
        <w:tab/>
        <w:t>1.013e0</w:t>
      </w:r>
    </w:p>
    <w:p w:rsidR="00895AD2" w:rsidRDefault="00895AD2" w:rsidP="00895AD2">
      <w:r>
        <w:t>505.8451</w:t>
      </w:r>
      <w:r>
        <w:tab/>
        <w:t>1.013e0</w:t>
      </w:r>
    </w:p>
    <w:p w:rsidR="00895AD2" w:rsidRDefault="00895AD2" w:rsidP="00895AD2">
      <w:r>
        <w:t>505.9854</w:t>
      </w:r>
      <w:r>
        <w:tab/>
        <w:t>1.013e0</w:t>
      </w:r>
    </w:p>
    <w:p w:rsidR="00895AD2" w:rsidRDefault="00895AD2" w:rsidP="00895AD2">
      <w:r>
        <w:lastRenderedPageBreak/>
        <w:t>506.1785</w:t>
      </w:r>
      <w:r>
        <w:tab/>
        <w:t>1.013e0</w:t>
      </w:r>
    </w:p>
    <w:p w:rsidR="00895AD2" w:rsidRDefault="00895AD2" w:rsidP="00895AD2">
      <w:r>
        <w:t>506.3245</w:t>
      </w:r>
      <w:r>
        <w:tab/>
        <w:t>1.013e0</w:t>
      </w:r>
    </w:p>
    <w:p w:rsidR="00895AD2" w:rsidRDefault="00895AD2" w:rsidP="00895AD2">
      <w:r>
        <w:t>506.3716</w:t>
      </w:r>
      <w:r>
        <w:tab/>
        <w:t>1.013e0</w:t>
      </w:r>
    </w:p>
    <w:p w:rsidR="00895AD2" w:rsidRDefault="00895AD2" w:rsidP="00895AD2">
      <w:r>
        <w:t>506.5616</w:t>
      </w:r>
      <w:r>
        <w:tab/>
        <w:t>2.025e0</w:t>
      </w:r>
    </w:p>
    <w:p w:rsidR="00895AD2" w:rsidRDefault="00895AD2" w:rsidP="00895AD2">
      <w:r>
        <w:t>506.6790</w:t>
      </w:r>
      <w:r>
        <w:tab/>
        <w:t>1.013e0</w:t>
      </w:r>
    </w:p>
    <w:p w:rsidR="00895AD2" w:rsidRDefault="00895AD2" w:rsidP="00895AD2">
      <w:r>
        <w:t>506.9689</w:t>
      </w:r>
      <w:r>
        <w:tab/>
        <w:t>1.013e0</w:t>
      </w:r>
    </w:p>
    <w:p w:rsidR="00895AD2" w:rsidRDefault="00895AD2" w:rsidP="00895AD2">
      <w:r>
        <w:t>507.1316</w:t>
      </w:r>
      <w:r>
        <w:tab/>
        <w:t>2.025e0</w:t>
      </w:r>
    </w:p>
    <w:p w:rsidR="00895AD2" w:rsidRDefault="00895AD2" w:rsidP="00895AD2">
      <w:r>
        <w:t>507.2647</w:t>
      </w:r>
      <w:r>
        <w:tab/>
        <w:t>5.063e0</w:t>
      </w:r>
    </w:p>
    <w:p w:rsidR="00895AD2" w:rsidRDefault="00895AD2" w:rsidP="00895AD2">
      <w:r>
        <w:t>507.3393</w:t>
      </w:r>
      <w:r>
        <w:tab/>
        <w:t>1.013e0</w:t>
      </w:r>
    </w:p>
    <w:p w:rsidR="00895AD2" w:rsidRDefault="00895AD2" w:rsidP="00895AD2">
      <w:r>
        <w:t>507.8072</w:t>
      </w:r>
      <w:r>
        <w:tab/>
        <w:t>1.013e0</w:t>
      </w:r>
    </w:p>
    <w:p w:rsidR="00895AD2" w:rsidRDefault="00895AD2" w:rsidP="00895AD2">
      <w:r>
        <w:t>507.8750</w:t>
      </w:r>
      <w:r>
        <w:tab/>
        <w:t>1.013e0</w:t>
      </w:r>
    </w:p>
    <w:p w:rsidR="00895AD2" w:rsidRDefault="00895AD2" w:rsidP="00895AD2">
      <w:r>
        <w:t>507.9718</w:t>
      </w:r>
      <w:r>
        <w:tab/>
        <w:t>1.013e0</w:t>
      </w:r>
    </w:p>
    <w:p w:rsidR="00895AD2" w:rsidRDefault="00895AD2" w:rsidP="00895AD2">
      <w:r>
        <w:t>508.0119</w:t>
      </w:r>
      <w:r>
        <w:tab/>
        <w:t>1.013e0</w:t>
      </w:r>
    </w:p>
    <w:p w:rsidR="00895AD2" w:rsidRDefault="00895AD2" w:rsidP="00895AD2">
      <w:r>
        <w:t>508.0951</w:t>
      </w:r>
      <w:r>
        <w:tab/>
        <w:t>1.013e0</w:t>
      </w:r>
    </w:p>
    <w:p w:rsidR="00895AD2" w:rsidRDefault="00895AD2" w:rsidP="00895AD2">
      <w:r>
        <w:t>508.1392</w:t>
      </w:r>
      <w:r>
        <w:tab/>
        <w:t>1.013e0</w:t>
      </w:r>
    </w:p>
    <w:p w:rsidR="00895AD2" w:rsidRDefault="00895AD2" w:rsidP="00895AD2">
      <w:r>
        <w:t>508.2809</w:t>
      </w:r>
      <w:r>
        <w:tab/>
        <w:t>3.038e0</w:t>
      </w:r>
    </w:p>
    <w:p w:rsidR="00895AD2" w:rsidRDefault="00895AD2" w:rsidP="00895AD2">
      <w:r>
        <w:t>508.3562</w:t>
      </w:r>
      <w:r>
        <w:tab/>
        <w:t>2.025e0</w:t>
      </w:r>
    </w:p>
    <w:p w:rsidR="00895AD2" w:rsidRDefault="00895AD2" w:rsidP="00895AD2">
      <w:r>
        <w:t>508.4229</w:t>
      </w:r>
      <w:r>
        <w:tab/>
        <w:t>3.038e0</w:t>
      </w:r>
    </w:p>
    <w:p w:rsidR="00895AD2" w:rsidRDefault="00895AD2" w:rsidP="00895AD2">
      <w:r>
        <w:t>508.5009</w:t>
      </w:r>
      <w:r>
        <w:tab/>
        <w:t>1.013e0</w:t>
      </w:r>
    </w:p>
    <w:p w:rsidR="00895AD2" w:rsidRDefault="00895AD2" w:rsidP="00895AD2">
      <w:r>
        <w:lastRenderedPageBreak/>
        <w:t>508.7032</w:t>
      </w:r>
      <w:r>
        <w:tab/>
        <w:t>1.013e0</w:t>
      </w:r>
    </w:p>
    <w:p w:rsidR="00895AD2" w:rsidRDefault="00895AD2" w:rsidP="00895AD2">
      <w:r>
        <w:t>508.8619</w:t>
      </w:r>
      <w:r>
        <w:tab/>
        <w:t>4.051e0</w:t>
      </w:r>
    </w:p>
    <w:p w:rsidR="00895AD2" w:rsidRDefault="00895AD2" w:rsidP="00895AD2">
      <w:r>
        <w:t>509.0736</w:t>
      </w:r>
      <w:r>
        <w:tab/>
        <w:t>2.025e0</w:t>
      </w:r>
    </w:p>
    <w:p w:rsidR="00895AD2" w:rsidRDefault="00895AD2" w:rsidP="00895AD2">
      <w:r>
        <w:t>509.1986</w:t>
      </w:r>
      <w:r>
        <w:tab/>
        <w:t>4.051e0</w:t>
      </w:r>
    </w:p>
    <w:p w:rsidR="00895AD2" w:rsidRDefault="00895AD2" w:rsidP="00895AD2">
      <w:r>
        <w:t>509.4707</w:t>
      </w:r>
      <w:r>
        <w:tab/>
        <w:t>1.013e0</w:t>
      </w:r>
    </w:p>
    <w:p w:rsidR="00895AD2" w:rsidRDefault="00895AD2" w:rsidP="00895AD2">
      <w:r>
        <w:t>509.8648</w:t>
      </w:r>
      <w:r>
        <w:tab/>
        <w:t>1.013e0</w:t>
      </w:r>
    </w:p>
    <w:p w:rsidR="00895AD2" w:rsidRDefault="00895AD2" w:rsidP="00895AD2">
      <w:r>
        <w:t>510.1821</w:t>
      </w:r>
      <w:r>
        <w:tab/>
        <w:t>2.025e0</w:t>
      </w:r>
    </w:p>
    <w:p w:rsidR="00895AD2" w:rsidRDefault="00895AD2" w:rsidP="00895AD2">
      <w:r>
        <w:t>510.2379</w:t>
      </w:r>
      <w:r>
        <w:tab/>
        <w:t>2.025e0</w:t>
      </w:r>
    </w:p>
    <w:p w:rsidR="00895AD2" w:rsidRDefault="00895AD2" w:rsidP="00895AD2">
      <w:r>
        <w:t>510.3510</w:t>
      </w:r>
      <w:r>
        <w:tab/>
        <w:t>1.013e0</w:t>
      </w:r>
    </w:p>
    <w:p w:rsidR="00895AD2" w:rsidRDefault="00895AD2" w:rsidP="00895AD2">
      <w:r>
        <w:t>510.6818</w:t>
      </w:r>
      <w:r>
        <w:tab/>
        <w:t>1.013e0</w:t>
      </w:r>
    </w:p>
    <w:p w:rsidR="00895AD2" w:rsidRDefault="00895AD2" w:rsidP="00895AD2">
      <w:r>
        <w:t>511.0349</w:t>
      </w:r>
      <w:r>
        <w:tab/>
        <w:t>3.038e0</w:t>
      </w:r>
    </w:p>
    <w:p w:rsidR="00895AD2" w:rsidRDefault="00895AD2" w:rsidP="00895AD2">
      <w:r>
        <w:t>511.1776</w:t>
      </w:r>
      <w:r>
        <w:tab/>
        <w:t>1.013e0</w:t>
      </w:r>
    </w:p>
    <w:p w:rsidR="00895AD2" w:rsidRDefault="00895AD2" w:rsidP="00895AD2">
      <w:r>
        <w:t>511.2741</w:t>
      </w:r>
      <w:r>
        <w:tab/>
        <w:t>4.051e0</w:t>
      </w:r>
    </w:p>
    <w:p w:rsidR="00895AD2" w:rsidRDefault="00895AD2" w:rsidP="00895AD2">
      <w:r>
        <w:t>511.4228</w:t>
      </w:r>
      <w:r>
        <w:tab/>
        <w:t>2.025e0</w:t>
      </w:r>
    </w:p>
    <w:p w:rsidR="00895AD2" w:rsidRDefault="00895AD2" w:rsidP="00895AD2">
      <w:r>
        <w:t>511.4865</w:t>
      </w:r>
      <w:r>
        <w:tab/>
        <w:t>2.025e0</w:t>
      </w:r>
    </w:p>
    <w:p w:rsidR="00895AD2" w:rsidRDefault="00895AD2" w:rsidP="00895AD2">
      <w:r>
        <w:t>511.8831</w:t>
      </w:r>
      <w:r>
        <w:tab/>
        <w:t>1.013e0</w:t>
      </w:r>
    </w:p>
    <w:p w:rsidR="00895AD2" w:rsidRDefault="00895AD2" w:rsidP="00895AD2">
      <w:r>
        <w:t>512.0374</w:t>
      </w:r>
      <w:r>
        <w:tab/>
        <w:t>2.025e0</w:t>
      </w:r>
    </w:p>
    <w:p w:rsidR="00895AD2" w:rsidRDefault="00895AD2" w:rsidP="00895AD2">
      <w:r>
        <w:t>512.1094</w:t>
      </w:r>
      <w:r>
        <w:tab/>
        <w:t>1.013e0</w:t>
      </w:r>
    </w:p>
    <w:p w:rsidR="00895AD2" w:rsidRDefault="00895AD2" w:rsidP="00895AD2">
      <w:r>
        <w:t>512.2682</w:t>
      </w:r>
      <w:r>
        <w:tab/>
        <w:t>2.025e0</w:t>
      </w:r>
    </w:p>
    <w:p w:rsidR="00895AD2" w:rsidRDefault="00895AD2" w:rsidP="00895AD2">
      <w:r>
        <w:lastRenderedPageBreak/>
        <w:t>512.4178</w:t>
      </w:r>
      <w:r>
        <w:tab/>
        <w:t>1.114e1</w:t>
      </w:r>
    </w:p>
    <w:p w:rsidR="00895AD2" w:rsidRDefault="00895AD2" w:rsidP="00895AD2">
      <w:r>
        <w:t>512.5965</w:t>
      </w:r>
      <w:r>
        <w:tab/>
        <w:t>1.013e0</w:t>
      </w:r>
    </w:p>
    <w:p w:rsidR="00895AD2" w:rsidRDefault="00895AD2" w:rsidP="00895AD2">
      <w:r>
        <w:t>512.7830</w:t>
      </w:r>
      <w:r>
        <w:tab/>
        <w:t>1.013e0</w:t>
      </w:r>
    </w:p>
    <w:p w:rsidR="00895AD2" w:rsidRDefault="00895AD2" w:rsidP="00895AD2">
      <w:r>
        <w:t>512.8588</w:t>
      </w:r>
      <w:r>
        <w:tab/>
        <w:t>3.038e0</w:t>
      </w:r>
    </w:p>
    <w:p w:rsidR="00895AD2" w:rsidRDefault="00895AD2" w:rsidP="00895AD2">
      <w:r>
        <w:t>512.9110</w:t>
      </w:r>
      <w:r>
        <w:tab/>
        <w:t>1.013e0</w:t>
      </w:r>
    </w:p>
    <w:p w:rsidR="00895AD2" w:rsidRDefault="00895AD2" w:rsidP="00895AD2">
      <w:r>
        <w:t>513.0027</w:t>
      </w:r>
      <w:r>
        <w:tab/>
        <w:t>1.013e0</w:t>
      </w:r>
    </w:p>
    <w:p w:rsidR="00895AD2" w:rsidRDefault="00895AD2" w:rsidP="00895AD2">
      <w:r>
        <w:t>513.0890</w:t>
      </w:r>
      <w:r>
        <w:tab/>
        <w:t>2.025e0</w:t>
      </w:r>
    </w:p>
    <w:p w:rsidR="00895AD2" w:rsidRDefault="00895AD2" w:rsidP="00895AD2">
      <w:r>
        <w:t>513.2001</w:t>
      </w:r>
      <w:r>
        <w:tab/>
        <w:t>3.038e0</w:t>
      </w:r>
    </w:p>
    <w:p w:rsidR="00895AD2" w:rsidRDefault="00895AD2" w:rsidP="00895AD2">
      <w:r>
        <w:t>513.3189</w:t>
      </w:r>
      <w:r>
        <w:tab/>
        <w:t>4.051e0</w:t>
      </w:r>
    </w:p>
    <w:p w:rsidR="00895AD2" w:rsidRDefault="00895AD2" w:rsidP="00895AD2">
      <w:r>
        <w:t>513.4701</w:t>
      </w:r>
      <w:r>
        <w:tab/>
        <w:t>2.025e0</w:t>
      </w:r>
    </w:p>
    <w:p w:rsidR="00895AD2" w:rsidRDefault="00895AD2" w:rsidP="00895AD2">
      <w:r>
        <w:t>513.6097</w:t>
      </w:r>
      <w:r>
        <w:tab/>
        <w:t>1.013e0</w:t>
      </w:r>
    </w:p>
    <w:p w:rsidR="00895AD2" w:rsidRDefault="00895AD2" w:rsidP="00895AD2">
      <w:r>
        <w:t>513.8990</w:t>
      </w:r>
      <w:r>
        <w:tab/>
        <w:t>1.013e0</w:t>
      </w:r>
    </w:p>
    <w:p w:rsidR="00895AD2" w:rsidRDefault="00895AD2" w:rsidP="00895AD2">
      <w:r>
        <w:t>513.9540</w:t>
      </w:r>
      <w:r>
        <w:tab/>
        <w:t>1.013e0</w:t>
      </w:r>
    </w:p>
    <w:p w:rsidR="00895AD2" w:rsidRDefault="00895AD2" w:rsidP="00895AD2">
      <w:r>
        <w:t>514.0673</w:t>
      </w:r>
      <w:r>
        <w:tab/>
        <w:t>1.013e0</w:t>
      </w:r>
    </w:p>
    <w:p w:rsidR="00895AD2" w:rsidRDefault="00895AD2" w:rsidP="00895AD2">
      <w:r>
        <w:t>514.1259</w:t>
      </w:r>
      <w:r>
        <w:tab/>
        <w:t>1.013e0</w:t>
      </w:r>
    </w:p>
    <w:p w:rsidR="00895AD2" w:rsidRDefault="00895AD2" w:rsidP="00895AD2">
      <w:r>
        <w:t>514.2134</w:t>
      </w:r>
      <w:r>
        <w:tab/>
        <w:t>3.038e0</w:t>
      </w:r>
    </w:p>
    <w:p w:rsidR="00895AD2" w:rsidRDefault="00895AD2" w:rsidP="00895AD2">
      <w:r>
        <w:t>514.4287</w:t>
      </w:r>
      <w:r>
        <w:tab/>
        <w:t>1.013e0</w:t>
      </w:r>
    </w:p>
    <w:p w:rsidR="00895AD2" w:rsidRDefault="00895AD2" w:rsidP="00895AD2">
      <w:r>
        <w:t>514.5178</w:t>
      </w:r>
      <w:r>
        <w:tab/>
        <w:t>1.013e0</w:t>
      </w:r>
    </w:p>
    <w:p w:rsidR="00895AD2" w:rsidRDefault="00895AD2" w:rsidP="00895AD2">
      <w:r>
        <w:t>514.7550</w:t>
      </w:r>
      <w:r>
        <w:tab/>
        <w:t>2.025e0</w:t>
      </w:r>
    </w:p>
    <w:p w:rsidR="00895AD2" w:rsidRDefault="00895AD2" w:rsidP="00895AD2">
      <w:r>
        <w:lastRenderedPageBreak/>
        <w:t>514.9116</w:t>
      </w:r>
      <w:r>
        <w:tab/>
        <w:t>3.038e0</w:t>
      </w:r>
    </w:p>
    <w:p w:rsidR="00895AD2" w:rsidRDefault="00895AD2" w:rsidP="00895AD2">
      <w:r>
        <w:t>515.0371</w:t>
      </w:r>
      <w:r>
        <w:tab/>
        <w:t>1.013e0</w:t>
      </w:r>
    </w:p>
    <w:p w:rsidR="00895AD2" w:rsidRDefault="00895AD2" w:rsidP="00895AD2">
      <w:r>
        <w:t>515.2236</w:t>
      </w:r>
      <w:r>
        <w:tab/>
        <w:t>1.013e0</w:t>
      </w:r>
    </w:p>
    <w:p w:rsidR="00895AD2" w:rsidRDefault="00895AD2" w:rsidP="00895AD2">
      <w:r>
        <w:t>515.3439</w:t>
      </w:r>
      <w:r>
        <w:tab/>
        <w:t>4.051e0</w:t>
      </w:r>
    </w:p>
    <w:p w:rsidR="00895AD2" w:rsidRDefault="00895AD2" w:rsidP="00895AD2">
      <w:r>
        <w:t>515.4032</w:t>
      </w:r>
      <w:r>
        <w:tab/>
        <w:t>2.025e0</w:t>
      </w:r>
    </w:p>
    <w:p w:rsidR="00895AD2" w:rsidRDefault="00895AD2" w:rsidP="00895AD2">
      <w:r>
        <w:t>515.7990</w:t>
      </w:r>
      <w:r>
        <w:tab/>
        <w:t>1.013e0</w:t>
      </w:r>
    </w:p>
    <w:p w:rsidR="00895AD2" w:rsidRDefault="00895AD2" w:rsidP="00895AD2">
      <w:r>
        <w:t>515.9095</w:t>
      </w:r>
      <w:r>
        <w:tab/>
        <w:t>1.013e0</w:t>
      </w:r>
    </w:p>
    <w:p w:rsidR="00895AD2" w:rsidRDefault="00895AD2" w:rsidP="00895AD2">
      <w:r>
        <w:t>516.0436</w:t>
      </w:r>
      <w:r>
        <w:tab/>
        <w:t>1.013e0</w:t>
      </w:r>
    </w:p>
    <w:p w:rsidR="00895AD2" w:rsidRDefault="00895AD2" w:rsidP="00895AD2">
      <w:r>
        <w:t>516.2277</w:t>
      </w:r>
      <w:r>
        <w:tab/>
        <w:t>2.025e0</w:t>
      </w:r>
    </w:p>
    <w:p w:rsidR="00895AD2" w:rsidRDefault="00895AD2" w:rsidP="00895AD2">
      <w:r>
        <w:t>516.2852</w:t>
      </w:r>
      <w:r>
        <w:tab/>
        <w:t>1.013e0</w:t>
      </w:r>
    </w:p>
    <w:p w:rsidR="00895AD2" w:rsidRDefault="00895AD2" w:rsidP="00895AD2">
      <w:r>
        <w:t>516.3922</w:t>
      </w:r>
      <w:r>
        <w:tab/>
        <w:t>1.013e0</w:t>
      </w:r>
    </w:p>
    <w:p w:rsidR="00895AD2" w:rsidRDefault="00895AD2" w:rsidP="00895AD2">
      <w:r>
        <w:t>516.4875</w:t>
      </w:r>
      <w:r>
        <w:tab/>
        <w:t>1.013e0</w:t>
      </w:r>
    </w:p>
    <w:p w:rsidR="00895AD2" w:rsidRDefault="00895AD2" w:rsidP="00895AD2">
      <w:r>
        <w:t>516.5532</w:t>
      </w:r>
      <w:r>
        <w:tab/>
        <w:t>1.013e0</w:t>
      </w:r>
    </w:p>
    <w:p w:rsidR="00895AD2" w:rsidRDefault="00895AD2" w:rsidP="00895AD2">
      <w:r>
        <w:t>517.1348</w:t>
      </w:r>
      <w:r>
        <w:tab/>
        <w:t>1.013e0</w:t>
      </w:r>
    </w:p>
    <w:p w:rsidR="00895AD2" w:rsidRDefault="00895AD2" w:rsidP="00895AD2">
      <w:r>
        <w:t>517.3308</w:t>
      </w:r>
      <w:r>
        <w:tab/>
        <w:t>4.051e0</w:t>
      </w:r>
    </w:p>
    <w:p w:rsidR="00895AD2" w:rsidRDefault="00895AD2" w:rsidP="00895AD2">
      <w:r>
        <w:t>517.4302</w:t>
      </w:r>
      <w:r>
        <w:tab/>
        <w:t>1.013e0</w:t>
      </w:r>
    </w:p>
    <w:p w:rsidR="00895AD2" w:rsidRDefault="00895AD2" w:rsidP="00895AD2">
      <w:r>
        <w:t>517.5020</w:t>
      </w:r>
      <w:r>
        <w:tab/>
        <w:t>1.013e0</w:t>
      </w:r>
    </w:p>
    <w:p w:rsidR="00895AD2" w:rsidRDefault="00895AD2" w:rsidP="00895AD2">
      <w:r>
        <w:t>517.5770</w:t>
      </w:r>
      <w:r>
        <w:tab/>
        <w:t>2.025e0</w:t>
      </w:r>
    </w:p>
    <w:p w:rsidR="00895AD2" w:rsidRDefault="00895AD2" w:rsidP="00895AD2">
      <w:r>
        <w:t>517.7080</w:t>
      </w:r>
      <w:r>
        <w:tab/>
        <w:t>1.013e0</w:t>
      </w:r>
    </w:p>
    <w:p w:rsidR="00895AD2" w:rsidRDefault="00895AD2" w:rsidP="00895AD2">
      <w:r>
        <w:lastRenderedPageBreak/>
        <w:t>517.7701</w:t>
      </w:r>
      <w:r>
        <w:tab/>
        <w:t>2.025e0</w:t>
      </w:r>
    </w:p>
    <w:p w:rsidR="00895AD2" w:rsidRDefault="00895AD2" w:rsidP="00895AD2">
      <w:r>
        <w:t>517.8170</w:t>
      </w:r>
      <w:r>
        <w:tab/>
        <w:t>1.885e0</w:t>
      </w:r>
    </w:p>
    <w:p w:rsidR="00895AD2" w:rsidRDefault="00895AD2" w:rsidP="00895AD2">
      <w:r>
        <w:t>517.8647</w:t>
      </w:r>
      <w:r>
        <w:tab/>
        <w:t>1.013e0</w:t>
      </w:r>
    </w:p>
    <w:p w:rsidR="00895AD2" w:rsidRDefault="00895AD2" w:rsidP="00895AD2">
      <w:r>
        <w:t>517.9381</w:t>
      </w:r>
      <w:r>
        <w:tab/>
        <w:t>1.013e0</w:t>
      </w:r>
    </w:p>
    <w:p w:rsidR="00895AD2" w:rsidRDefault="00895AD2" w:rsidP="00895AD2">
      <w:r>
        <w:t>518.0257</w:t>
      </w:r>
      <w:r>
        <w:tab/>
        <w:t>3.038e0</w:t>
      </w:r>
    </w:p>
    <w:p w:rsidR="00895AD2" w:rsidRDefault="00895AD2" w:rsidP="00895AD2">
      <w:r>
        <w:t>518.1462</w:t>
      </w:r>
      <w:r>
        <w:tab/>
        <w:t>2.025e0</w:t>
      </w:r>
    </w:p>
    <w:p w:rsidR="00895AD2" w:rsidRDefault="00895AD2" w:rsidP="00895AD2">
      <w:r>
        <w:t>518.2259</w:t>
      </w:r>
      <w:r>
        <w:tab/>
        <w:t>2.025e0</w:t>
      </w:r>
    </w:p>
    <w:p w:rsidR="00895AD2" w:rsidRDefault="00895AD2" w:rsidP="00895AD2">
      <w:r>
        <w:t>518.2918</w:t>
      </w:r>
      <w:r>
        <w:tab/>
        <w:t>2.025e0</w:t>
      </w:r>
    </w:p>
    <w:p w:rsidR="00895AD2" w:rsidRDefault="00895AD2" w:rsidP="00895AD2">
      <w:r>
        <w:t>518.3529</w:t>
      </w:r>
      <w:r>
        <w:tab/>
        <w:t>3.038e0</w:t>
      </w:r>
    </w:p>
    <w:p w:rsidR="00895AD2" w:rsidRDefault="00895AD2" w:rsidP="00895AD2">
      <w:r>
        <w:t>518.4214</w:t>
      </w:r>
      <w:r>
        <w:tab/>
        <w:t>2.025e0</w:t>
      </w:r>
    </w:p>
    <w:p w:rsidR="00895AD2" w:rsidRDefault="00895AD2" w:rsidP="00895AD2">
      <w:r>
        <w:t>518.6021</w:t>
      </w:r>
      <w:r>
        <w:tab/>
        <w:t>3.038e0</w:t>
      </w:r>
    </w:p>
    <w:p w:rsidR="00895AD2" w:rsidRDefault="00895AD2" w:rsidP="00895AD2">
      <w:r>
        <w:t>518.8135</w:t>
      </w:r>
      <w:r>
        <w:tab/>
        <w:t>1.013e0</w:t>
      </w:r>
    </w:p>
    <w:p w:rsidR="00895AD2" w:rsidRDefault="00895AD2" w:rsidP="00895AD2">
      <w:r>
        <w:t>519.1423</w:t>
      </w:r>
      <w:r>
        <w:tab/>
        <w:t>2.025e0</w:t>
      </w:r>
    </w:p>
    <w:p w:rsidR="00895AD2" w:rsidRDefault="00895AD2" w:rsidP="00895AD2">
      <w:r>
        <w:t>519.2281</w:t>
      </w:r>
      <w:r>
        <w:tab/>
        <w:t>2.025e0</w:t>
      </w:r>
    </w:p>
    <w:p w:rsidR="00895AD2" w:rsidRDefault="00895AD2" w:rsidP="00895AD2">
      <w:r>
        <w:t>519.3838</w:t>
      </w:r>
      <w:r>
        <w:tab/>
        <w:t>4.051e0</w:t>
      </w:r>
    </w:p>
    <w:p w:rsidR="00895AD2" w:rsidRDefault="00895AD2" w:rsidP="00895AD2">
      <w:r>
        <w:t>519.5268</w:t>
      </w:r>
      <w:r>
        <w:tab/>
        <w:t>2.025e0</w:t>
      </w:r>
    </w:p>
    <w:p w:rsidR="00895AD2" w:rsidRDefault="00895AD2" w:rsidP="00895AD2">
      <w:r>
        <w:t>519.6741</w:t>
      </w:r>
      <w:r>
        <w:tab/>
        <w:t>1.013e0</w:t>
      </w:r>
    </w:p>
    <w:p w:rsidR="00895AD2" w:rsidRDefault="00895AD2" w:rsidP="00895AD2">
      <w:r>
        <w:t>519.9093</w:t>
      </w:r>
      <w:r>
        <w:tab/>
        <w:t>1.013e0</w:t>
      </w:r>
    </w:p>
    <w:p w:rsidR="00895AD2" w:rsidRDefault="00895AD2" w:rsidP="00895AD2">
      <w:r>
        <w:t>520.0250</w:t>
      </w:r>
      <w:r>
        <w:tab/>
        <w:t>1.013e0</w:t>
      </w:r>
    </w:p>
    <w:p w:rsidR="00895AD2" w:rsidRDefault="00895AD2" w:rsidP="00895AD2">
      <w:r>
        <w:lastRenderedPageBreak/>
        <w:t>520.1918</w:t>
      </w:r>
      <w:r>
        <w:tab/>
        <w:t>3.038e0</w:t>
      </w:r>
    </w:p>
    <w:p w:rsidR="00895AD2" w:rsidRDefault="00895AD2" w:rsidP="00895AD2">
      <w:r>
        <w:t>520.2802</w:t>
      </w:r>
      <w:r>
        <w:tab/>
        <w:t>4.051e0</w:t>
      </w:r>
    </w:p>
    <w:p w:rsidR="00895AD2" w:rsidRDefault="00895AD2" w:rsidP="00895AD2">
      <w:r>
        <w:t>520.3490</w:t>
      </w:r>
      <w:r>
        <w:tab/>
        <w:t>1.013e0</w:t>
      </w:r>
    </w:p>
    <w:p w:rsidR="00895AD2" w:rsidRDefault="00895AD2" w:rsidP="00895AD2">
      <w:r>
        <w:t>520.5585</w:t>
      </w:r>
      <w:r>
        <w:tab/>
        <w:t>1.013e0</w:t>
      </w:r>
    </w:p>
    <w:p w:rsidR="00895AD2" w:rsidRDefault="00895AD2" w:rsidP="00895AD2">
      <w:r>
        <w:t>520.7453</w:t>
      </w:r>
      <w:r>
        <w:tab/>
        <w:t>1.013e0</w:t>
      </w:r>
    </w:p>
    <w:p w:rsidR="00895AD2" w:rsidRDefault="00895AD2" w:rsidP="00895AD2">
      <w:r>
        <w:t>521.0805</w:t>
      </w:r>
      <w:r>
        <w:tab/>
        <w:t>2.025e0</w:t>
      </w:r>
    </w:p>
    <w:p w:rsidR="00895AD2" w:rsidRDefault="00895AD2" w:rsidP="00895AD2">
      <w:r>
        <w:t>521.2819</w:t>
      </w:r>
      <w:r>
        <w:tab/>
        <w:t>2.025e0</w:t>
      </w:r>
    </w:p>
    <w:p w:rsidR="00895AD2" w:rsidRDefault="00895AD2" w:rsidP="00895AD2">
      <w:r>
        <w:t>521.3729</w:t>
      </w:r>
      <w:r>
        <w:tab/>
        <w:t>1.013e0</w:t>
      </w:r>
    </w:p>
    <w:p w:rsidR="00895AD2" w:rsidRDefault="00895AD2" w:rsidP="00895AD2">
      <w:r>
        <w:t>521.4492</w:t>
      </w:r>
      <w:r>
        <w:tab/>
        <w:t>1.013e0</w:t>
      </w:r>
    </w:p>
    <w:p w:rsidR="00895AD2" w:rsidRDefault="00895AD2" w:rsidP="00895AD2">
      <w:r>
        <w:t>521.8935</w:t>
      </w:r>
      <w:r>
        <w:tab/>
        <w:t>1.013e0</w:t>
      </w:r>
    </w:p>
    <w:p w:rsidR="00895AD2" w:rsidRDefault="00895AD2" w:rsidP="00895AD2">
      <w:r>
        <w:t>521.9811</w:t>
      </w:r>
      <w:r>
        <w:tab/>
        <w:t>1.013e0</w:t>
      </w:r>
    </w:p>
    <w:p w:rsidR="00895AD2" w:rsidRDefault="00895AD2" w:rsidP="00895AD2">
      <w:r>
        <w:t>522.0455</w:t>
      </w:r>
      <w:r>
        <w:tab/>
        <w:t>2.025e0</w:t>
      </w:r>
    </w:p>
    <w:p w:rsidR="00895AD2" w:rsidRDefault="00895AD2" w:rsidP="00895AD2">
      <w:r>
        <w:t>522.2340</w:t>
      </w:r>
      <w:r>
        <w:tab/>
        <w:t>1.013e0</w:t>
      </w:r>
    </w:p>
    <w:p w:rsidR="00895AD2" w:rsidRDefault="00895AD2" w:rsidP="00895AD2">
      <w:r>
        <w:t>522.3163</w:t>
      </w:r>
      <w:r>
        <w:tab/>
        <w:t>2.025e0</w:t>
      </w:r>
    </w:p>
    <w:p w:rsidR="00895AD2" w:rsidRDefault="00895AD2" w:rsidP="00895AD2">
      <w:r>
        <w:t>522.4178</w:t>
      </w:r>
      <w:r>
        <w:tab/>
        <w:t>3.038e0</w:t>
      </w:r>
    </w:p>
    <w:p w:rsidR="00895AD2" w:rsidRDefault="00895AD2" w:rsidP="00895AD2">
      <w:r>
        <w:t>522.5425</w:t>
      </w:r>
      <w:r>
        <w:tab/>
        <w:t>1.013e0</w:t>
      </w:r>
    </w:p>
    <w:p w:rsidR="00895AD2" w:rsidRDefault="00895AD2" w:rsidP="00895AD2">
      <w:r>
        <w:t>522.6317</w:t>
      </w:r>
      <w:r>
        <w:tab/>
        <w:t>1.013e0</w:t>
      </w:r>
    </w:p>
    <w:p w:rsidR="00895AD2" w:rsidRDefault="00895AD2" w:rsidP="00895AD2">
      <w:r>
        <w:t>522.7402</w:t>
      </w:r>
      <w:r>
        <w:tab/>
        <w:t>1.013e0</w:t>
      </w:r>
    </w:p>
    <w:p w:rsidR="00895AD2" w:rsidRDefault="00895AD2" w:rsidP="00895AD2">
      <w:r>
        <w:t>522.8546</w:t>
      </w:r>
      <w:r>
        <w:tab/>
        <w:t>2.025e0</w:t>
      </w:r>
    </w:p>
    <w:p w:rsidR="00895AD2" w:rsidRDefault="00895AD2" w:rsidP="00895AD2">
      <w:r>
        <w:lastRenderedPageBreak/>
        <w:t>522.9051</w:t>
      </w:r>
      <w:r>
        <w:tab/>
        <w:t>3.038e0</w:t>
      </w:r>
    </w:p>
    <w:p w:rsidR="00895AD2" w:rsidRDefault="00895AD2" w:rsidP="00895AD2">
      <w:r>
        <w:t>522.9753</w:t>
      </w:r>
      <w:r>
        <w:tab/>
        <w:t>1.013e0</w:t>
      </w:r>
    </w:p>
    <w:p w:rsidR="00895AD2" w:rsidRDefault="00895AD2" w:rsidP="00895AD2">
      <w:r>
        <w:t>523.0419</w:t>
      </w:r>
      <w:r>
        <w:tab/>
        <w:t>1.013e0</w:t>
      </w:r>
    </w:p>
    <w:p w:rsidR="00895AD2" w:rsidRDefault="00895AD2" w:rsidP="00895AD2">
      <w:r>
        <w:t>523.0839</w:t>
      </w:r>
      <w:r>
        <w:tab/>
        <w:t>1.013e0</w:t>
      </w:r>
    </w:p>
    <w:p w:rsidR="00895AD2" w:rsidRDefault="00895AD2" w:rsidP="00895AD2">
      <w:r>
        <w:t>523.1924</w:t>
      </w:r>
      <w:r>
        <w:tab/>
        <w:t>1.013e0</w:t>
      </w:r>
    </w:p>
    <w:p w:rsidR="00895AD2" w:rsidRDefault="00895AD2" w:rsidP="00895AD2">
      <w:r>
        <w:t>523.2651</w:t>
      </w:r>
      <w:r>
        <w:tab/>
        <w:t>1.013e0</w:t>
      </w:r>
    </w:p>
    <w:p w:rsidR="00895AD2" w:rsidRDefault="00895AD2" w:rsidP="00895AD2">
      <w:r>
        <w:t>523.3770</w:t>
      </w:r>
      <w:r>
        <w:tab/>
        <w:t>2.025e0</w:t>
      </w:r>
    </w:p>
    <w:p w:rsidR="00895AD2" w:rsidRDefault="00895AD2" w:rsidP="00895AD2">
      <w:r>
        <w:t>523.4680</w:t>
      </w:r>
      <w:r>
        <w:tab/>
        <w:t>2.025e0</w:t>
      </w:r>
    </w:p>
    <w:p w:rsidR="00895AD2" w:rsidRDefault="00895AD2" w:rsidP="00895AD2">
      <w:r>
        <w:t>523.6146</w:t>
      </w:r>
      <w:r>
        <w:tab/>
        <w:t>1.013e0</w:t>
      </w:r>
    </w:p>
    <w:p w:rsidR="00895AD2" w:rsidRDefault="00895AD2" w:rsidP="00895AD2">
      <w:r>
        <w:t>523.6909</w:t>
      </w:r>
      <w:r>
        <w:tab/>
        <w:t>1.013e0</w:t>
      </w:r>
    </w:p>
    <w:p w:rsidR="00895AD2" w:rsidRDefault="00895AD2" w:rsidP="00895AD2">
      <w:r>
        <w:t>524.0166</w:t>
      </w:r>
      <w:r>
        <w:tab/>
        <w:t>1.013e0</w:t>
      </w:r>
    </w:p>
    <w:p w:rsidR="00895AD2" w:rsidRDefault="00895AD2" w:rsidP="00895AD2">
      <w:r>
        <w:t>524.1508</w:t>
      </w:r>
      <w:r>
        <w:tab/>
        <w:t>1.013e0</w:t>
      </w:r>
    </w:p>
    <w:p w:rsidR="00895AD2" w:rsidRDefault="00895AD2" w:rsidP="00895AD2">
      <w:r>
        <w:t>524.2429</w:t>
      </w:r>
      <w:r>
        <w:tab/>
        <w:t>1.013e0</w:t>
      </w:r>
    </w:p>
    <w:p w:rsidR="00895AD2" w:rsidRDefault="00895AD2" w:rsidP="00895AD2">
      <w:r>
        <w:t>524.3876</w:t>
      </w:r>
      <w:r>
        <w:tab/>
        <w:t>3.038e0</w:t>
      </w:r>
    </w:p>
    <w:p w:rsidR="00895AD2" w:rsidRDefault="00895AD2" w:rsidP="00895AD2">
      <w:r>
        <w:t>524.4609</w:t>
      </w:r>
      <w:r>
        <w:tab/>
        <w:t>1.013e0</w:t>
      </w:r>
    </w:p>
    <w:p w:rsidR="00895AD2" w:rsidRDefault="00895AD2" w:rsidP="00895AD2">
      <w:r>
        <w:t>524.5425</w:t>
      </w:r>
      <w:r>
        <w:tab/>
        <w:t>1.013e0</w:t>
      </w:r>
    </w:p>
    <w:p w:rsidR="00895AD2" w:rsidRDefault="00895AD2" w:rsidP="00895AD2">
      <w:r>
        <w:t>524.6280</w:t>
      </w:r>
      <w:r>
        <w:tab/>
        <w:t>4.051e0</w:t>
      </w:r>
    </w:p>
    <w:p w:rsidR="00895AD2" w:rsidRDefault="00895AD2" w:rsidP="00895AD2">
      <w:r>
        <w:t>524.8419</w:t>
      </w:r>
      <w:r>
        <w:tab/>
        <w:t>1.013e0</w:t>
      </w:r>
    </w:p>
    <w:p w:rsidR="00895AD2" w:rsidRDefault="00895AD2" w:rsidP="00895AD2">
      <w:r>
        <w:t>524.9376</w:t>
      </w:r>
      <w:r>
        <w:tab/>
        <w:t>2.025e0</w:t>
      </w:r>
    </w:p>
    <w:p w:rsidR="00895AD2" w:rsidRDefault="00895AD2" w:rsidP="00895AD2">
      <w:r>
        <w:lastRenderedPageBreak/>
        <w:t>525.0689</w:t>
      </w:r>
      <w:r>
        <w:tab/>
        <w:t>1.013e0</w:t>
      </w:r>
    </w:p>
    <w:p w:rsidR="00895AD2" w:rsidRDefault="00895AD2" w:rsidP="00895AD2">
      <w:r>
        <w:t>525.1522</w:t>
      </w:r>
      <w:r>
        <w:tab/>
        <w:t>1.013e0</w:t>
      </w:r>
    </w:p>
    <w:p w:rsidR="00895AD2" w:rsidRDefault="00895AD2" w:rsidP="00895AD2">
      <w:r>
        <w:t>525.2319</w:t>
      </w:r>
      <w:r>
        <w:tab/>
        <w:t>3.038e0</w:t>
      </w:r>
    </w:p>
    <w:p w:rsidR="00895AD2" w:rsidRDefault="00895AD2" w:rsidP="00895AD2">
      <w:r>
        <w:t>525.3104</w:t>
      </w:r>
      <w:r>
        <w:tab/>
        <w:t>2.025e0</w:t>
      </w:r>
    </w:p>
    <w:p w:rsidR="00895AD2" w:rsidRDefault="00895AD2" w:rsidP="00895AD2">
      <w:r>
        <w:t>525.3991</w:t>
      </w:r>
      <w:r>
        <w:tab/>
        <w:t>2.025e0</w:t>
      </w:r>
    </w:p>
    <w:p w:rsidR="00895AD2" w:rsidRDefault="00895AD2" w:rsidP="00895AD2">
      <w:r>
        <w:t>525.5175</w:t>
      </w:r>
      <w:r>
        <w:tab/>
        <w:t>3.038e0</w:t>
      </w:r>
    </w:p>
    <w:p w:rsidR="00895AD2" w:rsidRDefault="00895AD2" w:rsidP="00895AD2">
      <w:r>
        <w:t>525.5751</w:t>
      </w:r>
      <w:r>
        <w:tab/>
        <w:t>1.013e0</w:t>
      </w:r>
    </w:p>
    <w:p w:rsidR="00895AD2" w:rsidRDefault="00895AD2" w:rsidP="00895AD2">
      <w:r>
        <w:t>525.7139</w:t>
      </w:r>
      <w:r>
        <w:tab/>
        <w:t>2.025e0</w:t>
      </w:r>
    </w:p>
    <w:p w:rsidR="00895AD2" w:rsidRDefault="00895AD2" w:rsidP="00895AD2">
      <w:r>
        <w:t>526.0267</w:t>
      </w:r>
      <w:r>
        <w:tab/>
        <w:t>2.025e0</w:t>
      </w:r>
    </w:p>
    <w:p w:rsidR="00895AD2" w:rsidRDefault="00895AD2" w:rsidP="00895AD2">
      <w:r>
        <w:t>526.1868</w:t>
      </w:r>
      <w:r>
        <w:tab/>
        <w:t>2.025e0</w:t>
      </w:r>
    </w:p>
    <w:p w:rsidR="00895AD2" w:rsidRDefault="00895AD2" w:rsidP="00895AD2">
      <w:r>
        <w:t>526.2505</w:t>
      </w:r>
      <w:r>
        <w:tab/>
        <w:t>1.013e0</w:t>
      </w:r>
    </w:p>
    <w:p w:rsidR="00895AD2" w:rsidRDefault="00895AD2" w:rsidP="00895AD2">
      <w:r>
        <w:t>526.3239</w:t>
      </w:r>
      <w:r>
        <w:tab/>
        <w:t>3.038e0</w:t>
      </w:r>
    </w:p>
    <w:p w:rsidR="00895AD2" w:rsidRDefault="00895AD2" w:rsidP="00895AD2">
      <w:r>
        <w:t>526.4375</w:t>
      </w:r>
      <w:r>
        <w:tab/>
        <w:t>3.038e0</w:t>
      </w:r>
    </w:p>
    <w:p w:rsidR="00895AD2" w:rsidRDefault="00895AD2" w:rsidP="00895AD2">
      <w:r>
        <w:t>526.7147</w:t>
      </w:r>
      <w:r>
        <w:tab/>
        <w:t>1.013e0</w:t>
      </w:r>
    </w:p>
    <w:p w:rsidR="00895AD2" w:rsidRDefault="00895AD2" w:rsidP="00895AD2">
      <w:r>
        <w:t>526.8370</w:t>
      </w:r>
      <w:r>
        <w:tab/>
        <w:t>3.038e0</w:t>
      </w:r>
    </w:p>
    <w:p w:rsidR="00895AD2" w:rsidRDefault="00895AD2" w:rsidP="00895AD2">
      <w:r>
        <w:t>526.9078</w:t>
      </w:r>
      <w:r>
        <w:tab/>
        <w:t>1.013e0</w:t>
      </w:r>
    </w:p>
    <w:p w:rsidR="00895AD2" w:rsidRDefault="00895AD2" w:rsidP="00895AD2">
      <w:r>
        <w:t>527.0726</w:t>
      </w:r>
      <w:r>
        <w:tab/>
        <w:t>2.025e0</w:t>
      </w:r>
    </w:p>
    <w:p w:rsidR="00895AD2" w:rsidRDefault="00895AD2" w:rsidP="00895AD2">
      <w:r>
        <w:t>527.1655</w:t>
      </w:r>
      <w:r>
        <w:tab/>
        <w:t>2.025e0</w:t>
      </w:r>
    </w:p>
    <w:p w:rsidR="00895AD2" w:rsidRDefault="00895AD2" w:rsidP="00895AD2">
      <w:r>
        <w:t>527.2509</w:t>
      </w:r>
      <w:r>
        <w:tab/>
        <w:t>3.038e0</w:t>
      </w:r>
    </w:p>
    <w:p w:rsidR="00895AD2" w:rsidRDefault="00895AD2" w:rsidP="00895AD2">
      <w:r>
        <w:lastRenderedPageBreak/>
        <w:t>527.3708</w:t>
      </w:r>
      <w:r>
        <w:tab/>
        <w:t>1.013e0</w:t>
      </w:r>
    </w:p>
    <w:p w:rsidR="00895AD2" w:rsidRDefault="00895AD2" w:rsidP="00895AD2">
      <w:r>
        <w:t>527.4620</w:t>
      </w:r>
      <w:r>
        <w:tab/>
        <w:t>1.013e0</w:t>
      </w:r>
    </w:p>
    <w:p w:rsidR="00895AD2" w:rsidRDefault="00895AD2" w:rsidP="00895AD2">
      <w:r>
        <w:t>527.7680</w:t>
      </w:r>
      <w:r>
        <w:tab/>
        <w:t>2.025e0</w:t>
      </w:r>
    </w:p>
    <w:p w:rsidR="00895AD2" w:rsidRDefault="00895AD2" w:rsidP="00895AD2">
      <w:r>
        <w:t>527.8480</w:t>
      </w:r>
      <w:r>
        <w:tab/>
        <w:t>2.025e0</w:t>
      </w:r>
    </w:p>
    <w:p w:rsidR="00895AD2" w:rsidRDefault="00895AD2" w:rsidP="00895AD2">
      <w:r>
        <w:t>528.2900</w:t>
      </w:r>
      <w:r>
        <w:tab/>
        <w:t>1.013e0</w:t>
      </w:r>
    </w:p>
    <w:p w:rsidR="00895AD2" w:rsidRDefault="00895AD2" w:rsidP="00895AD2">
      <w:r>
        <w:t>528.3376</w:t>
      </w:r>
      <w:r>
        <w:tab/>
        <w:t>3.038e0</w:t>
      </w:r>
    </w:p>
    <w:p w:rsidR="00895AD2" w:rsidRDefault="00895AD2" w:rsidP="00895AD2">
      <w:r>
        <w:t>528.4004</w:t>
      </w:r>
      <w:r>
        <w:tab/>
        <w:t>2.025e0</w:t>
      </w:r>
    </w:p>
    <w:p w:rsidR="00895AD2" w:rsidRDefault="00895AD2" w:rsidP="00895AD2">
      <w:r>
        <w:t>528.6240</w:t>
      </w:r>
      <w:r>
        <w:tab/>
        <w:t>1.013e0</w:t>
      </w:r>
    </w:p>
    <w:p w:rsidR="00895AD2" w:rsidRDefault="00895AD2" w:rsidP="00895AD2">
      <w:r>
        <w:t>528.6668</w:t>
      </w:r>
      <w:r>
        <w:tab/>
        <w:t>1.013e0</w:t>
      </w:r>
    </w:p>
    <w:p w:rsidR="00895AD2" w:rsidRDefault="00895AD2" w:rsidP="00895AD2">
      <w:r>
        <w:t>528.8505</w:t>
      </w:r>
      <w:r>
        <w:tab/>
        <w:t>2.025e0</w:t>
      </w:r>
    </w:p>
    <w:p w:rsidR="00895AD2" w:rsidRDefault="00895AD2" w:rsidP="00895AD2">
      <w:r>
        <w:t>528.9366</w:t>
      </w:r>
      <w:r>
        <w:tab/>
        <w:t>1.013e0</w:t>
      </w:r>
    </w:p>
    <w:p w:rsidR="00895AD2" w:rsidRDefault="00895AD2" w:rsidP="00895AD2">
      <w:r>
        <w:t>529.2024</w:t>
      </w:r>
      <w:r>
        <w:tab/>
        <w:t>2.025e0</w:t>
      </w:r>
    </w:p>
    <w:p w:rsidR="00895AD2" w:rsidRDefault="00895AD2" w:rsidP="00895AD2">
      <w:r>
        <w:t>529.2977</w:t>
      </w:r>
      <w:r>
        <w:tab/>
        <w:t>1.013e0</w:t>
      </w:r>
    </w:p>
    <w:p w:rsidR="00895AD2" w:rsidRDefault="00895AD2" w:rsidP="00895AD2">
      <w:r>
        <w:t>529.3617</w:t>
      </w:r>
      <w:r>
        <w:tab/>
        <w:t>2.025e0</w:t>
      </w:r>
    </w:p>
    <w:p w:rsidR="00895AD2" w:rsidRDefault="00895AD2" w:rsidP="00895AD2">
      <w:r>
        <w:t>529.5722</w:t>
      </w:r>
      <w:r>
        <w:tab/>
        <w:t>1.013e0</w:t>
      </w:r>
    </w:p>
    <w:p w:rsidR="00895AD2" w:rsidRDefault="00895AD2" w:rsidP="00895AD2">
      <w:r>
        <w:t>529.7736</w:t>
      </w:r>
      <w:r>
        <w:tab/>
        <w:t>1.013e0</w:t>
      </w:r>
    </w:p>
    <w:p w:rsidR="00895AD2" w:rsidRDefault="00895AD2" w:rsidP="00895AD2">
      <w:r>
        <w:t>529.9384</w:t>
      </w:r>
      <w:r>
        <w:tab/>
        <w:t>1.013e0</w:t>
      </w:r>
    </w:p>
    <w:p w:rsidR="00895AD2" w:rsidRDefault="00895AD2" w:rsidP="00895AD2">
      <w:r>
        <w:t>530.0025</w:t>
      </w:r>
      <w:r>
        <w:tab/>
        <w:t>1.013e0</w:t>
      </w:r>
    </w:p>
    <w:p w:rsidR="00895AD2" w:rsidRDefault="00895AD2" w:rsidP="00895AD2">
      <w:r>
        <w:t>530.1674</w:t>
      </w:r>
      <w:r>
        <w:tab/>
        <w:t>1.013e0</w:t>
      </w:r>
    </w:p>
    <w:p w:rsidR="00895AD2" w:rsidRDefault="00895AD2" w:rsidP="00895AD2">
      <w:r>
        <w:lastRenderedPageBreak/>
        <w:t>530.2040</w:t>
      </w:r>
      <w:r>
        <w:tab/>
        <w:t>1.013e0</w:t>
      </w:r>
    </w:p>
    <w:p w:rsidR="00895AD2" w:rsidRDefault="00895AD2" w:rsidP="00895AD2">
      <w:r>
        <w:t>530.2805</w:t>
      </w:r>
      <w:r>
        <w:tab/>
        <w:t>3.038e0</w:t>
      </w:r>
    </w:p>
    <w:p w:rsidR="00895AD2" w:rsidRDefault="00895AD2" w:rsidP="00895AD2">
      <w:r>
        <w:t>530.3690</w:t>
      </w:r>
      <w:r>
        <w:tab/>
        <w:t>1.013e0</w:t>
      </w:r>
    </w:p>
    <w:p w:rsidR="00895AD2" w:rsidRDefault="00895AD2" w:rsidP="00895AD2">
      <w:r>
        <w:t>530.4423</w:t>
      </w:r>
      <w:r>
        <w:tab/>
        <w:t>1.013e0</w:t>
      </w:r>
    </w:p>
    <w:p w:rsidR="00895AD2" w:rsidRDefault="00895AD2" w:rsidP="00895AD2">
      <w:r>
        <w:t>530.8550</w:t>
      </w:r>
      <w:r>
        <w:tab/>
        <w:t>1.013e0</w:t>
      </w:r>
    </w:p>
    <w:p w:rsidR="00895AD2" w:rsidRDefault="00895AD2" w:rsidP="00895AD2">
      <w:r>
        <w:t>531.0391</w:t>
      </w:r>
      <w:r>
        <w:tab/>
        <w:t>1.013e0</w:t>
      </w:r>
    </w:p>
    <w:p w:rsidR="00895AD2" w:rsidRDefault="00895AD2" w:rsidP="00895AD2">
      <w:r>
        <w:t>531.1067</w:t>
      </w:r>
      <w:r>
        <w:tab/>
        <w:t>2.025e0</w:t>
      </w:r>
    </w:p>
    <w:p w:rsidR="00895AD2" w:rsidRDefault="00895AD2" w:rsidP="00895AD2">
      <w:r>
        <w:t>531.2586</w:t>
      </w:r>
      <w:r>
        <w:tab/>
        <w:t>2.025e0</w:t>
      </w:r>
    </w:p>
    <w:p w:rsidR="00895AD2" w:rsidRDefault="00895AD2" w:rsidP="00895AD2">
      <w:r>
        <w:t>531.3876</w:t>
      </w:r>
      <w:r>
        <w:tab/>
        <w:t>5.063e0</w:t>
      </w:r>
    </w:p>
    <w:p w:rsidR="00895AD2" w:rsidRDefault="00895AD2" w:rsidP="00895AD2">
      <w:r>
        <w:t>531.6168</w:t>
      </w:r>
      <w:r>
        <w:tab/>
        <w:t>1.013e0</w:t>
      </w:r>
    </w:p>
    <w:p w:rsidR="00895AD2" w:rsidRDefault="00895AD2" w:rsidP="00895AD2">
      <w:r>
        <w:t>531.8924</w:t>
      </w:r>
      <w:r>
        <w:tab/>
        <w:t>1.013e0</w:t>
      </w:r>
    </w:p>
    <w:p w:rsidR="00895AD2" w:rsidRDefault="00895AD2" w:rsidP="00895AD2">
      <w:r>
        <w:t>531.9486</w:t>
      </w:r>
      <w:r>
        <w:tab/>
        <w:t>2.025e0</w:t>
      </w:r>
    </w:p>
    <w:p w:rsidR="00895AD2" w:rsidRDefault="00895AD2" w:rsidP="00895AD2">
      <w:r>
        <w:t>531.9960</w:t>
      </w:r>
      <w:r>
        <w:tab/>
        <w:t>1.013e0</w:t>
      </w:r>
    </w:p>
    <w:p w:rsidR="00895AD2" w:rsidRDefault="00895AD2" w:rsidP="00895AD2">
      <w:r>
        <w:t>532.1799</w:t>
      </w:r>
      <w:r>
        <w:tab/>
        <w:t>1.013e0</w:t>
      </w:r>
    </w:p>
    <w:p w:rsidR="00895AD2" w:rsidRDefault="00895AD2" w:rsidP="00895AD2">
      <w:r>
        <w:t>532.2560</w:t>
      </w:r>
      <w:r>
        <w:tab/>
        <w:t>2.025e0</w:t>
      </w:r>
    </w:p>
    <w:p w:rsidR="00895AD2" w:rsidRDefault="00895AD2" w:rsidP="00895AD2">
      <w:r>
        <w:t>532.3005</w:t>
      </w:r>
      <w:r>
        <w:tab/>
        <w:t>2.025e0</w:t>
      </w:r>
    </w:p>
    <w:p w:rsidR="00895AD2" w:rsidRDefault="00895AD2" w:rsidP="00895AD2">
      <w:r>
        <w:t>532.4250</w:t>
      </w:r>
      <w:r>
        <w:tab/>
        <w:t>4.051e0</w:t>
      </w:r>
    </w:p>
    <w:p w:rsidR="00895AD2" w:rsidRDefault="00895AD2" w:rsidP="00895AD2">
      <w:r>
        <w:t>532.4927</w:t>
      </w:r>
      <w:r>
        <w:tab/>
        <w:t>1.013e0</w:t>
      </w:r>
    </w:p>
    <w:p w:rsidR="00895AD2" w:rsidRDefault="00895AD2" w:rsidP="00895AD2">
      <w:r>
        <w:t>532.8857</w:t>
      </w:r>
      <w:r>
        <w:tab/>
        <w:t>1.013e0</w:t>
      </w:r>
    </w:p>
    <w:p w:rsidR="00895AD2" w:rsidRDefault="00895AD2" w:rsidP="00895AD2">
      <w:r>
        <w:lastRenderedPageBreak/>
        <w:t>532.9501</w:t>
      </w:r>
      <w:r>
        <w:tab/>
        <w:t>1.013e0</w:t>
      </w:r>
    </w:p>
    <w:p w:rsidR="00895AD2" w:rsidRDefault="00895AD2" w:rsidP="00895AD2">
      <w:r>
        <w:t>533.0421</w:t>
      </w:r>
      <w:r>
        <w:tab/>
        <w:t>1.013e0</w:t>
      </w:r>
    </w:p>
    <w:p w:rsidR="00895AD2" w:rsidRDefault="00895AD2" w:rsidP="00895AD2">
      <w:r>
        <w:t>533.1251</w:t>
      </w:r>
      <w:r>
        <w:tab/>
        <w:t>1.013e0</w:t>
      </w:r>
    </w:p>
    <w:p w:rsidR="00895AD2" w:rsidRDefault="00895AD2" w:rsidP="00895AD2">
      <w:r>
        <w:t>533.3093</w:t>
      </w:r>
      <w:r>
        <w:tab/>
        <w:t>1.013e0</w:t>
      </w:r>
    </w:p>
    <w:p w:rsidR="00895AD2" w:rsidRDefault="00895AD2" w:rsidP="00895AD2">
      <w:r>
        <w:t>533.4019</w:t>
      </w:r>
      <w:r>
        <w:tab/>
        <w:t>3.038e0</w:t>
      </w:r>
    </w:p>
    <w:p w:rsidR="00895AD2" w:rsidRDefault="00895AD2" w:rsidP="00895AD2">
      <w:r>
        <w:t>533.4475</w:t>
      </w:r>
      <w:r>
        <w:tab/>
        <w:t>2.025e0</w:t>
      </w:r>
    </w:p>
    <w:p w:rsidR="00895AD2" w:rsidRDefault="00895AD2" w:rsidP="00895AD2">
      <w:r>
        <w:t>533.5413</w:t>
      </w:r>
      <w:r>
        <w:tab/>
        <w:t>1.013e0</w:t>
      </w:r>
    </w:p>
    <w:p w:rsidR="00895AD2" w:rsidRDefault="00895AD2" w:rsidP="00895AD2">
      <w:r>
        <w:t>533.7227</w:t>
      </w:r>
      <w:r>
        <w:tab/>
        <w:t>1.013e0</w:t>
      </w:r>
    </w:p>
    <w:p w:rsidR="00895AD2" w:rsidRDefault="00895AD2" w:rsidP="00895AD2">
      <w:r>
        <w:t>533.8514</w:t>
      </w:r>
      <w:r>
        <w:tab/>
        <w:t>1.013e0</w:t>
      </w:r>
    </w:p>
    <w:p w:rsidR="00895AD2" w:rsidRDefault="00895AD2" w:rsidP="00895AD2">
      <w:r>
        <w:t>533.9724</w:t>
      </w:r>
      <w:r>
        <w:tab/>
        <w:t>2.025e0</w:t>
      </w:r>
    </w:p>
    <w:p w:rsidR="00895AD2" w:rsidRDefault="00895AD2" w:rsidP="00895AD2">
      <w:r>
        <w:t>534.3843</w:t>
      </w:r>
      <w:r>
        <w:tab/>
        <w:t>2.025e0</w:t>
      </w:r>
    </w:p>
    <w:p w:rsidR="00895AD2" w:rsidRDefault="00895AD2" w:rsidP="00895AD2">
      <w:r>
        <w:t>534.4435</w:t>
      </w:r>
      <w:r>
        <w:tab/>
        <w:t>2.025e0</w:t>
      </w:r>
    </w:p>
    <w:p w:rsidR="00895AD2" w:rsidRDefault="00895AD2" w:rsidP="00895AD2">
      <w:r>
        <w:t>534.5413</w:t>
      </w:r>
      <w:r>
        <w:tab/>
        <w:t>2.025e0</w:t>
      </w:r>
    </w:p>
    <w:p w:rsidR="00895AD2" w:rsidRDefault="00895AD2" w:rsidP="00895AD2">
      <w:r>
        <w:t>534.6609</w:t>
      </w:r>
      <w:r>
        <w:tab/>
        <w:t>1.013e0</w:t>
      </w:r>
    </w:p>
    <w:p w:rsidR="00895AD2" w:rsidRDefault="00895AD2" w:rsidP="00895AD2">
      <w:r>
        <w:t>534.7482</w:t>
      </w:r>
      <w:r>
        <w:tab/>
        <w:t>1.013e0</w:t>
      </w:r>
    </w:p>
    <w:p w:rsidR="00895AD2" w:rsidRDefault="00895AD2" w:rsidP="00895AD2">
      <w:r>
        <w:t>534.8818</w:t>
      </w:r>
      <w:r>
        <w:tab/>
        <w:t>1.013e0</w:t>
      </w:r>
    </w:p>
    <w:p w:rsidR="00895AD2" w:rsidRDefault="00895AD2" w:rsidP="00895AD2">
      <w:r>
        <w:t>534.9922</w:t>
      </w:r>
      <w:r>
        <w:tab/>
        <w:t>1.013e0</w:t>
      </w:r>
    </w:p>
    <w:p w:rsidR="00895AD2" w:rsidRDefault="00895AD2" w:rsidP="00895AD2">
      <w:r>
        <w:t>535.1029</w:t>
      </w:r>
      <w:r>
        <w:tab/>
        <w:t>2.025e0</w:t>
      </w:r>
    </w:p>
    <w:p w:rsidR="00895AD2" w:rsidRDefault="00895AD2" w:rsidP="00895AD2">
      <w:r>
        <w:t>535.1871</w:t>
      </w:r>
      <w:r>
        <w:tab/>
        <w:t>3.038e0</w:t>
      </w:r>
    </w:p>
    <w:p w:rsidR="00895AD2" w:rsidRDefault="00895AD2" w:rsidP="00895AD2">
      <w:r>
        <w:lastRenderedPageBreak/>
        <w:t>535.3118</w:t>
      </w:r>
      <w:r>
        <w:tab/>
        <w:t>1.013e0</w:t>
      </w:r>
    </w:p>
    <w:p w:rsidR="00895AD2" w:rsidRDefault="00895AD2" w:rsidP="00895AD2">
      <w:r>
        <w:t>535.3488</w:t>
      </w:r>
      <w:r>
        <w:tab/>
        <w:t>1.013e0</w:t>
      </w:r>
    </w:p>
    <w:p w:rsidR="00895AD2" w:rsidRDefault="00895AD2" w:rsidP="00895AD2">
      <w:r>
        <w:t>535.4246</w:t>
      </w:r>
      <w:r>
        <w:tab/>
        <w:t>2.025e0</w:t>
      </w:r>
    </w:p>
    <w:p w:rsidR="00895AD2" w:rsidRDefault="00895AD2" w:rsidP="00895AD2">
      <w:r>
        <w:t>535.4706</w:t>
      </w:r>
      <w:r>
        <w:tab/>
        <w:t>1.013e0</w:t>
      </w:r>
    </w:p>
    <w:p w:rsidR="00895AD2" w:rsidRDefault="00895AD2" w:rsidP="00895AD2">
      <w:r>
        <w:t>535.5441</w:t>
      </w:r>
      <w:r>
        <w:tab/>
        <w:t>1.013e0</w:t>
      </w:r>
    </w:p>
    <w:p w:rsidR="00895AD2" w:rsidRDefault="00895AD2" w:rsidP="00895AD2">
      <w:r>
        <w:t>535.5967</w:t>
      </w:r>
      <w:r>
        <w:tab/>
        <w:t>1.013e0</w:t>
      </w:r>
    </w:p>
    <w:p w:rsidR="00895AD2" w:rsidRDefault="00895AD2" w:rsidP="00895AD2">
      <w:r>
        <w:t>535.7125</w:t>
      </w:r>
      <w:r>
        <w:tab/>
        <w:t>2.025e0</w:t>
      </w:r>
    </w:p>
    <w:p w:rsidR="00895AD2" w:rsidRDefault="00895AD2" w:rsidP="00895AD2">
      <w:r>
        <w:t>535.8404</w:t>
      </w:r>
      <w:r>
        <w:tab/>
        <w:t>2.025e0</w:t>
      </w:r>
    </w:p>
    <w:p w:rsidR="00895AD2" w:rsidRDefault="00895AD2" w:rsidP="00895AD2">
      <w:r>
        <w:t>535.9315</w:t>
      </w:r>
      <w:r>
        <w:tab/>
        <w:t>1.013e0</w:t>
      </w:r>
    </w:p>
    <w:p w:rsidR="00895AD2" w:rsidRDefault="00895AD2" w:rsidP="00895AD2">
      <w:r>
        <w:t>536.2086</w:t>
      </w:r>
      <w:r>
        <w:tab/>
        <w:t>3.038e0</w:t>
      </w:r>
    </w:p>
    <w:p w:rsidR="00895AD2" w:rsidRDefault="00895AD2" w:rsidP="00895AD2">
      <w:r>
        <w:t>536.2881</w:t>
      </w:r>
      <w:r>
        <w:tab/>
        <w:t>3.038e0</w:t>
      </w:r>
    </w:p>
    <w:p w:rsidR="00895AD2" w:rsidRDefault="00895AD2" w:rsidP="00895AD2">
      <w:r>
        <w:t>536.3849</w:t>
      </w:r>
      <w:r>
        <w:tab/>
        <w:t>2.025e0</w:t>
      </w:r>
    </w:p>
    <w:p w:rsidR="00895AD2" w:rsidRDefault="00895AD2" w:rsidP="00895AD2">
      <w:r>
        <w:t>536.5307</w:t>
      </w:r>
      <w:r>
        <w:tab/>
        <w:t>2.025e0</w:t>
      </w:r>
    </w:p>
    <w:p w:rsidR="00895AD2" w:rsidRDefault="00895AD2" w:rsidP="00895AD2">
      <w:r>
        <w:t>536.8577</w:t>
      </w:r>
      <w:r>
        <w:tab/>
        <w:t>2.025e0</w:t>
      </w:r>
    </w:p>
    <w:p w:rsidR="00895AD2" w:rsidRDefault="00895AD2" w:rsidP="00895AD2">
      <w:r>
        <w:t>537.1265</w:t>
      </w:r>
      <w:r>
        <w:tab/>
        <w:t>2.025e0</w:t>
      </w:r>
    </w:p>
    <w:p w:rsidR="00895AD2" w:rsidRDefault="00895AD2" w:rsidP="00895AD2">
      <w:r>
        <w:t>537.2211</w:t>
      </w:r>
      <w:r>
        <w:tab/>
        <w:t>3.038e0</w:t>
      </w:r>
    </w:p>
    <w:p w:rsidR="00895AD2" w:rsidRDefault="00895AD2" w:rsidP="00895AD2">
      <w:r>
        <w:t>537.3789</w:t>
      </w:r>
      <w:r>
        <w:tab/>
        <w:t>3.038e0</w:t>
      </w:r>
    </w:p>
    <w:p w:rsidR="00895AD2" w:rsidRDefault="00895AD2" w:rsidP="00895AD2">
      <w:r>
        <w:t>537.4683</w:t>
      </w:r>
      <w:r>
        <w:tab/>
        <w:t>1.013e0</w:t>
      </w:r>
    </w:p>
    <w:p w:rsidR="00895AD2" w:rsidRDefault="00895AD2" w:rsidP="00895AD2">
      <w:r>
        <w:t>537.5156</w:t>
      </w:r>
      <w:r>
        <w:tab/>
        <w:t>2.025e0</w:t>
      </w:r>
    </w:p>
    <w:p w:rsidR="00895AD2" w:rsidRDefault="00895AD2" w:rsidP="00895AD2">
      <w:r>
        <w:lastRenderedPageBreak/>
        <w:t>537.8689</w:t>
      </w:r>
      <w:r>
        <w:tab/>
        <w:t>1.013e0</w:t>
      </w:r>
    </w:p>
    <w:p w:rsidR="00895AD2" w:rsidRDefault="00895AD2" w:rsidP="00895AD2">
      <w:r>
        <w:t>538.0082</w:t>
      </w:r>
      <w:r>
        <w:tab/>
        <w:t>1.013e0</w:t>
      </w:r>
    </w:p>
    <w:p w:rsidR="00895AD2" w:rsidRDefault="00895AD2" w:rsidP="00895AD2">
      <w:r>
        <w:t>538.0639</w:t>
      </w:r>
      <w:r>
        <w:tab/>
        <w:t>1.013e0</w:t>
      </w:r>
    </w:p>
    <w:p w:rsidR="00895AD2" w:rsidRDefault="00895AD2" w:rsidP="00895AD2">
      <w:r>
        <w:t>538.1123</w:t>
      </w:r>
      <w:r>
        <w:tab/>
        <w:t>1.013e0</w:t>
      </w:r>
    </w:p>
    <w:p w:rsidR="00895AD2" w:rsidRDefault="00895AD2" w:rsidP="00895AD2">
      <w:r>
        <w:t>538.2311</w:t>
      </w:r>
      <w:r>
        <w:tab/>
        <w:t>2.025e0</w:t>
      </w:r>
    </w:p>
    <w:p w:rsidR="00895AD2" w:rsidRDefault="00895AD2" w:rsidP="00895AD2">
      <w:r>
        <w:t>538.2962</w:t>
      </w:r>
      <w:r>
        <w:tab/>
        <w:t>1.013e0</w:t>
      </w:r>
    </w:p>
    <w:p w:rsidR="00895AD2" w:rsidRDefault="00895AD2" w:rsidP="00895AD2">
      <w:r>
        <w:t>538.3669</w:t>
      </w:r>
      <w:r>
        <w:tab/>
        <w:t>2.025e0</w:t>
      </w:r>
    </w:p>
    <w:p w:rsidR="00895AD2" w:rsidRDefault="00895AD2" w:rsidP="00895AD2">
      <w:r>
        <w:t>538.4913</w:t>
      </w:r>
      <w:r>
        <w:tab/>
        <w:t>1.013e0</w:t>
      </w:r>
    </w:p>
    <w:p w:rsidR="00895AD2" w:rsidRDefault="00895AD2" w:rsidP="00895AD2">
      <w:r>
        <w:t>538.6433</w:t>
      </w:r>
      <w:r>
        <w:tab/>
        <w:t>1.013e0</w:t>
      </w:r>
    </w:p>
    <w:p w:rsidR="00895AD2" w:rsidRDefault="00895AD2" w:rsidP="00895AD2">
      <w:r>
        <w:t>538.7930</w:t>
      </w:r>
      <w:r>
        <w:tab/>
        <w:t>3.038e0</w:t>
      </w:r>
    </w:p>
    <w:p w:rsidR="00895AD2" w:rsidRDefault="00895AD2" w:rsidP="00895AD2">
      <w:r>
        <w:t>538.9006</w:t>
      </w:r>
      <w:r>
        <w:tab/>
        <w:t>1.013e0</w:t>
      </w:r>
    </w:p>
    <w:p w:rsidR="00895AD2" w:rsidRDefault="00895AD2" w:rsidP="00895AD2">
      <w:r>
        <w:t>538.9749</w:t>
      </w:r>
      <w:r>
        <w:tab/>
        <w:t>1.013e0</w:t>
      </w:r>
    </w:p>
    <w:p w:rsidR="00895AD2" w:rsidRDefault="00895AD2" w:rsidP="00895AD2">
      <w:r>
        <w:t>539.0638</w:t>
      </w:r>
      <w:r>
        <w:tab/>
        <w:t>1.013e0</w:t>
      </w:r>
    </w:p>
    <w:p w:rsidR="00895AD2" w:rsidRDefault="00895AD2" w:rsidP="00895AD2">
      <w:r>
        <w:t>539.2588</w:t>
      </w:r>
      <w:r>
        <w:tab/>
        <w:t>3.038e0</w:t>
      </w:r>
    </w:p>
    <w:p w:rsidR="00895AD2" w:rsidRDefault="00895AD2" w:rsidP="00895AD2">
      <w:r>
        <w:t>539.3618</w:t>
      </w:r>
      <w:r>
        <w:tab/>
        <w:t>3.038e0</w:t>
      </w:r>
    </w:p>
    <w:p w:rsidR="00895AD2" w:rsidRDefault="00895AD2" w:rsidP="00895AD2">
      <w:r>
        <w:t>539.4134</w:t>
      </w:r>
      <w:r>
        <w:tab/>
        <w:t>2.025e0</w:t>
      </w:r>
    </w:p>
    <w:p w:rsidR="00895AD2" w:rsidRDefault="00895AD2" w:rsidP="00895AD2">
      <w:r>
        <w:t>539.5027</w:t>
      </w:r>
      <w:r>
        <w:tab/>
        <w:t>1.013e0</w:t>
      </w:r>
    </w:p>
    <w:p w:rsidR="00895AD2" w:rsidRDefault="00895AD2" w:rsidP="00895AD2">
      <w:r>
        <w:t>539.8868</w:t>
      </w:r>
      <w:r>
        <w:tab/>
        <w:t>1.013e0</w:t>
      </w:r>
    </w:p>
    <w:p w:rsidR="00895AD2" w:rsidRDefault="00895AD2" w:rsidP="00895AD2">
      <w:r>
        <w:t>540.0936</w:t>
      </w:r>
      <w:r>
        <w:tab/>
        <w:t>2.025e0</w:t>
      </w:r>
    </w:p>
    <w:p w:rsidR="00895AD2" w:rsidRDefault="00895AD2" w:rsidP="00895AD2">
      <w:r>
        <w:lastRenderedPageBreak/>
        <w:t>540.2363</w:t>
      </w:r>
      <w:r>
        <w:tab/>
        <w:t>1.013e0</w:t>
      </w:r>
    </w:p>
    <w:p w:rsidR="00895AD2" w:rsidRDefault="00895AD2" w:rsidP="00895AD2">
      <w:r>
        <w:t>540.3610</w:t>
      </w:r>
      <w:r>
        <w:tab/>
        <w:t>2.025e0</w:t>
      </w:r>
    </w:p>
    <w:p w:rsidR="00895AD2" w:rsidRDefault="00895AD2" w:rsidP="00895AD2">
      <w:r>
        <w:t>540.4572</w:t>
      </w:r>
      <w:r>
        <w:tab/>
        <w:t>8.101e0</w:t>
      </w:r>
    </w:p>
    <w:p w:rsidR="00895AD2" w:rsidRDefault="00895AD2" w:rsidP="00895AD2">
      <w:r>
        <w:t>540.5679</w:t>
      </w:r>
      <w:r>
        <w:tab/>
        <w:t>1.013e0</w:t>
      </w:r>
    </w:p>
    <w:p w:rsidR="00895AD2" w:rsidRDefault="00895AD2" w:rsidP="00895AD2">
      <w:r>
        <w:t>540.6384</w:t>
      </w:r>
      <w:r>
        <w:tab/>
        <w:t>1.013e0</w:t>
      </w:r>
    </w:p>
    <w:p w:rsidR="00895AD2" w:rsidRDefault="00895AD2" w:rsidP="00895AD2">
      <w:r>
        <w:t>541.0439</w:t>
      </w:r>
      <w:r>
        <w:tab/>
        <w:t>1.013e0</w:t>
      </w:r>
    </w:p>
    <w:p w:rsidR="00895AD2" w:rsidRDefault="00895AD2" w:rsidP="00895AD2">
      <w:r>
        <w:t>541.1559</w:t>
      </w:r>
      <w:r>
        <w:tab/>
        <w:t>1.013e0</w:t>
      </w:r>
    </w:p>
    <w:p w:rsidR="00895AD2" w:rsidRDefault="00895AD2" w:rsidP="00895AD2">
      <w:r>
        <w:t>541.2213</w:t>
      </w:r>
      <w:r>
        <w:tab/>
        <w:t>1.013e0</w:t>
      </w:r>
    </w:p>
    <w:p w:rsidR="00895AD2" w:rsidRDefault="00895AD2" w:rsidP="00895AD2">
      <w:r>
        <w:t>541.2993</w:t>
      </w:r>
      <w:r>
        <w:tab/>
        <w:t>2.025e0</w:t>
      </w:r>
    </w:p>
    <w:p w:rsidR="00895AD2" w:rsidRDefault="00895AD2" w:rsidP="00895AD2">
      <w:r>
        <w:t>541.3463</w:t>
      </w:r>
      <w:r>
        <w:tab/>
        <w:t>1.315e0</w:t>
      </w:r>
    </w:p>
    <w:p w:rsidR="00895AD2" w:rsidRDefault="00895AD2" w:rsidP="00895AD2">
      <w:r>
        <w:t>541.4296</w:t>
      </w:r>
      <w:r>
        <w:tab/>
        <w:t>4.051e0</w:t>
      </w:r>
    </w:p>
    <w:p w:rsidR="00895AD2" w:rsidRDefault="00895AD2" w:rsidP="00895AD2">
      <w:r>
        <w:t>541.5763</w:t>
      </w:r>
      <w:r>
        <w:tab/>
        <w:t>1.013e0</w:t>
      </w:r>
    </w:p>
    <w:p w:rsidR="00895AD2" w:rsidRDefault="00895AD2" w:rsidP="00895AD2">
      <w:r>
        <w:t>541.6611</w:t>
      </w:r>
      <w:r>
        <w:tab/>
        <w:t>2.025e0</w:t>
      </w:r>
    </w:p>
    <w:p w:rsidR="00895AD2" w:rsidRDefault="00895AD2" w:rsidP="00895AD2">
      <w:r>
        <w:t>541.7716</w:t>
      </w:r>
      <w:r>
        <w:tab/>
        <w:t>1.013e0</w:t>
      </w:r>
    </w:p>
    <w:p w:rsidR="00895AD2" w:rsidRDefault="00895AD2" w:rsidP="00895AD2">
      <w:r>
        <w:t>541.8475</w:t>
      </w:r>
      <w:r>
        <w:tab/>
        <w:t>1.013e0</w:t>
      </w:r>
    </w:p>
    <w:p w:rsidR="00895AD2" w:rsidRDefault="00895AD2" w:rsidP="00895AD2">
      <w:r>
        <w:t>541.9739</w:t>
      </w:r>
      <w:r>
        <w:tab/>
        <w:t>1.013e0</w:t>
      </w:r>
    </w:p>
    <w:p w:rsidR="00895AD2" w:rsidRDefault="00895AD2" w:rsidP="00895AD2">
      <w:r>
        <w:t>542.0805</w:t>
      </w:r>
      <w:r>
        <w:tab/>
        <w:t>2.025e0</w:t>
      </w:r>
    </w:p>
    <w:p w:rsidR="00895AD2" w:rsidRDefault="00895AD2" w:rsidP="00895AD2">
      <w:r>
        <w:t>542.1840</w:t>
      </w:r>
      <w:r>
        <w:tab/>
        <w:t>1.013e0</w:t>
      </w:r>
    </w:p>
    <w:p w:rsidR="00895AD2" w:rsidRDefault="00895AD2" w:rsidP="00895AD2">
      <w:r>
        <w:t>542.2862</w:t>
      </w:r>
      <w:r>
        <w:tab/>
        <w:t>5.063e0</w:t>
      </w:r>
    </w:p>
    <w:p w:rsidR="00895AD2" w:rsidRDefault="00895AD2" w:rsidP="00895AD2">
      <w:r>
        <w:lastRenderedPageBreak/>
        <w:t>542.3836</w:t>
      </w:r>
      <w:r>
        <w:tab/>
        <w:t>4.051e0</w:t>
      </w:r>
    </w:p>
    <w:p w:rsidR="00895AD2" w:rsidRDefault="00895AD2" w:rsidP="00895AD2">
      <w:r>
        <w:t>542.4967</w:t>
      </w:r>
      <w:r>
        <w:tab/>
        <w:t>2.025e0</w:t>
      </w:r>
    </w:p>
    <w:p w:rsidR="00895AD2" w:rsidRDefault="00895AD2" w:rsidP="00895AD2">
      <w:r>
        <w:t>542.6351</w:t>
      </w:r>
      <w:r>
        <w:tab/>
        <w:t>2.025e0</w:t>
      </w:r>
    </w:p>
    <w:p w:rsidR="00895AD2" w:rsidRDefault="00895AD2" w:rsidP="00895AD2">
      <w:r>
        <w:t>543.4050</w:t>
      </w:r>
      <w:r>
        <w:tab/>
        <w:t>4.051e0</w:t>
      </w:r>
    </w:p>
    <w:p w:rsidR="00895AD2" w:rsidRDefault="00895AD2" w:rsidP="00895AD2">
      <w:r>
        <w:t>543.6599</w:t>
      </w:r>
      <w:r>
        <w:tab/>
        <w:t>2.025e0</w:t>
      </w:r>
    </w:p>
    <w:p w:rsidR="00895AD2" w:rsidRDefault="00895AD2" w:rsidP="00895AD2">
      <w:r>
        <w:t>543.8010</w:t>
      </w:r>
      <w:r>
        <w:tab/>
        <w:t>1.013e0</w:t>
      </w:r>
    </w:p>
    <w:p w:rsidR="00895AD2" w:rsidRDefault="00895AD2" w:rsidP="00895AD2">
      <w:r>
        <w:t>544.0035</w:t>
      </w:r>
      <w:r>
        <w:tab/>
        <w:t>2.025e0</w:t>
      </w:r>
    </w:p>
    <w:p w:rsidR="00895AD2" w:rsidRDefault="00895AD2" w:rsidP="00895AD2">
      <w:r>
        <w:t>544.1143</w:t>
      </w:r>
      <w:r>
        <w:tab/>
        <w:t>2.025e0</w:t>
      </w:r>
    </w:p>
    <w:p w:rsidR="00895AD2" w:rsidRDefault="00895AD2" w:rsidP="00895AD2">
      <w:r>
        <w:t>544.2586</w:t>
      </w:r>
      <w:r>
        <w:tab/>
        <w:t>1.013e0</w:t>
      </w:r>
    </w:p>
    <w:p w:rsidR="00895AD2" w:rsidRDefault="00895AD2" w:rsidP="00895AD2">
      <w:r>
        <w:t>544.3359</w:t>
      </w:r>
      <w:r>
        <w:tab/>
        <w:t>3.038e0</w:t>
      </w:r>
    </w:p>
    <w:p w:rsidR="00895AD2" w:rsidRDefault="00895AD2" w:rsidP="00895AD2">
      <w:r>
        <w:t>544.4491</w:t>
      </w:r>
      <w:r>
        <w:tab/>
        <w:t>2.025e0</w:t>
      </w:r>
    </w:p>
    <w:p w:rsidR="00895AD2" w:rsidRDefault="00895AD2" w:rsidP="00895AD2">
      <w:r>
        <w:t>544.5179</w:t>
      </w:r>
      <w:r>
        <w:tab/>
        <w:t>1.013e0</w:t>
      </w:r>
    </w:p>
    <w:p w:rsidR="00895AD2" w:rsidRDefault="00895AD2" w:rsidP="00895AD2">
      <w:r>
        <w:t>544.6057</w:t>
      </w:r>
      <w:r>
        <w:tab/>
        <w:t>2.025e0</w:t>
      </w:r>
    </w:p>
    <w:p w:rsidR="00895AD2" w:rsidRDefault="00895AD2" w:rsidP="00895AD2">
      <w:r>
        <w:t>544.8946</w:t>
      </w:r>
      <w:r>
        <w:tab/>
        <w:t>2.025e0</w:t>
      </w:r>
    </w:p>
    <w:p w:rsidR="00895AD2" w:rsidRDefault="00895AD2" w:rsidP="00895AD2">
      <w:r>
        <w:t>544.9687</w:t>
      </w:r>
      <w:r>
        <w:tab/>
        <w:t>1.013e0</w:t>
      </w:r>
    </w:p>
    <w:p w:rsidR="00895AD2" w:rsidRDefault="00895AD2" w:rsidP="00895AD2">
      <w:r>
        <w:t>545.0420</w:t>
      </w:r>
      <w:r>
        <w:tab/>
        <w:t>1.013e0</w:t>
      </w:r>
    </w:p>
    <w:p w:rsidR="00895AD2" w:rsidRDefault="00895AD2" w:rsidP="00895AD2">
      <w:r>
        <w:t>545.2548</w:t>
      </w:r>
      <w:r>
        <w:tab/>
        <w:t>3.038e0</w:t>
      </w:r>
    </w:p>
    <w:p w:rsidR="00895AD2" w:rsidRDefault="00895AD2" w:rsidP="00895AD2">
      <w:r>
        <w:t>545.3180</w:t>
      </w:r>
      <w:r>
        <w:tab/>
        <w:t>3.038e0</w:t>
      </w:r>
    </w:p>
    <w:p w:rsidR="00895AD2" w:rsidRDefault="00895AD2" w:rsidP="00895AD2">
      <w:r>
        <w:t>545.4074</w:t>
      </w:r>
      <w:r>
        <w:tab/>
        <w:t>1.013e0</w:t>
      </w:r>
    </w:p>
    <w:p w:rsidR="00895AD2" w:rsidRDefault="00895AD2" w:rsidP="00895AD2">
      <w:r>
        <w:lastRenderedPageBreak/>
        <w:t>545.6441</w:t>
      </w:r>
      <w:r>
        <w:tab/>
        <w:t>2.025e0</w:t>
      </w:r>
    </w:p>
    <w:p w:rsidR="00895AD2" w:rsidRDefault="00895AD2" w:rsidP="00895AD2">
      <w:r>
        <w:t>545.7214</w:t>
      </w:r>
      <w:r>
        <w:tab/>
        <w:t>1.013e0</w:t>
      </w:r>
    </w:p>
    <w:p w:rsidR="00895AD2" w:rsidRDefault="00895AD2" w:rsidP="00895AD2">
      <w:r>
        <w:t>545.9188</w:t>
      </w:r>
      <w:r>
        <w:tab/>
        <w:t>3.038e0</w:t>
      </w:r>
    </w:p>
    <w:p w:rsidR="00895AD2" w:rsidRDefault="00895AD2" w:rsidP="00895AD2">
      <w:r>
        <w:t>546.2830</w:t>
      </w:r>
      <w:r>
        <w:tab/>
        <w:t>2.025e0</w:t>
      </w:r>
    </w:p>
    <w:p w:rsidR="00895AD2" w:rsidRDefault="00895AD2" w:rsidP="00895AD2">
      <w:r>
        <w:t>546.3615</w:t>
      </w:r>
      <w:r>
        <w:tab/>
        <w:t>2.025e0</w:t>
      </w:r>
    </w:p>
    <w:p w:rsidR="00895AD2" w:rsidRDefault="00895AD2" w:rsidP="00895AD2">
      <w:r>
        <w:t>546.4119</w:t>
      </w:r>
      <w:r>
        <w:tab/>
        <w:t>1.013e0</w:t>
      </w:r>
    </w:p>
    <w:p w:rsidR="00895AD2" w:rsidRDefault="00895AD2" w:rsidP="00895AD2">
      <w:r>
        <w:t>546.6538</w:t>
      </w:r>
      <w:r>
        <w:tab/>
        <w:t>1.013e0</w:t>
      </w:r>
    </w:p>
    <w:p w:rsidR="00895AD2" w:rsidRDefault="00895AD2" w:rsidP="00895AD2">
      <w:r>
        <w:t>546.8156</w:t>
      </w:r>
      <w:r>
        <w:tab/>
        <w:t>2.025e0</w:t>
      </w:r>
    </w:p>
    <w:p w:rsidR="00895AD2" w:rsidRDefault="00895AD2" w:rsidP="00895AD2">
      <w:r>
        <w:t>546.9036</w:t>
      </w:r>
      <w:r>
        <w:tab/>
        <w:t>1.013e0</w:t>
      </w:r>
    </w:p>
    <w:p w:rsidR="00895AD2" w:rsidRDefault="00895AD2" w:rsidP="00895AD2">
      <w:r>
        <w:t>546.9744</w:t>
      </w:r>
      <w:r>
        <w:tab/>
        <w:t>1.013e0</w:t>
      </w:r>
    </w:p>
    <w:p w:rsidR="00895AD2" w:rsidRDefault="00895AD2" w:rsidP="00895AD2">
      <w:r>
        <w:t>547.1690</w:t>
      </w:r>
      <w:r>
        <w:tab/>
        <w:t>2.025e0</w:t>
      </w:r>
    </w:p>
    <w:p w:rsidR="00895AD2" w:rsidRDefault="00895AD2" w:rsidP="00895AD2">
      <w:r>
        <w:t>547.2480</w:t>
      </w:r>
      <w:r>
        <w:tab/>
        <w:t>1.013e0</w:t>
      </w:r>
    </w:p>
    <w:p w:rsidR="00895AD2" w:rsidRDefault="00895AD2" w:rsidP="00895AD2">
      <w:r>
        <w:t>547.3542</w:t>
      </w:r>
      <w:r>
        <w:tab/>
        <w:t>2.025e0</w:t>
      </w:r>
    </w:p>
    <w:p w:rsidR="00895AD2" w:rsidRDefault="00895AD2" w:rsidP="00895AD2">
      <w:r>
        <w:t>547.4933</w:t>
      </w:r>
      <w:r>
        <w:tab/>
        <w:t>1.013e0</w:t>
      </w:r>
    </w:p>
    <w:p w:rsidR="00895AD2" w:rsidRDefault="00895AD2" w:rsidP="00895AD2">
      <w:r>
        <w:t>547.5767</w:t>
      </w:r>
      <w:r>
        <w:tab/>
        <w:t>1.013e0</w:t>
      </w:r>
    </w:p>
    <w:p w:rsidR="00895AD2" w:rsidRDefault="00895AD2" w:rsidP="00895AD2">
      <w:r>
        <w:t>547.8375</w:t>
      </w:r>
      <w:r>
        <w:tab/>
        <w:t>3.038e0</w:t>
      </w:r>
    </w:p>
    <w:p w:rsidR="00895AD2" w:rsidRDefault="00895AD2" w:rsidP="00895AD2">
      <w:r>
        <w:t>547.9561</w:t>
      </w:r>
      <w:r>
        <w:tab/>
        <w:t>1.013e0</w:t>
      </w:r>
    </w:p>
    <w:p w:rsidR="00895AD2" w:rsidRDefault="00895AD2" w:rsidP="00895AD2">
      <w:r>
        <w:t>547.9974</w:t>
      </w:r>
      <w:r>
        <w:tab/>
        <w:t>1.013e0</w:t>
      </w:r>
    </w:p>
    <w:p w:rsidR="00895AD2" w:rsidRDefault="00895AD2" w:rsidP="00895AD2">
      <w:r>
        <w:t>548.1787</w:t>
      </w:r>
      <w:r>
        <w:tab/>
        <w:t>2.025e0</w:t>
      </w:r>
    </w:p>
    <w:p w:rsidR="00895AD2" w:rsidRDefault="00895AD2" w:rsidP="00895AD2">
      <w:r>
        <w:lastRenderedPageBreak/>
        <w:t>548.2709</w:t>
      </w:r>
      <w:r>
        <w:tab/>
        <w:t>1.013e0</w:t>
      </w:r>
    </w:p>
    <w:p w:rsidR="00895AD2" w:rsidRDefault="00895AD2" w:rsidP="00895AD2">
      <w:r>
        <w:t>548.4047</w:t>
      </w:r>
      <w:r>
        <w:tab/>
        <w:t>5.063e0</w:t>
      </w:r>
    </w:p>
    <w:p w:rsidR="00895AD2" w:rsidRDefault="00895AD2" w:rsidP="00895AD2">
      <w:r>
        <w:t>548.4537</w:t>
      </w:r>
      <w:r>
        <w:tab/>
        <w:t>3.038e0</w:t>
      </w:r>
    </w:p>
    <w:p w:rsidR="00895AD2" w:rsidRDefault="00895AD2" w:rsidP="00895AD2">
      <w:r>
        <w:t>548.5705</w:t>
      </w:r>
      <w:r>
        <w:tab/>
        <w:t>1.013e0</w:t>
      </w:r>
    </w:p>
    <w:p w:rsidR="00895AD2" w:rsidRDefault="00895AD2" w:rsidP="00895AD2">
      <w:r>
        <w:t>548.6650</w:t>
      </w:r>
      <w:r>
        <w:tab/>
        <w:t>1.013e0</w:t>
      </w:r>
    </w:p>
    <w:p w:rsidR="00895AD2" w:rsidRDefault="00895AD2" w:rsidP="00895AD2">
      <w:r>
        <w:t>548.7902</w:t>
      </w:r>
      <w:r>
        <w:tab/>
        <w:t>2.025e0</w:t>
      </w:r>
    </w:p>
    <w:p w:rsidR="00895AD2" w:rsidRDefault="00895AD2" w:rsidP="00895AD2">
      <w:r>
        <w:t>548.9421</w:t>
      </w:r>
      <w:r>
        <w:tab/>
        <w:t>3.038e0</w:t>
      </w:r>
    </w:p>
    <w:p w:rsidR="00895AD2" w:rsidRDefault="00895AD2" w:rsidP="00895AD2">
      <w:r>
        <w:t>549.0151</w:t>
      </w:r>
      <w:r>
        <w:tab/>
        <w:t>1.013e0</w:t>
      </w:r>
    </w:p>
    <w:p w:rsidR="00895AD2" w:rsidRDefault="00895AD2" w:rsidP="00895AD2">
      <w:r>
        <w:t>549.1600</w:t>
      </w:r>
      <w:r>
        <w:tab/>
        <w:t>3.038e0</w:t>
      </w:r>
    </w:p>
    <w:p w:rsidR="00895AD2" w:rsidRDefault="00895AD2" w:rsidP="00895AD2">
      <w:r>
        <w:t>549.2802</w:t>
      </w:r>
      <w:r>
        <w:tab/>
        <w:t>1.013e0</w:t>
      </w:r>
    </w:p>
    <w:p w:rsidR="00895AD2" w:rsidRDefault="00895AD2" w:rsidP="00895AD2">
      <w:r>
        <w:t>549.3464</w:t>
      </w:r>
      <w:r>
        <w:tab/>
        <w:t>1.013e0</w:t>
      </w:r>
    </w:p>
    <w:p w:rsidR="00895AD2" w:rsidRDefault="00895AD2" w:rsidP="00895AD2">
      <w:r>
        <w:t>549.4128</w:t>
      </w:r>
      <w:r>
        <w:tab/>
        <w:t>1.013e0</w:t>
      </w:r>
    </w:p>
    <w:p w:rsidR="00895AD2" w:rsidRDefault="00895AD2" w:rsidP="00895AD2">
      <w:r>
        <w:t>549.9276</w:t>
      </w:r>
      <w:r>
        <w:tab/>
        <w:t>1.013e0</w:t>
      </w:r>
    </w:p>
    <w:p w:rsidR="00895AD2" w:rsidRDefault="00895AD2" w:rsidP="00895AD2">
      <w:r>
        <w:t>550.0381</w:t>
      </w:r>
      <w:r>
        <w:tab/>
        <w:t>1.013e0</w:t>
      </w:r>
    </w:p>
    <w:p w:rsidR="00895AD2" w:rsidRDefault="00895AD2" w:rsidP="00895AD2">
      <w:r>
        <w:t>550.1089</w:t>
      </w:r>
      <w:r>
        <w:tab/>
        <w:t>1.013e0</w:t>
      </w:r>
    </w:p>
    <w:p w:rsidR="00895AD2" w:rsidRDefault="00895AD2" w:rsidP="00895AD2">
      <w:r>
        <w:t>550.3167</w:t>
      </w:r>
      <w:r>
        <w:tab/>
        <w:t>2.025e0</w:t>
      </w:r>
    </w:p>
    <w:p w:rsidR="00895AD2" w:rsidRDefault="00895AD2" w:rsidP="00895AD2">
      <w:r>
        <w:t>550.3903</w:t>
      </w:r>
      <w:r>
        <w:tab/>
        <w:t>2.025e0</w:t>
      </w:r>
    </w:p>
    <w:p w:rsidR="00895AD2" w:rsidRDefault="00895AD2" w:rsidP="00895AD2">
      <w:r>
        <w:t>550.6422</w:t>
      </w:r>
      <w:r>
        <w:tab/>
        <w:t>2.025e0</w:t>
      </w:r>
    </w:p>
    <w:p w:rsidR="00895AD2" w:rsidRDefault="00895AD2" w:rsidP="00895AD2">
      <w:r>
        <w:t>551.1082</w:t>
      </w:r>
      <w:r>
        <w:tab/>
        <w:t>1.013e0</w:t>
      </w:r>
    </w:p>
    <w:p w:rsidR="00895AD2" w:rsidRDefault="00895AD2" w:rsidP="00895AD2">
      <w:r>
        <w:lastRenderedPageBreak/>
        <w:t>551.1484</w:t>
      </w:r>
      <w:r>
        <w:tab/>
        <w:t>1.013e0</w:t>
      </w:r>
    </w:p>
    <w:p w:rsidR="00895AD2" w:rsidRDefault="00895AD2" w:rsidP="00895AD2">
      <w:r>
        <w:t>551.2339</w:t>
      </w:r>
      <w:r>
        <w:tab/>
        <w:t>1.013e0</w:t>
      </w:r>
    </w:p>
    <w:p w:rsidR="00895AD2" w:rsidRDefault="00895AD2" w:rsidP="00895AD2">
      <w:r>
        <w:t>551.3099</w:t>
      </w:r>
      <w:r>
        <w:tab/>
        <w:t>2.025e0</w:t>
      </w:r>
    </w:p>
    <w:p w:rsidR="00895AD2" w:rsidRDefault="00895AD2" w:rsidP="00895AD2">
      <w:r>
        <w:t>551.4186</w:t>
      </w:r>
      <w:r>
        <w:tab/>
        <w:t>1.013e0</w:t>
      </w:r>
    </w:p>
    <w:p w:rsidR="00895AD2" w:rsidRDefault="00895AD2" w:rsidP="00895AD2">
      <w:r>
        <w:t>551.5919</w:t>
      </w:r>
      <w:r>
        <w:tab/>
        <w:t>3.038e0</w:t>
      </w:r>
    </w:p>
    <w:p w:rsidR="00895AD2" w:rsidRDefault="00895AD2" w:rsidP="00895AD2">
      <w:r>
        <w:t>551.8422</w:t>
      </w:r>
      <w:r>
        <w:tab/>
        <w:t>1.013e0</w:t>
      </w:r>
    </w:p>
    <w:p w:rsidR="00895AD2" w:rsidRDefault="00895AD2" w:rsidP="00895AD2">
      <w:r>
        <w:t>551.9088</w:t>
      </w:r>
      <w:r>
        <w:tab/>
        <w:t>2.025e0</w:t>
      </w:r>
    </w:p>
    <w:p w:rsidR="00895AD2" w:rsidRDefault="00895AD2" w:rsidP="00895AD2">
      <w:r>
        <w:t>552.0610</w:t>
      </w:r>
      <w:r>
        <w:tab/>
        <w:t>1.013e0</w:t>
      </w:r>
    </w:p>
    <w:p w:rsidR="00895AD2" w:rsidRDefault="00895AD2" w:rsidP="00895AD2">
      <w:r>
        <w:t>552.1371</w:t>
      </w:r>
      <w:r>
        <w:tab/>
        <w:t>1.013e0</w:t>
      </w:r>
    </w:p>
    <w:p w:rsidR="00895AD2" w:rsidRDefault="00895AD2" w:rsidP="00895AD2">
      <w:r>
        <w:t>552.1942</w:t>
      </w:r>
      <w:r>
        <w:tab/>
        <w:t>1.013e0</w:t>
      </w:r>
    </w:p>
    <w:p w:rsidR="00895AD2" w:rsidRDefault="00895AD2" w:rsidP="00895AD2">
      <w:r>
        <w:t>552.2946</w:t>
      </w:r>
      <w:r>
        <w:tab/>
        <w:t>3.038e0</w:t>
      </w:r>
    </w:p>
    <w:p w:rsidR="00895AD2" w:rsidRDefault="00895AD2" w:rsidP="00895AD2">
      <w:r>
        <w:t>552.3838</w:t>
      </w:r>
      <w:r>
        <w:tab/>
        <w:t>2.025e0</w:t>
      </w:r>
    </w:p>
    <w:p w:rsidR="00895AD2" w:rsidRDefault="00895AD2" w:rsidP="00895AD2">
      <w:r>
        <w:t>552.9940</w:t>
      </w:r>
      <w:r>
        <w:tab/>
        <w:t>1.013e0</w:t>
      </w:r>
    </w:p>
    <w:p w:rsidR="00895AD2" w:rsidRDefault="00895AD2" w:rsidP="00895AD2">
      <w:r>
        <w:t>553.1815</w:t>
      </w:r>
      <w:r>
        <w:tab/>
        <w:t>4.051e0</w:t>
      </w:r>
    </w:p>
    <w:p w:rsidR="00895AD2" w:rsidRDefault="00895AD2" w:rsidP="00895AD2">
      <w:r>
        <w:t>553.3069</w:t>
      </w:r>
      <w:r>
        <w:tab/>
        <w:t>1.013e0</w:t>
      </w:r>
    </w:p>
    <w:p w:rsidR="00895AD2" w:rsidRDefault="00895AD2" w:rsidP="00895AD2">
      <w:r>
        <w:t>553.4696</w:t>
      </w:r>
      <w:r>
        <w:tab/>
        <w:t>2.025e0</w:t>
      </w:r>
    </w:p>
    <w:p w:rsidR="00895AD2" w:rsidRDefault="00895AD2" w:rsidP="00895AD2">
      <w:r>
        <w:t>553.5619</w:t>
      </w:r>
      <w:r>
        <w:tab/>
        <w:t>1.013e0</w:t>
      </w:r>
    </w:p>
    <w:p w:rsidR="00895AD2" w:rsidRDefault="00895AD2" w:rsidP="00895AD2">
      <w:r>
        <w:t>553.6172</w:t>
      </w:r>
      <w:r>
        <w:tab/>
        <w:t>1.013e0</w:t>
      </w:r>
    </w:p>
    <w:p w:rsidR="00895AD2" w:rsidRDefault="00895AD2" w:rsidP="00895AD2">
      <w:r>
        <w:t>553.8240</w:t>
      </w:r>
      <w:r>
        <w:tab/>
        <w:t>2.025e0</w:t>
      </w:r>
    </w:p>
    <w:p w:rsidR="00895AD2" w:rsidRDefault="00895AD2" w:rsidP="00895AD2">
      <w:r>
        <w:lastRenderedPageBreak/>
        <w:t>553.8701</w:t>
      </w:r>
      <w:r>
        <w:tab/>
        <w:t>3.363e0</w:t>
      </w:r>
    </w:p>
    <w:p w:rsidR="00895AD2" w:rsidRDefault="00895AD2" w:rsidP="00895AD2">
      <w:r>
        <w:t>554.1098</w:t>
      </w:r>
      <w:r>
        <w:tab/>
        <w:t>2.025e0</w:t>
      </w:r>
    </w:p>
    <w:p w:rsidR="00895AD2" w:rsidRDefault="00895AD2" w:rsidP="00895AD2">
      <w:r>
        <w:t>554.3485</w:t>
      </w:r>
      <w:r>
        <w:tab/>
        <w:t>1.013e0</w:t>
      </w:r>
    </w:p>
    <w:p w:rsidR="00895AD2" w:rsidRDefault="00895AD2" w:rsidP="00895AD2">
      <w:r>
        <w:t>554.4058</w:t>
      </w:r>
      <w:r>
        <w:tab/>
        <w:t>1.013e0</w:t>
      </w:r>
    </w:p>
    <w:p w:rsidR="00895AD2" w:rsidRDefault="00895AD2" w:rsidP="00895AD2">
      <w:r>
        <w:t>555.0506</w:t>
      </w:r>
      <w:r>
        <w:tab/>
        <w:t>1.013e0</w:t>
      </w:r>
    </w:p>
    <w:p w:rsidR="00895AD2" w:rsidRDefault="00895AD2" w:rsidP="00895AD2">
      <w:r>
        <w:t>555.1608</w:t>
      </w:r>
      <w:r>
        <w:tab/>
        <w:t>1.013e0</w:t>
      </w:r>
    </w:p>
    <w:p w:rsidR="00895AD2" w:rsidRDefault="00895AD2" w:rsidP="00895AD2">
      <w:r>
        <w:t>555.3177</w:t>
      </w:r>
      <w:r>
        <w:tab/>
        <w:t>3.038e0</w:t>
      </w:r>
    </w:p>
    <w:p w:rsidR="00895AD2" w:rsidRDefault="00895AD2" w:rsidP="00895AD2">
      <w:r>
        <w:t>555.3918</w:t>
      </w:r>
      <w:r>
        <w:tab/>
        <w:t>5.063e0</w:t>
      </w:r>
    </w:p>
    <w:p w:rsidR="00895AD2" w:rsidRDefault="00895AD2" w:rsidP="00895AD2">
      <w:r>
        <w:t>555.4955</w:t>
      </w:r>
      <w:r>
        <w:tab/>
        <w:t>1.013e0</w:t>
      </w:r>
    </w:p>
    <w:p w:rsidR="00895AD2" w:rsidRDefault="00895AD2" w:rsidP="00895AD2">
      <w:r>
        <w:t>555.9742</w:t>
      </w:r>
      <w:r>
        <w:tab/>
        <w:t>2.025e0</w:t>
      </w:r>
    </w:p>
    <w:p w:rsidR="00895AD2" w:rsidRDefault="00895AD2" w:rsidP="00895AD2">
      <w:r>
        <w:t>556.1083</w:t>
      </w:r>
      <w:r>
        <w:tab/>
        <w:t>2.025e0</w:t>
      </w:r>
    </w:p>
    <w:p w:rsidR="00895AD2" w:rsidRDefault="00895AD2" w:rsidP="00895AD2">
      <w:r>
        <w:t>556.2658</w:t>
      </w:r>
      <w:r>
        <w:tab/>
        <w:t>1.013e0</w:t>
      </w:r>
    </w:p>
    <w:p w:rsidR="00895AD2" w:rsidRDefault="00895AD2" w:rsidP="00895AD2">
      <w:r>
        <w:t>556.3210</w:t>
      </w:r>
      <w:r>
        <w:tab/>
        <w:t>1.013e0</w:t>
      </w:r>
    </w:p>
    <w:p w:rsidR="00895AD2" w:rsidRDefault="00895AD2" w:rsidP="00895AD2">
      <w:r>
        <w:t>556.4449</w:t>
      </w:r>
      <w:r>
        <w:tab/>
        <w:t>5.063e0</w:t>
      </w:r>
    </w:p>
    <w:p w:rsidR="00895AD2" w:rsidRDefault="00895AD2" w:rsidP="00895AD2">
      <w:r>
        <w:t>556.9568</w:t>
      </w:r>
      <w:r>
        <w:tab/>
        <w:t>2.025e0</w:t>
      </w:r>
    </w:p>
    <w:p w:rsidR="00895AD2" w:rsidRDefault="00895AD2" w:rsidP="00895AD2">
      <w:r>
        <w:t>557.1181</w:t>
      </w:r>
      <w:r>
        <w:tab/>
        <w:t>1.013e0</w:t>
      </w:r>
    </w:p>
    <w:p w:rsidR="00895AD2" w:rsidRDefault="00895AD2" w:rsidP="00895AD2">
      <w:r>
        <w:t>557.1708</w:t>
      </w:r>
      <w:r>
        <w:tab/>
        <w:t>1.013e0</w:t>
      </w:r>
    </w:p>
    <w:p w:rsidR="00895AD2" w:rsidRDefault="00895AD2" w:rsidP="00895AD2">
      <w:r>
        <w:t>557.2491</w:t>
      </w:r>
      <w:r>
        <w:tab/>
        <w:t>1.013e0</w:t>
      </w:r>
    </w:p>
    <w:p w:rsidR="00895AD2" w:rsidRDefault="00895AD2" w:rsidP="00895AD2">
      <w:r>
        <w:t>557.4262</w:t>
      </w:r>
      <w:r>
        <w:tab/>
        <w:t>5.063e0</w:t>
      </w:r>
    </w:p>
    <w:p w:rsidR="00895AD2" w:rsidRDefault="00895AD2" w:rsidP="00895AD2">
      <w:r>
        <w:lastRenderedPageBreak/>
        <w:t>557.7151</w:t>
      </w:r>
      <w:r>
        <w:tab/>
        <w:t>1.013e0</w:t>
      </w:r>
    </w:p>
    <w:p w:rsidR="00895AD2" w:rsidRDefault="00895AD2" w:rsidP="00895AD2">
      <w:r>
        <w:t>557.8732</w:t>
      </w:r>
      <w:r>
        <w:tab/>
        <w:t>1.013e0</w:t>
      </w:r>
    </w:p>
    <w:p w:rsidR="00895AD2" w:rsidRDefault="00895AD2" w:rsidP="00895AD2">
      <w:r>
        <w:t>558.0461</w:t>
      </w:r>
      <w:r>
        <w:tab/>
        <w:t>1.013e0</w:t>
      </w:r>
    </w:p>
    <w:p w:rsidR="00895AD2" w:rsidRDefault="00895AD2" w:rsidP="00895AD2">
      <w:r>
        <w:t>558.1229</w:t>
      </w:r>
      <w:r>
        <w:tab/>
        <w:t>2.025e0</w:t>
      </w:r>
    </w:p>
    <w:p w:rsidR="00895AD2" w:rsidRDefault="00895AD2" w:rsidP="00895AD2">
      <w:r>
        <w:t>558.2045</w:t>
      </w:r>
      <w:r>
        <w:tab/>
        <w:t>1.013e0</w:t>
      </w:r>
    </w:p>
    <w:p w:rsidR="00895AD2" w:rsidRDefault="00895AD2" w:rsidP="00895AD2">
      <w:r>
        <w:t>558.3196</w:t>
      </w:r>
      <w:r>
        <w:tab/>
        <w:t>2.025e0</w:t>
      </w:r>
    </w:p>
    <w:p w:rsidR="00895AD2" w:rsidRDefault="00895AD2" w:rsidP="00895AD2">
      <w:r>
        <w:t>558.3796</w:t>
      </w:r>
      <w:r>
        <w:tab/>
        <w:t>3.038e0</w:t>
      </w:r>
    </w:p>
    <w:p w:rsidR="00895AD2" w:rsidRDefault="00895AD2" w:rsidP="00895AD2">
      <w:r>
        <w:t>558.4572</w:t>
      </w:r>
      <w:r>
        <w:tab/>
        <w:t>5.063e0</w:t>
      </w:r>
    </w:p>
    <w:p w:rsidR="00895AD2" w:rsidRDefault="00895AD2" w:rsidP="00895AD2">
      <w:r>
        <w:t>558.7487</w:t>
      </w:r>
      <w:r>
        <w:tab/>
        <w:t>1.013e0</w:t>
      </w:r>
    </w:p>
    <w:p w:rsidR="00895AD2" w:rsidRDefault="00895AD2" w:rsidP="00895AD2">
      <w:r>
        <w:t>558.8635</w:t>
      </w:r>
      <w:r>
        <w:tab/>
        <w:t>1.013e0</w:t>
      </w:r>
    </w:p>
    <w:p w:rsidR="00895AD2" w:rsidRDefault="00895AD2" w:rsidP="00895AD2">
      <w:r>
        <w:t>558.9279</w:t>
      </w:r>
      <w:r>
        <w:tab/>
        <w:t>1.013e0</w:t>
      </w:r>
    </w:p>
    <w:p w:rsidR="00895AD2" w:rsidRDefault="00895AD2" w:rsidP="00895AD2">
      <w:r>
        <w:t>559.0944</w:t>
      </w:r>
      <w:r>
        <w:tab/>
        <w:t>1.013e0</w:t>
      </w:r>
    </w:p>
    <w:p w:rsidR="00895AD2" w:rsidRDefault="00895AD2" w:rsidP="00895AD2">
      <w:r>
        <w:t>559.1426</w:t>
      </w:r>
      <w:r>
        <w:tab/>
        <w:t>1.013e0</w:t>
      </w:r>
    </w:p>
    <w:p w:rsidR="00895AD2" w:rsidRDefault="00895AD2" w:rsidP="00895AD2">
      <w:r>
        <w:t>559.3094</w:t>
      </w:r>
      <w:r>
        <w:tab/>
        <w:t>1.013e0</w:t>
      </w:r>
    </w:p>
    <w:p w:rsidR="00895AD2" w:rsidRDefault="00895AD2" w:rsidP="00895AD2">
      <w:r>
        <w:t>559.4218</w:t>
      </w:r>
      <w:r>
        <w:tab/>
        <w:t>1.013e0</w:t>
      </w:r>
    </w:p>
    <w:p w:rsidR="00895AD2" w:rsidRDefault="00895AD2" w:rsidP="00895AD2">
      <w:r>
        <w:t>559.4988</w:t>
      </w:r>
      <w:r>
        <w:tab/>
        <w:t>1.013e0</w:t>
      </w:r>
    </w:p>
    <w:p w:rsidR="00895AD2" w:rsidRDefault="00895AD2" w:rsidP="00895AD2">
      <w:r>
        <w:t>559.5435</w:t>
      </w:r>
      <w:r>
        <w:tab/>
        <w:t>1.013e0</w:t>
      </w:r>
    </w:p>
    <w:p w:rsidR="00895AD2" w:rsidRDefault="00895AD2" w:rsidP="00895AD2">
      <w:r>
        <w:t>559.6049</w:t>
      </w:r>
      <w:r>
        <w:tab/>
        <w:t>1.013e0</w:t>
      </w:r>
    </w:p>
    <w:p w:rsidR="00895AD2" w:rsidRDefault="00895AD2" w:rsidP="00895AD2">
      <w:r>
        <w:t>559.6899</w:t>
      </w:r>
      <w:r>
        <w:tab/>
        <w:t>4.051e0</w:t>
      </w:r>
    </w:p>
    <w:p w:rsidR="00895AD2" w:rsidRDefault="00895AD2" w:rsidP="00895AD2">
      <w:r>
        <w:lastRenderedPageBreak/>
        <w:t>559.8513</w:t>
      </w:r>
      <w:r>
        <w:tab/>
        <w:t>1.013e0</w:t>
      </w:r>
    </w:p>
    <w:p w:rsidR="00895AD2" w:rsidRDefault="00895AD2" w:rsidP="00895AD2">
      <w:r>
        <w:t>560.0420</w:t>
      </w:r>
      <w:r>
        <w:tab/>
        <w:t>4.051e0</w:t>
      </w:r>
    </w:p>
    <w:p w:rsidR="00895AD2" w:rsidRDefault="00895AD2" w:rsidP="00895AD2">
      <w:r>
        <w:t>560.2700</w:t>
      </w:r>
      <w:r>
        <w:tab/>
        <w:t>1.013e0</w:t>
      </w:r>
    </w:p>
    <w:p w:rsidR="00895AD2" w:rsidRDefault="00895AD2" w:rsidP="00895AD2">
      <w:r>
        <w:t>560.3223</w:t>
      </w:r>
      <w:r>
        <w:tab/>
        <w:t>1.013e0</w:t>
      </w:r>
    </w:p>
    <w:p w:rsidR="00895AD2" w:rsidRDefault="00895AD2" w:rsidP="00895AD2">
      <w:r>
        <w:t>560.4638</w:t>
      </w:r>
      <w:r>
        <w:tab/>
        <w:t>2.025e0</w:t>
      </w:r>
    </w:p>
    <w:p w:rsidR="00895AD2" w:rsidRDefault="00895AD2" w:rsidP="00895AD2">
      <w:r>
        <w:t>560.5883</w:t>
      </w:r>
      <w:r>
        <w:tab/>
        <w:t>1.013e0</w:t>
      </w:r>
    </w:p>
    <w:p w:rsidR="00895AD2" w:rsidRDefault="00895AD2" w:rsidP="00895AD2">
      <w:r>
        <w:t>560.8274</w:t>
      </w:r>
      <w:r>
        <w:tab/>
        <w:t>1.013e0</w:t>
      </w:r>
    </w:p>
    <w:p w:rsidR="00895AD2" w:rsidRDefault="00895AD2" w:rsidP="00895AD2">
      <w:r>
        <w:t>560.8826</w:t>
      </w:r>
      <w:r>
        <w:tab/>
        <w:t>1.013e0</w:t>
      </w:r>
    </w:p>
    <w:p w:rsidR="00895AD2" w:rsidRDefault="00895AD2" w:rsidP="00895AD2">
      <w:r>
        <w:t>561.1772</w:t>
      </w:r>
      <w:r>
        <w:tab/>
        <w:t>2.025e0</w:t>
      </w:r>
    </w:p>
    <w:p w:rsidR="00895AD2" w:rsidRDefault="00895AD2" w:rsidP="00895AD2">
      <w:r>
        <w:t>561.2983</w:t>
      </w:r>
      <w:r>
        <w:tab/>
        <w:t>1.013e0</w:t>
      </w:r>
    </w:p>
    <w:p w:rsidR="00895AD2" w:rsidRDefault="00895AD2" w:rsidP="00895AD2">
      <w:r>
        <w:t>561.3718</w:t>
      </w:r>
      <w:r>
        <w:tab/>
        <w:t>2.025e0</w:t>
      </w:r>
    </w:p>
    <w:p w:rsidR="00895AD2" w:rsidRDefault="00895AD2" w:rsidP="00895AD2">
      <w:r>
        <w:t>561.5057</w:t>
      </w:r>
      <w:r>
        <w:tab/>
        <w:t>1.013e0</w:t>
      </w:r>
    </w:p>
    <w:p w:rsidR="00895AD2" w:rsidRDefault="00895AD2" w:rsidP="00895AD2">
      <w:r>
        <w:t>561.6062</w:t>
      </w:r>
      <w:r>
        <w:tab/>
        <w:t>1.013e0</w:t>
      </w:r>
    </w:p>
    <w:p w:rsidR="00895AD2" w:rsidRDefault="00895AD2" w:rsidP="00895AD2">
      <w:r>
        <w:t>561.6508</w:t>
      </w:r>
      <w:r>
        <w:tab/>
        <w:t>1.013e0</w:t>
      </w:r>
    </w:p>
    <w:p w:rsidR="00895AD2" w:rsidRDefault="00895AD2" w:rsidP="00895AD2">
      <w:r>
        <w:t>561.7764</w:t>
      </w:r>
      <w:r>
        <w:tab/>
        <w:t>1.013e0</w:t>
      </w:r>
    </w:p>
    <w:p w:rsidR="00895AD2" w:rsidRDefault="00895AD2" w:rsidP="00895AD2">
      <w:r>
        <w:t>561.8218</w:t>
      </w:r>
      <w:r>
        <w:tab/>
        <w:t>1.013e0</w:t>
      </w:r>
    </w:p>
    <w:p w:rsidR="00895AD2" w:rsidRDefault="00895AD2" w:rsidP="00895AD2">
      <w:r>
        <w:t>561.9666</w:t>
      </w:r>
      <w:r>
        <w:tab/>
        <w:t>1.013e0</w:t>
      </w:r>
    </w:p>
    <w:p w:rsidR="00895AD2" w:rsidRDefault="00895AD2" w:rsidP="00895AD2">
      <w:r>
        <w:t>562.0085</w:t>
      </w:r>
      <w:r>
        <w:tab/>
        <w:t>1.013e0</w:t>
      </w:r>
    </w:p>
    <w:p w:rsidR="00895AD2" w:rsidRDefault="00895AD2" w:rsidP="00895AD2">
      <w:r>
        <w:t>562.2010</w:t>
      </w:r>
      <w:r>
        <w:tab/>
        <w:t>1.013e0</w:t>
      </w:r>
    </w:p>
    <w:p w:rsidR="00895AD2" w:rsidRDefault="00895AD2" w:rsidP="00895AD2">
      <w:r>
        <w:lastRenderedPageBreak/>
        <w:t>562.3287</w:t>
      </w:r>
      <w:r>
        <w:tab/>
        <w:t>3.932e0</w:t>
      </w:r>
    </w:p>
    <w:p w:rsidR="00895AD2" w:rsidRDefault="00895AD2" w:rsidP="00895AD2">
      <w:r>
        <w:t>562.4087</w:t>
      </w:r>
      <w:r>
        <w:tab/>
        <w:t>3.038e0</w:t>
      </w:r>
    </w:p>
    <w:p w:rsidR="00895AD2" w:rsidRDefault="00895AD2" w:rsidP="00895AD2">
      <w:r>
        <w:t>562.7718</w:t>
      </w:r>
      <w:r>
        <w:tab/>
        <w:t>3.038e0</w:t>
      </w:r>
    </w:p>
    <w:p w:rsidR="00895AD2" w:rsidRDefault="00895AD2" w:rsidP="00895AD2">
      <w:r>
        <w:t>562.8409</w:t>
      </w:r>
      <w:r>
        <w:tab/>
        <w:t>1.013e0</w:t>
      </w:r>
    </w:p>
    <w:p w:rsidR="00895AD2" w:rsidRDefault="00895AD2" w:rsidP="00895AD2">
      <w:r>
        <w:t>562.9766</w:t>
      </w:r>
      <w:r>
        <w:tab/>
        <w:t>1.013e0</w:t>
      </w:r>
    </w:p>
    <w:p w:rsidR="00895AD2" w:rsidRDefault="00895AD2" w:rsidP="00895AD2">
      <w:r>
        <w:t>563.0162</w:t>
      </w:r>
      <w:r>
        <w:tab/>
        <w:t>1.013e0</w:t>
      </w:r>
    </w:p>
    <w:p w:rsidR="00895AD2" w:rsidRDefault="00895AD2" w:rsidP="00895AD2">
      <w:r>
        <w:t>563.1219</w:t>
      </w:r>
      <w:r>
        <w:tab/>
        <w:t>1.013e0</w:t>
      </w:r>
    </w:p>
    <w:p w:rsidR="00895AD2" w:rsidRDefault="00895AD2" w:rsidP="00895AD2">
      <w:r>
        <w:t>563.1769</w:t>
      </w:r>
      <w:r>
        <w:tab/>
        <w:t>1.013e0</w:t>
      </w:r>
    </w:p>
    <w:p w:rsidR="00895AD2" w:rsidRDefault="00895AD2" w:rsidP="00895AD2">
      <w:r>
        <w:t>563.3270</w:t>
      </w:r>
      <w:r>
        <w:tab/>
        <w:t>2.025e0</w:t>
      </w:r>
    </w:p>
    <w:p w:rsidR="00895AD2" w:rsidRDefault="00895AD2" w:rsidP="00895AD2">
      <w:r>
        <w:t>563.4135</w:t>
      </w:r>
      <w:r>
        <w:tab/>
        <w:t>1.013e0</w:t>
      </w:r>
    </w:p>
    <w:p w:rsidR="00895AD2" w:rsidRDefault="00895AD2" w:rsidP="00895AD2">
      <w:r>
        <w:t>563.5033</w:t>
      </w:r>
      <w:r>
        <w:tab/>
        <w:t>1.013e0</w:t>
      </w:r>
    </w:p>
    <w:p w:rsidR="00895AD2" w:rsidRDefault="00895AD2" w:rsidP="00895AD2">
      <w:r>
        <w:t>563.6551</w:t>
      </w:r>
      <w:r>
        <w:tab/>
        <w:t>1.013e0</w:t>
      </w:r>
    </w:p>
    <w:p w:rsidR="00895AD2" w:rsidRDefault="00895AD2" w:rsidP="00895AD2">
      <w:r>
        <w:t>563.7938</w:t>
      </w:r>
      <w:r>
        <w:tab/>
        <w:t>2.025e0</w:t>
      </w:r>
    </w:p>
    <w:p w:rsidR="00895AD2" w:rsidRDefault="00895AD2" w:rsidP="00895AD2">
      <w:r>
        <w:t>563.8491</w:t>
      </w:r>
      <w:r>
        <w:tab/>
        <w:t>1.013e0</w:t>
      </w:r>
    </w:p>
    <w:p w:rsidR="00895AD2" w:rsidRDefault="00895AD2" w:rsidP="00895AD2">
      <w:r>
        <w:t>564.0238</w:t>
      </w:r>
      <w:r>
        <w:tab/>
        <w:t>1.013e0</w:t>
      </w:r>
    </w:p>
    <w:p w:rsidR="00895AD2" w:rsidRDefault="00895AD2" w:rsidP="00895AD2">
      <w:r>
        <w:t>564.1646</w:t>
      </w:r>
      <w:r>
        <w:tab/>
        <w:t>2.025e0</w:t>
      </w:r>
    </w:p>
    <w:p w:rsidR="00895AD2" w:rsidRDefault="00895AD2" w:rsidP="00895AD2">
      <w:r>
        <w:t>564.2956</w:t>
      </w:r>
      <w:r>
        <w:tab/>
        <w:t>1.013e0</w:t>
      </w:r>
    </w:p>
    <w:p w:rsidR="00895AD2" w:rsidRDefault="00895AD2" w:rsidP="00895AD2">
      <w:r>
        <w:t>564.3653</w:t>
      </w:r>
      <w:r>
        <w:tab/>
        <w:t>2.025e0</w:t>
      </w:r>
    </w:p>
    <w:p w:rsidR="00895AD2" w:rsidRDefault="00895AD2" w:rsidP="00895AD2">
      <w:r>
        <w:t>564.4242</w:t>
      </w:r>
      <w:r>
        <w:tab/>
        <w:t>2.025e0</w:t>
      </w:r>
    </w:p>
    <w:p w:rsidR="00895AD2" w:rsidRDefault="00895AD2" w:rsidP="00895AD2">
      <w:r>
        <w:lastRenderedPageBreak/>
        <w:t>564.8784</w:t>
      </w:r>
      <w:r>
        <w:tab/>
        <w:t>1.013e0</w:t>
      </w:r>
    </w:p>
    <w:p w:rsidR="00895AD2" w:rsidRDefault="00895AD2" w:rsidP="00895AD2">
      <w:r>
        <w:t>564.9477</w:t>
      </w:r>
      <w:r>
        <w:tab/>
        <w:t>1.013e0</w:t>
      </w:r>
    </w:p>
    <w:p w:rsidR="00895AD2" w:rsidRDefault="00895AD2" w:rsidP="00895AD2">
      <w:r>
        <w:t>565.0048</w:t>
      </w:r>
      <w:r>
        <w:tab/>
        <w:t>1.013e0</w:t>
      </w:r>
    </w:p>
    <w:p w:rsidR="00895AD2" w:rsidRDefault="00895AD2" w:rsidP="00895AD2">
      <w:r>
        <w:t>565.0971</w:t>
      </w:r>
      <w:r>
        <w:tab/>
        <w:t>2.025e0</w:t>
      </w:r>
    </w:p>
    <w:p w:rsidR="00895AD2" w:rsidRDefault="00895AD2" w:rsidP="00895AD2">
      <w:r>
        <w:t>565.2003</w:t>
      </w:r>
      <w:r>
        <w:tab/>
        <w:t>1.013e0</w:t>
      </w:r>
    </w:p>
    <w:p w:rsidR="00895AD2" w:rsidRDefault="00895AD2" w:rsidP="00895AD2">
      <w:r>
        <w:t>565.3094</w:t>
      </w:r>
      <w:r>
        <w:tab/>
        <w:t>3.038e0</w:t>
      </w:r>
    </w:p>
    <w:p w:rsidR="00895AD2" w:rsidRDefault="00895AD2" w:rsidP="00895AD2">
      <w:r>
        <w:t>565.3795</w:t>
      </w:r>
      <w:r>
        <w:tab/>
        <w:t>3.038e0</w:t>
      </w:r>
    </w:p>
    <w:p w:rsidR="00895AD2" w:rsidRDefault="00895AD2" w:rsidP="00895AD2">
      <w:r>
        <w:t>566.0795</w:t>
      </w:r>
      <w:r>
        <w:tab/>
        <w:t>3.038e0</w:t>
      </w:r>
    </w:p>
    <w:p w:rsidR="00895AD2" w:rsidRDefault="00895AD2" w:rsidP="00895AD2">
      <w:r>
        <w:t>566.1627</w:t>
      </w:r>
      <w:r>
        <w:tab/>
        <w:t>2.025e0</w:t>
      </w:r>
    </w:p>
    <w:p w:rsidR="00895AD2" w:rsidRDefault="00895AD2" w:rsidP="00895AD2">
      <w:r>
        <w:t>566.2114</w:t>
      </w:r>
      <w:r>
        <w:tab/>
        <w:t>1.013e0</w:t>
      </w:r>
    </w:p>
    <w:p w:rsidR="00895AD2" w:rsidRDefault="00895AD2" w:rsidP="00895AD2">
      <w:r>
        <w:t>566.3282</w:t>
      </w:r>
      <w:r>
        <w:tab/>
        <w:t>1.013e0</w:t>
      </w:r>
    </w:p>
    <w:p w:rsidR="00895AD2" w:rsidRDefault="00895AD2" w:rsidP="00895AD2">
      <w:r>
        <w:t>566.4647</w:t>
      </w:r>
      <w:r>
        <w:tab/>
        <w:t>1.013e0</w:t>
      </w:r>
    </w:p>
    <w:p w:rsidR="00895AD2" w:rsidRDefault="00895AD2" w:rsidP="00895AD2">
      <w:r>
        <w:t>566.5326</w:t>
      </w:r>
      <w:r>
        <w:tab/>
        <w:t>1.013e0</w:t>
      </w:r>
    </w:p>
    <w:p w:rsidR="00895AD2" w:rsidRDefault="00895AD2" w:rsidP="00895AD2">
      <w:r>
        <w:t>566.6011</w:t>
      </w:r>
      <w:r>
        <w:tab/>
        <w:t>1.013e0</w:t>
      </w:r>
    </w:p>
    <w:p w:rsidR="00895AD2" w:rsidRDefault="00895AD2" w:rsidP="00895AD2">
      <w:r>
        <w:t>566.6588</w:t>
      </w:r>
      <w:r>
        <w:tab/>
        <w:t>1.013e0</w:t>
      </w:r>
    </w:p>
    <w:p w:rsidR="00895AD2" w:rsidRDefault="00895AD2" w:rsidP="00895AD2">
      <w:r>
        <w:t>566.8156</w:t>
      </w:r>
      <w:r>
        <w:tab/>
        <w:t>1.013e0</w:t>
      </w:r>
    </w:p>
    <w:p w:rsidR="00895AD2" w:rsidRDefault="00895AD2" w:rsidP="00895AD2">
      <w:r>
        <w:t>567.2642</w:t>
      </w:r>
      <w:r>
        <w:tab/>
        <w:t>1.013e0</w:t>
      </w:r>
    </w:p>
    <w:p w:rsidR="00895AD2" w:rsidRDefault="00895AD2" w:rsidP="00895AD2">
      <w:r>
        <w:t>567.3553</w:t>
      </w:r>
      <w:r>
        <w:tab/>
        <w:t>3.038e0</w:t>
      </w:r>
    </w:p>
    <w:p w:rsidR="00895AD2" w:rsidRDefault="00895AD2" w:rsidP="00895AD2">
      <w:r>
        <w:t>567.4398</w:t>
      </w:r>
      <w:r>
        <w:tab/>
        <w:t>1.013e0</w:t>
      </w:r>
    </w:p>
    <w:p w:rsidR="00895AD2" w:rsidRDefault="00895AD2" w:rsidP="00895AD2">
      <w:r>
        <w:lastRenderedPageBreak/>
        <w:t>567.5569</w:t>
      </w:r>
      <w:r>
        <w:tab/>
        <w:t>1.013e0</w:t>
      </w:r>
    </w:p>
    <w:p w:rsidR="00895AD2" w:rsidRDefault="00895AD2" w:rsidP="00895AD2">
      <w:r>
        <w:t>567.8109</w:t>
      </w:r>
      <w:r>
        <w:tab/>
        <w:t>1.013e0</w:t>
      </w:r>
    </w:p>
    <w:p w:rsidR="00895AD2" w:rsidRDefault="00895AD2" w:rsidP="00895AD2">
      <w:r>
        <w:t>567.8940</w:t>
      </w:r>
      <w:r>
        <w:tab/>
        <w:t>2.025e0</w:t>
      </w:r>
    </w:p>
    <w:p w:rsidR="00895AD2" w:rsidRDefault="00895AD2" w:rsidP="00895AD2">
      <w:r>
        <w:t>568.0062</w:t>
      </w:r>
      <w:r>
        <w:tab/>
        <w:t>1.013e0</w:t>
      </w:r>
    </w:p>
    <w:p w:rsidR="00895AD2" w:rsidRDefault="00895AD2" w:rsidP="00895AD2">
      <w:r>
        <w:t>568.1136</w:t>
      </w:r>
      <w:r>
        <w:tab/>
        <w:t>1.013e0</w:t>
      </w:r>
    </w:p>
    <w:p w:rsidR="00895AD2" w:rsidRDefault="00895AD2" w:rsidP="00895AD2">
      <w:r>
        <w:t>568.2301</w:t>
      </w:r>
      <w:r>
        <w:tab/>
        <w:t>2.025e0</w:t>
      </w:r>
    </w:p>
    <w:p w:rsidR="00895AD2" w:rsidRDefault="00895AD2" w:rsidP="00895AD2">
      <w:r>
        <w:t>568.3353</w:t>
      </w:r>
      <w:r>
        <w:tab/>
        <w:t>3.038e0</w:t>
      </w:r>
    </w:p>
    <w:p w:rsidR="00895AD2" w:rsidRDefault="00895AD2" w:rsidP="00895AD2">
      <w:r>
        <w:t>568.4753</w:t>
      </w:r>
      <w:r>
        <w:tab/>
        <w:t>1.013e0</w:t>
      </w:r>
    </w:p>
    <w:p w:rsidR="00895AD2" w:rsidRDefault="00895AD2" w:rsidP="00895AD2">
      <w:r>
        <w:t>568.7487</w:t>
      </w:r>
      <w:r>
        <w:tab/>
        <w:t>1.013e0</w:t>
      </w:r>
    </w:p>
    <w:p w:rsidR="00895AD2" w:rsidRDefault="00895AD2" w:rsidP="00895AD2">
      <w:r>
        <w:t>569.0413</w:t>
      </w:r>
      <w:r>
        <w:tab/>
        <w:t>2.025e0</w:t>
      </w:r>
    </w:p>
    <w:p w:rsidR="00895AD2" w:rsidRDefault="00895AD2" w:rsidP="00895AD2">
      <w:r>
        <w:t>569.1404</w:t>
      </w:r>
      <w:r>
        <w:tab/>
        <w:t>1.013e0</w:t>
      </w:r>
    </w:p>
    <w:p w:rsidR="00895AD2" w:rsidRDefault="00895AD2" w:rsidP="00895AD2">
      <w:r>
        <w:t>569.2383</w:t>
      </w:r>
      <w:r>
        <w:tab/>
        <w:t>1.013e0</w:t>
      </w:r>
    </w:p>
    <w:p w:rsidR="00895AD2" w:rsidRDefault="00895AD2" w:rsidP="00895AD2">
      <w:r>
        <w:t>569.3088</w:t>
      </w:r>
      <w:r>
        <w:tab/>
        <w:t>2.025e0</w:t>
      </w:r>
    </w:p>
    <w:p w:rsidR="00895AD2" w:rsidRDefault="00895AD2" w:rsidP="00895AD2">
      <w:r>
        <w:t>569.3950</w:t>
      </w:r>
      <w:r>
        <w:tab/>
        <w:t>2.025e0</w:t>
      </w:r>
    </w:p>
    <w:p w:rsidR="00895AD2" w:rsidRDefault="00895AD2" w:rsidP="00895AD2">
      <w:r>
        <w:t>569.4537</w:t>
      </w:r>
      <w:r>
        <w:tab/>
        <w:t>1.013e0</w:t>
      </w:r>
    </w:p>
    <w:p w:rsidR="00895AD2" w:rsidRDefault="00895AD2" w:rsidP="00895AD2">
      <w:r>
        <w:t>569.6202</w:t>
      </w:r>
      <w:r>
        <w:tab/>
        <w:t>1.013e0</w:t>
      </w:r>
    </w:p>
    <w:p w:rsidR="00895AD2" w:rsidRDefault="00895AD2" w:rsidP="00895AD2">
      <w:r>
        <w:t>569.7475</w:t>
      </w:r>
      <w:r>
        <w:tab/>
        <w:t>1.013e0</w:t>
      </w:r>
    </w:p>
    <w:p w:rsidR="00895AD2" w:rsidRDefault="00895AD2" w:rsidP="00895AD2">
      <w:r>
        <w:t>569.7965</w:t>
      </w:r>
      <w:r>
        <w:tab/>
        <w:t>1.013e0</w:t>
      </w:r>
    </w:p>
    <w:p w:rsidR="00895AD2" w:rsidRDefault="00895AD2" w:rsidP="00895AD2">
      <w:r>
        <w:t>569.9239</w:t>
      </w:r>
      <w:r>
        <w:tab/>
        <w:t>1.013e0</w:t>
      </w:r>
    </w:p>
    <w:p w:rsidR="00895AD2" w:rsidRDefault="00895AD2" w:rsidP="00895AD2">
      <w:r>
        <w:lastRenderedPageBreak/>
        <w:t>569.9727</w:t>
      </w:r>
      <w:r>
        <w:tab/>
        <w:t>1.013e0</w:t>
      </w:r>
    </w:p>
    <w:p w:rsidR="00895AD2" w:rsidRDefault="00895AD2" w:rsidP="00895AD2">
      <w:r>
        <w:t>570.0496</w:t>
      </w:r>
      <w:r>
        <w:tab/>
        <w:t>2.025e0</w:t>
      </w:r>
    </w:p>
    <w:p w:rsidR="00895AD2" w:rsidRDefault="00895AD2" w:rsidP="00895AD2">
      <w:r>
        <w:t>570.1199</w:t>
      </w:r>
      <w:r>
        <w:tab/>
        <w:t>1.013e0</w:t>
      </w:r>
    </w:p>
    <w:p w:rsidR="00895AD2" w:rsidRDefault="00895AD2" w:rsidP="00895AD2">
      <w:r>
        <w:t>570.1907</w:t>
      </w:r>
      <w:r>
        <w:tab/>
        <w:t>1.013e0</w:t>
      </w:r>
    </w:p>
    <w:p w:rsidR="00895AD2" w:rsidRDefault="00895AD2" w:rsidP="00895AD2">
      <w:r>
        <w:t>570.2375</w:t>
      </w:r>
      <w:r>
        <w:tab/>
        <w:t>1.013e0</w:t>
      </w:r>
    </w:p>
    <w:p w:rsidR="00895AD2" w:rsidRDefault="00895AD2" w:rsidP="00895AD2">
      <w:r>
        <w:t>570.3147</w:t>
      </w:r>
      <w:r>
        <w:tab/>
        <w:t>1.013e0</w:t>
      </w:r>
    </w:p>
    <w:p w:rsidR="00895AD2" w:rsidRDefault="00895AD2" w:rsidP="00895AD2">
      <w:r>
        <w:t>570.4226</w:t>
      </w:r>
      <w:r>
        <w:tab/>
        <w:t>1.013e0</w:t>
      </w:r>
    </w:p>
    <w:p w:rsidR="00895AD2" w:rsidRDefault="00895AD2" w:rsidP="00895AD2">
      <w:r>
        <w:t>570.9144</w:t>
      </w:r>
      <w:r>
        <w:tab/>
        <w:t>2.025e0</w:t>
      </w:r>
    </w:p>
    <w:p w:rsidR="00895AD2" w:rsidRDefault="00895AD2" w:rsidP="00895AD2">
      <w:r>
        <w:t>571.0574</w:t>
      </w:r>
      <w:r>
        <w:tab/>
        <w:t>3.038e0</w:t>
      </w:r>
    </w:p>
    <w:p w:rsidR="00895AD2" w:rsidRDefault="00895AD2" w:rsidP="00895AD2">
      <w:r>
        <w:t>571.3047</w:t>
      </w:r>
      <w:r>
        <w:tab/>
        <w:t>6.076e0</w:t>
      </w:r>
    </w:p>
    <w:p w:rsidR="00895AD2" w:rsidRDefault="00895AD2" w:rsidP="00895AD2">
      <w:r>
        <w:t>571.4055</w:t>
      </w:r>
      <w:r>
        <w:tab/>
        <w:t>1.013e0</w:t>
      </w:r>
    </w:p>
    <w:p w:rsidR="00895AD2" w:rsidRDefault="00895AD2" w:rsidP="00895AD2">
      <w:r>
        <w:t>571.4696</w:t>
      </w:r>
      <w:r>
        <w:tab/>
        <w:t>2.025e0</w:t>
      </w:r>
    </w:p>
    <w:p w:rsidR="00895AD2" w:rsidRDefault="00895AD2" w:rsidP="00895AD2">
      <w:r>
        <w:t>571.5386</w:t>
      </w:r>
      <w:r>
        <w:tab/>
        <w:t>1.013e0</w:t>
      </w:r>
    </w:p>
    <w:p w:rsidR="00895AD2" w:rsidRDefault="00895AD2" w:rsidP="00895AD2">
      <w:r>
        <w:t>571.6511</w:t>
      </w:r>
      <w:r>
        <w:tab/>
        <w:t>1.013e0</w:t>
      </w:r>
    </w:p>
    <w:p w:rsidR="00895AD2" w:rsidRDefault="00895AD2" w:rsidP="00895AD2">
      <w:r>
        <w:t>572.0255</w:t>
      </w:r>
      <w:r>
        <w:tab/>
        <w:t>3.038e0</w:t>
      </w:r>
    </w:p>
    <w:p w:rsidR="00895AD2" w:rsidRDefault="00895AD2" w:rsidP="00895AD2">
      <w:r>
        <w:t>572.1311</w:t>
      </w:r>
      <w:r>
        <w:tab/>
        <w:t>1.013e0</w:t>
      </w:r>
    </w:p>
    <w:p w:rsidR="00895AD2" w:rsidRDefault="00895AD2" w:rsidP="00895AD2">
      <w:r>
        <w:t>572.1721</w:t>
      </w:r>
      <w:r>
        <w:tab/>
        <w:t>1.013e0</w:t>
      </w:r>
    </w:p>
    <w:p w:rsidR="00895AD2" w:rsidRDefault="00895AD2" w:rsidP="00895AD2">
      <w:r>
        <w:t>572.2460</w:t>
      </w:r>
      <w:r>
        <w:tab/>
        <w:t>2.025e0</w:t>
      </w:r>
    </w:p>
    <w:p w:rsidR="00895AD2" w:rsidRDefault="00895AD2" w:rsidP="00895AD2">
      <w:r>
        <w:t>572.4204</w:t>
      </w:r>
      <w:r>
        <w:tab/>
        <w:t>1.013e0</w:t>
      </w:r>
    </w:p>
    <w:p w:rsidR="00895AD2" w:rsidRDefault="00895AD2" w:rsidP="00895AD2">
      <w:r>
        <w:lastRenderedPageBreak/>
        <w:t>572.5361</w:t>
      </w:r>
      <w:r>
        <w:tab/>
        <w:t>1.013e0</w:t>
      </w:r>
    </w:p>
    <w:p w:rsidR="00895AD2" w:rsidRDefault="00895AD2" w:rsidP="00895AD2">
      <w:r>
        <w:t>572.6523</w:t>
      </w:r>
      <w:r>
        <w:tab/>
        <w:t>1.013e0</w:t>
      </w:r>
    </w:p>
    <w:p w:rsidR="00895AD2" w:rsidRDefault="00895AD2" w:rsidP="00895AD2">
      <w:r>
        <w:t>572.9417</w:t>
      </w:r>
      <w:r>
        <w:tab/>
        <w:t>1.013e0</w:t>
      </w:r>
    </w:p>
    <w:p w:rsidR="00895AD2" w:rsidRDefault="00895AD2" w:rsidP="00895AD2">
      <w:r>
        <w:t>572.9989</w:t>
      </w:r>
      <w:r>
        <w:tab/>
        <w:t>1.013e0</w:t>
      </w:r>
    </w:p>
    <w:p w:rsidR="00895AD2" w:rsidRDefault="00895AD2" w:rsidP="00895AD2">
      <w:r>
        <w:t>573.1072</w:t>
      </w:r>
      <w:r>
        <w:tab/>
        <w:t>1.013e0</w:t>
      </w:r>
    </w:p>
    <w:p w:rsidR="00895AD2" w:rsidRDefault="00895AD2" w:rsidP="00895AD2">
      <w:r>
        <w:t>573.1919</w:t>
      </w:r>
      <w:r>
        <w:tab/>
        <w:t>1.013e0</w:t>
      </w:r>
    </w:p>
    <w:p w:rsidR="00895AD2" w:rsidRDefault="00895AD2" w:rsidP="00895AD2">
      <w:r>
        <w:t>573.3224</w:t>
      </w:r>
      <w:r>
        <w:tab/>
        <w:t>4.051e0</w:t>
      </w:r>
    </w:p>
    <w:p w:rsidR="00895AD2" w:rsidRDefault="00895AD2" w:rsidP="00895AD2">
      <w:r>
        <w:t>573.5211</w:t>
      </w:r>
      <w:r>
        <w:tab/>
        <w:t>2.025e0</w:t>
      </w:r>
    </w:p>
    <w:p w:rsidR="00895AD2" w:rsidRDefault="00895AD2" w:rsidP="00895AD2">
      <w:r>
        <w:t>573.8761</w:t>
      </w:r>
      <w:r>
        <w:tab/>
        <w:t>1.013e0</w:t>
      </w:r>
    </w:p>
    <w:p w:rsidR="00895AD2" w:rsidRDefault="00895AD2" w:rsidP="00895AD2">
      <w:r>
        <w:t>574.0095</w:t>
      </w:r>
      <w:r>
        <w:tab/>
        <w:t>2.025e0</w:t>
      </w:r>
    </w:p>
    <w:p w:rsidR="00895AD2" w:rsidRDefault="00895AD2" w:rsidP="00895AD2">
      <w:r>
        <w:t>574.1031</w:t>
      </w:r>
      <w:r>
        <w:tab/>
        <w:t>3.038e0</w:t>
      </w:r>
    </w:p>
    <w:p w:rsidR="00895AD2" w:rsidRDefault="00895AD2" w:rsidP="00895AD2">
      <w:r>
        <w:t>574.1793</w:t>
      </w:r>
      <w:r>
        <w:tab/>
        <w:t>1.013e0</w:t>
      </w:r>
    </w:p>
    <w:p w:rsidR="00895AD2" w:rsidRDefault="00895AD2" w:rsidP="00895AD2">
      <w:r>
        <w:t>574.2955</w:t>
      </w:r>
      <w:r>
        <w:tab/>
        <w:t>3.038e0</w:t>
      </w:r>
    </w:p>
    <w:p w:rsidR="00895AD2" w:rsidRDefault="00895AD2" w:rsidP="00895AD2">
      <w:r>
        <w:t>574.3860</w:t>
      </w:r>
      <w:r>
        <w:tab/>
        <w:t>2.025e0</w:t>
      </w:r>
    </w:p>
    <w:p w:rsidR="00895AD2" w:rsidRDefault="00895AD2" w:rsidP="00895AD2">
      <w:r>
        <w:t>574.5400</w:t>
      </w:r>
      <w:r>
        <w:tab/>
        <w:t>1.013e0</w:t>
      </w:r>
    </w:p>
    <w:p w:rsidR="00895AD2" w:rsidRDefault="00895AD2" w:rsidP="00895AD2">
      <w:r>
        <w:t>574.8039</w:t>
      </w:r>
      <w:r>
        <w:tab/>
        <w:t>1.013e0</w:t>
      </w:r>
    </w:p>
    <w:p w:rsidR="00895AD2" w:rsidRDefault="00895AD2" w:rsidP="00895AD2">
      <w:r>
        <w:t>575.0509</w:t>
      </w:r>
      <w:r>
        <w:tab/>
        <w:t>1.013e0</w:t>
      </w:r>
    </w:p>
    <w:p w:rsidR="00895AD2" w:rsidRDefault="00895AD2" w:rsidP="00895AD2">
      <w:r>
        <w:t>575.1596</w:t>
      </w:r>
      <w:r>
        <w:tab/>
        <w:t>1.013e0</w:t>
      </w:r>
    </w:p>
    <w:p w:rsidR="00895AD2" w:rsidRDefault="00895AD2" w:rsidP="00895AD2">
      <w:r>
        <w:t>575.2690</w:t>
      </w:r>
      <w:r>
        <w:tab/>
        <w:t>2.075e0</w:t>
      </w:r>
    </w:p>
    <w:p w:rsidR="00895AD2" w:rsidRDefault="00895AD2" w:rsidP="00895AD2">
      <w:r>
        <w:lastRenderedPageBreak/>
        <w:t>575.3408</w:t>
      </w:r>
      <w:r>
        <w:tab/>
        <w:t>2.025e0</w:t>
      </w:r>
    </w:p>
    <w:p w:rsidR="00895AD2" w:rsidRDefault="00895AD2" w:rsidP="00895AD2">
      <w:r>
        <w:t>575.4166</w:t>
      </w:r>
      <w:r>
        <w:tab/>
        <w:t>1.013e0</w:t>
      </w:r>
    </w:p>
    <w:p w:rsidR="00895AD2" w:rsidRDefault="00895AD2" w:rsidP="00895AD2">
      <w:r>
        <w:t>575.6738</w:t>
      </w:r>
      <w:r>
        <w:tab/>
        <w:t>1.013e0</w:t>
      </w:r>
    </w:p>
    <w:p w:rsidR="00895AD2" w:rsidRDefault="00895AD2" w:rsidP="00895AD2">
      <w:r>
        <w:t>575.9805</w:t>
      </w:r>
      <w:r>
        <w:tab/>
        <w:t>1.013e0</w:t>
      </w:r>
    </w:p>
    <w:p w:rsidR="00895AD2" w:rsidRDefault="00895AD2" w:rsidP="00895AD2">
      <w:r>
        <w:t>576.1175</w:t>
      </w:r>
      <w:r>
        <w:tab/>
        <w:t>1.013e0</w:t>
      </w:r>
    </w:p>
    <w:p w:rsidR="00895AD2" w:rsidRDefault="00895AD2" w:rsidP="00895AD2">
      <w:r>
        <w:t>576.2874</w:t>
      </w:r>
      <w:r>
        <w:tab/>
        <w:t>1.013e0</w:t>
      </w:r>
    </w:p>
    <w:p w:rsidR="00895AD2" w:rsidRDefault="00895AD2" w:rsidP="00895AD2">
      <w:r>
        <w:t>576.4687</w:t>
      </w:r>
      <w:r>
        <w:tab/>
        <w:t>3.038e0</w:t>
      </w:r>
    </w:p>
    <w:p w:rsidR="00895AD2" w:rsidRDefault="00895AD2" w:rsidP="00895AD2">
      <w:r>
        <w:t>576.6638</w:t>
      </w:r>
      <w:r>
        <w:tab/>
        <w:t>1.013e0</w:t>
      </w:r>
    </w:p>
    <w:p w:rsidR="00895AD2" w:rsidRDefault="00895AD2" w:rsidP="00895AD2">
      <w:r>
        <w:t>576.8818</w:t>
      </w:r>
      <w:r>
        <w:tab/>
        <w:t>1.013e0</w:t>
      </w:r>
    </w:p>
    <w:p w:rsidR="00895AD2" w:rsidRDefault="00895AD2" w:rsidP="00895AD2">
      <w:r>
        <w:t>576.9258</w:t>
      </w:r>
      <w:r>
        <w:tab/>
        <w:t>1.013e0</w:t>
      </w:r>
    </w:p>
    <w:p w:rsidR="00895AD2" w:rsidRDefault="00895AD2" w:rsidP="00895AD2">
      <w:r>
        <w:t>577.1097</w:t>
      </w:r>
      <w:r>
        <w:tab/>
        <w:t>1.013e0</w:t>
      </w:r>
    </w:p>
    <w:p w:rsidR="00895AD2" w:rsidRDefault="00895AD2" w:rsidP="00895AD2">
      <w:r>
        <w:t>577.1940</w:t>
      </w:r>
      <w:r>
        <w:tab/>
        <w:t>2.025e0</w:t>
      </w:r>
    </w:p>
    <w:p w:rsidR="00895AD2" w:rsidRDefault="00895AD2" w:rsidP="00895AD2">
      <w:r>
        <w:t>577.2839</w:t>
      </w:r>
      <w:r>
        <w:tab/>
        <w:t>1.013e0</w:t>
      </w:r>
    </w:p>
    <w:p w:rsidR="00895AD2" w:rsidRDefault="00895AD2" w:rsidP="00895AD2">
      <w:r>
        <w:t>577.4272</w:t>
      </w:r>
      <w:r>
        <w:tab/>
        <w:t>3.038e0</w:t>
      </w:r>
    </w:p>
    <w:p w:rsidR="00895AD2" w:rsidRDefault="00895AD2" w:rsidP="00895AD2">
      <w:r>
        <w:t>577.7645</w:t>
      </w:r>
      <w:r>
        <w:tab/>
        <w:t>1.013e0</w:t>
      </w:r>
    </w:p>
    <w:p w:rsidR="00895AD2" w:rsidRDefault="00895AD2" w:rsidP="00895AD2">
      <w:r>
        <w:t>577.8708</w:t>
      </w:r>
      <w:r>
        <w:tab/>
        <w:t>4.051e0</w:t>
      </w:r>
    </w:p>
    <w:p w:rsidR="00895AD2" w:rsidRDefault="00895AD2" w:rsidP="00895AD2">
      <w:r>
        <w:t>578.1209</w:t>
      </w:r>
      <w:r>
        <w:tab/>
        <w:t>3.038e0</w:t>
      </w:r>
    </w:p>
    <w:p w:rsidR="00895AD2" w:rsidRDefault="00895AD2" w:rsidP="00895AD2">
      <w:r>
        <w:t>578.3771</w:t>
      </w:r>
      <w:r>
        <w:tab/>
        <w:t>5.063e0</w:t>
      </w:r>
    </w:p>
    <w:p w:rsidR="00895AD2" w:rsidRDefault="00895AD2" w:rsidP="00895AD2">
      <w:r>
        <w:t>578.5690</w:t>
      </w:r>
      <w:r>
        <w:tab/>
        <w:t>1.013e0</w:t>
      </w:r>
    </w:p>
    <w:p w:rsidR="00895AD2" w:rsidRDefault="00895AD2" w:rsidP="00895AD2">
      <w:r>
        <w:lastRenderedPageBreak/>
        <w:t>578.7280</w:t>
      </w:r>
      <w:r>
        <w:tab/>
        <w:t>1.013e0</w:t>
      </w:r>
    </w:p>
    <w:p w:rsidR="00895AD2" w:rsidRDefault="00895AD2" w:rsidP="00895AD2">
      <w:r>
        <w:t>578.8616</w:t>
      </w:r>
      <w:r>
        <w:tab/>
        <w:t>1.013e0</w:t>
      </w:r>
    </w:p>
    <w:p w:rsidR="00895AD2" w:rsidRDefault="00895AD2" w:rsidP="00895AD2">
      <w:r>
        <w:t>579.0360</w:t>
      </w:r>
      <w:r>
        <w:tab/>
        <w:t>2.025e0</w:t>
      </w:r>
    </w:p>
    <w:p w:rsidR="00895AD2" w:rsidRDefault="00895AD2" w:rsidP="00895AD2">
      <w:r>
        <w:t>579.1685</w:t>
      </w:r>
      <w:r>
        <w:tab/>
        <w:t>3.038e0</w:t>
      </w:r>
    </w:p>
    <w:p w:rsidR="00895AD2" w:rsidRDefault="00895AD2" w:rsidP="00895AD2">
      <w:r>
        <w:t>579.2844</w:t>
      </w:r>
      <w:r>
        <w:tab/>
        <w:t>5.063e0</w:t>
      </w:r>
    </w:p>
    <w:p w:rsidR="00895AD2" w:rsidRDefault="00895AD2" w:rsidP="00895AD2">
      <w:r>
        <w:t>579.3804</w:t>
      </w:r>
      <w:r>
        <w:tab/>
        <w:t>1.013e0</w:t>
      </w:r>
    </w:p>
    <w:p w:rsidR="00895AD2" w:rsidRDefault="00895AD2" w:rsidP="00895AD2">
      <w:r>
        <w:t>579.4540</w:t>
      </w:r>
      <w:r>
        <w:tab/>
        <w:t>2.025e0</w:t>
      </w:r>
    </w:p>
    <w:p w:rsidR="00895AD2" w:rsidRDefault="00895AD2" w:rsidP="00895AD2">
      <w:r>
        <w:t>579.5698</w:t>
      </w:r>
      <w:r>
        <w:tab/>
        <w:t>2.025e0</w:t>
      </w:r>
    </w:p>
    <w:p w:rsidR="00895AD2" w:rsidRDefault="00895AD2" w:rsidP="00895AD2">
      <w:r>
        <w:t>579.8466</w:t>
      </w:r>
      <w:r>
        <w:tab/>
        <w:t>1.013e0</w:t>
      </w:r>
    </w:p>
    <w:p w:rsidR="00895AD2" w:rsidRDefault="00895AD2" w:rsidP="00895AD2">
      <w:r>
        <w:t>579.9022</w:t>
      </w:r>
      <w:r>
        <w:tab/>
        <w:t>1.013e0</w:t>
      </w:r>
    </w:p>
    <w:p w:rsidR="00895AD2" w:rsidRDefault="00895AD2" w:rsidP="00895AD2">
      <w:r>
        <w:t>580.2778</w:t>
      </w:r>
      <w:r>
        <w:tab/>
        <w:t>3.038e0</w:t>
      </w:r>
    </w:p>
    <w:p w:rsidR="00895AD2" w:rsidRDefault="00895AD2" w:rsidP="00895AD2">
      <w:r>
        <w:t>580.3414</w:t>
      </w:r>
      <w:r>
        <w:tab/>
        <w:t>2.025e0</w:t>
      </w:r>
    </w:p>
    <w:p w:rsidR="00895AD2" w:rsidRDefault="00895AD2" w:rsidP="00895AD2">
      <w:r>
        <w:t>580.4551</w:t>
      </w:r>
      <w:r>
        <w:tab/>
        <w:t>2.025e0</w:t>
      </w:r>
    </w:p>
    <w:p w:rsidR="00895AD2" w:rsidRDefault="00895AD2" w:rsidP="00895AD2">
      <w:r>
        <w:t>580.6995</w:t>
      </w:r>
      <w:r>
        <w:tab/>
        <w:t>1.013e0</w:t>
      </w:r>
    </w:p>
    <w:p w:rsidR="00895AD2" w:rsidRDefault="00895AD2" w:rsidP="00895AD2">
      <w:r>
        <w:t>580.8719</w:t>
      </w:r>
      <w:r>
        <w:tab/>
        <w:t>2.025e0</w:t>
      </w:r>
    </w:p>
    <w:p w:rsidR="00895AD2" w:rsidRDefault="00895AD2" w:rsidP="00895AD2">
      <w:r>
        <w:t>580.9588</w:t>
      </w:r>
      <w:r>
        <w:tab/>
        <w:t>1.013e0</w:t>
      </w:r>
    </w:p>
    <w:p w:rsidR="00895AD2" w:rsidRDefault="00895AD2" w:rsidP="00895AD2">
      <w:r>
        <w:t>581.0110</w:t>
      </w:r>
      <w:r>
        <w:tab/>
        <w:t>2.025e0</w:t>
      </w:r>
    </w:p>
    <w:p w:rsidR="00895AD2" w:rsidRDefault="00895AD2" w:rsidP="00895AD2">
      <w:r>
        <w:t>581.0636</w:t>
      </w:r>
      <w:r>
        <w:tab/>
        <w:t>1.013e0</w:t>
      </w:r>
    </w:p>
    <w:p w:rsidR="00895AD2" w:rsidRDefault="00895AD2" w:rsidP="00895AD2">
      <w:r>
        <w:t>581.2287</w:t>
      </w:r>
      <w:r>
        <w:tab/>
        <w:t>2.025e0</w:t>
      </w:r>
    </w:p>
    <w:p w:rsidR="00895AD2" w:rsidRDefault="00895AD2" w:rsidP="00895AD2">
      <w:r>
        <w:lastRenderedPageBreak/>
        <w:t>581.2881</w:t>
      </w:r>
      <w:r>
        <w:tab/>
        <w:t>1.013e0</w:t>
      </w:r>
    </w:p>
    <w:p w:rsidR="00895AD2" w:rsidRDefault="00895AD2" w:rsidP="00895AD2">
      <w:r>
        <w:t>581.3552</w:t>
      </w:r>
      <w:r>
        <w:tab/>
        <w:t>2.025e0</w:t>
      </w:r>
    </w:p>
    <w:p w:rsidR="00895AD2" w:rsidRDefault="00895AD2" w:rsidP="00895AD2">
      <w:r>
        <w:t>581.4470</w:t>
      </w:r>
      <w:r>
        <w:tab/>
        <w:t>2.025e0</w:t>
      </w:r>
    </w:p>
    <w:p w:rsidR="00895AD2" w:rsidRDefault="00895AD2" w:rsidP="00895AD2">
      <w:r>
        <w:t>581.5336</w:t>
      </w:r>
      <w:r>
        <w:tab/>
        <w:t>3.038e0</w:t>
      </w:r>
    </w:p>
    <w:p w:rsidR="00895AD2" w:rsidRDefault="00895AD2" w:rsidP="00895AD2">
      <w:r>
        <w:t>581.8857</w:t>
      </w:r>
      <w:r>
        <w:tab/>
        <w:t>1.013e0</w:t>
      </w:r>
    </w:p>
    <w:p w:rsidR="00895AD2" w:rsidRDefault="00895AD2" w:rsidP="00895AD2">
      <w:r>
        <w:t>582.2336</w:t>
      </w:r>
      <w:r>
        <w:tab/>
        <w:t>1.519e1</w:t>
      </w:r>
    </w:p>
    <w:p w:rsidR="00895AD2" w:rsidRDefault="00895AD2" w:rsidP="00895AD2">
      <w:r>
        <w:t>582.3555</w:t>
      </w:r>
      <w:r>
        <w:tab/>
        <w:t>2.184e0</w:t>
      </w:r>
    </w:p>
    <w:p w:rsidR="00895AD2" w:rsidRDefault="00895AD2" w:rsidP="00895AD2">
      <w:r>
        <w:t>582.4643</w:t>
      </w:r>
      <w:r>
        <w:tab/>
        <w:t>2.025e0</w:t>
      </w:r>
    </w:p>
    <w:p w:rsidR="00895AD2" w:rsidRDefault="00895AD2" w:rsidP="00895AD2">
      <w:r>
        <w:t>582.5442</w:t>
      </w:r>
      <w:r>
        <w:tab/>
        <w:t>2.025e0</w:t>
      </w:r>
    </w:p>
    <w:p w:rsidR="00895AD2" w:rsidRDefault="00895AD2" w:rsidP="00895AD2">
      <w:r>
        <w:t>582.6571</w:t>
      </w:r>
      <w:r>
        <w:tab/>
        <w:t>1.013e0</w:t>
      </w:r>
    </w:p>
    <w:p w:rsidR="00895AD2" w:rsidRDefault="00895AD2" w:rsidP="00895AD2">
      <w:r>
        <w:t>582.8243</w:t>
      </w:r>
      <w:r>
        <w:tab/>
        <w:t>5.063e0</w:t>
      </w:r>
    </w:p>
    <w:p w:rsidR="00895AD2" w:rsidRDefault="00895AD2" w:rsidP="00895AD2">
      <w:r>
        <w:t>582.9273</w:t>
      </w:r>
      <w:r>
        <w:tab/>
        <w:t>1.013e0</w:t>
      </w:r>
    </w:p>
    <w:p w:rsidR="00895AD2" w:rsidRDefault="00895AD2" w:rsidP="00895AD2">
      <w:r>
        <w:t>583.0136</w:t>
      </w:r>
      <w:r>
        <w:tab/>
        <w:t>2.025e0</w:t>
      </w:r>
    </w:p>
    <w:p w:rsidR="00895AD2" w:rsidRDefault="00895AD2" w:rsidP="00895AD2">
      <w:r>
        <w:t>583.2385</w:t>
      </w:r>
      <w:r>
        <w:tab/>
        <w:t>6.076e0</w:t>
      </w:r>
    </w:p>
    <w:p w:rsidR="00895AD2" w:rsidRDefault="00895AD2" w:rsidP="00895AD2">
      <w:r>
        <w:t>583.2928</w:t>
      </w:r>
      <w:r>
        <w:tab/>
        <w:t>2.025e0</w:t>
      </w:r>
    </w:p>
    <w:p w:rsidR="00895AD2" w:rsidRDefault="00895AD2" w:rsidP="00895AD2">
      <w:r>
        <w:t>583.5361</w:t>
      </w:r>
      <w:r>
        <w:tab/>
        <w:t>2.025e0</w:t>
      </w:r>
    </w:p>
    <w:p w:rsidR="00895AD2" w:rsidRDefault="00895AD2" w:rsidP="00895AD2">
      <w:r>
        <w:t>583.7293</w:t>
      </w:r>
      <w:r>
        <w:tab/>
        <w:t>1.013e0</w:t>
      </w:r>
    </w:p>
    <w:p w:rsidR="00895AD2" w:rsidRDefault="00895AD2" w:rsidP="00895AD2">
      <w:r>
        <w:t>583.8351</w:t>
      </w:r>
      <w:r>
        <w:tab/>
        <w:t>1.013e0</w:t>
      </w:r>
    </w:p>
    <w:p w:rsidR="00895AD2" w:rsidRDefault="00895AD2" w:rsidP="00895AD2">
      <w:r>
        <w:t>583.9615</w:t>
      </w:r>
      <w:r>
        <w:tab/>
        <w:t>1.013e0</w:t>
      </w:r>
    </w:p>
    <w:p w:rsidR="00895AD2" w:rsidRDefault="00895AD2" w:rsidP="00895AD2">
      <w:r>
        <w:lastRenderedPageBreak/>
        <w:t>584.0392</w:t>
      </w:r>
      <w:r>
        <w:tab/>
        <w:t>1.013e0</w:t>
      </w:r>
    </w:p>
    <w:p w:rsidR="00895AD2" w:rsidRDefault="00895AD2" w:rsidP="00895AD2">
      <w:r>
        <w:t>584.2263</w:t>
      </w:r>
      <w:r>
        <w:tab/>
        <w:t>2.025e0</w:t>
      </w:r>
    </w:p>
    <w:p w:rsidR="00895AD2" w:rsidRDefault="00895AD2" w:rsidP="00895AD2">
      <w:r>
        <w:t>584.4341</w:t>
      </w:r>
      <w:r>
        <w:tab/>
        <w:t>5.063e0</w:t>
      </w:r>
    </w:p>
    <w:p w:rsidR="00895AD2" w:rsidRDefault="00895AD2" w:rsidP="00895AD2">
      <w:r>
        <w:t>584.5803</w:t>
      </w:r>
      <w:r>
        <w:tab/>
        <w:t>3.810e0</w:t>
      </w:r>
    </w:p>
    <w:p w:rsidR="00895AD2" w:rsidRDefault="00895AD2" w:rsidP="00895AD2">
      <w:r>
        <w:t>584.7314</w:t>
      </w:r>
      <w:r>
        <w:tab/>
        <w:t>1.013e0</w:t>
      </w:r>
    </w:p>
    <w:p w:rsidR="00895AD2" w:rsidRDefault="00895AD2" w:rsidP="00895AD2">
      <w:r>
        <w:t>585.0728</w:t>
      </w:r>
      <w:r>
        <w:tab/>
        <w:t>1.013e0</w:t>
      </w:r>
    </w:p>
    <w:p w:rsidR="00895AD2" w:rsidRDefault="00895AD2" w:rsidP="00895AD2">
      <w:r>
        <w:t>585.2635</w:t>
      </w:r>
      <w:r>
        <w:tab/>
        <w:t>1.013e0</w:t>
      </w:r>
    </w:p>
    <w:p w:rsidR="00895AD2" w:rsidRDefault="00895AD2" w:rsidP="00895AD2">
      <w:r>
        <w:t>585.3091</w:t>
      </w:r>
      <w:r>
        <w:tab/>
        <w:t>2.025e0</w:t>
      </w:r>
    </w:p>
    <w:p w:rsidR="00895AD2" w:rsidRDefault="00895AD2" w:rsidP="00895AD2">
      <w:r>
        <w:t>585.3942</w:t>
      </w:r>
      <w:r>
        <w:tab/>
        <w:t>1.013e0</w:t>
      </w:r>
    </w:p>
    <w:p w:rsidR="00895AD2" w:rsidRDefault="00895AD2" w:rsidP="00895AD2">
      <w:r>
        <w:t>585.4874</w:t>
      </w:r>
      <w:r>
        <w:tab/>
        <w:t>2.025e0</w:t>
      </w:r>
    </w:p>
    <w:p w:rsidR="00895AD2" w:rsidRDefault="00895AD2" w:rsidP="00895AD2">
      <w:r>
        <w:t>585.6584</w:t>
      </w:r>
      <w:r>
        <w:tab/>
        <w:t>1.013e0</w:t>
      </w:r>
    </w:p>
    <w:p w:rsidR="00895AD2" w:rsidRDefault="00895AD2" w:rsidP="00895AD2">
      <w:r>
        <w:t>585.9022</w:t>
      </w:r>
      <w:r>
        <w:tab/>
        <w:t>2.025e0</w:t>
      </w:r>
    </w:p>
    <w:p w:rsidR="00895AD2" w:rsidRDefault="00895AD2" w:rsidP="00895AD2">
      <w:r>
        <w:t>585.9962</w:t>
      </w:r>
      <w:r>
        <w:tab/>
        <w:t>1.013e0</w:t>
      </w:r>
    </w:p>
    <w:p w:rsidR="00895AD2" w:rsidRDefault="00895AD2" w:rsidP="00895AD2">
      <w:r>
        <w:t>586.1587</w:t>
      </w:r>
      <w:r>
        <w:tab/>
        <w:t>1.013e0</w:t>
      </w:r>
    </w:p>
    <w:p w:rsidR="00895AD2" w:rsidRDefault="00895AD2" w:rsidP="00895AD2">
      <w:r>
        <w:t>586.3358</w:t>
      </w:r>
      <w:r>
        <w:tab/>
        <w:t>1.013e0</w:t>
      </w:r>
    </w:p>
    <w:p w:rsidR="00895AD2" w:rsidRDefault="00895AD2" w:rsidP="00895AD2">
      <w:r>
        <w:t>586.3796</w:t>
      </w:r>
      <w:r>
        <w:tab/>
        <w:t>1.013e0</w:t>
      </w:r>
    </w:p>
    <w:p w:rsidR="00895AD2" w:rsidRDefault="00895AD2" w:rsidP="00895AD2">
      <w:r>
        <w:t>586.4620</w:t>
      </w:r>
      <w:r>
        <w:tab/>
        <w:t>1.013e0</w:t>
      </w:r>
    </w:p>
    <w:p w:rsidR="00895AD2" w:rsidRDefault="00895AD2" w:rsidP="00895AD2">
      <w:r>
        <w:t>586.6210</w:t>
      </w:r>
      <w:r>
        <w:tab/>
        <w:t>1.013e0</w:t>
      </w:r>
    </w:p>
    <w:p w:rsidR="00895AD2" w:rsidRDefault="00895AD2" w:rsidP="00895AD2">
      <w:r>
        <w:t>586.8528</w:t>
      </w:r>
      <w:r>
        <w:tab/>
        <w:t>1.013e0</w:t>
      </w:r>
    </w:p>
    <w:p w:rsidR="00895AD2" w:rsidRDefault="00895AD2" w:rsidP="00895AD2">
      <w:r>
        <w:lastRenderedPageBreak/>
        <w:t>586.9377</w:t>
      </w:r>
      <w:r>
        <w:tab/>
        <w:t>2.025e0</w:t>
      </w:r>
    </w:p>
    <w:p w:rsidR="00895AD2" w:rsidRDefault="00895AD2" w:rsidP="00895AD2">
      <w:r>
        <w:t>587.0316</w:t>
      </w:r>
      <w:r>
        <w:tab/>
        <w:t>1.013e0</w:t>
      </w:r>
    </w:p>
    <w:p w:rsidR="00895AD2" w:rsidRDefault="00895AD2" w:rsidP="00895AD2">
      <w:r>
        <w:t>587.2107</w:t>
      </w:r>
      <w:r>
        <w:tab/>
        <w:t>1.013e0</w:t>
      </w:r>
    </w:p>
    <w:p w:rsidR="00895AD2" w:rsidRDefault="00895AD2" w:rsidP="00895AD2">
      <w:r>
        <w:t>587.2961</w:t>
      </w:r>
      <w:r>
        <w:tab/>
        <w:t>1.013e0</w:t>
      </w:r>
    </w:p>
    <w:p w:rsidR="00895AD2" w:rsidRDefault="00895AD2" w:rsidP="00895AD2">
      <w:r>
        <w:t>587.3923</w:t>
      </w:r>
      <w:r>
        <w:tab/>
        <w:t>3.038e0</w:t>
      </w:r>
    </w:p>
    <w:p w:rsidR="00895AD2" w:rsidRDefault="00895AD2" w:rsidP="00895AD2">
      <w:r>
        <w:t>587.5668</w:t>
      </w:r>
      <w:r>
        <w:tab/>
        <w:t>1.013e0</w:t>
      </w:r>
    </w:p>
    <w:p w:rsidR="00895AD2" w:rsidRDefault="00895AD2" w:rsidP="00895AD2">
      <w:r>
        <w:t>587.6691</w:t>
      </w:r>
      <w:r>
        <w:tab/>
        <w:t>1.013e0</w:t>
      </w:r>
    </w:p>
    <w:p w:rsidR="00895AD2" w:rsidRDefault="00895AD2" w:rsidP="00895AD2">
      <w:r>
        <w:t>587.7831</w:t>
      </w:r>
      <w:r>
        <w:tab/>
        <w:t>2.025e0</w:t>
      </w:r>
    </w:p>
    <w:p w:rsidR="00895AD2" w:rsidRDefault="00895AD2" w:rsidP="00895AD2">
      <w:r>
        <w:t>588.0306</w:t>
      </w:r>
      <w:r>
        <w:tab/>
        <w:t>1.013e0</w:t>
      </w:r>
    </w:p>
    <w:p w:rsidR="00895AD2" w:rsidRDefault="00895AD2" w:rsidP="00895AD2">
      <w:r>
        <w:t>588.1130</w:t>
      </w:r>
      <w:r>
        <w:tab/>
        <w:t>1.013e0</w:t>
      </w:r>
    </w:p>
    <w:p w:rsidR="00895AD2" w:rsidRDefault="00895AD2" w:rsidP="00895AD2">
      <w:r>
        <w:t>588.2360</w:t>
      </w:r>
      <w:r>
        <w:tab/>
        <w:t>2.025e0</w:t>
      </w:r>
    </w:p>
    <w:p w:rsidR="00895AD2" w:rsidRDefault="00895AD2" w:rsidP="00895AD2">
      <w:r>
        <w:t>588.2963</w:t>
      </w:r>
      <w:r>
        <w:tab/>
        <w:t>4.051e0</w:t>
      </w:r>
    </w:p>
    <w:p w:rsidR="00895AD2" w:rsidRDefault="00895AD2" w:rsidP="00895AD2">
      <w:r>
        <w:t>588.4415</w:t>
      </w:r>
      <w:r>
        <w:tab/>
        <w:t>1.013e0</w:t>
      </w:r>
    </w:p>
    <w:p w:rsidR="00895AD2" w:rsidRDefault="00895AD2" w:rsidP="00895AD2">
      <w:r>
        <w:t>588.5117</w:t>
      </w:r>
      <w:r>
        <w:tab/>
        <w:t>2.025e0</w:t>
      </w:r>
    </w:p>
    <w:p w:rsidR="00895AD2" w:rsidRDefault="00895AD2" w:rsidP="00895AD2">
      <w:r>
        <w:t>588.7263</w:t>
      </w:r>
      <w:r>
        <w:tab/>
        <w:t>1.013e0</w:t>
      </w:r>
    </w:p>
    <w:p w:rsidR="00895AD2" w:rsidRDefault="00895AD2" w:rsidP="00895AD2">
      <w:r>
        <w:t>588.8299</w:t>
      </w:r>
      <w:r>
        <w:tab/>
        <w:t>2.025e0</w:t>
      </w:r>
    </w:p>
    <w:p w:rsidR="00895AD2" w:rsidRDefault="00895AD2" w:rsidP="00895AD2">
      <w:r>
        <w:t>588.8766</w:t>
      </w:r>
      <w:r>
        <w:tab/>
        <w:t>2.025e0</w:t>
      </w:r>
    </w:p>
    <w:p w:rsidR="00895AD2" w:rsidRDefault="00895AD2" w:rsidP="00895AD2">
      <w:r>
        <w:t>589.2695</w:t>
      </w:r>
      <w:r>
        <w:tab/>
        <w:t>2.025e0</w:t>
      </w:r>
    </w:p>
    <w:p w:rsidR="00895AD2" w:rsidRDefault="00895AD2" w:rsidP="00895AD2">
      <w:r>
        <w:t>589.3453</w:t>
      </w:r>
      <w:r>
        <w:tab/>
        <w:t>1.013e0</w:t>
      </w:r>
    </w:p>
    <w:p w:rsidR="00895AD2" w:rsidRDefault="00895AD2" w:rsidP="00895AD2">
      <w:r>
        <w:lastRenderedPageBreak/>
        <w:t>589.4038</w:t>
      </w:r>
      <w:r>
        <w:tab/>
        <w:t>1.013e0</w:t>
      </w:r>
    </w:p>
    <w:p w:rsidR="00895AD2" w:rsidRDefault="00895AD2" w:rsidP="00895AD2">
      <w:r>
        <w:t>590.0837</w:t>
      </w:r>
      <w:r>
        <w:tab/>
        <w:t>2.025e0</w:t>
      </w:r>
    </w:p>
    <w:p w:rsidR="00895AD2" w:rsidRDefault="00895AD2" w:rsidP="00895AD2">
      <w:r>
        <w:t>590.1891</w:t>
      </w:r>
      <w:r>
        <w:tab/>
        <w:t>1.013e0</w:t>
      </w:r>
    </w:p>
    <w:p w:rsidR="00895AD2" w:rsidRDefault="00895AD2" w:rsidP="00895AD2">
      <w:r>
        <w:t>590.2560</w:t>
      </w:r>
      <w:r>
        <w:tab/>
        <w:t>1.013e0</w:t>
      </w:r>
    </w:p>
    <w:p w:rsidR="00895AD2" w:rsidRDefault="00895AD2" w:rsidP="00895AD2">
      <w:r>
        <w:t>590.3727</w:t>
      </w:r>
      <w:r>
        <w:tab/>
        <w:t>4.132e0</w:t>
      </w:r>
    </w:p>
    <w:p w:rsidR="00895AD2" w:rsidRDefault="00895AD2" w:rsidP="00895AD2">
      <w:r>
        <w:t>590.4738</w:t>
      </w:r>
      <w:r>
        <w:tab/>
        <w:t>3.038e0</w:t>
      </w:r>
    </w:p>
    <w:p w:rsidR="00895AD2" w:rsidRDefault="00895AD2" w:rsidP="00895AD2">
      <w:r>
        <w:t>590.7118</w:t>
      </w:r>
      <w:r>
        <w:tab/>
        <w:t>1.013e0</w:t>
      </w:r>
    </w:p>
    <w:p w:rsidR="00895AD2" w:rsidRDefault="00895AD2" w:rsidP="00895AD2">
      <w:r>
        <w:t>590.8841</w:t>
      </w:r>
      <w:r>
        <w:tab/>
        <w:t>2.025e0</w:t>
      </w:r>
    </w:p>
    <w:p w:rsidR="00895AD2" w:rsidRDefault="00895AD2" w:rsidP="00895AD2">
      <w:r>
        <w:t>591.3287</w:t>
      </w:r>
      <w:r>
        <w:tab/>
        <w:t>4.479e0</w:t>
      </w:r>
    </w:p>
    <w:p w:rsidR="00895AD2" w:rsidRDefault="00895AD2" w:rsidP="00895AD2">
      <w:r>
        <w:t>591.3810</w:t>
      </w:r>
      <w:r>
        <w:tab/>
        <w:t>2.025e0</w:t>
      </w:r>
    </w:p>
    <w:p w:rsidR="00895AD2" w:rsidRDefault="00895AD2" w:rsidP="00895AD2">
      <w:r>
        <w:t>591.5994</w:t>
      </w:r>
      <w:r>
        <w:tab/>
        <w:t>2.025e0</w:t>
      </w:r>
    </w:p>
    <w:p w:rsidR="00895AD2" w:rsidRDefault="00895AD2" w:rsidP="00895AD2">
      <w:r>
        <w:t>591.7056</w:t>
      </w:r>
      <w:r>
        <w:tab/>
        <w:t>1.013e0</w:t>
      </w:r>
    </w:p>
    <w:p w:rsidR="00895AD2" w:rsidRDefault="00895AD2" w:rsidP="00895AD2">
      <w:r>
        <w:t>591.9753</w:t>
      </w:r>
      <w:r>
        <w:tab/>
        <w:t>2.025e0</w:t>
      </w:r>
    </w:p>
    <w:p w:rsidR="00895AD2" w:rsidRDefault="00895AD2" w:rsidP="00895AD2">
      <w:r>
        <w:t>592.0584</w:t>
      </w:r>
      <w:r>
        <w:tab/>
        <w:t>1.013e0</w:t>
      </w:r>
    </w:p>
    <w:p w:rsidR="00895AD2" w:rsidRDefault="00895AD2" w:rsidP="00895AD2">
      <w:r>
        <w:t>592.1727</w:t>
      </w:r>
      <w:r>
        <w:tab/>
        <w:t>1.013e0</w:t>
      </w:r>
    </w:p>
    <w:p w:rsidR="00895AD2" w:rsidRDefault="00895AD2" w:rsidP="00895AD2">
      <w:r>
        <w:t>592.2720</w:t>
      </w:r>
      <w:r>
        <w:tab/>
        <w:t>1.013e0</w:t>
      </w:r>
    </w:p>
    <w:p w:rsidR="00895AD2" w:rsidRDefault="00895AD2" w:rsidP="00895AD2">
      <w:r>
        <w:t>592.3868</w:t>
      </w:r>
      <w:r>
        <w:tab/>
        <w:t>4.051e0</w:t>
      </w:r>
    </w:p>
    <w:p w:rsidR="00895AD2" w:rsidRDefault="00895AD2" w:rsidP="00895AD2">
      <w:r>
        <w:t>592.5710</w:t>
      </w:r>
      <w:r>
        <w:tab/>
        <w:t>2.025e0</w:t>
      </w:r>
    </w:p>
    <w:p w:rsidR="00895AD2" w:rsidRDefault="00895AD2" w:rsidP="00895AD2">
      <w:r>
        <w:t>592.6502</w:t>
      </w:r>
      <w:r>
        <w:tab/>
        <w:t>1.013e0</w:t>
      </w:r>
    </w:p>
    <w:p w:rsidR="00895AD2" w:rsidRDefault="00895AD2" w:rsidP="00895AD2">
      <w:r>
        <w:lastRenderedPageBreak/>
        <w:t>593.0031</w:t>
      </w:r>
      <w:r>
        <w:tab/>
        <w:t>2.025e0</w:t>
      </w:r>
    </w:p>
    <w:p w:rsidR="00895AD2" w:rsidRDefault="00895AD2" w:rsidP="00895AD2">
      <w:r>
        <w:t>593.0976</w:t>
      </w:r>
      <w:r>
        <w:tab/>
        <w:t>1.013e0</w:t>
      </w:r>
    </w:p>
    <w:p w:rsidR="00895AD2" w:rsidRDefault="00895AD2" w:rsidP="00895AD2">
      <w:r>
        <w:t>593.1993</w:t>
      </w:r>
      <w:r>
        <w:tab/>
        <w:t>1.013e0</w:t>
      </w:r>
    </w:p>
    <w:p w:rsidR="00895AD2" w:rsidRDefault="00895AD2" w:rsidP="00895AD2">
      <w:r>
        <w:t>593.3278</w:t>
      </w:r>
      <w:r>
        <w:tab/>
        <w:t>4.051e0</w:t>
      </w:r>
    </w:p>
    <w:p w:rsidR="00895AD2" w:rsidRDefault="00895AD2" w:rsidP="00895AD2">
      <w:r>
        <w:t>593.4435</w:t>
      </w:r>
      <w:r>
        <w:tab/>
        <w:t>1.013e0</w:t>
      </w:r>
    </w:p>
    <w:p w:rsidR="00895AD2" w:rsidRDefault="00895AD2" w:rsidP="00895AD2">
      <w:r>
        <w:t>593.5962</w:t>
      </w:r>
      <w:r>
        <w:tab/>
        <w:t>1.013e0</w:t>
      </w:r>
    </w:p>
    <w:p w:rsidR="00895AD2" w:rsidRDefault="00895AD2" w:rsidP="00895AD2">
      <w:r>
        <w:t>593.7507</w:t>
      </w:r>
      <w:r>
        <w:tab/>
        <w:t>1.013e0</w:t>
      </w:r>
    </w:p>
    <w:p w:rsidR="00895AD2" w:rsidRDefault="00895AD2" w:rsidP="00895AD2">
      <w:r>
        <w:t>593.8762</w:t>
      </w:r>
      <w:r>
        <w:tab/>
        <w:t>2.025e0</w:t>
      </w:r>
    </w:p>
    <w:p w:rsidR="00895AD2" w:rsidRDefault="00895AD2" w:rsidP="00895AD2">
      <w:r>
        <w:t>593.9461</w:t>
      </w:r>
      <w:r>
        <w:tab/>
        <w:t>1.013e0</w:t>
      </w:r>
    </w:p>
    <w:p w:rsidR="00895AD2" w:rsidRDefault="00895AD2" w:rsidP="00895AD2">
      <w:r>
        <w:t>593.9989</w:t>
      </w:r>
      <w:r>
        <w:tab/>
        <w:t>1.013e0</w:t>
      </w:r>
    </w:p>
    <w:p w:rsidR="00895AD2" w:rsidRDefault="00895AD2" w:rsidP="00895AD2">
      <w:r>
        <w:t>594.0646</w:t>
      </w:r>
      <w:r>
        <w:tab/>
        <w:t>1.013e0</w:t>
      </w:r>
    </w:p>
    <w:p w:rsidR="00895AD2" w:rsidRDefault="00895AD2" w:rsidP="00895AD2">
      <w:r>
        <w:t>594.1321</w:t>
      </w:r>
      <w:r>
        <w:tab/>
        <w:t>2.025e0</w:t>
      </w:r>
    </w:p>
    <w:p w:rsidR="00895AD2" w:rsidRDefault="00895AD2" w:rsidP="00895AD2">
      <w:r>
        <w:t>594.2125</w:t>
      </w:r>
      <w:r>
        <w:tab/>
        <w:t>3.038e0</w:t>
      </w:r>
    </w:p>
    <w:p w:rsidR="00895AD2" w:rsidRDefault="00895AD2" w:rsidP="00895AD2">
      <w:r>
        <w:t>594.3397</w:t>
      </w:r>
      <w:r>
        <w:tab/>
        <w:t>1.013e0</w:t>
      </w:r>
    </w:p>
    <w:p w:rsidR="00895AD2" w:rsidRDefault="00895AD2" w:rsidP="00895AD2">
      <w:r>
        <w:t>594.4460</w:t>
      </w:r>
      <w:r>
        <w:tab/>
        <w:t>3.038e0</w:t>
      </w:r>
    </w:p>
    <w:p w:rsidR="00895AD2" w:rsidRDefault="00895AD2" w:rsidP="00895AD2">
      <w:r>
        <w:t>594.7373</w:t>
      </w:r>
      <w:r>
        <w:tab/>
        <w:t>1.013e0</w:t>
      </w:r>
    </w:p>
    <w:p w:rsidR="00895AD2" w:rsidRDefault="00895AD2" w:rsidP="00895AD2">
      <w:r>
        <w:t>594.8002</w:t>
      </w:r>
      <w:r>
        <w:tab/>
        <w:t>1.013e0</w:t>
      </w:r>
    </w:p>
    <w:p w:rsidR="00895AD2" w:rsidRDefault="00895AD2" w:rsidP="00895AD2">
      <w:r>
        <w:t>594.9589</w:t>
      </w:r>
      <w:r>
        <w:tab/>
        <w:t>1.013e0</w:t>
      </w:r>
    </w:p>
    <w:p w:rsidR="00895AD2" w:rsidRDefault="00895AD2" w:rsidP="00895AD2">
      <w:r>
        <w:t>595.0521</w:t>
      </w:r>
      <w:r>
        <w:tab/>
        <w:t>2.025e0</w:t>
      </w:r>
    </w:p>
    <w:p w:rsidR="00895AD2" w:rsidRDefault="00895AD2" w:rsidP="00895AD2">
      <w:r>
        <w:lastRenderedPageBreak/>
        <w:t>595.1964</w:t>
      </w:r>
      <w:r>
        <w:tab/>
        <w:t>1.013e0</w:t>
      </w:r>
    </w:p>
    <w:p w:rsidR="00895AD2" w:rsidRDefault="00895AD2" w:rsidP="00895AD2">
      <w:r>
        <w:t>595.2474</w:t>
      </w:r>
      <w:r>
        <w:tab/>
        <w:t>1.013e0</w:t>
      </w:r>
    </w:p>
    <w:p w:rsidR="00895AD2" w:rsidRDefault="00895AD2" w:rsidP="00895AD2">
      <w:r>
        <w:t>595.3290</w:t>
      </w:r>
      <w:r>
        <w:tab/>
        <w:t>1.013e0</w:t>
      </w:r>
    </w:p>
    <w:p w:rsidR="00895AD2" w:rsidRDefault="00895AD2" w:rsidP="00895AD2">
      <w:r>
        <w:t>595.3699</w:t>
      </w:r>
      <w:r>
        <w:tab/>
        <w:t>1.013e0</w:t>
      </w:r>
    </w:p>
    <w:p w:rsidR="00895AD2" w:rsidRDefault="00895AD2" w:rsidP="00895AD2">
      <w:r>
        <w:t>595.5812</w:t>
      </w:r>
      <w:r>
        <w:tab/>
        <w:t>1.013e0</w:t>
      </w:r>
    </w:p>
    <w:p w:rsidR="00895AD2" w:rsidRDefault="00895AD2" w:rsidP="00895AD2">
      <w:r>
        <w:t>595.6966</w:t>
      </w:r>
      <w:r>
        <w:tab/>
        <w:t>1.013e0</w:t>
      </w:r>
    </w:p>
    <w:p w:rsidR="00895AD2" w:rsidRDefault="00895AD2" w:rsidP="00895AD2">
      <w:r>
        <w:t>595.9547</w:t>
      </w:r>
      <w:r>
        <w:tab/>
        <w:t>2.025e0</w:t>
      </w:r>
    </w:p>
    <w:p w:rsidR="00895AD2" w:rsidRDefault="00895AD2" w:rsidP="00895AD2">
      <w:r>
        <w:t>596.2402</w:t>
      </w:r>
      <w:r>
        <w:tab/>
        <w:t>1.013e0</w:t>
      </w:r>
    </w:p>
    <w:p w:rsidR="00895AD2" w:rsidRDefault="00895AD2" w:rsidP="00895AD2">
      <w:r>
        <w:t>596.2984</w:t>
      </w:r>
      <w:r>
        <w:tab/>
        <w:t>2.025e0</w:t>
      </w:r>
    </w:p>
    <w:p w:rsidR="00895AD2" w:rsidRDefault="00895AD2" w:rsidP="00895AD2">
      <w:r>
        <w:t>596.4420</w:t>
      </w:r>
      <w:r>
        <w:tab/>
        <w:t>3.038e0</w:t>
      </w:r>
    </w:p>
    <w:p w:rsidR="00895AD2" w:rsidRDefault="00895AD2" w:rsidP="00895AD2">
      <w:r>
        <w:t>596.5756</w:t>
      </w:r>
      <w:r>
        <w:tab/>
        <w:t>1.013e0</w:t>
      </w:r>
    </w:p>
    <w:p w:rsidR="00895AD2" w:rsidRDefault="00895AD2" w:rsidP="00895AD2">
      <w:r>
        <w:t>596.6165</w:t>
      </w:r>
      <w:r>
        <w:tab/>
        <w:t>1.013e0</w:t>
      </w:r>
    </w:p>
    <w:p w:rsidR="00895AD2" w:rsidRDefault="00895AD2" w:rsidP="00895AD2">
      <w:r>
        <w:t>596.8897</w:t>
      </w:r>
      <w:r>
        <w:tab/>
        <w:t>4.051e0</w:t>
      </w:r>
    </w:p>
    <w:p w:rsidR="00895AD2" w:rsidRDefault="00895AD2" w:rsidP="00895AD2">
      <w:r>
        <w:t>596.9684</w:t>
      </w:r>
      <w:r>
        <w:tab/>
        <w:t>1.013e0</w:t>
      </w:r>
    </w:p>
    <w:p w:rsidR="00895AD2" w:rsidRDefault="00895AD2" w:rsidP="00895AD2">
      <w:r>
        <w:t>597.2202</w:t>
      </w:r>
      <w:r>
        <w:tab/>
        <w:t>1.013e0</w:t>
      </w:r>
    </w:p>
    <w:p w:rsidR="00895AD2" w:rsidRDefault="00895AD2" w:rsidP="00895AD2">
      <w:r>
        <w:t>597.3212</w:t>
      </w:r>
      <w:r>
        <w:tab/>
        <w:t>2.025e0</w:t>
      </w:r>
    </w:p>
    <w:p w:rsidR="00895AD2" w:rsidRDefault="00895AD2" w:rsidP="00895AD2">
      <w:r>
        <w:t>597.6196</w:t>
      </w:r>
      <w:r>
        <w:tab/>
        <w:t>1.013e0</w:t>
      </w:r>
    </w:p>
    <w:p w:rsidR="00895AD2" w:rsidRDefault="00895AD2" w:rsidP="00895AD2">
      <w:r>
        <w:t>597.8347</w:t>
      </w:r>
      <w:r>
        <w:tab/>
        <w:t>1.013e0</w:t>
      </w:r>
    </w:p>
    <w:p w:rsidR="00895AD2" w:rsidRDefault="00895AD2" w:rsidP="00895AD2">
      <w:r>
        <w:t>597.9975</w:t>
      </w:r>
      <w:r>
        <w:tab/>
        <w:t>1.013e0</w:t>
      </w:r>
    </w:p>
    <w:p w:rsidR="00895AD2" w:rsidRDefault="00895AD2" w:rsidP="00895AD2">
      <w:r>
        <w:lastRenderedPageBreak/>
        <w:t>598.0555</w:t>
      </w:r>
      <w:r>
        <w:tab/>
        <w:t>2.025e0</w:t>
      </w:r>
    </w:p>
    <w:p w:rsidR="00895AD2" w:rsidRDefault="00895AD2" w:rsidP="00895AD2">
      <w:r>
        <w:t>598.1627</w:t>
      </w:r>
      <w:r>
        <w:tab/>
        <w:t>1.013e0</w:t>
      </w:r>
    </w:p>
    <w:p w:rsidR="00895AD2" w:rsidRDefault="00895AD2" w:rsidP="00895AD2">
      <w:r>
        <w:t>598.2230</w:t>
      </w:r>
      <w:r>
        <w:tab/>
        <w:t>2.025e0</w:t>
      </w:r>
    </w:p>
    <w:p w:rsidR="00895AD2" w:rsidRDefault="00895AD2" w:rsidP="00895AD2">
      <w:r>
        <w:t>598.2960</w:t>
      </w:r>
      <w:r>
        <w:tab/>
        <w:t>1.013e0</w:t>
      </w:r>
    </w:p>
    <w:p w:rsidR="00895AD2" w:rsidRDefault="00895AD2" w:rsidP="00895AD2">
      <w:r>
        <w:t>598.3801</w:t>
      </w:r>
      <w:r>
        <w:tab/>
        <w:t>4.051e0</w:t>
      </w:r>
    </w:p>
    <w:p w:rsidR="00895AD2" w:rsidRDefault="00895AD2" w:rsidP="00895AD2">
      <w:r>
        <w:t>598.5012</w:t>
      </w:r>
      <w:r>
        <w:tab/>
        <w:t>1.013e0</w:t>
      </w:r>
    </w:p>
    <w:p w:rsidR="00895AD2" w:rsidRDefault="00895AD2" w:rsidP="00895AD2">
      <w:r>
        <w:t>598.7782</w:t>
      </w:r>
      <w:r>
        <w:tab/>
        <w:t>1.013e0</w:t>
      </w:r>
    </w:p>
    <w:p w:rsidR="00895AD2" w:rsidRDefault="00895AD2" w:rsidP="00895AD2">
      <w:r>
        <w:t>598.8860</w:t>
      </w:r>
      <w:r>
        <w:tab/>
        <w:t>1.013e0</w:t>
      </w:r>
    </w:p>
    <w:p w:rsidR="00895AD2" w:rsidRDefault="00895AD2" w:rsidP="00895AD2">
      <w:r>
        <w:t>598.9832</w:t>
      </w:r>
      <w:r>
        <w:tab/>
        <w:t>2.025e0</w:t>
      </w:r>
    </w:p>
    <w:p w:rsidR="00895AD2" w:rsidRDefault="00895AD2" w:rsidP="00895AD2">
      <w:r>
        <w:t>599.3223</w:t>
      </w:r>
      <w:r>
        <w:tab/>
        <w:t>1.013e0</w:t>
      </w:r>
    </w:p>
    <w:p w:rsidR="00895AD2" w:rsidRDefault="00895AD2" w:rsidP="00895AD2">
      <w:r>
        <w:t>599.4240</w:t>
      </w:r>
      <w:r>
        <w:tab/>
        <w:t>2.025e0</w:t>
      </w:r>
    </w:p>
    <w:p w:rsidR="00895AD2" w:rsidRDefault="00895AD2" w:rsidP="00895AD2">
      <w:r>
        <w:t>600.0922</w:t>
      </w:r>
      <w:r>
        <w:tab/>
        <w:t>2.025e0</w:t>
      </w:r>
    </w:p>
    <w:p w:rsidR="00895AD2" w:rsidRDefault="00895AD2" w:rsidP="00895AD2">
      <w:r>
        <w:t>600.1814</w:t>
      </w:r>
      <w:r>
        <w:tab/>
        <w:t>1.013e0</w:t>
      </w:r>
    </w:p>
    <w:p w:rsidR="00895AD2" w:rsidRDefault="00895AD2" w:rsidP="00895AD2">
      <w:r>
        <w:t>600.2682</w:t>
      </w:r>
      <w:r>
        <w:tab/>
        <w:t>2.025e0</w:t>
      </w:r>
    </w:p>
    <w:p w:rsidR="00895AD2" w:rsidRDefault="00895AD2" w:rsidP="00895AD2">
      <w:r>
        <w:t>600.3602</w:t>
      </w:r>
      <w:r>
        <w:tab/>
        <w:t>6.076e0</w:t>
      </w:r>
    </w:p>
    <w:p w:rsidR="00895AD2" w:rsidRDefault="00895AD2" w:rsidP="00895AD2">
      <w:r>
        <w:t>600.4535</w:t>
      </w:r>
      <w:r>
        <w:tab/>
        <w:t>4.051e0</w:t>
      </w:r>
    </w:p>
    <w:p w:rsidR="00895AD2" w:rsidRDefault="00895AD2" w:rsidP="00895AD2">
      <w:r>
        <w:t>600.5595</w:t>
      </w:r>
      <w:r>
        <w:tab/>
        <w:t>2.025e0</w:t>
      </w:r>
    </w:p>
    <w:p w:rsidR="00895AD2" w:rsidRDefault="00895AD2" w:rsidP="00895AD2">
      <w:r>
        <w:t>600.6777</w:t>
      </w:r>
      <w:r>
        <w:tab/>
        <w:t>1.013e0</w:t>
      </w:r>
    </w:p>
    <w:p w:rsidR="00895AD2" w:rsidRDefault="00895AD2" w:rsidP="00895AD2">
      <w:r>
        <w:t>600.7515</w:t>
      </w:r>
      <w:r>
        <w:tab/>
        <w:t>2.025e0</w:t>
      </w:r>
    </w:p>
    <w:p w:rsidR="00895AD2" w:rsidRDefault="00895AD2" w:rsidP="00895AD2">
      <w:r>
        <w:lastRenderedPageBreak/>
        <w:t>600.8034</w:t>
      </w:r>
      <w:r>
        <w:tab/>
        <w:t>1.013e0</w:t>
      </w:r>
    </w:p>
    <w:p w:rsidR="00895AD2" w:rsidRDefault="00895AD2" w:rsidP="00895AD2">
      <w:r>
        <w:t>600.9781</w:t>
      </w:r>
      <w:r>
        <w:tab/>
        <w:t>1.013e0</w:t>
      </w:r>
    </w:p>
    <w:p w:rsidR="00895AD2" w:rsidRDefault="00895AD2" w:rsidP="00895AD2">
      <w:r>
        <w:t>601.1397</w:t>
      </w:r>
      <w:r>
        <w:tab/>
        <w:t>2.025e0</w:t>
      </w:r>
    </w:p>
    <w:p w:rsidR="00895AD2" w:rsidRDefault="00895AD2" w:rsidP="00895AD2">
      <w:r>
        <w:t>601.3077</w:t>
      </w:r>
      <w:r>
        <w:tab/>
        <w:t>1.013e0</w:t>
      </w:r>
    </w:p>
    <w:p w:rsidR="00895AD2" w:rsidRDefault="00895AD2" w:rsidP="00895AD2">
      <w:r>
        <w:t>601.4056</w:t>
      </w:r>
      <w:r>
        <w:tab/>
        <w:t>1.013e0</w:t>
      </w:r>
    </w:p>
    <w:p w:rsidR="00895AD2" w:rsidRDefault="00895AD2" w:rsidP="00895AD2">
      <w:r>
        <w:t>601.5185</w:t>
      </w:r>
      <w:r>
        <w:tab/>
        <w:t>3.038e0</w:t>
      </w:r>
    </w:p>
    <w:p w:rsidR="00895AD2" w:rsidRDefault="00895AD2" w:rsidP="00895AD2">
      <w:r>
        <w:t>601.6191</w:t>
      </w:r>
      <w:r>
        <w:tab/>
        <w:t>1.013e0</w:t>
      </w:r>
    </w:p>
    <w:p w:rsidR="00895AD2" w:rsidRDefault="00895AD2" w:rsidP="00895AD2">
      <w:r>
        <w:t>601.6886</w:t>
      </w:r>
      <w:r>
        <w:tab/>
        <w:t>1.013e0</w:t>
      </w:r>
    </w:p>
    <w:p w:rsidR="00895AD2" w:rsidRDefault="00895AD2" w:rsidP="00895AD2">
      <w:r>
        <w:t>601.7819</w:t>
      </w:r>
      <w:r>
        <w:tab/>
        <w:t>1.013e0</w:t>
      </w:r>
    </w:p>
    <w:p w:rsidR="00895AD2" w:rsidRDefault="00895AD2" w:rsidP="00895AD2">
      <w:r>
        <w:t>602.0087</w:t>
      </w:r>
      <w:r>
        <w:tab/>
        <w:t>2.025e0</w:t>
      </w:r>
    </w:p>
    <w:p w:rsidR="00895AD2" w:rsidRDefault="00895AD2" w:rsidP="00895AD2">
      <w:r>
        <w:t>602.0551</w:t>
      </w:r>
      <w:r>
        <w:tab/>
        <w:t>2.025e0</w:t>
      </w:r>
    </w:p>
    <w:p w:rsidR="00895AD2" w:rsidRDefault="00895AD2" w:rsidP="00895AD2">
      <w:r>
        <w:t>602.2730</w:t>
      </w:r>
      <w:r>
        <w:tab/>
        <w:t>4.051e0</w:t>
      </w:r>
    </w:p>
    <w:p w:rsidR="00895AD2" w:rsidRDefault="00895AD2" w:rsidP="00895AD2">
      <w:r>
        <w:t>602.3340</w:t>
      </w:r>
      <w:r>
        <w:tab/>
        <w:t>5.063e0</w:t>
      </w:r>
    </w:p>
    <w:p w:rsidR="00895AD2" w:rsidRDefault="00895AD2" w:rsidP="00895AD2">
      <w:r>
        <w:t>602.4525</w:t>
      </w:r>
      <w:r>
        <w:tab/>
        <w:t>1.013e0</w:t>
      </w:r>
    </w:p>
    <w:p w:rsidR="00895AD2" w:rsidRDefault="00895AD2" w:rsidP="00895AD2">
      <w:r>
        <w:t>602.5556</w:t>
      </w:r>
      <w:r>
        <w:tab/>
        <w:t>1.013e0</w:t>
      </w:r>
    </w:p>
    <w:p w:rsidR="00895AD2" w:rsidRDefault="00895AD2" w:rsidP="00895AD2">
      <w:r>
        <w:t>602.9790</w:t>
      </w:r>
      <w:r>
        <w:tab/>
        <w:t>1.013e0</w:t>
      </w:r>
    </w:p>
    <w:p w:rsidR="00895AD2" w:rsidRDefault="00895AD2" w:rsidP="00895AD2">
      <w:r>
        <w:t>603.1699</w:t>
      </w:r>
      <w:r>
        <w:tab/>
        <w:t>2.025e0</w:t>
      </w:r>
    </w:p>
    <w:p w:rsidR="00895AD2" w:rsidRDefault="00895AD2" w:rsidP="00895AD2">
      <w:r>
        <w:t>603.2889</w:t>
      </w:r>
      <w:r>
        <w:tab/>
        <w:t>2.025e0</w:t>
      </w:r>
    </w:p>
    <w:p w:rsidR="00895AD2" w:rsidRDefault="00895AD2" w:rsidP="00895AD2">
      <w:r>
        <w:t>603.4457</w:t>
      </w:r>
      <w:r>
        <w:tab/>
        <w:t>2.025e0</w:t>
      </w:r>
    </w:p>
    <w:p w:rsidR="00895AD2" w:rsidRDefault="00895AD2" w:rsidP="00895AD2">
      <w:r>
        <w:lastRenderedPageBreak/>
        <w:t>603.7726</w:t>
      </w:r>
      <w:r>
        <w:tab/>
        <w:t>2.025e0</w:t>
      </w:r>
    </w:p>
    <w:p w:rsidR="00895AD2" w:rsidRDefault="00895AD2" w:rsidP="00895AD2">
      <w:r>
        <w:t>603.8427</w:t>
      </w:r>
      <w:r>
        <w:tab/>
        <w:t>2.025e0</w:t>
      </w:r>
    </w:p>
    <w:p w:rsidR="00895AD2" w:rsidRDefault="00895AD2" w:rsidP="00895AD2">
      <w:r>
        <w:t>604.1632</w:t>
      </w:r>
      <w:r>
        <w:tab/>
        <w:t>2.025e0</w:t>
      </w:r>
    </w:p>
    <w:p w:rsidR="00895AD2" w:rsidRDefault="00895AD2" w:rsidP="00895AD2">
      <w:r>
        <w:t>604.2715</w:t>
      </w:r>
      <w:r>
        <w:tab/>
        <w:t>1.013e0</w:t>
      </w:r>
    </w:p>
    <w:p w:rsidR="00895AD2" w:rsidRDefault="00895AD2" w:rsidP="00895AD2">
      <w:r>
        <w:t>604.3521</w:t>
      </w:r>
      <w:r>
        <w:tab/>
        <w:t>4.051e0</w:t>
      </w:r>
    </w:p>
    <w:p w:rsidR="00895AD2" w:rsidRDefault="00895AD2" w:rsidP="00895AD2">
      <w:r>
        <w:t>604.4542</w:t>
      </w:r>
      <w:r>
        <w:tab/>
        <w:t>2.025e0</w:t>
      </w:r>
    </w:p>
    <w:p w:rsidR="00895AD2" w:rsidRDefault="00895AD2" w:rsidP="00895AD2">
      <w:r>
        <w:t>604.7911</w:t>
      </w:r>
      <w:r>
        <w:tab/>
        <w:t>1.013e0</w:t>
      </w:r>
    </w:p>
    <w:p w:rsidR="00895AD2" w:rsidRDefault="00895AD2" w:rsidP="00895AD2">
      <w:r>
        <w:t>604.9240</w:t>
      </w:r>
      <w:r>
        <w:tab/>
        <w:t>1.013e0</w:t>
      </w:r>
    </w:p>
    <w:p w:rsidR="00895AD2" w:rsidRDefault="00895AD2" w:rsidP="00895AD2">
      <w:r>
        <w:t>605.0211</w:t>
      </w:r>
      <w:r>
        <w:tab/>
        <w:t>1.013e0</w:t>
      </w:r>
    </w:p>
    <w:p w:rsidR="00895AD2" w:rsidRDefault="00895AD2" w:rsidP="00895AD2">
      <w:r>
        <w:t>605.1575</w:t>
      </w:r>
      <w:r>
        <w:tab/>
        <w:t>2.025e0</w:t>
      </w:r>
    </w:p>
    <w:p w:rsidR="00895AD2" w:rsidRDefault="00895AD2" w:rsidP="00895AD2">
      <w:r>
        <w:t>605.2469</w:t>
      </w:r>
      <w:r>
        <w:tab/>
        <w:t>2.025e0</w:t>
      </w:r>
    </w:p>
    <w:p w:rsidR="00895AD2" w:rsidRDefault="00895AD2" w:rsidP="00895AD2">
      <w:r>
        <w:t>605.3973</w:t>
      </w:r>
      <w:r>
        <w:tab/>
        <w:t>5.063e0</w:t>
      </w:r>
    </w:p>
    <w:p w:rsidR="00895AD2" w:rsidRDefault="00895AD2" w:rsidP="00895AD2">
      <w:r>
        <w:t>605.9609</w:t>
      </w:r>
      <w:r>
        <w:tab/>
        <w:t>2.025e0</w:t>
      </w:r>
    </w:p>
    <w:p w:rsidR="00895AD2" w:rsidRDefault="00895AD2" w:rsidP="00895AD2">
      <w:r>
        <w:t>606.2619</w:t>
      </w:r>
      <w:r>
        <w:tab/>
        <w:t>1.013e0</w:t>
      </w:r>
    </w:p>
    <w:p w:rsidR="00895AD2" w:rsidRDefault="00895AD2" w:rsidP="00895AD2">
      <w:r>
        <w:t>606.3653</w:t>
      </w:r>
      <w:r>
        <w:tab/>
        <w:t>1.013e0</w:t>
      </w:r>
    </w:p>
    <w:p w:rsidR="00895AD2" w:rsidRDefault="00895AD2" w:rsidP="00895AD2">
      <w:r>
        <w:t>606.4506</w:t>
      </w:r>
      <w:r>
        <w:tab/>
        <w:t>2.025e0</w:t>
      </w:r>
    </w:p>
    <w:p w:rsidR="00895AD2" w:rsidRDefault="00895AD2" w:rsidP="00895AD2">
      <w:r>
        <w:t>606.5423</w:t>
      </w:r>
      <w:r>
        <w:tab/>
        <w:t>1.013e0</w:t>
      </w:r>
    </w:p>
    <w:p w:rsidR="00895AD2" w:rsidRDefault="00895AD2" w:rsidP="00895AD2">
      <w:r>
        <w:t>606.6358</w:t>
      </w:r>
      <w:r>
        <w:tab/>
        <w:t>1.013e0</w:t>
      </w:r>
    </w:p>
    <w:p w:rsidR="00895AD2" w:rsidRDefault="00895AD2" w:rsidP="00895AD2">
      <w:r>
        <w:t>606.7736</w:t>
      </w:r>
      <w:r>
        <w:tab/>
        <w:t>1.013e0</w:t>
      </w:r>
    </w:p>
    <w:p w:rsidR="00895AD2" w:rsidRDefault="00895AD2" w:rsidP="00895AD2">
      <w:r>
        <w:lastRenderedPageBreak/>
        <w:t>606.8228</w:t>
      </w:r>
      <w:r>
        <w:tab/>
        <w:t>1.013e0</w:t>
      </w:r>
    </w:p>
    <w:p w:rsidR="00895AD2" w:rsidRDefault="00895AD2" w:rsidP="00895AD2">
      <w:r>
        <w:t>606.9506</w:t>
      </w:r>
      <w:r>
        <w:tab/>
        <w:t>1.013e0</w:t>
      </w:r>
    </w:p>
    <w:p w:rsidR="00895AD2" w:rsidRDefault="00895AD2" w:rsidP="00895AD2">
      <w:r>
        <w:t>607.2687</w:t>
      </w:r>
      <w:r>
        <w:tab/>
        <w:t>1.656e2</w:t>
      </w:r>
    </w:p>
    <w:p w:rsidR="00895AD2" w:rsidRDefault="00895AD2" w:rsidP="00895AD2">
      <w:r>
        <w:t>607.4367</w:t>
      </w:r>
      <w:r>
        <w:tab/>
        <w:t>3.038e0</w:t>
      </w:r>
    </w:p>
    <w:p w:rsidR="00895AD2" w:rsidRDefault="00895AD2" w:rsidP="00895AD2">
      <w:r>
        <w:t>607.5522</w:t>
      </w:r>
      <w:r>
        <w:tab/>
        <w:t>2.025e0</w:t>
      </w:r>
    </w:p>
    <w:p w:rsidR="00895AD2" w:rsidRDefault="00895AD2" w:rsidP="00895AD2">
      <w:r>
        <w:t>607.6216</w:t>
      </w:r>
      <w:r>
        <w:tab/>
        <w:t>1.013e0</w:t>
      </w:r>
    </w:p>
    <w:p w:rsidR="00895AD2" w:rsidRDefault="00895AD2" w:rsidP="00895AD2">
      <w:r>
        <w:t>607.6859</w:t>
      </w:r>
      <w:r>
        <w:tab/>
        <w:t>1.013e0</w:t>
      </w:r>
    </w:p>
    <w:p w:rsidR="00895AD2" w:rsidRDefault="00895AD2" w:rsidP="00895AD2">
      <w:r>
        <w:t>607.7858</w:t>
      </w:r>
      <w:r>
        <w:tab/>
        <w:t>3.038e0</w:t>
      </w:r>
    </w:p>
    <w:p w:rsidR="00895AD2" w:rsidRDefault="00895AD2" w:rsidP="00895AD2">
      <w:r>
        <w:t>607.9073</w:t>
      </w:r>
      <w:r>
        <w:tab/>
        <w:t>3.038e0</w:t>
      </w:r>
    </w:p>
    <w:p w:rsidR="00895AD2" w:rsidRDefault="00895AD2" w:rsidP="00895AD2">
      <w:r>
        <w:t>608.0814</w:t>
      </w:r>
      <w:r>
        <w:tab/>
        <w:t>1.013e0</w:t>
      </w:r>
    </w:p>
    <w:p w:rsidR="00895AD2" w:rsidRDefault="00895AD2" w:rsidP="00895AD2">
      <w:r>
        <w:t>608.2693</w:t>
      </w:r>
      <w:r>
        <w:tab/>
        <w:t>5.068e1</w:t>
      </w:r>
    </w:p>
    <w:p w:rsidR="00895AD2" w:rsidRDefault="00895AD2" w:rsidP="00895AD2">
      <w:r>
        <w:t>608.4009</w:t>
      </w:r>
      <w:r>
        <w:tab/>
        <w:t>3.038e0</w:t>
      </w:r>
    </w:p>
    <w:p w:rsidR="00895AD2" w:rsidRDefault="00895AD2" w:rsidP="00895AD2">
      <w:r>
        <w:t>608.6096</w:t>
      </w:r>
      <w:r>
        <w:tab/>
        <w:t>5.063e0</w:t>
      </w:r>
    </w:p>
    <w:p w:rsidR="00895AD2" w:rsidRDefault="00895AD2" w:rsidP="00895AD2">
      <w:r>
        <w:t>608.7585</w:t>
      </w:r>
      <w:r>
        <w:tab/>
        <w:t>2.025e0</w:t>
      </w:r>
    </w:p>
    <w:p w:rsidR="00895AD2" w:rsidRDefault="00895AD2" w:rsidP="00895AD2">
      <w:r>
        <w:t>608.8836</w:t>
      </w:r>
      <w:r>
        <w:tab/>
        <w:t>1.013e0</w:t>
      </w:r>
    </w:p>
    <w:p w:rsidR="00895AD2" w:rsidRDefault="00895AD2" w:rsidP="00895AD2">
      <w:r>
        <w:t>609.0365</w:t>
      </w:r>
      <w:r>
        <w:tab/>
        <w:t>1.013e0</w:t>
      </w:r>
    </w:p>
    <w:p w:rsidR="00895AD2" w:rsidRDefault="00895AD2" w:rsidP="00895AD2">
      <w:r>
        <w:t>609.1556</w:t>
      </w:r>
      <w:r>
        <w:tab/>
        <w:t>2.025e0</w:t>
      </w:r>
    </w:p>
    <w:p w:rsidR="00895AD2" w:rsidRDefault="00895AD2" w:rsidP="00895AD2">
      <w:r>
        <w:t>609.2287</w:t>
      </w:r>
      <w:r>
        <w:tab/>
        <w:t>6.076e0</w:t>
      </w:r>
    </w:p>
    <w:p w:rsidR="00895AD2" w:rsidRDefault="00895AD2" w:rsidP="00895AD2">
      <w:r>
        <w:t>609.2822</w:t>
      </w:r>
      <w:r>
        <w:tab/>
        <w:t>1.316e1</w:t>
      </w:r>
    </w:p>
    <w:p w:rsidR="00895AD2" w:rsidRDefault="00895AD2" w:rsidP="00895AD2">
      <w:r>
        <w:lastRenderedPageBreak/>
        <w:t>609.3918</w:t>
      </w:r>
      <w:r>
        <w:tab/>
        <w:t>3.038e0</w:t>
      </w:r>
    </w:p>
    <w:p w:rsidR="00895AD2" w:rsidRDefault="00895AD2" w:rsidP="00895AD2">
      <w:r>
        <w:t>609.4963</w:t>
      </w:r>
      <w:r>
        <w:tab/>
        <w:t>2.025e0</w:t>
      </w:r>
    </w:p>
    <w:p w:rsidR="00895AD2" w:rsidRDefault="00895AD2" w:rsidP="00895AD2">
      <w:r>
        <w:t>609.6550</w:t>
      </w:r>
      <w:r>
        <w:tab/>
        <w:t>1.013e0</w:t>
      </w:r>
    </w:p>
    <w:p w:rsidR="00895AD2" w:rsidRDefault="00895AD2" w:rsidP="00895AD2">
      <w:r>
        <w:t>609.7598</w:t>
      </w:r>
      <w:r>
        <w:tab/>
        <w:t>1.013e0</w:t>
      </w:r>
    </w:p>
    <w:p w:rsidR="00895AD2" w:rsidRDefault="00895AD2" w:rsidP="00895AD2">
      <w:r>
        <w:t>609.9217</w:t>
      </w:r>
      <w:r>
        <w:tab/>
        <w:t>2.025e0</w:t>
      </w:r>
    </w:p>
    <w:p w:rsidR="00895AD2" w:rsidRDefault="00895AD2" w:rsidP="00895AD2">
      <w:r>
        <w:t>610.1415</w:t>
      </w:r>
      <w:r>
        <w:tab/>
        <w:t>2.025e0</w:t>
      </w:r>
    </w:p>
    <w:p w:rsidR="00895AD2" w:rsidRDefault="00895AD2" w:rsidP="00895AD2">
      <w:r>
        <w:t>610.2059</w:t>
      </w:r>
      <w:r>
        <w:tab/>
        <w:t>3.038e0</w:t>
      </w:r>
    </w:p>
    <w:p w:rsidR="00895AD2" w:rsidRDefault="00895AD2" w:rsidP="00895AD2">
      <w:r>
        <w:t>610.2539</w:t>
      </w:r>
      <w:r>
        <w:tab/>
        <w:t>3.278e0</w:t>
      </w:r>
    </w:p>
    <w:p w:rsidR="00895AD2" w:rsidRDefault="00895AD2" w:rsidP="00895AD2">
      <w:r>
        <w:t>610.4391</w:t>
      </w:r>
      <w:r>
        <w:tab/>
        <w:t>3.038e0</w:t>
      </w:r>
    </w:p>
    <w:p w:rsidR="00895AD2" w:rsidRDefault="00895AD2" w:rsidP="00895AD2">
      <w:r>
        <w:t>610.5698</w:t>
      </w:r>
      <w:r>
        <w:tab/>
        <w:t>1.013e1</w:t>
      </w:r>
    </w:p>
    <w:p w:rsidR="00895AD2" w:rsidRDefault="00895AD2" w:rsidP="00895AD2">
      <w:r>
        <w:t>610.8150</w:t>
      </w:r>
      <w:r>
        <w:tab/>
        <w:t>1.013e0</w:t>
      </w:r>
    </w:p>
    <w:p w:rsidR="00895AD2" w:rsidRDefault="00895AD2" w:rsidP="00895AD2">
      <w:r>
        <w:t>610.8882</w:t>
      </w:r>
      <w:r>
        <w:tab/>
        <w:t>1.013e0</w:t>
      </w:r>
    </w:p>
    <w:p w:rsidR="00895AD2" w:rsidRDefault="00895AD2" w:rsidP="00895AD2">
      <w:r>
        <w:t>611.0876</w:t>
      </w:r>
      <w:r>
        <w:tab/>
        <w:t>1.013e0</w:t>
      </w:r>
    </w:p>
    <w:p w:rsidR="00895AD2" w:rsidRDefault="00895AD2" w:rsidP="00895AD2">
      <w:r>
        <w:t>611.1754</w:t>
      </w:r>
      <w:r>
        <w:tab/>
        <w:t>1.013e0</w:t>
      </w:r>
    </w:p>
    <w:p w:rsidR="00895AD2" w:rsidRDefault="00895AD2" w:rsidP="00895AD2">
      <w:r>
        <w:t>611.2421</w:t>
      </w:r>
      <w:r>
        <w:tab/>
        <w:t>5.063e0</w:t>
      </w:r>
    </w:p>
    <w:p w:rsidR="00895AD2" w:rsidRDefault="00895AD2" w:rsidP="00895AD2">
      <w:r>
        <w:t>611.3840</w:t>
      </w:r>
      <w:r>
        <w:tab/>
        <w:t>4.051e0</w:t>
      </w:r>
    </w:p>
    <w:p w:rsidR="00895AD2" w:rsidRDefault="00895AD2" w:rsidP="00895AD2">
      <w:r>
        <w:t>611.5698</w:t>
      </w:r>
      <w:r>
        <w:tab/>
        <w:t>3.038e0</w:t>
      </w:r>
    </w:p>
    <w:p w:rsidR="00895AD2" w:rsidRDefault="00895AD2" w:rsidP="00895AD2">
      <w:r>
        <w:t>611.6514</w:t>
      </w:r>
      <w:r>
        <w:tab/>
        <w:t>1.013e0</w:t>
      </w:r>
    </w:p>
    <w:p w:rsidR="00895AD2" w:rsidRDefault="00895AD2" w:rsidP="00895AD2">
      <w:r>
        <w:t>611.8646</w:t>
      </w:r>
      <w:r>
        <w:tab/>
        <w:t>1.013e0</w:t>
      </w:r>
    </w:p>
    <w:p w:rsidR="00895AD2" w:rsidRDefault="00895AD2" w:rsidP="00895AD2">
      <w:r>
        <w:lastRenderedPageBreak/>
        <w:t>612.1547</w:t>
      </w:r>
      <w:r>
        <w:tab/>
        <w:t>1.013e0</w:t>
      </w:r>
    </w:p>
    <w:p w:rsidR="00895AD2" w:rsidRDefault="00895AD2" w:rsidP="00895AD2">
      <w:r>
        <w:t>612.3296</w:t>
      </w:r>
      <w:r>
        <w:tab/>
        <w:t>4.051e0</w:t>
      </w:r>
    </w:p>
    <w:p w:rsidR="00895AD2" w:rsidRDefault="00895AD2" w:rsidP="00895AD2">
      <w:r>
        <w:t>612.4201</w:t>
      </w:r>
      <w:r>
        <w:tab/>
        <w:t>2.720e0</w:t>
      </w:r>
    </w:p>
    <w:p w:rsidR="00895AD2" w:rsidRDefault="00895AD2" w:rsidP="00895AD2">
      <w:r>
        <w:t>612.6094</w:t>
      </w:r>
      <w:r>
        <w:tab/>
        <w:t>2.025e0</w:t>
      </w:r>
    </w:p>
    <w:p w:rsidR="00895AD2" w:rsidRDefault="00895AD2" w:rsidP="00895AD2">
      <w:r>
        <w:t>612.7286</w:t>
      </w:r>
      <w:r>
        <w:tab/>
        <w:t>1.013e0</w:t>
      </w:r>
    </w:p>
    <w:p w:rsidR="00895AD2" w:rsidRDefault="00895AD2" w:rsidP="00895AD2">
      <w:r>
        <w:t>613.1193</w:t>
      </w:r>
      <w:r>
        <w:tab/>
        <w:t>1.013e0</w:t>
      </w:r>
    </w:p>
    <w:p w:rsidR="00895AD2" w:rsidRDefault="00895AD2" w:rsidP="00895AD2">
      <w:r>
        <w:t>613.2557</w:t>
      </w:r>
      <w:r>
        <w:tab/>
        <w:t>1.013e0</w:t>
      </w:r>
    </w:p>
    <w:p w:rsidR="00895AD2" w:rsidRDefault="00895AD2" w:rsidP="00895AD2">
      <w:r>
        <w:t>613.3466</w:t>
      </w:r>
      <w:r>
        <w:tab/>
        <w:t>1.013e0</w:t>
      </w:r>
    </w:p>
    <w:p w:rsidR="00895AD2" w:rsidRDefault="00895AD2" w:rsidP="00895AD2">
      <w:r>
        <w:t>613.4532</w:t>
      </w:r>
      <w:r>
        <w:tab/>
        <w:t>2.025e0</w:t>
      </w:r>
    </w:p>
    <w:p w:rsidR="00895AD2" w:rsidRDefault="00895AD2" w:rsidP="00895AD2">
      <w:r>
        <w:t>613.6111</w:t>
      </w:r>
      <w:r>
        <w:tab/>
        <w:t>1.013e0</w:t>
      </w:r>
    </w:p>
    <w:p w:rsidR="00895AD2" w:rsidRDefault="00895AD2" w:rsidP="00895AD2">
      <w:r>
        <w:t>613.9993</w:t>
      </w:r>
      <w:r>
        <w:tab/>
        <w:t>1.013e0</w:t>
      </w:r>
    </w:p>
    <w:p w:rsidR="00895AD2" w:rsidRDefault="00895AD2" w:rsidP="00895AD2">
      <w:r>
        <w:t>614.1064</w:t>
      </w:r>
      <w:r>
        <w:tab/>
        <w:t>2.025e0</w:t>
      </w:r>
    </w:p>
    <w:p w:rsidR="00895AD2" w:rsidRDefault="00895AD2" w:rsidP="00895AD2">
      <w:r>
        <w:t>614.1799</w:t>
      </w:r>
      <w:r>
        <w:tab/>
        <w:t>1.013e0</w:t>
      </w:r>
    </w:p>
    <w:p w:rsidR="00895AD2" w:rsidRDefault="00895AD2" w:rsidP="00895AD2">
      <w:r>
        <w:t>614.2817</w:t>
      </w:r>
      <w:r>
        <w:tab/>
        <w:t>1.013e0</w:t>
      </w:r>
    </w:p>
    <w:p w:rsidR="00895AD2" w:rsidRDefault="00895AD2" w:rsidP="00895AD2">
      <w:r>
        <w:t>614.3620</w:t>
      </w:r>
      <w:r>
        <w:tab/>
        <w:t>2.025e0</w:t>
      </w:r>
    </w:p>
    <w:p w:rsidR="00895AD2" w:rsidRDefault="00895AD2" w:rsidP="00895AD2">
      <w:r>
        <w:t>614.4896</w:t>
      </w:r>
      <w:r>
        <w:tab/>
        <w:t>2.025e0</w:t>
      </w:r>
    </w:p>
    <w:p w:rsidR="00895AD2" w:rsidRDefault="00895AD2" w:rsidP="00895AD2">
      <w:r>
        <w:t>614.8318</w:t>
      </w:r>
      <w:r>
        <w:tab/>
        <w:t>1.013e0</w:t>
      </w:r>
    </w:p>
    <w:p w:rsidR="00895AD2" w:rsidRDefault="00895AD2" w:rsidP="00895AD2">
      <w:r>
        <w:t>614.9526</w:t>
      </w:r>
      <w:r>
        <w:tab/>
        <w:t>1.013e0</w:t>
      </w:r>
    </w:p>
    <w:p w:rsidR="00895AD2" w:rsidRDefault="00895AD2" w:rsidP="00895AD2">
      <w:r>
        <w:t>615.0536</w:t>
      </w:r>
      <w:r>
        <w:tab/>
        <w:t>2.025e0</w:t>
      </w:r>
    </w:p>
    <w:p w:rsidR="00895AD2" w:rsidRDefault="00895AD2" w:rsidP="00895AD2">
      <w:r>
        <w:lastRenderedPageBreak/>
        <w:t>615.3029</w:t>
      </w:r>
      <w:r>
        <w:tab/>
        <w:t>3.038e0</w:t>
      </w:r>
    </w:p>
    <w:p w:rsidR="00895AD2" w:rsidRDefault="00895AD2" w:rsidP="00895AD2">
      <w:r>
        <w:t>615.3589</w:t>
      </w:r>
      <w:r>
        <w:tab/>
        <w:t>1.013e0</w:t>
      </w:r>
    </w:p>
    <w:p w:rsidR="00895AD2" w:rsidRDefault="00895AD2" w:rsidP="00895AD2">
      <w:r>
        <w:t>615.4467</w:t>
      </w:r>
      <w:r>
        <w:tab/>
        <w:t>1.013e0</w:t>
      </w:r>
    </w:p>
    <w:p w:rsidR="00895AD2" w:rsidRDefault="00895AD2" w:rsidP="00895AD2">
      <w:r>
        <w:t>615.5792</w:t>
      </w:r>
      <w:r>
        <w:tab/>
        <w:t>1.013e0</w:t>
      </w:r>
    </w:p>
    <w:p w:rsidR="00895AD2" w:rsidRDefault="00895AD2" w:rsidP="00895AD2">
      <w:r>
        <w:t>615.6740</w:t>
      </w:r>
      <w:r>
        <w:tab/>
        <w:t>1.013e0</w:t>
      </w:r>
    </w:p>
    <w:p w:rsidR="00895AD2" w:rsidRDefault="00895AD2" w:rsidP="00895AD2">
      <w:r>
        <w:t>616.0101</w:t>
      </w:r>
      <w:r>
        <w:tab/>
        <w:t>1.013e0</w:t>
      </w:r>
    </w:p>
    <w:p w:rsidR="00895AD2" w:rsidRDefault="00895AD2" w:rsidP="00895AD2">
      <w:r>
        <w:t>616.0817</w:t>
      </w:r>
      <w:r>
        <w:tab/>
        <w:t>2.025e0</w:t>
      </w:r>
    </w:p>
    <w:p w:rsidR="00895AD2" w:rsidRDefault="00895AD2" w:rsidP="00895AD2">
      <w:r>
        <w:t>616.1797</w:t>
      </w:r>
      <w:r>
        <w:tab/>
        <w:t>2.025e0</w:t>
      </w:r>
    </w:p>
    <w:p w:rsidR="00895AD2" w:rsidRDefault="00895AD2" w:rsidP="00895AD2">
      <w:r>
        <w:t>616.3853</w:t>
      </w:r>
      <w:r>
        <w:tab/>
        <w:t>3.038e0</w:t>
      </w:r>
    </w:p>
    <w:p w:rsidR="00895AD2" w:rsidRDefault="00895AD2" w:rsidP="00895AD2">
      <w:r>
        <w:t>616.4973</w:t>
      </w:r>
      <w:r>
        <w:tab/>
        <w:t>3.038e0</w:t>
      </w:r>
    </w:p>
    <w:p w:rsidR="00895AD2" w:rsidRDefault="00895AD2" w:rsidP="00895AD2">
      <w:r>
        <w:t>616.8813</w:t>
      </w:r>
      <w:r>
        <w:tab/>
        <w:t>2.025e0</w:t>
      </w:r>
    </w:p>
    <w:p w:rsidR="00895AD2" w:rsidRDefault="00895AD2" w:rsidP="00895AD2">
      <w:r>
        <w:t>617.2242</w:t>
      </w:r>
      <w:r>
        <w:tab/>
        <w:t>1.013e0</w:t>
      </w:r>
    </w:p>
    <w:p w:rsidR="00895AD2" w:rsidRDefault="00895AD2" w:rsidP="00895AD2">
      <w:r>
        <w:t>617.3332</w:t>
      </w:r>
      <w:r>
        <w:tab/>
        <w:t>1.013e0</w:t>
      </w:r>
    </w:p>
    <w:p w:rsidR="00895AD2" w:rsidRDefault="00895AD2" w:rsidP="00895AD2">
      <w:r>
        <w:t>617.4354</w:t>
      </w:r>
      <w:r>
        <w:tab/>
        <w:t>2.025e0</w:t>
      </w:r>
    </w:p>
    <w:p w:rsidR="00895AD2" w:rsidRDefault="00895AD2" w:rsidP="00895AD2">
      <w:r>
        <w:t>617.6320</w:t>
      </w:r>
      <w:r>
        <w:tab/>
        <w:t>1.013e0</w:t>
      </w:r>
    </w:p>
    <w:p w:rsidR="00895AD2" w:rsidRDefault="00895AD2" w:rsidP="00895AD2">
      <w:r>
        <w:t>617.8588</w:t>
      </w:r>
      <w:r>
        <w:tab/>
        <w:t>5.063e0</w:t>
      </w:r>
    </w:p>
    <w:p w:rsidR="00895AD2" w:rsidRDefault="00895AD2" w:rsidP="00895AD2">
      <w:r>
        <w:t>617.9675</w:t>
      </w:r>
      <w:r>
        <w:tab/>
        <w:t>1.013e0</w:t>
      </w:r>
    </w:p>
    <w:p w:rsidR="00895AD2" w:rsidRDefault="00895AD2" w:rsidP="00895AD2">
      <w:r>
        <w:t>618.2496</w:t>
      </w:r>
      <w:r>
        <w:tab/>
        <w:t>2.025e0</w:t>
      </w:r>
    </w:p>
    <w:p w:rsidR="00895AD2" w:rsidRDefault="00895AD2" w:rsidP="00895AD2">
      <w:r>
        <w:t>618.4318</w:t>
      </w:r>
      <w:r>
        <w:tab/>
        <w:t>3.038e0</w:t>
      </w:r>
    </w:p>
    <w:p w:rsidR="00895AD2" w:rsidRDefault="00895AD2" w:rsidP="00895AD2">
      <w:r>
        <w:lastRenderedPageBreak/>
        <w:t>618.5312</w:t>
      </w:r>
      <w:r>
        <w:tab/>
        <w:t>2.025e0</w:t>
      </w:r>
    </w:p>
    <w:p w:rsidR="00895AD2" w:rsidRDefault="00895AD2" w:rsidP="00895AD2">
      <w:r>
        <w:t>618.6105</w:t>
      </w:r>
      <w:r>
        <w:tab/>
        <w:t>2.025e0</w:t>
      </w:r>
    </w:p>
    <w:p w:rsidR="00895AD2" w:rsidRDefault="00895AD2" w:rsidP="00895AD2">
      <w:r>
        <w:t>618.8416</w:t>
      </w:r>
      <w:r>
        <w:tab/>
        <w:t>1.013e0</w:t>
      </w:r>
    </w:p>
    <w:p w:rsidR="00895AD2" w:rsidRDefault="00895AD2" w:rsidP="00895AD2">
      <w:r>
        <w:t>619.1830</w:t>
      </w:r>
      <w:r>
        <w:tab/>
        <w:t>1.013e0</w:t>
      </w:r>
    </w:p>
    <w:p w:rsidR="00895AD2" w:rsidRDefault="00895AD2" w:rsidP="00895AD2">
      <w:r>
        <w:t>619.3718</w:t>
      </w:r>
      <w:r>
        <w:tab/>
        <w:t>2.025e0</w:t>
      </w:r>
    </w:p>
    <w:p w:rsidR="00895AD2" w:rsidRDefault="00895AD2" w:rsidP="00895AD2">
      <w:r>
        <w:t>619.4340</w:t>
      </w:r>
      <w:r>
        <w:tab/>
        <w:t>3.038e0</w:t>
      </w:r>
    </w:p>
    <w:p w:rsidR="00895AD2" w:rsidRDefault="00895AD2" w:rsidP="00895AD2">
      <w:r>
        <w:t>619.5785</w:t>
      </w:r>
      <w:r>
        <w:tab/>
        <w:t>2.025e0</w:t>
      </w:r>
    </w:p>
    <w:p w:rsidR="00895AD2" w:rsidRDefault="00895AD2" w:rsidP="00895AD2">
      <w:r>
        <w:t>619.9963</w:t>
      </w:r>
      <w:r>
        <w:tab/>
        <w:t>1.013e0</w:t>
      </w:r>
    </w:p>
    <w:p w:rsidR="00895AD2" w:rsidRDefault="00895AD2" w:rsidP="00895AD2">
      <w:r>
        <w:t>620.0450</w:t>
      </w:r>
      <w:r>
        <w:tab/>
        <w:t>1.013e0</w:t>
      </w:r>
    </w:p>
    <w:p w:rsidR="00895AD2" w:rsidRDefault="00895AD2" w:rsidP="00895AD2">
      <w:r>
        <w:t>620.1855</w:t>
      </w:r>
      <w:r>
        <w:tab/>
        <w:t>1.013e0</w:t>
      </w:r>
    </w:p>
    <w:p w:rsidR="00895AD2" w:rsidRDefault="00895AD2" w:rsidP="00895AD2">
      <w:r>
        <w:t>620.3198</w:t>
      </w:r>
      <w:r>
        <w:tab/>
        <w:t>4.051e0</w:t>
      </w:r>
    </w:p>
    <w:p w:rsidR="00895AD2" w:rsidRDefault="00895AD2" w:rsidP="00895AD2">
      <w:r>
        <w:t>620.4487</w:t>
      </w:r>
      <w:r>
        <w:tab/>
        <w:t>2.025e0</w:t>
      </w:r>
    </w:p>
    <w:p w:rsidR="00895AD2" w:rsidRDefault="00895AD2" w:rsidP="00895AD2">
      <w:r>
        <w:t>620.5372</w:t>
      </w:r>
      <w:r>
        <w:tab/>
        <w:t>1.013e0</w:t>
      </w:r>
    </w:p>
    <w:p w:rsidR="00895AD2" w:rsidRDefault="00895AD2" w:rsidP="00895AD2">
      <w:r>
        <w:t>620.7488</w:t>
      </w:r>
      <w:r>
        <w:tab/>
        <w:t>1.013e0</w:t>
      </w:r>
    </w:p>
    <w:p w:rsidR="00895AD2" w:rsidRDefault="00895AD2" w:rsidP="00895AD2">
      <w:r>
        <w:t>620.8195</w:t>
      </w:r>
      <w:r>
        <w:tab/>
        <w:t>1.013e0</w:t>
      </w:r>
    </w:p>
    <w:p w:rsidR="00895AD2" w:rsidRDefault="00895AD2" w:rsidP="00895AD2">
      <w:r>
        <w:t>620.8663</w:t>
      </w:r>
      <w:r>
        <w:tab/>
        <w:t>1.013e0</w:t>
      </w:r>
    </w:p>
    <w:p w:rsidR="00895AD2" w:rsidRDefault="00895AD2" w:rsidP="00895AD2">
      <w:r>
        <w:t>620.9619</w:t>
      </w:r>
      <w:r>
        <w:tab/>
        <w:t>1.013e0</w:t>
      </w:r>
    </w:p>
    <w:p w:rsidR="00895AD2" w:rsidRDefault="00895AD2" w:rsidP="00895AD2">
      <w:r>
        <w:t>621.0256</w:t>
      </w:r>
      <w:r>
        <w:tab/>
        <w:t>2.025e0</w:t>
      </w:r>
    </w:p>
    <w:p w:rsidR="00895AD2" w:rsidRDefault="00895AD2" w:rsidP="00895AD2">
      <w:r>
        <w:t>621.1530</w:t>
      </w:r>
      <w:r>
        <w:tab/>
        <w:t>1.013e0</w:t>
      </w:r>
    </w:p>
    <w:p w:rsidR="00895AD2" w:rsidRDefault="00895AD2" w:rsidP="00895AD2">
      <w:r>
        <w:lastRenderedPageBreak/>
        <w:t>621.2424</w:t>
      </w:r>
      <w:r>
        <w:tab/>
        <w:t>1.013e0</w:t>
      </w:r>
    </w:p>
    <w:p w:rsidR="00895AD2" w:rsidRDefault="00895AD2" w:rsidP="00895AD2">
      <w:r>
        <w:t>621.3259</w:t>
      </w:r>
      <w:r>
        <w:tab/>
        <w:t>5.084e0</w:t>
      </w:r>
    </w:p>
    <w:p w:rsidR="00895AD2" w:rsidRDefault="00895AD2" w:rsidP="00895AD2">
      <w:r>
        <w:t>621.4488</w:t>
      </w:r>
      <w:r>
        <w:tab/>
        <w:t>4.051e0</w:t>
      </w:r>
    </w:p>
    <w:p w:rsidR="00895AD2" w:rsidRDefault="00895AD2" w:rsidP="00895AD2">
      <w:r>
        <w:t>621.5248</w:t>
      </w:r>
      <w:r>
        <w:tab/>
        <w:t>1.013e0</w:t>
      </w:r>
    </w:p>
    <w:p w:rsidR="00895AD2" w:rsidRDefault="00895AD2" w:rsidP="00895AD2">
      <w:r>
        <w:t>621.6955</w:t>
      </w:r>
      <w:r>
        <w:tab/>
        <w:t>2.025e0</w:t>
      </w:r>
    </w:p>
    <w:p w:rsidR="00895AD2" w:rsidRDefault="00895AD2" w:rsidP="00895AD2">
      <w:r>
        <w:t>621.8438</w:t>
      </w:r>
      <w:r>
        <w:tab/>
        <w:t>1.013e0</w:t>
      </w:r>
    </w:p>
    <w:p w:rsidR="00895AD2" w:rsidRDefault="00895AD2" w:rsidP="00895AD2">
      <w:r>
        <w:t>621.9816</w:t>
      </w:r>
      <w:r>
        <w:tab/>
        <w:t>4.051e0</w:t>
      </w:r>
    </w:p>
    <w:p w:rsidR="00895AD2" w:rsidRDefault="00895AD2" w:rsidP="00895AD2">
      <w:r>
        <w:t>622.0696</w:t>
      </w:r>
      <w:r>
        <w:tab/>
        <w:t>1.013e0</w:t>
      </w:r>
    </w:p>
    <w:p w:rsidR="00895AD2" w:rsidRDefault="00895AD2" w:rsidP="00895AD2">
      <w:r>
        <w:t>622.2096</w:t>
      </w:r>
      <w:r>
        <w:tab/>
        <w:t>3.038e0</w:t>
      </w:r>
    </w:p>
    <w:p w:rsidR="00895AD2" w:rsidRDefault="00895AD2" w:rsidP="00895AD2">
      <w:r>
        <w:t>622.3118</w:t>
      </w:r>
      <w:r>
        <w:tab/>
        <w:t>1.013e0</w:t>
      </w:r>
    </w:p>
    <w:p w:rsidR="00895AD2" w:rsidRDefault="00895AD2" w:rsidP="00895AD2">
      <w:r>
        <w:t>622.3862</w:t>
      </w:r>
      <w:r>
        <w:tab/>
        <w:t>2.025e0</w:t>
      </w:r>
    </w:p>
    <w:p w:rsidR="00895AD2" w:rsidRDefault="00895AD2" w:rsidP="00895AD2">
      <w:r>
        <w:t>622.5139</w:t>
      </w:r>
      <w:r>
        <w:tab/>
        <w:t>1.013e0</w:t>
      </w:r>
    </w:p>
    <w:p w:rsidR="00895AD2" w:rsidRDefault="00895AD2" w:rsidP="00895AD2">
      <w:r>
        <w:t>622.8439</w:t>
      </w:r>
      <w:r>
        <w:tab/>
        <w:t>1.013e0</w:t>
      </w:r>
    </w:p>
    <w:p w:rsidR="00895AD2" w:rsidRDefault="00895AD2" w:rsidP="00895AD2">
      <w:r>
        <w:t>622.9930</w:t>
      </w:r>
      <w:r>
        <w:tab/>
        <w:t>1.013e0</w:t>
      </w:r>
    </w:p>
    <w:p w:rsidR="00895AD2" w:rsidRDefault="00895AD2" w:rsidP="00895AD2">
      <w:r>
        <w:t>623.0720</w:t>
      </w:r>
      <w:r>
        <w:tab/>
        <w:t>1.013e0</w:t>
      </w:r>
    </w:p>
    <w:p w:rsidR="00895AD2" w:rsidRDefault="00895AD2" w:rsidP="00895AD2">
      <w:r>
        <w:t>623.2274</w:t>
      </w:r>
      <w:r>
        <w:tab/>
        <w:t>1.013e0</w:t>
      </w:r>
    </w:p>
    <w:p w:rsidR="00895AD2" w:rsidRDefault="00895AD2" w:rsidP="00895AD2">
      <w:r>
        <w:t>623.4299</w:t>
      </w:r>
      <w:r>
        <w:tab/>
        <w:t>1.013e0</w:t>
      </w:r>
    </w:p>
    <w:p w:rsidR="00895AD2" w:rsidRDefault="00895AD2" w:rsidP="00895AD2">
      <w:r>
        <w:t>623.8990</w:t>
      </w:r>
      <w:r>
        <w:tab/>
        <w:t>1.013e0</w:t>
      </w:r>
    </w:p>
    <w:p w:rsidR="00895AD2" w:rsidRDefault="00895AD2" w:rsidP="00895AD2">
      <w:r>
        <w:t>624.3118</w:t>
      </w:r>
      <w:r>
        <w:tab/>
        <w:t>2.025e0</w:t>
      </w:r>
    </w:p>
    <w:p w:rsidR="00895AD2" w:rsidRDefault="00895AD2" w:rsidP="00895AD2">
      <w:r>
        <w:lastRenderedPageBreak/>
        <w:t>624.4432</w:t>
      </w:r>
      <w:r>
        <w:tab/>
        <w:t>2.025e0</w:t>
      </w:r>
    </w:p>
    <w:p w:rsidR="00895AD2" w:rsidRDefault="00895AD2" w:rsidP="00895AD2">
      <w:r>
        <w:t>624.4965</w:t>
      </w:r>
      <w:r>
        <w:tab/>
        <w:t>2.025e0</w:t>
      </w:r>
    </w:p>
    <w:p w:rsidR="00895AD2" w:rsidRDefault="00895AD2" w:rsidP="00895AD2">
      <w:r>
        <w:t>624.5712</w:t>
      </w:r>
      <w:r>
        <w:tab/>
        <w:t>1.013e0</w:t>
      </w:r>
    </w:p>
    <w:p w:rsidR="00895AD2" w:rsidRDefault="00895AD2" w:rsidP="00895AD2">
      <w:r>
        <w:t>624.8804</w:t>
      </w:r>
      <w:r>
        <w:tab/>
        <w:t>3.038e0</w:t>
      </w:r>
    </w:p>
    <w:p w:rsidR="00895AD2" w:rsidRDefault="00895AD2" w:rsidP="00895AD2">
      <w:r>
        <w:t>625.1108</w:t>
      </w:r>
      <w:r>
        <w:tab/>
        <w:t>1.013e0</w:t>
      </w:r>
    </w:p>
    <w:p w:rsidR="00895AD2" w:rsidRDefault="00895AD2" w:rsidP="00895AD2">
      <w:r>
        <w:t>625.4473</w:t>
      </w:r>
      <w:r>
        <w:tab/>
        <w:t>1.013e0</w:t>
      </w:r>
    </w:p>
    <w:p w:rsidR="00895AD2" w:rsidRDefault="00895AD2" w:rsidP="00895AD2">
      <w:r>
        <w:t>625.5969</w:t>
      </w:r>
      <w:r>
        <w:tab/>
        <w:t>1.013e0</w:t>
      </w:r>
    </w:p>
    <w:p w:rsidR="00895AD2" w:rsidRDefault="00895AD2" w:rsidP="00895AD2">
      <w:r>
        <w:t>625.9285</w:t>
      </w:r>
      <w:r>
        <w:tab/>
        <w:t>1.013e0</w:t>
      </w:r>
    </w:p>
    <w:p w:rsidR="00895AD2" w:rsidRDefault="00895AD2" w:rsidP="00895AD2">
      <w:r>
        <w:t>626.0767</w:t>
      </w:r>
      <w:r>
        <w:tab/>
        <w:t>1.013e0</w:t>
      </w:r>
    </w:p>
    <w:p w:rsidR="00895AD2" w:rsidRDefault="00895AD2" w:rsidP="00895AD2">
      <w:r>
        <w:t>626.3226</w:t>
      </w:r>
      <w:r>
        <w:tab/>
        <w:t>1.013e0</w:t>
      </w:r>
    </w:p>
    <w:p w:rsidR="00895AD2" w:rsidRDefault="00895AD2" w:rsidP="00895AD2">
      <w:r>
        <w:t>626.3780</w:t>
      </w:r>
      <w:r>
        <w:tab/>
        <w:t>1.013e0</w:t>
      </w:r>
    </w:p>
    <w:p w:rsidR="00895AD2" w:rsidRDefault="00895AD2" w:rsidP="00895AD2">
      <w:r>
        <w:t>626.4993</w:t>
      </w:r>
      <w:r>
        <w:tab/>
        <w:t>1.013e0</w:t>
      </w:r>
    </w:p>
    <w:p w:rsidR="00895AD2" w:rsidRDefault="00895AD2" w:rsidP="00895AD2">
      <w:r>
        <w:t>626.6456</w:t>
      </w:r>
      <w:r>
        <w:tab/>
        <w:t>2.025e0</w:t>
      </w:r>
    </w:p>
    <w:p w:rsidR="00895AD2" w:rsidRDefault="00895AD2" w:rsidP="00895AD2">
      <w:r>
        <w:t>626.7798</w:t>
      </w:r>
      <w:r>
        <w:tab/>
        <w:t>1.013e0</w:t>
      </w:r>
    </w:p>
    <w:p w:rsidR="00895AD2" w:rsidRDefault="00895AD2" w:rsidP="00895AD2">
      <w:r>
        <w:t>626.9563</w:t>
      </w:r>
      <w:r>
        <w:tab/>
        <w:t>1.013e0</w:t>
      </w:r>
    </w:p>
    <w:p w:rsidR="00895AD2" w:rsidRDefault="00895AD2" w:rsidP="00895AD2">
      <w:r>
        <w:t>627.4120</w:t>
      </w:r>
      <w:r>
        <w:tab/>
        <w:t>1.013e0</w:t>
      </w:r>
    </w:p>
    <w:p w:rsidR="00895AD2" w:rsidRDefault="00895AD2" w:rsidP="00895AD2">
      <w:r>
        <w:t>627.4649</w:t>
      </w:r>
      <w:r>
        <w:tab/>
        <w:t>1.013e0</w:t>
      </w:r>
    </w:p>
    <w:p w:rsidR="00895AD2" w:rsidRDefault="00895AD2" w:rsidP="00895AD2">
      <w:r>
        <w:t>627.5673</w:t>
      </w:r>
      <w:r>
        <w:tab/>
        <w:t>1.013e0</w:t>
      </w:r>
    </w:p>
    <w:p w:rsidR="00895AD2" w:rsidRDefault="00895AD2" w:rsidP="00895AD2">
      <w:r>
        <w:t>627.9535</w:t>
      </w:r>
      <w:r>
        <w:tab/>
        <w:t>1.013e0</w:t>
      </w:r>
    </w:p>
    <w:p w:rsidR="00895AD2" w:rsidRDefault="00895AD2" w:rsidP="00895AD2">
      <w:r>
        <w:lastRenderedPageBreak/>
        <w:t>628.1682</w:t>
      </w:r>
      <w:r>
        <w:tab/>
        <w:t>1.013e0</w:t>
      </w:r>
    </w:p>
    <w:p w:rsidR="00895AD2" w:rsidRDefault="00895AD2" w:rsidP="00895AD2">
      <w:r>
        <w:t>628.2426</w:t>
      </w:r>
      <w:r>
        <w:tab/>
        <w:t>3.038e0</w:t>
      </w:r>
    </w:p>
    <w:p w:rsidR="00895AD2" w:rsidRDefault="00895AD2" w:rsidP="00895AD2">
      <w:r>
        <w:t>628.3425</w:t>
      </w:r>
      <w:r>
        <w:tab/>
        <w:t>2.025e0</w:t>
      </w:r>
    </w:p>
    <w:p w:rsidR="00895AD2" w:rsidRDefault="00895AD2" w:rsidP="00895AD2">
      <w:r>
        <w:t>628.4698</w:t>
      </w:r>
      <w:r>
        <w:tab/>
        <w:t>3.038e0</w:t>
      </w:r>
    </w:p>
    <w:p w:rsidR="00895AD2" w:rsidRDefault="00895AD2" w:rsidP="00895AD2">
      <w:r>
        <w:t>628.6404</w:t>
      </w:r>
      <w:r>
        <w:tab/>
        <w:t>1.013e0</w:t>
      </w:r>
    </w:p>
    <w:p w:rsidR="00895AD2" w:rsidRDefault="00895AD2" w:rsidP="00895AD2">
      <w:r>
        <w:t>628.7802</w:t>
      </w:r>
      <w:r>
        <w:tab/>
        <w:t>1.013e0</w:t>
      </w:r>
    </w:p>
    <w:p w:rsidR="00895AD2" w:rsidRDefault="00895AD2" w:rsidP="00895AD2">
      <w:r>
        <w:t>628.8877</w:t>
      </w:r>
      <w:r>
        <w:tab/>
        <w:t>1.013e0</w:t>
      </w:r>
    </w:p>
    <w:p w:rsidR="00895AD2" w:rsidRDefault="00895AD2" w:rsidP="00895AD2">
      <w:r>
        <w:t>629.1295</w:t>
      </w:r>
      <w:r>
        <w:tab/>
        <w:t>3.038e0</w:t>
      </w:r>
    </w:p>
    <w:p w:rsidR="00895AD2" w:rsidRDefault="00895AD2" w:rsidP="00895AD2">
      <w:r>
        <w:t>629.2399</w:t>
      </w:r>
      <w:r>
        <w:tab/>
        <w:t>5.063e0</w:t>
      </w:r>
    </w:p>
    <w:p w:rsidR="00895AD2" w:rsidRDefault="00895AD2" w:rsidP="00895AD2">
      <w:r>
        <w:t>629.3394</w:t>
      </w:r>
      <w:r>
        <w:tab/>
        <w:t>2.025e0</w:t>
      </w:r>
    </w:p>
    <w:p w:rsidR="00895AD2" w:rsidRDefault="00895AD2" w:rsidP="00895AD2">
      <w:r>
        <w:t>629.5410</w:t>
      </w:r>
      <w:r>
        <w:tab/>
        <w:t>5.063e0</w:t>
      </w:r>
    </w:p>
    <w:p w:rsidR="00895AD2" w:rsidRDefault="00895AD2" w:rsidP="00895AD2">
      <w:r>
        <w:t>629.7459</w:t>
      </w:r>
      <w:r>
        <w:tab/>
        <w:t>1.013e0</w:t>
      </w:r>
    </w:p>
    <w:p w:rsidR="00895AD2" w:rsidRDefault="00895AD2" w:rsidP="00895AD2">
      <w:r>
        <w:t>630.0596</w:t>
      </w:r>
      <w:r>
        <w:tab/>
        <w:t>2.025e0</w:t>
      </w:r>
    </w:p>
    <w:p w:rsidR="00895AD2" w:rsidRDefault="00895AD2" w:rsidP="00895AD2">
      <w:r>
        <w:t>630.2905</w:t>
      </w:r>
      <w:r>
        <w:tab/>
        <w:t>1.013e0</w:t>
      </w:r>
    </w:p>
    <w:p w:rsidR="00895AD2" w:rsidRDefault="00895AD2" w:rsidP="00895AD2">
      <w:r>
        <w:t>630.3779</w:t>
      </w:r>
      <w:r>
        <w:tab/>
        <w:t>1.013e0</w:t>
      </w:r>
    </w:p>
    <w:p w:rsidR="00895AD2" w:rsidRDefault="00895AD2" w:rsidP="00895AD2">
      <w:r>
        <w:t>630.4611</w:t>
      </w:r>
      <w:r>
        <w:tab/>
        <w:t>4.051e0</w:t>
      </w:r>
    </w:p>
    <w:p w:rsidR="00895AD2" w:rsidRDefault="00895AD2" w:rsidP="00895AD2">
      <w:r>
        <w:t>630.9432</w:t>
      </w:r>
      <w:r>
        <w:tab/>
        <w:t>1.013e0</w:t>
      </w:r>
    </w:p>
    <w:p w:rsidR="00895AD2" w:rsidRDefault="00895AD2" w:rsidP="00895AD2">
      <w:r>
        <w:t>631.1321</w:t>
      </w:r>
      <w:r>
        <w:tab/>
        <w:t>1.013e0</w:t>
      </w:r>
    </w:p>
    <w:p w:rsidR="00895AD2" w:rsidRDefault="00895AD2" w:rsidP="00895AD2">
      <w:r>
        <w:t>631.2544</w:t>
      </w:r>
      <w:r>
        <w:tab/>
        <w:t>1.013e0</w:t>
      </w:r>
    </w:p>
    <w:p w:rsidR="00895AD2" w:rsidRDefault="00895AD2" w:rsidP="00895AD2">
      <w:r>
        <w:lastRenderedPageBreak/>
        <w:t>631.3276</w:t>
      </w:r>
      <w:r>
        <w:tab/>
        <w:t>3.038e0</w:t>
      </w:r>
    </w:p>
    <w:p w:rsidR="00895AD2" w:rsidRDefault="00895AD2" w:rsidP="00895AD2">
      <w:r>
        <w:t>631.4706</w:t>
      </w:r>
      <w:r>
        <w:tab/>
        <w:t>4.051e0</w:t>
      </w:r>
    </w:p>
    <w:p w:rsidR="00895AD2" w:rsidRDefault="00895AD2" w:rsidP="00895AD2">
      <w:r>
        <w:t>631.6932</w:t>
      </w:r>
      <w:r>
        <w:tab/>
        <w:t>1.013e0</w:t>
      </w:r>
    </w:p>
    <w:p w:rsidR="00895AD2" w:rsidRDefault="00895AD2" w:rsidP="00895AD2">
      <w:r>
        <w:t>631.8168</w:t>
      </w:r>
      <w:r>
        <w:tab/>
        <w:t>1.013e0</w:t>
      </w:r>
    </w:p>
    <w:p w:rsidR="00895AD2" w:rsidRDefault="00895AD2" w:rsidP="00895AD2">
      <w:r>
        <w:t>631.9679</w:t>
      </w:r>
      <w:r>
        <w:tab/>
        <w:t>1.013e0</w:t>
      </w:r>
    </w:p>
    <w:p w:rsidR="00895AD2" w:rsidRDefault="00895AD2" w:rsidP="00895AD2">
      <w:r>
        <w:t>632.3082</w:t>
      </w:r>
      <w:r>
        <w:tab/>
        <w:t>4.051e0</w:t>
      </w:r>
    </w:p>
    <w:p w:rsidR="00895AD2" w:rsidRDefault="00895AD2" w:rsidP="00895AD2">
      <w:r>
        <w:t>632.4651</w:t>
      </w:r>
      <w:r>
        <w:tab/>
        <w:t>1.013e0</w:t>
      </w:r>
    </w:p>
    <w:p w:rsidR="00895AD2" w:rsidRDefault="00895AD2" w:rsidP="00895AD2">
      <w:r>
        <w:t>633.0611</w:t>
      </w:r>
      <w:r>
        <w:tab/>
        <w:t>1.013e0</w:t>
      </w:r>
    </w:p>
    <w:p w:rsidR="00895AD2" w:rsidRDefault="00895AD2" w:rsidP="00895AD2">
      <w:r>
        <w:t>633.3579</w:t>
      </w:r>
      <w:r>
        <w:tab/>
        <w:t>2.025e0</w:t>
      </w:r>
    </w:p>
    <w:p w:rsidR="00895AD2" w:rsidRDefault="00895AD2" w:rsidP="00895AD2">
      <w:r>
        <w:t>633.4655</w:t>
      </w:r>
      <w:r>
        <w:tab/>
        <w:t>4.051e0</w:t>
      </w:r>
    </w:p>
    <w:p w:rsidR="00895AD2" w:rsidRDefault="00895AD2" w:rsidP="00895AD2">
      <w:r>
        <w:t>633.6386</w:t>
      </w:r>
      <w:r>
        <w:tab/>
        <w:t>1.013e0</w:t>
      </w:r>
    </w:p>
    <w:p w:rsidR="00895AD2" w:rsidRDefault="00895AD2" w:rsidP="00895AD2">
      <w:r>
        <w:t>633.8496</w:t>
      </w:r>
      <w:r>
        <w:tab/>
        <w:t>1.013e0</w:t>
      </w:r>
    </w:p>
    <w:p w:rsidR="00895AD2" w:rsidRDefault="00895AD2" w:rsidP="00895AD2">
      <w:r>
        <w:t>633.9030</w:t>
      </w:r>
      <w:r>
        <w:tab/>
        <w:t>1.013e0</w:t>
      </w:r>
    </w:p>
    <w:p w:rsidR="00895AD2" w:rsidRDefault="00895AD2" w:rsidP="00895AD2">
      <w:r>
        <w:t>634.1845</w:t>
      </w:r>
      <w:r>
        <w:tab/>
        <w:t>1.013e0</w:t>
      </w:r>
    </w:p>
    <w:p w:rsidR="00895AD2" w:rsidRDefault="00895AD2" w:rsidP="00895AD2">
      <w:r>
        <w:t>634.2766</w:t>
      </w:r>
      <w:r>
        <w:tab/>
        <w:t>2.025e0</w:t>
      </w:r>
    </w:p>
    <w:p w:rsidR="00895AD2" w:rsidRDefault="00895AD2" w:rsidP="00895AD2">
      <w:r>
        <w:t>634.3983</w:t>
      </w:r>
      <w:r>
        <w:tab/>
        <w:t>3.038e0</w:t>
      </w:r>
    </w:p>
    <w:p w:rsidR="00895AD2" w:rsidRDefault="00895AD2" w:rsidP="00895AD2">
      <w:r>
        <w:t>634.4878</w:t>
      </w:r>
      <w:r>
        <w:tab/>
        <w:t>1.013e0</w:t>
      </w:r>
    </w:p>
    <w:p w:rsidR="00895AD2" w:rsidRDefault="00895AD2" w:rsidP="00895AD2">
      <w:r>
        <w:t>634.5799</w:t>
      </w:r>
      <w:r>
        <w:tab/>
        <w:t>2.025e0</w:t>
      </w:r>
    </w:p>
    <w:p w:rsidR="00895AD2" w:rsidRDefault="00895AD2" w:rsidP="00895AD2">
      <w:r>
        <w:t>634.8238</w:t>
      </w:r>
      <w:r>
        <w:tab/>
        <w:t>1.013e0</w:t>
      </w:r>
    </w:p>
    <w:p w:rsidR="00895AD2" w:rsidRDefault="00895AD2" w:rsidP="00895AD2">
      <w:r>
        <w:lastRenderedPageBreak/>
        <w:t>635.1633</w:t>
      </w:r>
      <w:r>
        <w:tab/>
        <w:t>1.013e0</w:t>
      </w:r>
    </w:p>
    <w:p w:rsidR="00895AD2" w:rsidRDefault="00895AD2" w:rsidP="00895AD2">
      <w:r>
        <w:t>635.2358</w:t>
      </w:r>
      <w:r>
        <w:tab/>
        <w:t>1.013e0</w:t>
      </w:r>
    </w:p>
    <w:p w:rsidR="00895AD2" w:rsidRDefault="00895AD2" w:rsidP="00895AD2">
      <w:r>
        <w:t>635.4492</w:t>
      </w:r>
      <w:r>
        <w:tab/>
        <w:t>2.025e0</w:t>
      </w:r>
    </w:p>
    <w:p w:rsidR="00895AD2" w:rsidRDefault="00895AD2" w:rsidP="00895AD2">
      <w:r>
        <w:t>635.5345</w:t>
      </w:r>
      <w:r>
        <w:tab/>
        <w:t>2.025e0</w:t>
      </w:r>
    </w:p>
    <w:p w:rsidR="00895AD2" w:rsidRDefault="00895AD2" w:rsidP="00895AD2">
      <w:r>
        <w:t>635.9420</w:t>
      </w:r>
      <w:r>
        <w:tab/>
        <w:t>2.025e0</w:t>
      </w:r>
    </w:p>
    <w:p w:rsidR="00895AD2" w:rsidRDefault="00895AD2" w:rsidP="00895AD2">
      <w:r>
        <w:t>636.2236</w:t>
      </w:r>
      <w:r>
        <w:tab/>
        <w:t>1.013e0</w:t>
      </w:r>
    </w:p>
    <w:p w:rsidR="00895AD2" w:rsidRDefault="00895AD2" w:rsidP="00895AD2">
      <w:r>
        <w:t>636.3867</w:t>
      </w:r>
      <w:r>
        <w:tab/>
        <w:t>3.038e0</w:t>
      </w:r>
    </w:p>
    <w:p w:rsidR="00895AD2" w:rsidRDefault="00895AD2" w:rsidP="00895AD2">
      <w:r>
        <w:t>636.4736</w:t>
      </w:r>
      <w:r>
        <w:tab/>
        <w:t>1.013e0</w:t>
      </w:r>
    </w:p>
    <w:p w:rsidR="00895AD2" w:rsidRDefault="00895AD2" w:rsidP="00895AD2">
      <w:r>
        <w:t>636.8441</w:t>
      </w:r>
      <w:r>
        <w:tab/>
        <w:t>1.013e0</w:t>
      </w:r>
    </w:p>
    <w:p w:rsidR="00895AD2" w:rsidRDefault="00895AD2" w:rsidP="00895AD2">
      <w:r>
        <w:t>637.0056</w:t>
      </w:r>
      <w:r>
        <w:tab/>
        <w:t>2.025e0</w:t>
      </w:r>
    </w:p>
    <w:p w:rsidR="00895AD2" w:rsidRDefault="00895AD2" w:rsidP="00895AD2">
      <w:r>
        <w:t>637.0942</w:t>
      </w:r>
      <w:r>
        <w:tab/>
        <w:t>3.038e0</w:t>
      </w:r>
    </w:p>
    <w:p w:rsidR="00895AD2" w:rsidRDefault="00895AD2" w:rsidP="00895AD2">
      <w:r>
        <w:t>637.1803</w:t>
      </w:r>
      <w:r>
        <w:tab/>
        <w:t>1.013e0</w:t>
      </w:r>
    </w:p>
    <w:p w:rsidR="00895AD2" w:rsidRDefault="00895AD2" w:rsidP="00895AD2">
      <w:r>
        <w:t>637.2747</w:t>
      </w:r>
      <w:r>
        <w:tab/>
        <w:t>3.038e0</w:t>
      </w:r>
    </w:p>
    <w:p w:rsidR="00895AD2" w:rsidRDefault="00895AD2" w:rsidP="00895AD2">
      <w:r>
        <w:t>637.3508</w:t>
      </w:r>
      <w:r>
        <w:tab/>
        <w:t>4.051e0</w:t>
      </w:r>
    </w:p>
    <w:p w:rsidR="00895AD2" w:rsidRDefault="00895AD2" w:rsidP="00895AD2">
      <w:r>
        <w:t>637.5439</w:t>
      </w:r>
      <w:r>
        <w:tab/>
        <w:t>1.013e0</w:t>
      </w:r>
    </w:p>
    <w:p w:rsidR="00895AD2" w:rsidRDefault="00895AD2" w:rsidP="00895AD2">
      <w:r>
        <w:t>637.8274</w:t>
      </w:r>
      <w:r>
        <w:tab/>
        <w:t>3.038e0</w:t>
      </w:r>
    </w:p>
    <w:p w:rsidR="00895AD2" w:rsidRDefault="00895AD2" w:rsidP="00895AD2">
      <w:r>
        <w:t>637.9633</w:t>
      </w:r>
      <w:r>
        <w:tab/>
        <w:t>3.038e0</w:t>
      </w:r>
    </w:p>
    <w:p w:rsidR="00895AD2" w:rsidRDefault="00895AD2" w:rsidP="00895AD2">
      <w:r>
        <w:t>638.0294</w:t>
      </w:r>
      <w:r>
        <w:tab/>
        <w:t>3.038e0</w:t>
      </w:r>
    </w:p>
    <w:p w:rsidR="00895AD2" w:rsidRDefault="00895AD2" w:rsidP="00895AD2">
      <w:r>
        <w:t>638.1710</w:t>
      </w:r>
      <w:r>
        <w:tab/>
        <w:t>2.025e0</w:t>
      </w:r>
    </w:p>
    <w:p w:rsidR="00895AD2" w:rsidRDefault="00895AD2" w:rsidP="00895AD2">
      <w:r>
        <w:lastRenderedPageBreak/>
        <w:t>638.2781</w:t>
      </w:r>
      <w:r>
        <w:tab/>
        <w:t>1.013e0</w:t>
      </w:r>
    </w:p>
    <w:p w:rsidR="00895AD2" w:rsidRDefault="00895AD2" w:rsidP="00895AD2">
      <w:r>
        <w:t>638.3235</w:t>
      </w:r>
      <w:r>
        <w:tab/>
        <w:t>1.013e0</w:t>
      </w:r>
    </w:p>
    <w:p w:rsidR="00895AD2" w:rsidRDefault="00895AD2" w:rsidP="00895AD2">
      <w:r>
        <w:t>638.4531</w:t>
      </w:r>
      <w:r>
        <w:tab/>
        <w:t>1.013e0</w:t>
      </w:r>
    </w:p>
    <w:p w:rsidR="00895AD2" w:rsidRDefault="00895AD2" w:rsidP="00895AD2">
      <w:r>
        <w:t>638.6073</w:t>
      </w:r>
      <w:r>
        <w:tab/>
        <w:t>1.722e1</w:t>
      </w:r>
    </w:p>
    <w:p w:rsidR="00895AD2" w:rsidRDefault="00895AD2" w:rsidP="00895AD2">
      <w:r>
        <w:t>639.1178</w:t>
      </w:r>
      <w:r>
        <w:tab/>
        <w:t>1.013e0</w:t>
      </w:r>
    </w:p>
    <w:p w:rsidR="00895AD2" w:rsidRDefault="00895AD2" w:rsidP="00895AD2">
      <w:r>
        <w:t>639.1886</w:t>
      </w:r>
      <w:r>
        <w:tab/>
        <w:t>1.013e0</w:t>
      </w:r>
    </w:p>
    <w:p w:rsidR="00895AD2" w:rsidRDefault="00895AD2" w:rsidP="00895AD2">
      <w:r>
        <w:t>639.3452</w:t>
      </w:r>
      <w:r>
        <w:tab/>
        <w:t>1.013e0</w:t>
      </w:r>
    </w:p>
    <w:p w:rsidR="00895AD2" w:rsidRDefault="00895AD2" w:rsidP="00895AD2">
      <w:r>
        <w:t>639.4160</w:t>
      </w:r>
      <w:r>
        <w:tab/>
        <w:t>2.025e0</w:t>
      </w:r>
    </w:p>
    <w:p w:rsidR="00895AD2" w:rsidRDefault="00895AD2" w:rsidP="00895AD2">
      <w:r>
        <w:t>639.5071</w:t>
      </w:r>
      <w:r>
        <w:tab/>
        <w:t>2.186e0</w:t>
      </w:r>
    </w:p>
    <w:p w:rsidR="00895AD2" w:rsidRDefault="00895AD2" w:rsidP="00895AD2">
      <w:r>
        <w:t>639.6017</w:t>
      </w:r>
      <w:r>
        <w:tab/>
        <w:t>9.954e0</w:t>
      </w:r>
    </w:p>
    <w:p w:rsidR="00895AD2" w:rsidRDefault="00895AD2" w:rsidP="00895AD2">
      <w:r>
        <w:t>639.6722</w:t>
      </w:r>
      <w:r>
        <w:tab/>
        <w:t>3.211e0</w:t>
      </w:r>
    </w:p>
    <w:p w:rsidR="00895AD2" w:rsidRDefault="00895AD2" w:rsidP="00895AD2">
      <w:r>
        <w:t>639.7961</w:t>
      </w:r>
      <w:r>
        <w:tab/>
        <w:t>1.013e0</w:t>
      </w:r>
    </w:p>
    <w:p w:rsidR="00895AD2" w:rsidRDefault="00895AD2" w:rsidP="00895AD2">
      <w:r>
        <w:t>639.9490</w:t>
      </w:r>
      <w:r>
        <w:tab/>
        <w:t>1.013e0</w:t>
      </w:r>
    </w:p>
    <w:p w:rsidR="00895AD2" w:rsidRDefault="00895AD2" w:rsidP="00895AD2">
      <w:r>
        <w:t>640.1671</w:t>
      </w:r>
      <w:r>
        <w:tab/>
        <w:t>1.013e0</w:t>
      </w:r>
    </w:p>
    <w:p w:rsidR="00895AD2" w:rsidRDefault="00895AD2" w:rsidP="00895AD2">
      <w:r>
        <w:t>640.2440</w:t>
      </w:r>
      <w:r>
        <w:tab/>
        <w:t>1.013e0</w:t>
      </w:r>
    </w:p>
    <w:p w:rsidR="00895AD2" w:rsidRDefault="00895AD2" w:rsidP="00895AD2">
      <w:r>
        <w:t>640.3770</w:t>
      </w:r>
      <w:r>
        <w:tab/>
        <w:t>2.025e0</w:t>
      </w:r>
    </w:p>
    <w:p w:rsidR="00895AD2" w:rsidRDefault="00895AD2" w:rsidP="00895AD2">
      <w:r>
        <w:t>640.4818</w:t>
      </w:r>
      <w:r>
        <w:tab/>
        <w:t>1.013e0</w:t>
      </w:r>
    </w:p>
    <w:p w:rsidR="00895AD2" w:rsidRDefault="00895AD2" w:rsidP="00895AD2">
      <w:r>
        <w:t>640.6220</w:t>
      </w:r>
      <w:r>
        <w:tab/>
        <w:t>3.038e0</w:t>
      </w:r>
    </w:p>
    <w:p w:rsidR="00895AD2" w:rsidRDefault="00895AD2" w:rsidP="00895AD2">
      <w:r>
        <w:t>640.8562</w:t>
      </w:r>
      <w:r>
        <w:tab/>
        <w:t>1.013e0</w:t>
      </w:r>
    </w:p>
    <w:p w:rsidR="00895AD2" w:rsidRDefault="00895AD2" w:rsidP="00895AD2">
      <w:r>
        <w:lastRenderedPageBreak/>
        <w:t>641.0210</w:t>
      </w:r>
      <w:r>
        <w:tab/>
        <w:t>2.025e0</w:t>
      </w:r>
    </w:p>
    <w:p w:rsidR="00895AD2" w:rsidRDefault="00895AD2" w:rsidP="00895AD2">
      <w:r>
        <w:t>641.0937</w:t>
      </w:r>
      <w:r>
        <w:tab/>
        <w:t>1.013e0</w:t>
      </w:r>
    </w:p>
    <w:p w:rsidR="00895AD2" w:rsidRDefault="00895AD2" w:rsidP="00895AD2">
      <w:r>
        <w:t>641.1406</w:t>
      </w:r>
      <w:r>
        <w:tab/>
        <w:t>1.013e0</w:t>
      </w:r>
    </w:p>
    <w:p w:rsidR="00895AD2" w:rsidRDefault="00895AD2" w:rsidP="00895AD2">
      <w:r>
        <w:t>641.2614</w:t>
      </w:r>
      <w:r>
        <w:tab/>
        <w:t>4.051e0</w:t>
      </w:r>
    </w:p>
    <w:p w:rsidR="00895AD2" w:rsidRDefault="00895AD2" w:rsidP="00895AD2">
      <w:r>
        <w:t>641.4781</w:t>
      </w:r>
      <w:r>
        <w:tab/>
        <w:t>2.025e0</w:t>
      </w:r>
    </w:p>
    <w:p w:rsidR="00895AD2" w:rsidRDefault="00895AD2" w:rsidP="00895AD2">
      <w:r>
        <w:t>641.5894</w:t>
      </w:r>
      <w:r>
        <w:tab/>
        <w:t>1.013e0</w:t>
      </w:r>
    </w:p>
    <w:p w:rsidR="00895AD2" w:rsidRDefault="00895AD2" w:rsidP="00895AD2">
      <w:r>
        <w:t>641.8111</w:t>
      </w:r>
      <w:r>
        <w:tab/>
        <w:t>1.013e0</w:t>
      </w:r>
    </w:p>
    <w:p w:rsidR="00895AD2" w:rsidRDefault="00895AD2" w:rsidP="00895AD2">
      <w:r>
        <w:t>641.9678</w:t>
      </w:r>
      <w:r>
        <w:tab/>
        <w:t>1.013e0</w:t>
      </w:r>
    </w:p>
    <w:p w:rsidR="00895AD2" w:rsidRDefault="00895AD2" w:rsidP="00895AD2">
      <w:r>
        <w:t>642.2995</w:t>
      </w:r>
      <w:r>
        <w:tab/>
        <w:t>1.013e0</w:t>
      </w:r>
    </w:p>
    <w:p w:rsidR="00895AD2" w:rsidRDefault="00895AD2" w:rsidP="00895AD2">
      <w:r>
        <w:t>642.3903</w:t>
      </w:r>
      <w:r>
        <w:tab/>
        <w:t>3.038e0</w:t>
      </w:r>
    </w:p>
    <w:p w:rsidR="00895AD2" w:rsidRDefault="00895AD2" w:rsidP="00895AD2">
      <w:r>
        <w:t>642.4822</w:t>
      </w:r>
      <w:r>
        <w:tab/>
        <w:t>4.051e0</w:t>
      </w:r>
    </w:p>
    <w:p w:rsidR="00895AD2" w:rsidRDefault="00895AD2" w:rsidP="00895AD2">
      <w:r>
        <w:t>642.6839</w:t>
      </w:r>
      <w:r>
        <w:tab/>
        <w:t>1.013e0</w:t>
      </w:r>
    </w:p>
    <w:p w:rsidR="00895AD2" w:rsidRDefault="00895AD2" w:rsidP="00895AD2">
      <w:r>
        <w:t>642.7620</w:t>
      </w:r>
      <w:r>
        <w:tab/>
        <w:t>1.013e0</w:t>
      </w:r>
    </w:p>
    <w:p w:rsidR="00895AD2" w:rsidRDefault="00895AD2" w:rsidP="00895AD2">
      <w:r>
        <w:t>642.9155</w:t>
      </w:r>
      <w:r>
        <w:tab/>
        <w:t>1.013e0</w:t>
      </w:r>
    </w:p>
    <w:p w:rsidR="00895AD2" w:rsidRDefault="00895AD2" w:rsidP="00895AD2">
      <w:r>
        <w:t>643.1041</w:t>
      </w:r>
      <w:r>
        <w:tab/>
        <w:t>1.013e0</w:t>
      </w:r>
    </w:p>
    <w:p w:rsidR="00895AD2" w:rsidRDefault="00895AD2" w:rsidP="00895AD2">
      <w:r>
        <w:t>643.1569</w:t>
      </w:r>
      <w:r>
        <w:tab/>
        <w:t>1.013e0</w:t>
      </w:r>
    </w:p>
    <w:p w:rsidR="00895AD2" w:rsidRDefault="00895AD2" w:rsidP="00895AD2">
      <w:r>
        <w:t>643.2444</w:t>
      </w:r>
      <w:r>
        <w:tab/>
        <w:t>3.038e0</w:t>
      </w:r>
    </w:p>
    <w:p w:rsidR="00895AD2" w:rsidRDefault="00895AD2" w:rsidP="00895AD2">
      <w:r>
        <w:t>643.3325</w:t>
      </w:r>
      <w:r>
        <w:tab/>
        <w:t>1.013e0</w:t>
      </w:r>
    </w:p>
    <w:p w:rsidR="00895AD2" w:rsidRDefault="00895AD2" w:rsidP="00895AD2">
      <w:r>
        <w:t>643.4862</w:t>
      </w:r>
      <w:r>
        <w:tab/>
        <w:t>1.013e0</w:t>
      </w:r>
    </w:p>
    <w:p w:rsidR="00895AD2" w:rsidRDefault="00895AD2" w:rsidP="00895AD2">
      <w:r>
        <w:lastRenderedPageBreak/>
        <w:t>643.6070</w:t>
      </w:r>
      <w:r>
        <w:tab/>
        <w:t>1.013e0</w:t>
      </w:r>
    </w:p>
    <w:p w:rsidR="00895AD2" w:rsidRDefault="00895AD2" w:rsidP="00895AD2">
      <w:r>
        <w:t>643.7168</w:t>
      </w:r>
      <w:r>
        <w:tab/>
        <w:t>1.013e0</w:t>
      </w:r>
    </w:p>
    <w:p w:rsidR="00895AD2" w:rsidRDefault="00895AD2" w:rsidP="00895AD2">
      <w:r>
        <w:t>643.8759</w:t>
      </w:r>
      <w:r>
        <w:tab/>
        <w:t>2.025e0</w:t>
      </w:r>
    </w:p>
    <w:p w:rsidR="00895AD2" w:rsidRDefault="00895AD2" w:rsidP="00895AD2">
      <w:r>
        <w:t>643.9915</w:t>
      </w:r>
      <w:r>
        <w:tab/>
        <w:t>1.013e0</w:t>
      </w:r>
    </w:p>
    <w:p w:rsidR="00895AD2" w:rsidRDefault="00895AD2" w:rsidP="00895AD2">
      <w:r>
        <w:t>644.3376</w:t>
      </w:r>
      <w:r>
        <w:tab/>
        <w:t>2.025e0</w:t>
      </w:r>
    </w:p>
    <w:p w:rsidR="00895AD2" w:rsidRDefault="00895AD2" w:rsidP="00895AD2">
      <w:r>
        <w:t>644.4972</w:t>
      </w:r>
      <w:r>
        <w:tab/>
        <w:t>7.089e0</w:t>
      </w:r>
    </w:p>
    <w:p w:rsidR="00895AD2" w:rsidRDefault="00895AD2" w:rsidP="00895AD2">
      <w:r>
        <w:t>644.6409</w:t>
      </w:r>
      <w:r>
        <w:tab/>
        <w:t>1.013e0</w:t>
      </w:r>
    </w:p>
    <w:p w:rsidR="00895AD2" w:rsidRDefault="00895AD2" w:rsidP="00895AD2">
      <w:r>
        <w:t>644.7170</w:t>
      </w:r>
      <w:r>
        <w:tab/>
        <w:t>1.013e0</w:t>
      </w:r>
    </w:p>
    <w:p w:rsidR="00895AD2" w:rsidRDefault="00895AD2" w:rsidP="00895AD2">
      <w:r>
        <w:t>644.8325</w:t>
      </w:r>
      <w:r>
        <w:tab/>
        <w:t>1.013e0</w:t>
      </w:r>
    </w:p>
    <w:p w:rsidR="00895AD2" w:rsidRDefault="00895AD2" w:rsidP="00895AD2">
      <w:r>
        <w:t>644.9481</w:t>
      </w:r>
      <w:r>
        <w:tab/>
        <w:t>1.013e0</w:t>
      </w:r>
    </w:p>
    <w:p w:rsidR="00895AD2" w:rsidRDefault="00895AD2" w:rsidP="00895AD2">
      <w:r>
        <w:t>645.0419</w:t>
      </w:r>
      <w:r>
        <w:tab/>
        <w:t>2.025e0</w:t>
      </w:r>
    </w:p>
    <w:p w:rsidR="00895AD2" w:rsidRDefault="00895AD2" w:rsidP="00895AD2">
      <w:r>
        <w:t>645.3389</w:t>
      </w:r>
      <w:r>
        <w:tab/>
        <w:t>2.025e0</w:t>
      </w:r>
    </w:p>
    <w:p w:rsidR="00895AD2" w:rsidRDefault="00895AD2" w:rsidP="00895AD2">
      <w:r>
        <w:t>645.4764</w:t>
      </w:r>
      <w:r>
        <w:tab/>
        <w:t>2.025e0</w:t>
      </w:r>
    </w:p>
    <w:p w:rsidR="00895AD2" w:rsidRDefault="00895AD2" w:rsidP="00895AD2">
      <w:r>
        <w:t>645.6085</w:t>
      </w:r>
      <w:r>
        <w:tab/>
        <w:t>1.013e0</w:t>
      </w:r>
    </w:p>
    <w:p w:rsidR="00895AD2" w:rsidRDefault="00895AD2" w:rsidP="00895AD2">
      <w:r>
        <w:t>645.7756</w:t>
      </w:r>
      <w:r>
        <w:tab/>
        <w:t>2.025e0</w:t>
      </w:r>
    </w:p>
    <w:p w:rsidR="00895AD2" w:rsidRDefault="00895AD2" w:rsidP="00895AD2">
      <w:r>
        <w:t>645.9851</w:t>
      </w:r>
      <w:r>
        <w:tab/>
        <w:t>1.013e0</w:t>
      </w:r>
    </w:p>
    <w:p w:rsidR="00895AD2" w:rsidRDefault="00895AD2" w:rsidP="00895AD2">
      <w:r>
        <w:t>646.3358</w:t>
      </w:r>
      <w:r>
        <w:tab/>
        <w:t>2.025e0</w:t>
      </w:r>
    </w:p>
    <w:p w:rsidR="00895AD2" w:rsidRDefault="00895AD2" w:rsidP="00895AD2">
      <w:r>
        <w:t>646.3903</w:t>
      </w:r>
      <w:r>
        <w:tab/>
        <w:t>2.025e0</w:t>
      </w:r>
    </w:p>
    <w:p w:rsidR="00895AD2" w:rsidRDefault="00895AD2" w:rsidP="00895AD2">
      <w:r>
        <w:t>646.4681</w:t>
      </w:r>
      <w:r>
        <w:tab/>
        <w:t>1.013e0</w:t>
      </w:r>
    </w:p>
    <w:p w:rsidR="00895AD2" w:rsidRDefault="00895AD2" w:rsidP="00895AD2">
      <w:r>
        <w:lastRenderedPageBreak/>
        <w:t>646.5682</w:t>
      </w:r>
      <w:r>
        <w:tab/>
        <w:t>2.025e0</w:t>
      </w:r>
    </w:p>
    <w:p w:rsidR="00895AD2" w:rsidRDefault="00895AD2" w:rsidP="00895AD2">
      <w:r>
        <w:t>646.8048</w:t>
      </w:r>
      <w:r>
        <w:tab/>
        <w:t>1.013e0</w:t>
      </w:r>
    </w:p>
    <w:p w:rsidR="00895AD2" w:rsidRDefault="00895AD2" w:rsidP="00895AD2">
      <w:r>
        <w:t>646.9449</w:t>
      </w:r>
      <w:r>
        <w:tab/>
        <w:t>1.013e0</w:t>
      </w:r>
    </w:p>
    <w:p w:rsidR="00895AD2" w:rsidRDefault="00895AD2" w:rsidP="00895AD2">
      <w:r>
        <w:t>647.0142</w:t>
      </w:r>
      <w:r>
        <w:tab/>
        <w:t>1.013e0</w:t>
      </w:r>
    </w:p>
    <w:p w:rsidR="00895AD2" w:rsidRDefault="00895AD2" w:rsidP="00895AD2">
      <w:r>
        <w:t>647.1632</w:t>
      </w:r>
      <w:r>
        <w:tab/>
        <w:t>1.013e0</w:t>
      </w:r>
    </w:p>
    <w:p w:rsidR="00895AD2" w:rsidRDefault="00895AD2" w:rsidP="00895AD2">
      <w:r>
        <w:t>647.3425</w:t>
      </w:r>
      <w:r>
        <w:tab/>
        <w:t>2.780e0</w:t>
      </w:r>
    </w:p>
    <w:p w:rsidR="00895AD2" w:rsidRDefault="00895AD2" w:rsidP="00895AD2">
      <w:r>
        <w:t>647.4151</w:t>
      </w:r>
      <w:r>
        <w:tab/>
        <w:t>3.038e0</w:t>
      </w:r>
    </w:p>
    <w:p w:rsidR="00895AD2" w:rsidRDefault="00895AD2" w:rsidP="00895AD2">
      <w:r>
        <w:t>647.5112</w:t>
      </w:r>
      <w:r>
        <w:tab/>
        <w:t>2.025e0</w:t>
      </w:r>
    </w:p>
    <w:p w:rsidR="00895AD2" w:rsidRDefault="00895AD2" w:rsidP="00895AD2">
      <w:r>
        <w:t>647.5995</w:t>
      </w:r>
      <w:r>
        <w:tab/>
        <w:t>2.025e0</w:t>
      </w:r>
    </w:p>
    <w:p w:rsidR="00895AD2" w:rsidRDefault="00895AD2" w:rsidP="00895AD2">
      <w:r>
        <w:t>647.6711</w:t>
      </w:r>
      <w:r>
        <w:tab/>
        <w:t>1.013e0</w:t>
      </w:r>
    </w:p>
    <w:p w:rsidR="00895AD2" w:rsidRDefault="00895AD2" w:rsidP="00895AD2">
      <w:r>
        <w:t>647.9584</w:t>
      </w:r>
      <w:r>
        <w:tab/>
        <w:t>1.013e0</w:t>
      </w:r>
    </w:p>
    <w:p w:rsidR="00895AD2" w:rsidRDefault="00895AD2" w:rsidP="00895AD2">
      <w:r>
        <w:t>648.3160</w:t>
      </w:r>
      <w:r>
        <w:tab/>
        <w:t>2.025e0</w:t>
      </w:r>
    </w:p>
    <w:p w:rsidR="00895AD2" w:rsidRDefault="00895AD2" w:rsidP="00895AD2">
      <w:r>
        <w:t>648.4504</w:t>
      </w:r>
      <w:r>
        <w:tab/>
        <w:t>2.025e0</w:t>
      </w:r>
    </w:p>
    <w:p w:rsidR="00895AD2" w:rsidRDefault="00895AD2" w:rsidP="00895AD2">
      <w:r>
        <w:t>649.1069</w:t>
      </w:r>
      <w:r>
        <w:tab/>
        <w:t>1.013e0</w:t>
      </w:r>
    </w:p>
    <w:p w:rsidR="00895AD2" w:rsidRDefault="00895AD2" w:rsidP="00895AD2">
      <w:r>
        <w:t>649.1941</w:t>
      </w:r>
      <w:r>
        <w:tab/>
        <w:t>1.013e0</w:t>
      </w:r>
    </w:p>
    <w:p w:rsidR="00895AD2" w:rsidRDefault="00895AD2" w:rsidP="00895AD2">
      <w:r>
        <w:t>649.4335</w:t>
      </w:r>
      <w:r>
        <w:tab/>
        <w:t>5.063e0</w:t>
      </w:r>
    </w:p>
    <w:p w:rsidR="00895AD2" w:rsidRDefault="00895AD2" w:rsidP="00895AD2">
      <w:r>
        <w:t>649.6624</w:t>
      </w:r>
      <w:r>
        <w:tab/>
        <w:t>1.013e0</w:t>
      </w:r>
    </w:p>
    <w:p w:rsidR="00895AD2" w:rsidRDefault="00895AD2" w:rsidP="00895AD2">
      <w:r>
        <w:t>649.8132</w:t>
      </w:r>
      <w:r>
        <w:tab/>
        <w:t>2.025e0</w:t>
      </w:r>
    </w:p>
    <w:p w:rsidR="00895AD2" w:rsidRDefault="00895AD2" w:rsidP="00895AD2">
      <w:r>
        <w:t>649.8951</w:t>
      </w:r>
      <w:r>
        <w:tab/>
        <w:t>1.013e0</w:t>
      </w:r>
    </w:p>
    <w:p w:rsidR="00895AD2" w:rsidRDefault="00895AD2" w:rsidP="00895AD2">
      <w:r>
        <w:lastRenderedPageBreak/>
        <w:t>650.0281</w:t>
      </w:r>
      <w:r>
        <w:tab/>
        <w:t>1.013e0</w:t>
      </w:r>
    </w:p>
    <w:p w:rsidR="00895AD2" w:rsidRDefault="00895AD2" w:rsidP="00895AD2">
      <w:r>
        <w:t>650.2053</w:t>
      </w:r>
      <w:r>
        <w:tab/>
        <w:t>1.013e0</w:t>
      </w:r>
    </w:p>
    <w:p w:rsidR="00895AD2" w:rsidRDefault="00895AD2" w:rsidP="00895AD2">
      <w:r>
        <w:t>650.2609</w:t>
      </w:r>
      <w:r>
        <w:tab/>
        <w:t>1.013e0</w:t>
      </w:r>
    </w:p>
    <w:p w:rsidR="00895AD2" w:rsidRDefault="00895AD2" w:rsidP="00895AD2">
      <w:r>
        <w:t>650.3398</w:t>
      </w:r>
      <w:r>
        <w:tab/>
        <w:t>2.025e0</w:t>
      </w:r>
    </w:p>
    <w:p w:rsidR="00895AD2" w:rsidRDefault="00895AD2" w:rsidP="00895AD2">
      <w:r>
        <w:t>650.4374</w:t>
      </w:r>
      <w:r>
        <w:tab/>
        <w:t>3.038e0</w:t>
      </w:r>
    </w:p>
    <w:p w:rsidR="00895AD2" w:rsidRDefault="00895AD2" w:rsidP="00895AD2">
      <w:r>
        <w:t>650.5714</w:t>
      </w:r>
      <w:r>
        <w:tab/>
        <w:t>1.013e0</w:t>
      </w:r>
    </w:p>
    <w:p w:rsidR="00895AD2" w:rsidRDefault="00895AD2" w:rsidP="00895AD2">
      <w:r>
        <w:t>650.7490</w:t>
      </w:r>
      <w:r>
        <w:tab/>
        <w:t>1.013e0</w:t>
      </w:r>
    </w:p>
    <w:p w:rsidR="00895AD2" w:rsidRDefault="00895AD2" w:rsidP="00895AD2">
      <w:r>
        <w:t>651.0585</w:t>
      </w:r>
      <w:r>
        <w:tab/>
        <w:t>2.025e0</w:t>
      </w:r>
    </w:p>
    <w:p w:rsidR="00895AD2" w:rsidRDefault="00895AD2" w:rsidP="00895AD2">
      <w:r>
        <w:t>651.1116</w:t>
      </w:r>
      <w:r>
        <w:tab/>
        <w:t>1.013e0</w:t>
      </w:r>
    </w:p>
    <w:p w:rsidR="00895AD2" w:rsidRDefault="00895AD2" w:rsidP="00895AD2">
      <w:r>
        <w:t>651.3151</w:t>
      </w:r>
      <w:r>
        <w:tab/>
        <w:t>1.013e0</w:t>
      </w:r>
    </w:p>
    <w:p w:rsidR="00895AD2" w:rsidRDefault="00895AD2" w:rsidP="00895AD2">
      <w:r>
        <w:t>651.3928</w:t>
      </w:r>
      <w:r>
        <w:tab/>
        <w:t>1.013e0</w:t>
      </w:r>
    </w:p>
    <w:p w:rsidR="00895AD2" w:rsidRDefault="00895AD2" w:rsidP="00895AD2">
      <w:r>
        <w:t>651.4429</w:t>
      </w:r>
      <w:r>
        <w:tab/>
        <w:t>1.013e0</w:t>
      </w:r>
    </w:p>
    <w:p w:rsidR="00895AD2" w:rsidRDefault="00895AD2" w:rsidP="00895AD2">
      <w:r>
        <w:t>651.5472</w:t>
      </w:r>
      <w:r>
        <w:tab/>
        <w:t>1.013e0</w:t>
      </w:r>
    </w:p>
    <w:p w:rsidR="00895AD2" w:rsidRDefault="00895AD2" w:rsidP="00895AD2">
      <w:r>
        <w:t>651.8385</w:t>
      </w:r>
      <w:r>
        <w:tab/>
        <w:t>2.025e0</w:t>
      </w:r>
    </w:p>
    <w:p w:rsidR="00895AD2" w:rsidRDefault="00895AD2" w:rsidP="00895AD2">
      <w:r>
        <w:t>652.0595</w:t>
      </w:r>
      <w:r>
        <w:tab/>
        <w:t>1.013e0</w:t>
      </w:r>
    </w:p>
    <w:p w:rsidR="00895AD2" w:rsidRDefault="00895AD2" w:rsidP="00895AD2">
      <w:r>
        <w:t>652.1707</w:t>
      </w:r>
      <w:r>
        <w:tab/>
        <w:t>1.013e0</w:t>
      </w:r>
    </w:p>
    <w:p w:rsidR="00895AD2" w:rsidRDefault="00895AD2" w:rsidP="00895AD2">
      <w:r>
        <w:t>652.2789</w:t>
      </w:r>
      <w:r>
        <w:tab/>
        <w:t>3.038e0</w:t>
      </w:r>
    </w:p>
    <w:p w:rsidR="00895AD2" w:rsidRDefault="00895AD2" w:rsidP="00895AD2">
      <w:r>
        <w:t>652.4153</w:t>
      </w:r>
      <w:r>
        <w:tab/>
        <w:t>2.025e0</w:t>
      </w:r>
    </w:p>
    <w:p w:rsidR="00895AD2" w:rsidRDefault="00895AD2" w:rsidP="00895AD2">
      <w:r>
        <w:t>652.5266</w:t>
      </w:r>
      <w:r>
        <w:tab/>
        <w:t>1.013e0</w:t>
      </w:r>
    </w:p>
    <w:p w:rsidR="00895AD2" w:rsidRDefault="00895AD2" w:rsidP="00895AD2">
      <w:r>
        <w:lastRenderedPageBreak/>
        <w:t>652.6281</w:t>
      </w:r>
      <w:r>
        <w:tab/>
        <w:t>1.013e0</w:t>
      </w:r>
    </w:p>
    <w:p w:rsidR="00895AD2" w:rsidRDefault="00895AD2" w:rsidP="00895AD2">
      <w:r>
        <w:t>652.7936</w:t>
      </w:r>
      <w:r>
        <w:tab/>
        <w:t>1.013e0</w:t>
      </w:r>
    </w:p>
    <w:p w:rsidR="00895AD2" w:rsidRDefault="00895AD2" w:rsidP="00895AD2">
      <w:r>
        <w:t>652.9582</w:t>
      </w:r>
      <w:r>
        <w:tab/>
        <w:t>1.013e0</w:t>
      </w:r>
    </w:p>
    <w:p w:rsidR="00895AD2" w:rsidRDefault="00895AD2" w:rsidP="00895AD2">
      <w:r>
        <w:t>653.0496</w:t>
      </w:r>
      <w:r>
        <w:tab/>
        <w:t>1.013e0</w:t>
      </w:r>
    </w:p>
    <w:p w:rsidR="00895AD2" w:rsidRDefault="00895AD2" w:rsidP="00895AD2">
      <w:r>
        <w:t>653.1854</w:t>
      </w:r>
      <w:r>
        <w:tab/>
        <w:t>1.013e0</w:t>
      </w:r>
    </w:p>
    <w:p w:rsidR="00895AD2" w:rsidRDefault="00895AD2" w:rsidP="00895AD2">
      <w:r>
        <w:t>653.2723</w:t>
      </w:r>
      <w:r>
        <w:tab/>
        <w:t>2.025e0</w:t>
      </w:r>
    </w:p>
    <w:p w:rsidR="00895AD2" w:rsidRDefault="00895AD2" w:rsidP="00895AD2">
      <w:r>
        <w:t>653.4249</w:t>
      </w:r>
      <w:r>
        <w:tab/>
        <w:t>3.038e0</w:t>
      </w:r>
    </w:p>
    <w:p w:rsidR="00895AD2" w:rsidRDefault="00895AD2" w:rsidP="00895AD2">
      <w:r>
        <w:t>653.5633</w:t>
      </w:r>
      <w:r>
        <w:tab/>
        <w:t>2.025e0</w:t>
      </w:r>
    </w:p>
    <w:p w:rsidR="00895AD2" w:rsidRDefault="00895AD2" w:rsidP="00895AD2">
      <w:r>
        <w:t>653.9921</w:t>
      </w:r>
      <w:r>
        <w:tab/>
        <w:t>3.038e0</w:t>
      </w:r>
    </w:p>
    <w:p w:rsidR="00895AD2" w:rsidRDefault="00895AD2" w:rsidP="00895AD2">
      <w:r>
        <w:t>654.0907</w:t>
      </w:r>
      <w:r>
        <w:tab/>
        <w:t>2.025e0</w:t>
      </w:r>
    </w:p>
    <w:p w:rsidR="00895AD2" w:rsidRDefault="00895AD2" w:rsidP="00895AD2">
      <w:r>
        <w:t>654.1946</w:t>
      </w:r>
      <w:r>
        <w:tab/>
        <w:t>1.013e0</w:t>
      </w:r>
    </w:p>
    <w:p w:rsidR="00895AD2" w:rsidRDefault="00895AD2" w:rsidP="00895AD2">
      <w:r>
        <w:t>654.2819</w:t>
      </w:r>
      <w:r>
        <w:tab/>
        <w:t>1.013e0</w:t>
      </w:r>
    </w:p>
    <w:p w:rsidR="00895AD2" w:rsidRDefault="00895AD2" w:rsidP="00895AD2">
      <w:r>
        <w:t>654.3860</w:t>
      </w:r>
      <w:r>
        <w:tab/>
        <w:t>3.038e0</w:t>
      </w:r>
    </w:p>
    <w:p w:rsidR="00895AD2" w:rsidRDefault="00895AD2" w:rsidP="00895AD2">
      <w:r>
        <w:t>654.4819</w:t>
      </w:r>
      <w:r>
        <w:tab/>
        <w:t>2.025e0</w:t>
      </w:r>
    </w:p>
    <w:p w:rsidR="00895AD2" w:rsidRDefault="00895AD2" w:rsidP="00895AD2">
      <w:r>
        <w:t>654.6212</w:t>
      </w:r>
      <w:r>
        <w:tab/>
        <w:t>1.013e0</w:t>
      </w:r>
    </w:p>
    <w:p w:rsidR="00895AD2" w:rsidRDefault="00895AD2" w:rsidP="00895AD2">
      <w:r>
        <w:t>655.2351</w:t>
      </w:r>
      <w:r>
        <w:tab/>
        <w:t>1.013e0</w:t>
      </w:r>
    </w:p>
    <w:p w:rsidR="00895AD2" w:rsidRDefault="00895AD2" w:rsidP="00895AD2">
      <w:r>
        <w:t>655.3021</w:t>
      </w:r>
      <w:r>
        <w:tab/>
        <w:t>1.013e0</w:t>
      </w:r>
    </w:p>
    <w:p w:rsidR="00895AD2" w:rsidRDefault="00895AD2" w:rsidP="00895AD2">
      <w:r>
        <w:t>655.5229</w:t>
      </w:r>
      <w:r>
        <w:tab/>
        <w:t>4.051e0</w:t>
      </w:r>
    </w:p>
    <w:p w:rsidR="00895AD2" w:rsidRDefault="00895AD2" w:rsidP="00895AD2">
      <w:r>
        <w:t>655.6401</w:t>
      </w:r>
      <w:r>
        <w:tab/>
        <w:t>1.013e0</w:t>
      </w:r>
    </w:p>
    <w:p w:rsidR="00895AD2" w:rsidRDefault="00895AD2" w:rsidP="00895AD2">
      <w:r>
        <w:lastRenderedPageBreak/>
        <w:t>655.8483</w:t>
      </w:r>
      <w:r>
        <w:tab/>
        <w:t>1.013e0</w:t>
      </w:r>
    </w:p>
    <w:p w:rsidR="00895AD2" w:rsidRDefault="00895AD2" w:rsidP="00895AD2">
      <w:r>
        <w:t>656.2633</w:t>
      </w:r>
      <w:r>
        <w:tab/>
        <w:t>2.025e0</w:t>
      </w:r>
    </w:p>
    <w:p w:rsidR="00895AD2" w:rsidRDefault="00895AD2" w:rsidP="00895AD2">
      <w:r>
        <w:t>656.3447</w:t>
      </w:r>
      <w:r>
        <w:tab/>
        <w:t>2.025e0</w:t>
      </w:r>
    </w:p>
    <w:p w:rsidR="00895AD2" w:rsidRDefault="00895AD2" w:rsidP="00895AD2">
      <w:r>
        <w:t>656.4295</w:t>
      </w:r>
      <w:r>
        <w:tab/>
        <w:t>2.772e0</w:t>
      </w:r>
    </w:p>
    <w:p w:rsidR="00895AD2" w:rsidRDefault="00895AD2" w:rsidP="00895AD2">
      <w:r>
        <w:t>656.4897</w:t>
      </w:r>
      <w:r>
        <w:tab/>
        <w:t>2.319e0</w:t>
      </w:r>
    </w:p>
    <w:p w:rsidR="00895AD2" w:rsidRDefault="00895AD2" w:rsidP="00895AD2">
      <w:r>
        <w:t>656.5790</w:t>
      </w:r>
      <w:r>
        <w:tab/>
        <w:t>2.025e0</w:t>
      </w:r>
    </w:p>
    <w:p w:rsidR="00895AD2" w:rsidRDefault="00895AD2" w:rsidP="00895AD2">
      <w:r>
        <w:t>656.7556</w:t>
      </w:r>
      <w:r>
        <w:tab/>
        <w:t>2.025e0</w:t>
      </w:r>
    </w:p>
    <w:p w:rsidR="00895AD2" w:rsidRDefault="00895AD2" w:rsidP="00895AD2">
      <w:r>
        <w:t>657.0767</w:t>
      </w:r>
      <w:r>
        <w:tab/>
        <w:t>2.025e0</w:t>
      </w:r>
    </w:p>
    <w:p w:rsidR="00895AD2" w:rsidRDefault="00895AD2" w:rsidP="00895AD2">
      <w:r>
        <w:t>657.2713</w:t>
      </w:r>
      <w:r>
        <w:tab/>
        <w:t>2.025e0</w:t>
      </w:r>
    </w:p>
    <w:p w:rsidR="00895AD2" w:rsidRDefault="00895AD2" w:rsidP="00895AD2">
      <w:r>
        <w:t>657.5097</w:t>
      </w:r>
      <w:r>
        <w:tab/>
        <w:t>2.025e0</w:t>
      </w:r>
    </w:p>
    <w:p w:rsidR="00895AD2" w:rsidRDefault="00895AD2" w:rsidP="00895AD2">
      <w:r>
        <w:t>657.6067</w:t>
      </w:r>
      <w:r>
        <w:tab/>
        <w:t>1.013e0</w:t>
      </w:r>
    </w:p>
    <w:p w:rsidR="00895AD2" w:rsidRDefault="00895AD2" w:rsidP="00895AD2">
      <w:r>
        <w:t>657.9542</w:t>
      </w:r>
      <w:r>
        <w:tab/>
        <w:t>1.013e0</w:t>
      </w:r>
    </w:p>
    <w:p w:rsidR="00895AD2" w:rsidRDefault="00895AD2" w:rsidP="00895AD2">
      <w:r>
        <w:t>658.1560</w:t>
      </w:r>
      <w:r>
        <w:tab/>
        <w:t>1.013e0</w:t>
      </w:r>
    </w:p>
    <w:p w:rsidR="00895AD2" w:rsidRDefault="00895AD2" w:rsidP="00895AD2">
      <w:r>
        <w:t>658.2457</w:t>
      </w:r>
      <w:r>
        <w:tab/>
        <w:t>1.013e0</w:t>
      </w:r>
    </w:p>
    <w:p w:rsidR="00895AD2" w:rsidRDefault="00895AD2" w:rsidP="00895AD2">
      <w:r>
        <w:t>658.3146</w:t>
      </w:r>
      <w:r>
        <w:tab/>
        <w:t>2.025e0</w:t>
      </w:r>
    </w:p>
    <w:p w:rsidR="00895AD2" w:rsidRDefault="00895AD2" w:rsidP="00895AD2">
      <w:r>
        <w:t>658.5150</w:t>
      </w:r>
      <w:r>
        <w:tab/>
        <w:t>4.051e0</w:t>
      </w:r>
    </w:p>
    <w:p w:rsidR="00895AD2" w:rsidRDefault="00895AD2" w:rsidP="00895AD2">
      <w:r>
        <w:t>658.8932</w:t>
      </w:r>
      <w:r>
        <w:tab/>
        <w:t>2.025e0</w:t>
      </w:r>
    </w:p>
    <w:p w:rsidR="00895AD2" w:rsidRDefault="00895AD2" w:rsidP="00895AD2">
      <w:r>
        <w:t>659.0201</w:t>
      </w:r>
      <w:r>
        <w:tab/>
        <w:t>1.013e0</w:t>
      </w:r>
    </w:p>
    <w:p w:rsidR="00895AD2" w:rsidRDefault="00895AD2" w:rsidP="00895AD2">
      <w:r>
        <w:t>659.1017</w:t>
      </w:r>
      <w:r>
        <w:tab/>
        <w:t>1.013e0</w:t>
      </w:r>
    </w:p>
    <w:p w:rsidR="00895AD2" w:rsidRDefault="00895AD2" w:rsidP="00895AD2">
      <w:r>
        <w:lastRenderedPageBreak/>
        <w:t>659.1900</w:t>
      </w:r>
      <w:r>
        <w:tab/>
        <w:t>3.038e0</w:t>
      </w:r>
    </w:p>
    <w:p w:rsidR="00895AD2" w:rsidRDefault="00895AD2" w:rsidP="00895AD2">
      <w:r>
        <w:t>659.3121</w:t>
      </w:r>
      <w:r>
        <w:tab/>
        <w:t>1.013e0</w:t>
      </w:r>
    </w:p>
    <w:p w:rsidR="00895AD2" w:rsidRDefault="00895AD2" w:rsidP="00895AD2">
      <w:r>
        <w:t>659.6154</w:t>
      </w:r>
      <w:r>
        <w:tab/>
        <w:t>1.013e0</w:t>
      </w:r>
    </w:p>
    <w:p w:rsidR="00895AD2" w:rsidRDefault="00895AD2" w:rsidP="00895AD2">
      <w:r>
        <w:t>659.7447</w:t>
      </w:r>
      <w:r>
        <w:tab/>
        <w:t>2.025e0</w:t>
      </w:r>
    </w:p>
    <w:p w:rsidR="00895AD2" w:rsidRDefault="00895AD2" w:rsidP="00895AD2">
      <w:r>
        <w:t>659.9077</w:t>
      </w:r>
      <w:r>
        <w:tab/>
        <w:t>1.013e0</w:t>
      </w:r>
    </w:p>
    <w:p w:rsidR="00895AD2" w:rsidRDefault="00895AD2" w:rsidP="00895AD2">
      <w:r>
        <w:t>659.9705</w:t>
      </w:r>
      <w:r>
        <w:tab/>
        <w:t>1.013e0</w:t>
      </w:r>
    </w:p>
    <w:p w:rsidR="00895AD2" w:rsidRDefault="00895AD2" w:rsidP="00895AD2">
      <w:r>
        <w:t>660.3359</w:t>
      </w:r>
      <w:r>
        <w:tab/>
        <w:t>1.013e0</w:t>
      </w:r>
    </w:p>
    <w:p w:rsidR="00895AD2" w:rsidRDefault="00895AD2" w:rsidP="00895AD2">
      <w:r>
        <w:t>660.4385</w:t>
      </w:r>
      <w:r>
        <w:tab/>
        <w:t>3.038e0</w:t>
      </w:r>
    </w:p>
    <w:p w:rsidR="00895AD2" w:rsidRDefault="00895AD2" w:rsidP="00895AD2">
      <w:r>
        <w:t>660.5151</w:t>
      </w:r>
      <w:r>
        <w:tab/>
        <w:t>1.013e0</w:t>
      </w:r>
    </w:p>
    <w:p w:rsidR="00895AD2" w:rsidRDefault="00895AD2" w:rsidP="00895AD2">
      <w:r>
        <w:t>660.7590</w:t>
      </w:r>
      <w:r>
        <w:tab/>
        <w:t>2.025e0</w:t>
      </w:r>
    </w:p>
    <w:p w:rsidR="00895AD2" w:rsidRDefault="00895AD2" w:rsidP="00895AD2">
      <w:r>
        <w:t>660.8077</w:t>
      </w:r>
      <w:r>
        <w:tab/>
        <w:t>1.013e0</w:t>
      </w:r>
    </w:p>
    <w:p w:rsidR="00895AD2" w:rsidRDefault="00895AD2" w:rsidP="00895AD2">
      <w:r>
        <w:t>660.9991</w:t>
      </w:r>
      <w:r>
        <w:tab/>
        <w:t>1.013e0</w:t>
      </w:r>
    </w:p>
    <w:p w:rsidR="00895AD2" w:rsidRDefault="00895AD2" w:rsidP="00895AD2">
      <w:r>
        <w:t>661.0653</w:t>
      </w:r>
      <w:r>
        <w:tab/>
        <w:t>1.013e0</w:t>
      </w:r>
    </w:p>
    <w:p w:rsidR="00895AD2" w:rsidRDefault="00895AD2" w:rsidP="00895AD2">
      <w:r>
        <w:t>661.1906</w:t>
      </w:r>
      <w:r>
        <w:tab/>
        <w:t>1.013e0</w:t>
      </w:r>
    </w:p>
    <w:p w:rsidR="00895AD2" w:rsidRDefault="00895AD2" w:rsidP="00895AD2">
      <w:r>
        <w:t>661.2396</w:t>
      </w:r>
      <w:r>
        <w:tab/>
        <w:t>1.013e0</w:t>
      </w:r>
    </w:p>
    <w:p w:rsidR="00895AD2" w:rsidRDefault="00895AD2" w:rsidP="00895AD2">
      <w:r>
        <w:t>661.4481</w:t>
      </w:r>
      <w:r>
        <w:tab/>
        <w:t>2.025e0</w:t>
      </w:r>
    </w:p>
    <w:p w:rsidR="00895AD2" w:rsidRDefault="00895AD2" w:rsidP="00895AD2">
      <w:r>
        <w:t>661.5284</w:t>
      </w:r>
      <w:r>
        <w:tab/>
        <w:t>3.038e0</w:t>
      </w:r>
    </w:p>
    <w:p w:rsidR="00895AD2" w:rsidRDefault="00895AD2" w:rsidP="00895AD2">
      <w:r>
        <w:t>661.8441</w:t>
      </w:r>
      <w:r>
        <w:tab/>
        <w:t>1.013e0</w:t>
      </w:r>
    </w:p>
    <w:p w:rsidR="00895AD2" w:rsidRDefault="00895AD2" w:rsidP="00895AD2">
      <w:r>
        <w:t>661.9230</w:t>
      </w:r>
      <w:r>
        <w:tab/>
        <w:t>1.013e0</w:t>
      </w:r>
    </w:p>
    <w:p w:rsidR="00895AD2" w:rsidRDefault="00895AD2" w:rsidP="00895AD2">
      <w:r>
        <w:lastRenderedPageBreak/>
        <w:t>662.0245</w:t>
      </w:r>
      <w:r>
        <w:tab/>
        <w:t>1.013e0</w:t>
      </w:r>
    </w:p>
    <w:p w:rsidR="00895AD2" w:rsidRDefault="00895AD2" w:rsidP="00895AD2">
      <w:r>
        <w:t>662.3708</w:t>
      </w:r>
      <w:r>
        <w:tab/>
        <w:t>3.038e0</w:t>
      </w:r>
    </w:p>
    <w:p w:rsidR="00895AD2" w:rsidRDefault="00895AD2" w:rsidP="00895AD2">
      <w:r>
        <w:t>662.5862</w:t>
      </w:r>
      <w:r>
        <w:tab/>
        <w:t>2.025e0</w:t>
      </w:r>
    </w:p>
    <w:p w:rsidR="00895AD2" w:rsidRDefault="00895AD2" w:rsidP="00895AD2">
      <w:r>
        <w:t>662.7773</w:t>
      </w:r>
      <w:r>
        <w:tab/>
        <w:t>2.025e0</w:t>
      </w:r>
    </w:p>
    <w:p w:rsidR="00895AD2" w:rsidRDefault="00895AD2" w:rsidP="00895AD2">
      <w:r>
        <w:t>662.9311</w:t>
      </w:r>
      <w:r>
        <w:tab/>
        <w:t>3.038e0</w:t>
      </w:r>
    </w:p>
    <w:p w:rsidR="00895AD2" w:rsidRDefault="00895AD2" w:rsidP="00895AD2">
      <w:r>
        <w:t>663.2096</w:t>
      </w:r>
      <w:r>
        <w:tab/>
        <w:t>1.013e0</w:t>
      </w:r>
    </w:p>
    <w:p w:rsidR="00895AD2" w:rsidRDefault="00895AD2" w:rsidP="00895AD2">
      <w:r>
        <w:t>663.3112</w:t>
      </w:r>
      <w:r>
        <w:tab/>
        <w:t>1.013e0</w:t>
      </w:r>
    </w:p>
    <w:p w:rsidR="00895AD2" w:rsidRDefault="00895AD2" w:rsidP="00895AD2">
      <w:r>
        <w:t>663.4514</w:t>
      </w:r>
      <w:r>
        <w:tab/>
        <w:t>1.036e1</w:t>
      </w:r>
    </w:p>
    <w:p w:rsidR="00895AD2" w:rsidRDefault="00895AD2" w:rsidP="00895AD2">
      <w:r>
        <w:t>663.7067</w:t>
      </w:r>
      <w:r>
        <w:tab/>
        <w:t>1.013e0</w:t>
      </w:r>
    </w:p>
    <w:p w:rsidR="00895AD2" w:rsidRDefault="00895AD2" w:rsidP="00895AD2">
      <w:r>
        <w:t>663.8650</w:t>
      </w:r>
      <w:r>
        <w:tab/>
        <w:t>1.013e0</w:t>
      </w:r>
    </w:p>
    <w:p w:rsidR="00895AD2" w:rsidRDefault="00895AD2" w:rsidP="00895AD2">
      <w:r>
        <w:t>664.1666</w:t>
      </w:r>
      <w:r>
        <w:tab/>
        <w:t>2.025e0</w:t>
      </w:r>
    </w:p>
    <w:p w:rsidR="00895AD2" w:rsidRDefault="00895AD2" w:rsidP="00895AD2">
      <w:r>
        <w:t>664.3008</w:t>
      </w:r>
      <w:r>
        <w:tab/>
        <w:t>2.025e0</w:t>
      </w:r>
    </w:p>
    <w:p w:rsidR="00895AD2" w:rsidRDefault="00895AD2" w:rsidP="00895AD2">
      <w:r>
        <w:t>664.3867</w:t>
      </w:r>
      <w:r>
        <w:tab/>
        <w:t>5.063e0</w:t>
      </w:r>
    </w:p>
    <w:p w:rsidR="00895AD2" w:rsidRDefault="00895AD2" w:rsidP="00895AD2">
      <w:r>
        <w:t>664.5129</w:t>
      </w:r>
      <w:r>
        <w:tab/>
        <w:t>2.025e0</w:t>
      </w:r>
    </w:p>
    <w:p w:rsidR="00895AD2" w:rsidRDefault="00895AD2" w:rsidP="00895AD2">
      <w:r>
        <w:t>664.6308</w:t>
      </w:r>
      <w:r>
        <w:tab/>
        <w:t>4.051e0</w:t>
      </w:r>
    </w:p>
    <w:p w:rsidR="00895AD2" w:rsidRDefault="00895AD2" w:rsidP="00895AD2">
      <w:r>
        <w:t>665.0600</w:t>
      </w:r>
      <w:r>
        <w:tab/>
        <w:t>1.013e0</w:t>
      </w:r>
    </w:p>
    <w:p w:rsidR="00895AD2" w:rsidRDefault="00895AD2" w:rsidP="00895AD2">
      <w:r>
        <w:t>665.3250</w:t>
      </w:r>
      <w:r>
        <w:tab/>
        <w:t>1.013e0</w:t>
      </w:r>
    </w:p>
    <w:p w:rsidR="00895AD2" w:rsidRDefault="00895AD2" w:rsidP="00895AD2">
      <w:r>
        <w:t>665.4523</w:t>
      </w:r>
      <w:r>
        <w:tab/>
        <w:t>2.815e0</w:t>
      </w:r>
    </w:p>
    <w:p w:rsidR="00895AD2" w:rsidRDefault="00895AD2" w:rsidP="00895AD2">
      <w:r>
        <w:t>665.5163</w:t>
      </w:r>
      <w:r>
        <w:tab/>
        <w:t>4.051e0</w:t>
      </w:r>
    </w:p>
    <w:p w:rsidR="00895AD2" w:rsidRDefault="00895AD2" w:rsidP="00895AD2">
      <w:r>
        <w:lastRenderedPageBreak/>
        <w:t>665.6088</w:t>
      </w:r>
      <w:r>
        <w:tab/>
        <w:t>3.038e0</w:t>
      </w:r>
    </w:p>
    <w:p w:rsidR="00895AD2" w:rsidRDefault="00895AD2" w:rsidP="00895AD2">
      <w:r>
        <w:t>665.7027</w:t>
      </w:r>
      <w:r>
        <w:tab/>
        <w:t>1.013e0</w:t>
      </w:r>
    </w:p>
    <w:p w:rsidR="00895AD2" w:rsidRDefault="00895AD2" w:rsidP="00895AD2">
      <w:r>
        <w:t>665.8412</w:t>
      </w:r>
      <w:r>
        <w:tab/>
        <w:t>1.013e0</w:t>
      </w:r>
    </w:p>
    <w:p w:rsidR="00895AD2" w:rsidRDefault="00895AD2" w:rsidP="00895AD2">
      <w:r>
        <w:t>665.9104</w:t>
      </w:r>
      <w:r>
        <w:tab/>
        <w:t>1.013e0</w:t>
      </w:r>
    </w:p>
    <w:p w:rsidR="00895AD2" w:rsidRDefault="00895AD2" w:rsidP="00895AD2">
      <w:r>
        <w:t>666.0145</w:t>
      </w:r>
      <w:r>
        <w:tab/>
        <w:t>1.013e0</w:t>
      </w:r>
    </w:p>
    <w:p w:rsidR="00895AD2" w:rsidRDefault="00895AD2" w:rsidP="00895AD2">
      <w:r>
        <w:t>666.1753</w:t>
      </w:r>
      <w:r>
        <w:tab/>
        <w:t>1.013e0</w:t>
      </w:r>
    </w:p>
    <w:p w:rsidR="00895AD2" w:rsidRDefault="00895AD2" w:rsidP="00895AD2">
      <w:r>
        <w:t>666.3228</w:t>
      </w:r>
      <w:r>
        <w:tab/>
        <w:t>1.013e0</w:t>
      </w:r>
    </w:p>
    <w:p w:rsidR="00895AD2" w:rsidRDefault="00895AD2" w:rsidP="00895AD2">
      <w:r>
        <w:t>666.4365</w:t>
      </w:r>
      <w:r>
        <w:tab/>
        <w:t>3.327e0</w:t>
      </w:r>
    </w:p>
    <w:p w:rsidR="00895AD2" w:rsidRDefault="00895AD2" w:rsidP="00895AD2">
      <w:r>
        <w:t>666.6339</w:t>
      </w:r>
      <w:r>
        <w:tab/>
        <w:t>2.481e1</w:t>
      </w:r>
    </w:p>
    <w:p w:rsidR="00895AD2" w:rsidRDefault="00895AD2" w:rsidP="00895AD2">
      <w:r>
        <w:t>666.8448</w:t>
      </w:r>
      <w:r>
        <w:tab/>
        <w:t>1.013e0</w:t>
      </w:r>
    </w:p>
    <w:p w:rsidR="00895AD2" w:rsidRDefault="00895AD2" w:rsidP="00895AD2">
      <w:r>
        <w:t>666.8903</w:t>
      </w:r>
      <w:r>
        <w:tab/>
        <w:t>1.013e0</w:t>
      </w:r>
    </w:p>
    <w:p w:rsidR="00895AD2" w:rsidRDefault="00895AD2" w:rsidP="00895AD2">
      <w:r>
        <w:t>667.0255</w:t>
      </w:r>
      <w:r>
        <w:tab/>
        <w:t>2.025e0</w:t>
      </w:r>
    </w:p>
    <w:p w:rsidR="00895AD2" w:rsidRDefault="00895AD2" w:rsidP="00895AD2">
      <w:r>
        <w:t>667.1213</w:t>
      </w:r>
      <w:r>
        <w:tab/>
        <w:t>3.038e0</w:t>
      </w:r>
    </w:p>
    <w:p w:rsidR="00895AD2" w:rsidRDefault="00895AD2" w:rsidP="00895AD2">
      <w:r>
        <w:t>667.2196</w:t>
      </w:r>
      <w:r>
        <w:tab/>
        <w:t>2.025e0</w:t>
      </w:r>
    </w:p>
    <w:p w:rsidR="00895AD2" w:rsidRDefault="00895AD2" w:rsidP="00895AD2">
      <w:r>
        <w:t>667.4761</w:t>
      </w:r>
      <w:r>
        <w:tab/>
        <w:t>2.025e0</w:t>
      </w:r>
    </w:p>
    <w:p w:rsidR="00895AD2" w:rsidRDefault="00895AD2" w:rsidP="00895AD2">
      <w:r>
        <w:t>667.6323</w:t>
      </w:r>
      <w:r>
        <w:tab/>
        <w:t>9.114e0</w:t>
      </w:r>
    </w:p>
    <w:p w:rsidR="00895AD2" w:rsidRDefault="00895AD2" w:rsidP="00895AD2">
      <w:r>
        <w:t>667.8674</w:t>
      </w:r>
      <w:r>
        <w:tab/>
        <w:t>1.013e0</w:t>
      </w:r>
    </w:p>
    <w:p w:rsidR="00895AD2" w:rsidRDefault="00895AD2" w:rsidP="00895AD2">
      <w:r>
        <w:t>668.0446</w:t>
      </w:r>
      <w:r>
        <w:tab/>
        <w:t>1.013e0</w:t>
      </w:r>
    </w:p>
    <w:p w:rsidR="00895AD2" w:rsidRDefault="00895AD2" w:rsidP="00895AD2">
      <w:r>
        <w:t>668.1176</w:t>
      </w:r>
      <w:r>
        <w:tab/>
        <w:t>1.013e0</w:t>
      </w:r>
    </w:p>
    <w:p w:rsidR="00895AD2" w:rsidRDefault="00895AD2" w:rsidP="00895AD2">
      <w:r>
        <w:lastRenderedPageBreak/>
        <w:t>668.1859</w:t>
      </w:r>
      <w:r>
        <w:tab/>
        <w:t>1.013e0</w:t>
      </w:r>
    </w:p>
    <w:p w:rsidR="00895AD2" w:rsidRDefault="00895AD2" w:rsidP="00895AD2">
      <w:r>
        <w:t>668.2357</w:t>
      </w:r>
      <w:r>
        <w:tab/>
        <w:t>1.013e0</w:t>
      </w:r>
    </w:p>
    <w:p w:rsidR="00895AD2" w:rsidRDefault="00895AD2" w:rsidP="00895AD2">
      <w:r>
        <w:t>668.3396</w:t>
      </w:r>
      <w:r>
        <w:tab/>
        <w:t>2.025e0</w:t>
      </w:r>
    </w:p>
    <w:p w:rsidR="00895AD2" w:rsidRDefault="00895AD2" w:rsidP="00895AD2">
      <w:r>
        <w:t>668.4324</w:t>
      </w:r>
      <w:r>
        <w:tab/>
        <w:t>2.025e0</w:t>
      </w:r>
    </w:p>
    <w:p w:rsidR="00895AD2" w:rsidRDefault="00895AD2" w:rsidP="00895AD2">
      <w:r>
        <w:t>668.6348</w:t>
      </w:r>
      <w:r>
        <w:tab/>
        <w:t>3.038e0</w:t>
      </w:r>
    </w:p>
    <w:p w:rsidR="00895AD2" w:rsidRDefault="00895AD2" w:rsidP="00895AD2">
      <w:r>
        <w:t>668.9998</w:t>
      </w:r>
      <w:r>
        <w:tab/>
        <w:t>2.025e0</w:t>
      </w:r>
    </w:p>
    <w:p w:rsidR="00895AD2" w:rsidRDefault="00895AD2" w:rsidP="00895AD2">
      <w:r>
        <w:t>669.1079</w:t>
      </w:r>
      <w:r>
        <w:tab/>
        <w:t>1.013e0</w:t>
      </w:r>
    </w:p>
    <w:p w:rsidR="00895AD2" w:rsidRDefault="00895AD2" w:rsidP="00895AD2">
      <w:r>
        <w:t>669.2766</w:t>
      </w:r>
      <w:r>
        <w:tab/>
        <w:t>2.025e0</w:t>
      </w:r>
    </w:p>
    <w:p w:rsidR="00895AD2" w:rsidRDefault="00895AD2" w:rsidP="00895AD2">
      <w:r>
        <w:t>669.4026</w:t>
      </w:r>
      <w:r>
        <w:tab/>
        <w:t>4.051e0</w:t>
      </w:r>
    </w:p>
    <w:p w:rsidR="00895AD2" w:rsidRDefault="00895AD2" w:rsidP="00895AD2">
      <w:r>
        <w:t>669.6130</w:t>
      </w:r>
      <w:r>
        <w:tab/>
        <w:t>3.038e0</w:t>
      </w:r>
    </w:p>
    <w:p w:rsidR="00895AD2" w:rsidRDefault="00895AD2" w:rsidP="00895AD2">
      <w:r>
        <w:t>669.7460</w:t>
      </w:r>
      <w:r>
        <w:tab/>
        <w:t>1.013e0</w:t>
      </w:r>
    </w:p>
    <w:p w:rsidR="00895AD2" w:rsidRDefault="00895AD2" w:rsidP="00895AD2">
      <w:r>
        <w:t>669.8486</w:t>
      </w:r>
      <w:r>
        <w:tab/>
        <w:t>1.013e0</w:t>
      </w:r>
    </w:p>
    <w:p w:rsidR="00895AD2" w:rsidRDefault="00895AD2" w:rsidP="00895AD2">
      <w:r>
        <w:t>670.1604</w:t>
      </w:r>
      <w:r>
        <w:tab/>
        <w:t>3.038e0</w:t>
      </w:r>
    </w:p>
    <w:p w:rsidR="00895AD2" w:rsidRDefault="00895AD2" w:rsidP="00895AD2">
      <w:r>
        <w:t>670.3682</w:t>
      </w:r>
      <w:r>
        <w:tab/>
        <w:t>1.013e0</w:t>
      </w:r>
    </w:p>
    <w:p w:rsidR="00895AD2" w:rsidRDefault="00895AD2" w:rsidP="00895AD2">
      <w:r>
        <w:t>670.4304</w:t>
      </w:r>
      <w:r>
        <w:tab/>
        <w:t>1.013e0</w:t>
      </w:r>
    </w:p>
    <w:p w:rsidR="00895AD2" w:rsidRDefault="00895AD2" w:rsidP="00895AD2">
      <w:r>
        <w:t>670.5592</w:t>
      </w:r>
      <w:r>
        <w:tab/>
        <w:t>1.013e0</w:t>
      </w:r>
    </w:p>
    <w:p w:rsidR="00895AD2" w:rsidRDefault="00895AD2" w:rsidP="00895AD2">
      <w:r>
        <w:t>670.8413</w:t>
      </w:r>
      <w:r>
        <w:tab/>
        <w:t>1.013e0</w:t>
      </w:r>
    </w:p>
    <w:p w:rsidR="00895AD2" w:rsidRDefault="00895AD2" w:rsidP="00895AD2">
      <w:r>
        <w:t>671.0126</w:t>
      </w:r>
      <w:r>
        <w:tab/>
        <w:t>1.013e0</w:t>
      </w:r>
    </w:p>
    <w:p w:rsidR="00895AD2" w:rsidRDefault="00895AD2" w:rsidP="00895AD2">
      <w:r>
        <w:t>671.1382</w:t>
      </w:r>
      <w:r>
        <w:tab/>
        <w:t>1.013e0</w:t>
      </w:r>
    </w:p>
    <w:p w:rsidR="00895AD2" w:rsidRDefault="00895AD2" w:rsidP="00895AD2">
      <w:r>
        <w:lastRenderedPageBreak/>
        <w:t>671.2870</w:t>
      </w:r>
      <w:r>
        <w:tab/>
        <w:t>1.013e0</w:t>
      </w:r>
    </w:p>
    <w:p w:rsidR="00895AD2" w:rsidRDefault="00895AD2" w:rsidP="00895AD2">
      <w:r>
        <w:t>671.4305</w:t>
      </w:r>
      <w:r>
        <w:tab/>
        <w:t>3.038e0</w:t>
      </w:r>
    </w:p>
    <w:p w:rsidR="00895AD2" w:rsidRDefault="00895AD2" w:rsidP="00895AD2">
      <w:r>
        <w:t>671.7325</w:t>
      </w:r>
      <w:r>
        <w:tab/>
        <w:t>1.013e0</w:t>
      </w:r>
    </w:p>
    <w:p w:rsidR="00895AD2" w:rsidRDefault="00895AD2" w:rsidP="00895AD2">
      <w:r>
        <w:t>671.8926</w:t>
      </w:r>
      <w:r>
        <w:tab/>
        <w:t>1.013e0</w:t>
      </w:r>
    </w:p>
    <w:p w:rsidR="00895AD2" w:rsidRDefault="00895AD2" w:rsidP="00895AD2">
      <w:r>
        <w:t>672.2585</w:t>
      </w:r>
      <w:r>
        <w:tab/>
        <w:t>1.013e0</w:t>
      </w:r>
    </w:p>
    <w:p w:rsidR="00895AD2" w:rsidRDefault="00895AD2" w:rsidP="00895AD2">
      <w:r>
        <w:t>672.3501</w:t>
      </w:r>
      <w:r>
        <w:tab/>
        <w:t>1.013e0</w:t>
      </w:r>
    </w:p>
    <w:p w:rsidR="00895AD2" w:rsidRDefault="00895AD2" w:rsidP="00895AD2">
      <w:r>
        <w:t>672.4578</w:t>
      </w:r>
      <w:r>
        <w:tab/>
        <w:t>2.025e0</w:t>
      </w:r>
    </w:p>
    <w:p w:rsidR="00895AD2" w:rsidRDefault="00895AD2" w:rsidP="00895AD2">
      <w:r>
        <w:t>672.5362</w:t>
      </w:r>
      <w:r>
        <w:tab/>
        <w:t>4.051e0</w:t>
      </w:r>
    </w:p>
    <w:p w:rsidR="00895AD2" w:rsidRDefault="00895AD2" w:rsidP="00895AD2">
      <w:r>
        <w:t>672.9586</w:t>
      </w:r>
      <w:r>
        <w:tab/>
        <w:t>2.025e0</w:t>
      </w:r>
    </w:p>
    <w:p w:rsidR="00895AD2" w:rsidRDefault="00895AD2" w:rsidP="00895AD2">
      <w:r>
        <w:t>673.1401</w:t>
      </w:r>
      <w:r>
        <w:tab/>
        <w:t>1.013e0</w:t>
      </w:r>
    </w:p>
    <w:p w:rsidR="00895AD2" w:rsidRDefault="00895AD2" w:rsidP="00895AD2">
      <w:r>
        <w:t>673.2775</w:t>
      </w:r>
      <w:r>
        <w:tab/>
        <w:t>1.013e0</w:t>
      </w:r>
    </w:p>
    <w:p w:rsidR="00895AD2" w:rsidRDefault="00895AD2" w:rsidP="00895AD2">
      <w:r>
        <w:t>673.4150</w:t>
      </w:r>
      <w:r>
        <w:tab/>
        <w:t>2.025e0</w:t>
      </w:r>
    </w:p>
    <w:p w:rsidR="00895AD2" w:rsidRDefault="00895AD2" w:rsidP="00895AD2">
      <w:r>
        <w:t>673.5739</w:t>
      </w:r>
      <w:r>
        <w:tab/>
        <w:t>2.025e0</w:t>
      </w:r>
    </w:p>
    <w:p w:rsidR="00895AD2" w:rsidRDefault="00895AD2" w:rsidP="00895AD2">
      <w:r>
        <w:t>673.6429</w:t>
      </w:r>
      <w:r>
        <w:tab/>
        <w:t>1.013e0</w:t>
      </w:r>
    </w:p>
    <w:p w:rsidR="00895AD2" w:rsidRDefault="00895AD2" w:rsidP="00895AD2">
      <w:r>
        <w:t>673.7130</w:t>
      </w:r>
      <w:r>
        <w:tab/>
        <w:t>1.013e0</w:t>
      </w:r>
    </w:p>
    <w:p w:rsidR="00895AD2" w:rsidRDefault="00895AD2" w:rsidP="00895AD2">
      <w:r>
        <w:t>673.9028</w:t>
      </w:r>
      <w:r>
        <w:tab/>
        <w:t>1.013e0</w:t>
      </w:r>
    </w:p>
    <w:p w:rsidR="00895AD2" w:rsidRDefault="00895AD2" w:rsidP="00895AD2">
      <w:r>
        <w:t>674.1144</w:t>
      </w:r>
      <w:r>
        <w:tab/>
        <w:t>1.013e0</w:t>
      </w:r>
    </w:p>
    <w:p w:rsidR="00895AD2" w:rsidRDefault="00895AD2" w:rsidP="00895AD2">
      <w:r>
        <w:t>674.1947</w:t>
      </w:r>
      <w:r>
        <w:tab/>
        <w:t>1.013e0</w:t>
      </w:r>
    </w:p>
    <w:p w:rsidR="00895AD2" w:rsidRDefault="00895AD2" w:rsidP="00895AD2">
      <w:r>
        <w:t>674.2669</w:t>
      </w:r>
      <w:r>
        <w:tab/>
        <w:t>1.013e0</w:t>
      </w:r>
    </w:p>
    <w:p w:rsidR="00895AD2" w:rsidRDefault="00895AD2" w:rsidP="00895AD2">
      <w:r>
        <w:lastRenderedPageBreak/>
        <w:t>674.3782</w:t>
      </w:r>
      <w:r>
        <w:tab/>
        <w:t>1.013e0</w:t>
      </w:r>
    </w:p>
    <w:p w:rsidR="00895AD2" w:rsidRDefault="00895AD2" w:rsidP="00895AD2">
      <w:r>
        <w:t>674.4725</w:t>
      </w:r>
      <w:r>
        <w:tab/>
        <w:t>3.612e0</w:t>
      </w:r>
    </w:p>
    <w:p w:rsidR="00895AD2" w:rsidRDefault="00895AD2" w:rsidP="00895AD2">
      <w:r>
        <w:t>674.7111</w:t>
      </w:r>
      <w:r>
        <w:tab/>
        <w:t>1.013e0</w:t>
      </w:r>
    </w:p>
    <w:p w:rsidR="00895AD2" w:rsidRDefault="00895AD2" w:rsidP="00895AD2">
      <w:r>
        <w:t>674.9200</w:t>
      </w:r>
      <w:r>
        <w:tab/>
        <w:t>2.025e0</w:t>
      </w:r>
    </w:p>
    <w:p w:rsidR="00895AD2" w:rsidRDefault="00895AD2" w:rsidP="00895AD2">
      <w:r>
        <w:t>675.1360</w:t>
      </w:r>
      <w:r>
        <w:tab/>
        <w:t>1.013e0</w:t>
      </w:r>
    </w:p>
    <w:p w:rsidR="00895AD2" w:rsidRDefault="00895AD2" w:rsidP="00895AD2">
      <w:r>
        <w:t>675.2968</w:t>
      </w:r>
      <w:r>
        <w:tab/>
        <w:t>1.013e0</w:t>
      </w:r>
    </w:p>
    <w:p w:rsidR="00895AD2" w:rsidRDefault="00895AD2" w:rsidP="00895AD2">
      <w:r>
        <w:t>675.4092</w:t>
      </w:r>
      <w:r>
        <w:tab/>
        <w:t>1.013e0</w:t>
      </w:r>
    </w:p>
    <w:p w:rsidR="00895AD2" w:rsidRDefault="00895AD2" w:rsidP="00895AD2">
      <w:r>
        <w:t>675.5182</w:t>
      </w:r>
      <w:r>
        <w:tab/>
        <w:t>4.051e0</w:t>
      </w:r>
    </w:p>
    <w:p w:rsidR="00895AD2" w:rsidRDefault="00895AD2" w:rsidP="00895AD2">
      <w:r>
        <w:t>675.6301</w:t>
      </w:r>
      <w:r>
        <w:tab/>
        <w:t>1.013e0</w:t>
      </w:r>
    </w:p>
    <w:p w:rsidR="00895AD2" w:rsidRDefault="00895AD2" w:rsidP="00895AD2">
      <w:r>
        <w:t>675.8381</w:t>
      </w:r>
      <w:r>
        <w:tab/>
        <w:t>2.025e0</w:t>
      </w:r>
    </w:p>
    <w:p w:rsidR="00895AD2" w:rsidRDefault="00895AD2" w:rsidP="00895AD2">
      <w:r>
        <w:t>675.9635</w:t>
      </w:r>
      <w:r>
        <w:tab/>
        <w:t>1.013e0</w:t>
      </w:r>
    </w:p>
    <w:p w:rsidR="00895AD2" w:rsidRDefault="00895AD2" w:rsidP="00895AD2">
      <w:r>
        <w:t>676.0541</w:t>
      </w:r>
      <w:r>
        <w:tab/>
        <w:t>2.025e0</w:t>
      </w:r>
    </w:p>
    <w:p w:rsidR="00895AD2" w:rsidRDefault="00895AD2" w:rsidP="00895AD2">
      <w:r>
        <w:t>676.3356</w:t>
      </w:r>
      <w:r>
        <w:tab/>
        <w:t>5.063e0</w:t>
      </w:r>
    </w:p>
    <w:p w:rsidR="00895AD2" w:rsidRDefault="00895AD2" w:rsidP="00895AD2">
      <w:r>
        <w:t>676.4305</w:t>
      </w:r>
      <w:r>
        <w:tab/>
        <w:t>1.013e0</w:t>
      </w:r>
    </w:p>
    <w:p w:rsidR="00895AD2" w:rsidRDefault="00895AD2" w:rsidP="00895AD2">
      <w:r>
        <w:t>676.5273</w:t>
      </w:r>
      <w:r>
        <w:tab/>
        <w:t>1.013e0</w:t>
      </w:r>
    </w:p>
    <w:p w:rsidR="00895AD2" w:rsidRDefault="00895AD2" w:rsidP="00895AD2">
      <w:r>
        <w:t>676.6400</w:t>
      </w:r>
      <w:r>
        <w:tab/>
        <w:t>3.038e0</w:t>
      </w:r>
    </w:p>
    <w:p w:rsidR="00895AD2" w:rsidRDefault="00895AD2" w:rsidP="00895AD2">
      <w:r>
        <w:t>677.2066</w:t>
      </w:r>
      <w:r>
        <w:tab/>
        <w:t>1.013e0</w:t>
      </w:r>
    </w:p>
    <w:p w:rsidR="00895AD2" w:rsidRDefault="00895AD2" w:rsidP="00895AD2">
      <w:r>
        <w:t>677.3109</w:t>
      </w:r>
      <w:r>
        <w:tab/>
        <w:t>3.038e0</w:t>
      </w:r>
    </w:p>
    <w:p w:rsidR="00895AD2" w:rsidRDefault="00895AD2" w:rsidP="00895AD2">
      <w:r>
        <w:t>677.5177</w:t>
      </w:r>
      <w:r>
        <w:tab/>
        <w:t>1.013e0</w:t>
      </w:r>
    </w:p>
    <w:p w:rsidR="00895AD2" w:rsidRDefault="00895AD2" w:rsidP="00895AD2">
      <w:r>
        <w:lastRenderedPageBreak/>
        <w:t>677.7343</w:t>
      </w:r>
      <w:r>
        <w:tab/>
        <w:t>2.025e0</w:t>
      </w:r>
    </w:p>
    <w:p w:rsidR="00895AD2" w:rsidRDefault="00895AD2" w:rsidP="00895AD2">
      <w:r>
        <w:t>677.8930</w:t>
      </w:r>
      <w:r>
        <w:tab/>
        <w:t>2.025e0</w:t>
      </w:r>
    </w:p>
    <w:p w:rsidR="00895AD2" w:rsidRDefault="00895AD2" w:rsidP="00895AD2">
      <w:r>
        <w:t>678.0020</w:t>
      </w:r>
      <w:r>
        <w:tab/>
        <w:t>1.013e0</w:t>
      </w:r>
    </w:p>
    <w:p w:rsidR="00895AD2" w:rsidRDefault="00895AD2" w:rsidP="00895AD2">
      <w:r>
        <w:t>678.1442</w:t>
      </w:r>
      <w:r>
        <w:tab/>
        <w:t>1.013e0</w:t>
      </w:r>
    </w:p>
    <w:p w:rsidR="00895AD2" w:rsidRDefault="00895AD2" w:rsidP="00895AD2">
      <w:r>
        <w:t>678.3635</w:t>
      </w:r>
      <w:r>
        <w:tab/>
        <w:t>4.051e0</w:t>
      </w:r>
    </w:p>
    <w:p w:rsidR="00895AD2" w:rsidRDefault="00895AD2" w:rsidP="00895AD2">
      <w:r>
        <w:t>678.5070</w:t>
      </w:r>
      <w:r>
        <w:tab/>
        <w:t>1.013e0</w:t>
      </w:r>
    </w:p>
    <w:p w:rsidR="00895AD2" w:rsidRDefault="00895AD2" w:rsidP="00895AD2">
      <w:r>
        <w:t>678.5931</w:t>
      </w:r>
      <w:r>
        <w:tab/>
        <w:t>2.025e0</w:t>
      </w:r>
    </w:p>
    <w:p w:rsidR="00895AD2" w:rsidRDefault="00895AD2" w:rsidP="00895AD2">
      <w:r>
        <w:t>679.0869</w:t>
      </w:r>
      <w:r>
        <w:tab/>
        <w:t>1.013e0</w:t>
      </w:r>
    </w:p>
    <w:p w:rsidR="00895AD2" w:rsidRDefault="00895AD2" w:rsidP="00895AD2">
      <w:r>
        <w:t>679.2167</w:t>
      </w:r>
      <w:r>
        <w:tab/>
        <w:t>1.013e0</w:t>
      </w:r>
    </w:p>
    <w:p w:rsidR="00895AD2" w:rsidRDefault="00895AD2" w:rsidP="00895AD2">
      <w:r>
        <w:t>679.3205</w:t>
      </w:r>
      <w:r>
        <w:tab/>
        <w:t>1.013e0</w:t>
      </w:r>
    </w:p>
    <w:p w:rsidR="00895AD2" w:rsidRDefault="00895AD2" w:rsidP="00895AD2">
      <w:r>
        <w:t>679.3981</w:t>
      </w:r>
      <w:r>
        <w:tab/>
        <w:t>2.025e0</w:t>
      </w:r>
    </w:p>
    <w:p w:rsidR="00895AD2" w:rsidRDefault="00895AD2" w:rsidP="00895AD2">
      <w:r>
        <w:t>679.4934</w:t>
      </w:r>
      <w:r>
        <w:tab/>
        <w:t>1.013e0</w:t>
      </w:r>
    </w:p>
    <w:p w:rsidR="00895AD2" w:rsidRDefault="00895AD2" w:rsidP="00895AD2">
      <w:r>
        <w:t>679.5837</w:t>
      </w:r>
      <w:r>
        <w:tab/>
        <w:t>1.013e0</w:t>
      </w:r>
    </w:p>
    <w:p w:rsidR="00895AD2" w:rsidRDefault="00895AD2" w:rsidP="00895AD2">
      <w:r>
        <w:t>679.9554</w:t>
      </w:r>
      <w:r>
        <w:tab/>
        <w:t>2.025e0</w:t>
      </w:r>
    </w:p>
    <w:p w:rsidR="00895AD2" w:rsidRDefault="00895AD2" w:rsidP="00895AD2">
      <w:r>
        <w:t>680.0638</w:t>
      </w:r>
      <w:r>
        <w:tab/>
        <w:t>1.013e0</w:t>
      </w:r>
    </w:p>
    <w:p w:rsidR="00895AD2" w:rsidRDefault="00895AD2" w:rsidP="00895AD2">
      <w:r>
        <w:t>680.1734</w:t>
      </w:r>
      <w:r>
        <w:tab/>
        <w:t>1.013e0</w:t>
      </w:r>
    </w:p>
    <w:p w:rsidR="00895AD2" w:rsidRDefault="00895AD2" w:rsidP="00895AD2">
      <w:r>
        <w:t>680.2197</w:t>
      </w:r>
      <w:r>
        <w:tab/>
        <w:t>1.013e0</w:t>
      </w:r>
    </w:p>
    <w:p w:rsidR="00895AD2" w:rsidRDefault="00895AD2" w:rsidP="00895AD2">
      <w:r>
        <w:t>680.3407</w:t>
      </w:r>
      <w:r>
        <w:tab/>
        <w:t>1.013e0</w:t>
      </w:r>
    </w:p>
    <w:p w:rsidR="00895AD2" w:rsidRDefault="00895AD2" w:rsidP="00895AD2">
      <w:r>
        <w:t>680.4786</w:t>
      </w:r>
      <w:r>
        <w:tab/>
        <w:t>7.089e0</w:t>
      </w:r>
    </w:p>
    <w:p w:rsidR="00895AD2" w:rsidRDefault="00895AD2" w:rsidP="00895AD2">
      <w:r>
        <w:lastRenderedPageBreak/>
        <w:t>680.5928</w:t>
      </w:r>
      <w:r>
        <w:tab/>
        <w:t>2.025e0</w:t>
      </w:r>
    </w:p>
    <w:p w:rsidR="00895AD2" w:rsidRDefault="00895AD2" w:rsidP="00895AD2">
      <w:r>
        <w:t>680.7289</w:t>
      </w:r>
      <w:r>
        <w:tab/>
        <w:t>1.013e0</w:t>
      </w:r>
    </w:p>
    <w:p w:rsidR="00895AD2" w:rsidRDefault="00895AD2" w:rsidP="00895AD2">
      <w:r>
        <w:t>681.3495</w:t>
      </w:r>
      <w:r>
        <w:tab/>
        <w:t>3.038e0</w:t>
      </w:r>
    </w:p>
    <w:p w:rsidR="00895AD2" w:rsidRDefault="00895AD2" w:rsidP="00895AD2">
      <w:r>
        <w:t>681.4802</w:t>
      </w:r>
      <w:r>
        <w:tab/>
        <w:t>3.038e0</w:t>
      </w:r>
    </w:p>
    <w:p w:rsidR="00895AD2" w:rsidRDefault="00895AD2" w:rsidP="00895AD2">
      <w:r>
        <w:t>681.9570</w:t>
      </w:r>
      <w:r>
        <w:tab/>
        <w:t>1.013e0</w:t>
      </w:r>
    </w:p>
    <w:p w:rsidR="00895AD2" w:rsidRDefault="00895AD2" w:rsidP="00895AD2">
      <w:r>
        <w:t>682.0576</w:t>
      </w:r>
      <w:r>
        <w:tab/>
        <w:t>3.038e0</w:t>
      </w:r>
    </w:p>
    <w:p w:rsidR="00895AD2" w:rsidRDefault="00895AD2" w:rsidP="00895AD2">
      <w:r>
        <w:t>682.2702</w:t>
      </w:r>
      <w:r>
        <w:tab/>
        <w:t>1.013e0</w:t>
      </w:r>
    </w:p>
    <w:p w:rsidR="00895AD2" w:rsidRDefault="00895AD2" w:rsidP="00895AD2">
      <w:r>
        <w:t>682.3282</w:t>
      </w:r>
      <w:r>
        <w:tab/>
        <w:t>1.013e0</w:t>
      </w:r>
    </w:p>
    <w:p w:rsidR="00895AD2" w:rsidRDefault="00895AD2" w:rsidP="00895AD2">
      <w:r>
        <w:t>682.4637</w:t>
      </w:r>
      <w:r>
        <w:tab/>
        <w:t>3.038e0</w:t>
      </w:r>
    </w:p>
    <w:p w:rsidR="00895AD2" w:rsidRDefault="00895AD2" w:rsidP="00895AD2">
      <w:r>
        <w:t>682.5811</w:t>
      </w:r>
      <w:r>
        <w:tab/>
        <w:t>3.038e0</w:t>
      </w:r>
    </w:p>
    <w:p w:rsidR="00895AD2" w:rsidRDefault="00895AD2" w:rsidP="00895AD2">
      <w:r>
        <w:t>682.8647</w:t>
      </w:r>
      <w:r>
        <w:tab/>
        <w:t>1.013e0</w:t>
      </w:r>
    </w:p>
    <w:p w:rsidR="00895AD2" w:rsidRDefault="00895AD2" w:rsidP="00895AD2">
      <w:r>
        <w:t>682.9898</w:t>
      </w:r>
      <w:r>
        <w:tab/>
        <w:t>1.013e0</w:t>
      </w:r>
    </w:p>
    <w:p w:rsidR="00895AD2" w:rsidRDefault="00895AD2" w:rsidP="00895AD2">
      <w:r>
        <w:t>683.2878</w:t>
      </w:r>
      <w:r>
        <w:tab/>
        <w:t>4.971e0</w:t>
      </w:r>
    </w:p>
    <w:p w:rsidR="00895AD2" w:rsidRDefault="00895AD2" w:rsidP="00895AD2">
      <w:r>
        <w:t>683.3655</w:t>
      </w:r>
      <w:r>
        <w:tab/>
        <w:t>2.025e0</w:t>
      </w:r>
    </w:p>
    <w:p w:rsidR="00895AD2" w:rsidRDefault="00895AD2" w:rsidP="00895AD2">
      <w:r>
        <w:t>683.4518</w:t>
      </w:r>
      <w:r>
        <w:tab/>
        <w:t>1.013e0</w:t>
      </w:r>
    </w:p>
    <w:p w:rsidR="00895AD2" w:rsidRDefault="00895AD2" w:rsidP="00895AD2">
      <w:r>
        <w:t>683.5298</w:t>
      </w:r>
      <w:r>
        <w:tab/>
        <w:t>2.025e0</w:t>
      </w:r>
    </w:p>
    <w:p w:rsidR="00895AD2" w:rsidRDefault="00895AD2" w:rsidP="00895AD2">
      <w:r>
        <w:t>683.7113</w:t>
      </w:r>
      <w:r>
        <w:tab/>
        <w:t>1.013e0</w:t>
      </w:r>
    </w:p>
    <w:p w:rsidR="00895AD2" w:rsidRDefault="00895AD2" w:rsidP="00895AD2">
      <w:r>
        <w:t>683.7975</w:t>
      </w:r>
      <w:r>
        <w:tab/>
        <w:t>1.013e0</w:t>
      </w:r>
    </w:p>
    <w:p w:rsidR="00895AD2" w:rsidRDefault="00895AD2" w:rsidP="00895AD2">
      <w:r>
        <w:t>683.8912</w:t>
      </w:r>
      <w:r>
        <w:tab/>
        <w:t>2.025e0</w:t>
      </w:r>
    </w:p>
    <w:p w:rsidR="00895AD2" w:rsidRDefault="00895AD2" w:rsidP="00895AD2">
      <w:r>
        <w:lastRenderedPageBreak/>
        <w:t>684.0220</w:t>
      </w:r>
      <w:r>
        <w:tab/>
        <w:t>1.013e0</w:t>
      </w:r>
    </w:p>
    <w:p w:rsidR="00895AD2" w:rsidRDefault="00895AD2" w:rsidP="00895AD2">
      <w:r>
        <w:t>684.0911</w:t>
      </w:r>
      <w:r>
        <w:tab/>
        <w:t>1.013e0</w:t>
      </w:r>
    </w:p>
    <w:p w:rsidR="00895AD2" w:rsidRDefault="00895AD2" w:rsidP="00895AD2">
      <w:r>
        <w:t>684.2704</w:t>
      </w:r>
      <w:r>
        <w:tab/>
        <w:t>4.051e0</w:t>
      </w:r>
    </w:p>
    <w:p w:rsidR="00895AD2" w:rsidRDefault="00895AD2" w:rsidP="00895AD2">
      <w:r>
        <w:t>684.4343</w:t>
      </w:r>
      <w:r>
        <w:tab/>
        <w:t>3.038e0</w:t>
      </w:r>
    </w:p>
    <w:p w:rsidR="00895AD2" w:rsidRDefault="00895AD2" w:rsidP="00895AD2">
      <w:r>
        <w:t>684.5706</w:t>
      </w:r>
      <w:r>
        <w:tab/>
        <w:t>3.038e0</w:t>
      </w:r>
    </w:p>
    <w:p w:rsidR="00895AD2" w:rsidRDefault="00895AD2" w:rsidP="00895AD2">
      <w:r>
        <w:t>684.8516</w:t>
      </w:r>
      <w:r>
        <w:tab/>
        <w:t>1.013e0</w:t>
      </w:r>
    </w:p>
    <w:p w:rsidR="00895AD2" w:rsidRDefault="00895AD2" w:rsidP="00895AD2">
      <w:r>
        <w:t>684.9205</w:t>
      </w:r>
      <w:r>
        <w:tab/>
        <w:t>1.013e0</w:t>
      </w:r>
    </w:p>
    <w:p w:rsidR="00895AD2" w:rsidRDefault="00895AD2" w:rsidP="00895AD2">
      <w:r>
        <w:t>685.0249</w:t>
      </w:r>
      <w:r>
        <w:tab/>
        <w:t>1.013e0</w:t>
      </w:r>
    </w:p>
    <w:p w:rsidR="00895AD2" w:rsidRDefault="00895AD2" w:rsidP="00895AD2">
      <w:r>
        <w:t>685.3744</w:t>
      </w:r>
      <w:r>
        <w:tab/>
        <w:t>1.013e0</w:t>
      </w:r>
    </w:p>
    <w:p w:rsidR="00895AD2" w:rsidRDefault="00895AD2" w:rsidP="00895AD2">
      <w:r>
        <w:t>685.4656</w:t>
      </w:r>
      <w:r>
        <w:tab/>
        <w:t>3.038e0</w:t>
      </w:r>
    </w:p>
    <w:p w:rsidR="00895AD2" w:rsidRDefault="00895AD2" w:rsidP="00895AD2">
      <w:r>
        <w:t>685.5538</w:t>
      </w:r>
      <w:r>
        <w:tab/>
        <w:t>5.063e0</w:t>
      </w:r>
    </w:p>
    <w:p w:rsidR="00895AD2" w:rsidRDefault="00895AD2" w:rsidP="00895AD2">
      <w:r>
        <w:t>685.9568</w:t>
      </w:r>
      <w:r>
        <w:tab/>
        <w:t>1.013e0</w:t>
      </w:r>
    </w:p>
    <w:p w:rsidR="00895AD2" w:rsidRDefault="00895AD2" w:rsidP="00895AD2">
      <w:r>
        <w:t>686.0154</w:t>
      </w:r>
      <w:r>
        <w:tab/>
        <w:t>1.013e0</w:t>
      </w:r>
    </w:p>
    <w:p w:rsidR="00895AD2" w:rsidRDefault="00895AD2" w:rsidP="00895AD2">
      <w:r>
        <w:t>686.3381</w:t>
      </w:r>
      <w:r>
        <w:tab/>
        <w:t>3.038e0</w:t>
      </w:r>
    </w:p>
    <w:p w:rsidR="00895AD2" w:rsidRDefault="00895AD2" w:rsidP="00895AD2">
      <w:r>
        <w:t>686.4102</w:t>
      </w:r>
      <w:r>
        <w:tab/>
        <w:t>2.025e0</w:t>
      </w:r>
    </w:p>
    <w:p w:rsidR="00895AD2" w:rsidRDefault="00895AD2" w:rsidP="00895AD2">
      <w:r>
        <w:t>686.5478</w:t>
      </w:r>
      <w:r>
        <w:tab/>
        <w:t>2.025e0</w:t>
      </w:r>
    </w:p>
    <w:p w:rsidR="00895AD2" w:rsidRDefault="00895AD2" w:rsidP="00895AD2">
      <w:r>
        <w:t>686.6823</w:t>
      </w:r>
      <w:r>
        <w:tab/>
        <w:t>1.013e0</w:t>
      </w:r>
    </w:p>
    <w:p w:rsidR="00895AD2" w:rsidRDefault="00895AD2" w:rsidP="00895AD2">
      <w:r>
        <w:t>686.8203</w:t>
      </w:r>
      <w:r>
        <w:tab/>
        <w:t>1.013e0</w:t>
      </w:r>
    </w:p>
    <w:p w:rsidR="00895AD2" w:rsidRDefault="00895AD2" w:rsidP="00895AD2">
      <w:r>
        <w:t>687.0969</w:t>
      </w:r>
      <w:r>
        <w:tab/>
        <w:t>2.025e0</w:t>
      </w:r>
    </w:p>
    <w:p w:rsidR="00895AD2" w:rsidRDefault="00895AD2" w:rsidP="00895AD2">
      <w:r>
        <w:lastRenderedPageBreak/>
        <w:t>687.3401</w:t>
      </w:r>
      <w:r>
        <w:tab/>
        <w:t>4.051e0</w:t>
      </w:r>
    </w:p>
    <w:p w:rsidR="00895AD2" w:rsidRDefault="00895AD2" w:rsidP="00895AD2">
      <w:r>
        <w:t>687.4921</w:t>
      </w:r>
      <w:r>
        <w:tab/>
        <w:t>2.025e0</w:t>
      </w:r>
    </w:p>
    <w:p w:rsidR="00895AD2" w:rsidRDefault="00895AD2" w:rsidP="00895AD2">
      <w:r>
        <w:t>688.0460</w:t>
      </w:r>
      <w:r>
        <w:tab/>
        <w:t>2.025e0</w:t>
      </w:r>
    </w:p>
    <w:p w:rsidR="00895AD2" w:rsidRDefault="00895AD2" w:rsidP="00895AD2">
      <w:r>
        <w:t>688.3815</w:t>
      </w:r>
      <w:r>
        <w:tab/>
        <w:t>2.025e0</w:t>
      </w:r>
    </w:p>
    <w:p w:rsidR="00895AD2" w:rsidRDefault="00895AD2" w:rsidP="00895AD2">
      <w:r>
        <w:t>688.5977</w:t>
      </w:r>
      <w:r>
        <w:tab/>
        <w:t>4.051e0</w:t>
      </w:r>
    </w:p>
    <w:p w:rsidR="00895AD2" w:rsidRDefault="00895AD2" w:rsidP="00895AD2">
      <w:r>
        <w:t>688.7493</w:t>
      </w:r>
      <w:r>
        <w:tab/>
        <w:t>1.013e0</w:t>
      </w:r>
    </w:p>
    <w:p w:rsidR="00895AD2" w:rsidRDefault="00895AD2" w:rsidP="00895AD2">
      <w:r>
        <w:t>689.0420</w:t>
      </w:r>
      <w:r>
        <w:tab/>
        <w:t>1.013e0</w:t>
      </w:r>
    </w:p>
    <w:p w:rsidR="00895AD2" w:rsidRDefault="00895AD2" w:rsidP="00895AD2">
      <w:r>
        <w:t>689.1162</w:t>
      </w:r>
      <w:r>
        <w:tab/>
        <w:t>1.013e0</w:t>
      </w:r>
    </w:p>
    <w:p w:rsidR="00895AD2" w:rsidRDefault="00895AD2" w:rsidP="00895AD2">
      <w:r>
        <w:t>689.3519</w:t>
      </w:r>
      <w:r>
        <w:tab/>
        <w:t>2.025e0</w:t>
      </w:r>
    </w:p>
    <w:p w:rsidR="00895AD2" w:rsidRDefault="00895AD2" w:rsidP="00895AD2">
      <w:r>
        <w:t>689.4988</w:t>
      </w:r>
      <w:r>
        <w:tab/>
        <w:t>1.013e0</w:t>
      </w:r>
    </w:p>
    <w:p w:rsidR="00895AD2" w:rsidRDefault="00895AD2" w:rsidP="00895AD2">
      <w:r>
        <w:t>689.8270</w:t>
      </w:r>
      <w:r>
        <w:tab/>
        <w:t>1.013e0</w:t>
      </w:r>
    </w:p>
    <w:p w:rsidR="00895AD2" w:rsidRDefault="00895AD2" w:rsidP="00895AD2">
      <w:r>
        <w:t>690.1671</w:t>
      </w:r>
      <w:r>
        <w:tab/>
        <w:t>1.013e0</w:t>
      </w:r>
    </w:p>
    <w:p w:rsidR="00895AD2" w:rsidRDefault="00895AD2" w:rsidP="00895AD2">
      <w:r>
        <w:t>690.2843</w:t>
      </w:r>
      <w:r>
        <w:tab/>
        <w:t>1.013e0</w:t>
      </w:r>
    </w:p>
    <w:p w:rsidR="00895AD2" w:rsidRDefault="00895AD2" w:rsidP="00895AD2">
      <w:r>
        <w:t>690.4577</w:t>
      </w:r>
      <w:r>
        <w:tab/>
        <w:t>3.038e0</w:t>
      </w:r>
    </w:p>
    <w:p w:rsidR="00895AD2" w:rsidRDefault="00895AD2" w:rsidP="00895AD2">
      <w:r>
        <w:t>690.6519</w:t>
      </w:r>
      <w:r>
        <w:tab/>
        <w:t>2.025e0</w:t>
      </w:r>
    </w:p>
    <w:p w:rsidR="00895AD2" w:rsidRDefault="00895AD2" w:rsidP="00895AD2">
      <w:r>
        <w:t>690.7772</w:t>
      </w:r>
      <w:r>
        <w:tab/>
        <w:t>2.025e0</w:t>
      </w:r>
    </w:p>
    <w:p w:rsidR="00895AD2" w:rsidRDefault="00895AD2" w:rsidP="00895AD2">
      <w:r>
        <w:t>690.9365</w:t>
      </w:r>
      <w:r>
        <w:tab/>
        <w:t>2.025e0</w:t>
      </w:r>
    </w:p>
    <w:p w:rsidR="00895AD2" w:rsidRDefault="00895AD2" w:rsidP="00895AD2">
      <w:r>
        <w:t>691.1176</w:t>
      </w:r>
      <w:r>
        <w:tab/>
        <w:t>1.013e0</w:t>
      </w:r>
    </w:p>
    <w:p w:rsidR="00895AD2" w:rsidRDefault="00895AD2" w:rsidP="00895AD2">
      <w:r>
        <w:t>691.4793</w:t>
      </w:r>
      <w:r>
        <w:tab/>
        <w:t>4.051e0</w:t>
      </w:r>
    </w:p>
    <w:p w:rsidR="00895AD2" w:rsidRDefault="00895AD2" w:rsidP="00895AD2">
      <w:r>
        <w:lastRenderedPageBreak/>
        <w:t>691.7520</w:t>
      </w:r>
      <w:r>
        <w:tab/>
        <w:t>1.013e0</w:t>
      </w:r>
    </w:p>
    <w:p w:rsidR="00895AD2" w:rsidRDefault="00895AD2" w:rsidP="00895AD2">
      <w:r>
        <w:t>691.9800</w:t>
      </w:r>
      <w:r>
        <w:tab/>
        <w:t>3.038e0</w:t>
      </w:r>
    </w:p>
    <w:p w:rsidR="00895AD2" w:rsidRDefault="00895AD2" w:rsidP="00895AD2">
      <w:r>
        <w:t>692.2556</w:t>
      </w:r>
      <w:r>
        <w:tab/>
        <w:t>1.013e0</w:t>
      </w:r>
    </w:p>
    <w:p w:rsidR="00895AD2" w:rsidRDefault="00895AD2" w:rsidP="00895AD2">
      <w:r>
        <w:t>692.3597</w:t>
      </w:r>
      <w:r>
        <w:tab/>
        <w:t>2.025e0</w:t>
      </w:r>
    </w:p>
    <w:p w:rsidR="00895AD2" w:rsidRDefault="00895AD2" w:rsidP="00895AD2">
      <w:r>
        <w:t>692.6458</w:t>
      </w:r>
      <w:r>
        <w:tab/>
        <w:t>1.013e0</w:t>
      </w:r>
    </w:p>
    <w:p w:rsidR="00895AD2" w:rsidRDefault="00895AD2" w:rsidP="00895AD2">
      <w:r>
        <w:t>692.7635</w:t>
      </w:r>
      <w:r>
        <w:tab/>
        <w:t>1.013e0</w:t>
      </w:r>
    </w:p>
    <w:p w:rsidR="00895AD2" w:rsidRDefault="00895AD2" w:rsidP="00895AD2">
      <w:r>
        <w:t>693.2109</w:t>
      </w:r>
      <w:r>
        <w:tab/>
        <w:t>2.025e0</w:t>
      </w:r>
    </w:p>
    <w:p w:rsidR="00895AD2" w:rsidRDefault="00895AD2" w:rsidP="00895AD2">
      <w:r>
        <w:t>693.3138</w:t>
      </w:r>
      <w:r>
        <w:tab/>
        <w:t>2.025e0</w:t>
      </w:r>
    </w:p>
    <w:p w:rsidR="00895AD2" w:rsidRDefault="00895AD2" w:rsidP="00895AD2">
      <w:r>
        <w:t>693.4111</w:t>
      </w:r>
      <w:r>
        <w:tab/>
        <w:t>1.013e0</w:t>
      </w:r>
    </w:p>
    <w:p w:rsidR="00895AD2" w:rsidRDefault="00895AD2" w:rsidP="00895AD2">
      <w:r>
        <w:t>693.5386</w:t>
      </w:r>
      <w:r>
        <w:tab/>
        <w:t>3.205e0</w:t>
      </w:r>
    </w:p>
    <w:p w:rsidR="00895AD2" w:rsidRDefault="00895AD2" w:rsidP="00895AD2">
      <w:r>
        <w:t>693.6821</w:t>
      </w:r>
      <w:r>
        <w:tab/>
        <w:t>1.013e0</w:t>
      </w:r>
    </w:p>
    <w:p w:rsidR="00895AD2" w:rsidRDefault="00895AD2" w:rsidP="00895AD2">
      <w:r>
        <w:t>693.9296</w:t>
      </w:r>
      <w:r>
        <w:tab/>
        <w:t>1.013e0</w:t>
      </w:r>
    </w:p>
    <w:p w:rsidR="00895AD2" w:rsidRDefault="00895AD2" w:rsidP="00895AD2">
      <w:r>
        <w:t>694.1182</w:t>
      </w:r>
      <w:r>
        <w:tab/>
        <w:t>1.013e0</w:t>
      </w:r>
    </w:p>
    <w:p w:rsidR="00895AD2" w:rsidRDefault="00895AD2" w:rsidP="00895AD2">
      <w:r>
        <w:t>694.2479</w:t>
      </w:r>
      <w:r>
        <w:tab/>
        <w:t>1.013e0</w:t>
      </w:r>
    </w:p>
    <w:p w:rsidR="00895AD2" w:rsidRDefault="00895AD2" w:rsidP="00895AD2">
      <w:r>
        <w:t>694.4361</w:t>
      </w:r>
      <w:r>
        <w:tab/>
        <w:t>9.114e0</w:t>
      </w:r>
    </w:p>
    <w:p w:rsidR="00895AD2" w:rsidRDefault="00895AD2" w:rsidP="00895AD2">
      <w:r>
        <w:t>694.5396</w:t>
      </w:r>
      <w:r>
        <w:tab/>
        <w:t>1.975e0</w:t>
      </w:r>
    </w:p>
    <w:p w:rsidR="00895AD2" w:rsidRDefault="00895AD2" w:rsidP="00895AD2">
      <w:r>
        <w:t>694.6628</w:t>
      </w:r>
      <w:r>
        <w:tab/>
        <w:t>4.051e0</w:t>
      </w:r>
    </w:p>
    <w:p w:rsidR="00895AD2" w:rsidRDefault="00895AD2" w:rsidP="00895AD2">
      <w:r>
        <w:t>694.8024</w:t>
      </w:r>
      <w:r>
        <w:tab/>
        <w:t>1.013e0</w:t>
      </w:r>
    </w:p>
    <w:p w:rsidR="00895AD2" w:rsidRDefault="00895AD2" w:rsidP="00895AD2">
      <w:r>
        <w:t>694.8934</w:t>
      </w:r>
      <w:r>
        <w:tab/>
        <w:t>1.013e0</w:t>
      </w:r>
    </w:p>
    <w:p w:rsidR="00895AD2" w:rsidRDefault="00895AD2" w:rsidP="00895AD2">
      <w:r>
        <w:lastRenderedPageBreak/>
        <w:t>695.1330</w:t>
      </w:r>
      <w:r>
        <w:tab/>
        <w:t>1.013e0</w:t>
      </w:r>
    </w:p>
    <w:p w:rsidR="00895AD2" w:rsidRDefault="00895AD2" w:rsidP="00895AD2">
      <w:r>
        <w:t>695.3293</w:t>
      </w:r>
      <w:r>
        <w:tab/>
        <w:t>2.025e0</w:t>
      </w:r>
    </w:p>
    <w:p w:rsidR="00895AD2" w:rsidRDefault="00895AD2" w:rsidP="00895AD2">
      <w:r>
        <w:t>695.4189</w:t>
      </w:r>
      <w:r>
        <w:tab/>
        <w:t>7.089e0</w:t>
      </w:r>
    </w:p>
    <w:p w:rsidR="00895AD2" w:rsidRDefault="00895AD2" w:rsidP="00895AD2">
      <w:r>
        <w:t>695.8417</w:t>
      </w:r>
      <w:r>
        <w:tab/>
        <w:t>1.013e0</w:t>
      </w:r>
    </w:p>
    <w:p w:rsidR="00895AD2" w:rsidRDefault="00895AD2" w:rsidP="00895AD2">
      <w:r>
        <w:t>695.9009</w:t>
      </w:r>
      <w:r>
        <w:tab/>
        <w:t>1.013e0</w:t>
      </w:r>
    </w:p>
    <w:p w:rsidR="00895AD2" w:rsidRDefault="00895AD2" w:rsidP="00895AD2">
      <w:r>
        <w:t>696.1136</w:t>
      </w:r>
      <w:r>
        <w:tab/>
        <w:t>1.013e0</w:t>
      </w:r>
    </w:p>
    <w:p w:rsidR="00895AD2" w:rsidRDefault="00895AD2" w:rsidP="00895AD2">
      <w:r>
        <w:t>696.2200</w:t>
      </w:r>
      <w:r>
        <w:tab/>
        <w:t>1.013e0</w:t>
      </w:r>
    </w:p>
    <w:p w:rsidR="00895AD2" w:rsidRDefault="00895AD2" w:rsidP="00895AD2">
      <w:r>
        <w:t>696.4111</w:t>
      </w:r>
      <w:r>
        <w:tab/>
        <w:t>4.051e0</w:t>
      </w:r>
    </w:p>
    <w:p w:rsidR="00895AD2" w:rsidRDefault="00895AD2" w:rsidP="00895AD2">
      <w:r>
        <w:t>696.5986</w:t>
      </w:r>
      <w:r>
        <w:tab/>
        <w:t>2.025e0</w:t>
      </w:r>
    </w:p>
    <w:p w:rsidR="00895AD2" w:rsidRDefault="00895AD2" w:rsidP="00895AD2">
      <w:r>
        <w:t>696.7668</w:t>
      </w:r>
      <w:r>
        <w:tab/>
        <w:t>2.025e0</w:t>
      </w:r>
    </w:p>
    <w:p w:rsidR="00895AD2" w:rsidRDefault="00895AD2" w:rsidP="00895AD2">
      <w:r>
        <w:t>696.8826</w:t>
      </w:r>
      <w:r>
        <w:tab/>
        <w:t>1.013e0</w:t>
      </w:r>
    </w:p>
    <w:p w:rsidR="00895AD2" w:rsidRDefault="00895AD2" w:rsidP="00895AD2">
      <w:r>
        <w:t>697.0364</w:t>
      </w:r>
      <w:r>
        <w:tab/>
        <w:t>1.013e0</w:t>
      </w:r>
    </w:p>
    <w:p w:rsidR="00895AD2" w:rsidRDefault="00895AD2" w:rsidP="00895AD2">
      <w:r>
        <w:t>697.1785</w:t>
      </w:r>
      <w:r>
        <w:tab/>
        <w:t>1.013e0</w:t>
      </w:r>
    </w:p>
    <w:p w:rsidR="00895AD2" w:rsidRDefault="00895AD2" w:rsidP="00895AD2">
      <w:r>
        <w:t>697.2377</w:t>
      </w:r>
      <w:r>
        <w:tab/>
        <w:t>1.013e0</w:t>
      </w:r>
    </w:p>
    <w:p w:rsidR="00895AD2" w:rsidRDefault="00895AD2" w:rsidP="00895AD2">
      <w:r>
        <w:t>697.3680</w:t>
      </w:r>
      <w:r>
        <w:tab/>
        <w:t>2.025e0</w:t>
      </w:r>
    </w:p>
    <w:p w:rsidR="00895AD2" w:rsidRDefault="00895AD2" w:rsidP="00895AD2">
      <w:r>
        <w:t>697.4446</w:t>
      </w:r>
      <w:r>
        <w:tab/>
        <w:t>3.038e0</w:t>
      </w:r>
    </w:p>
    <w:p w:rsidR="00895AD2" w:rsidRDefault="00895AD2" w:rsidP="00895AD2">
      <w:r>
        <w:t>697.5605</w:t>
      </w:r>
      <w:r>
        <w:tab/>
        <w:t>3.828e0</w:t>
      </w:r>
    </w:p>
    <w:p w:rsidR="00895AD2" w:rsidRDefault="00895AD2" w:rsidP="00895AD2">
      <w:r>
        <w:t>697.6844</w:t>
      </w:r>
      <w:r>
        <w:tab/>
        <w:t>3.038e0</w:t>
      </w:r>
    </w:p>
    <w:p w:rsidR="00895AD2" w:rsidRDefault="00895AD2" w:rsidP="00895AD2">
      <w:r>
        <w:t>697.8537</w:t>
      </w:r>
      <w:r>
        <w:tab/>
        <w:t>1.013e0</w:t>
      </w:r>
    </w:p>
    <w:p w:rsidR="00895AD2" w:rsidRDefault="00895AD2" w:rsidP="00895AD2">
      <w:r>
        <w:lastRenderedPageBreak/>
        <w:t>698.0293</w:t>
      </w:r>
      <w:r>
        <w:tab/>
        <w:t>1.013e0</w:t>
      </w:r>
    </w:p>
    <w:p w:rsidR="00895AD2" w:rsidRDefault="00895AD2" w:rsidP="00895AD2">
      <w:r>
        <w:t>698.1263</w:t>
      </w:r>
      <w:r>
        <w:tab/>
        <w:t>1.013e0</w:t>
      </w:r>
    </w:p>
    <w:p w:rsidR="00895AD2" w:rsidRDefault="00895AD2" w:rsidP="00895AD2">
      <w:r>
        <w:t>698.1738</w:t>
      </w:r>
      <w:r>
        <w:tab/>
        <w:t>1.013e0</w:t>
      </w:r>
    </w:p>
    <w:p w:rsidR="00895AD2" w:rsidRDefault="00895AD2" w:rsidP="00895AD2">
      <w:r>
        <w:t>698.3222</w:t>
      </w:r>
      <w:r>
        <w:tab/>
        <w:t>1.013e0</w:t>
      </w:r>
    </w:p>
    <w:p w:rsidR="00895AD2" w:rsidRDefault="00895AD2" w:rsidP="00895AD2">
      <w:r>
        <w:t>698.4261</w:t>
      </w:r>
      <w:r>
        <w:tab/>
        <w:t>3.038e0</w:t>
      </w:r>
    </w:p>
    <w:p w:rsidR="00895AD2" w:rsidRDefault="00895AD2" w:rsidP="00895AD2">
      <w:r>
        <w:t>698.5027</w:t>
      </w:r>
      <w:r>
        <w:tab/>
        <w:t>1.039e1</w:t>
      </w:r>
    </w:p>
    <w:p w:rsidR="00895AD2" w:rsidRDefault="00895AD2" w:rsidP="00895AD2">
      <w:r>
        <w:t>698.5919</w:t>
      </w:r>
      <w:r>
        <w:tab/>
        <w:t>2.025e0</w:t>
      </w:r>
    </w:p>
    <w:p w:rsidR="00895AD2" w:rsidRDefault="00895AD2" w:rsidP="00895AD2">
      <w:r>
        <w:t>698.7870</w:t>
      </w:r>
      <w:r>
        <w:tab/>
        <w:t>1.013e0</w:t>
      </w:r>
    </w:p>
    <w:p w:rsidR="00895AD2" w:rsidRDefault="00895AD2" w:rsidP="00895AD2">
      <w:r>
        <w:t>698.8618</w:t>
      </w:r>
      <w:r>
        <w:tab/>
        <w:t>1.013e0</w:t>
      </w:r>
    </w:p>
    <w:p w:rsidR="00895AD2" w:rsidRDefault="00895AD2" w:rsidP="00895AD2">
      <w:r>
        <w:t>699.0042</w:t>
      </w:r>
      <w:r>
        <w:tab/>
        <w:t>1.013e0</w:t>
      </w:r>
    </w:p>
    <w:p w:rsidR="00895AD2" w:rsidRDefault="00895AD2" w:rsidP="00895AD2">
      <w:r>
        <w:t>699.2178</w:t>
      </w:r>
      <w:r>
        <w:tab/>
        <w:t>2.025e0</w:t>
      </w:r>
    </w:p>
    <w:p w:rsidR="00895AD2" w:rsidRDefault="00895AD2" w:rsidP="00895AD2">
      <w:r>
        <w:t>699.3900</w:t>
      </w:r>
      <w:r>
        <w:tab/>
        <w:t>1.013e0</w:t>
      </w:r>
    </w:p>
    <w:p w:rsidR="00895AD2" w:rsidRDefault="00895AD2" w:rsidP="00895AD2">
      <w:r>
        <w:t>699.4894</w:t>
      </w:r>
      <w:r>
        <w:tab/>
        <w:t>6.808e0</w:t>
      </w:r>
    </w:p>
    <w:p w:rsidR="00895AD2" w:rsidRDefault="00895AD2" w:rsidP="00895AD2">
      <w:r>
        <w:t>699.6827</w:t>
      </w:r>
      <w:r>
        <w:tab/>
        <w:t>1.013e0</w:t>
      </w:r>
    </w:p>
    <w:p w:rsidR="00895AD2" w:rsidRDefault="00895AD2" w:rsidP="00895AD2">
      <w:r>
        <w:t>699.7999</w:t>
      </w:r>
      <w:r>
        <w:tab/>
        <w:t>1.013e0</w:t>
      </w:r>
    </w:p>
    <w:p w:rsidR="00895AD2" w:rsidRDefault="00895AD2" w:rsidP="00895AD2">
      <w:r>
        <w:t>700.1326</w:t>
      </w:r>
      <w:r>
        <w:tab/>
        <w:t>1.013e0</w:t>
      </w:r>
    </w:p>
    <w:p w:rsidR="00895AD2" w:rsidRDefault="00895AD2" w:rsidP="00895AD2">
      <w:r>
        <w:t>700.3943</w:t>
      </w:r>
      <w:r>
        <w:tab/>
        <w:t>5.063e0</w:t>
      </w:r>
    </w:p>
    <w:p w:rsidR="00895AD2" w:rsidRDefault="00895AD2" w:rsidP="00895AD2">
      <w:r>
        <w:t>700.5129</w:t>
      </w:r>
      <w:r>
        <w:tab/>
        <w:t>6.392e0</w:t>
      </w:r>
    </w:p>
    <w:p w:rsidR="00895AD2" w:rsidRDefault="00895AD2" w:rsidP="00895AD2">
      <w:r>
        <w:t>700.7155</w:t>
      </w:r>
      <w:r>
        <w:tab/>
        <w:t>1.013e0</w:t>
      </w:r>
    </w:p>
    <w:p w:rsidR="00895AD2" w:rsidRDefault="00895AD2" w:rsidP="00895AD2">
      <w:r>
        <w:lastRenderedPageBreak/>
        <w:t>701.1459</w:t>
      </w:r>
      <w:r>
        <w:tab/>
        <w:t>2.025e0</w:t>
      </w:r>
    </w:p>
    <w:p w:rsidR="00895AD2" w:rsidRDefault="00895AD2" w:rsidP="00895AD2">
      <w:r>
        <w:t>701.2859</w:t>
      </w:r>
      <w:r>
        <w:tab/>
        <w:t>3.038e0</w:t>
      </w:r>
    </w:p>
    <w:p w:rsidR="00895AD2" w:rsidRDefault="00895AD2" w:rsidP="00895AD2">
      <w:r>
        <w:t>701.4176</w:t>
      </w:r>
      <w:r>
        <w:tab/>
        <w:t>1.013e0</w:t>
      </w:r>
    </w:p>
    <w:p w:rsidR="00895AD2" w:rsidRDefault="00895AD2" w:rsidP="00895AD2">
      <w:r>
        <w:t>701.6451</w:t>
      </w:r>
      <w:r>
        <w:tab/>
        <w:t>1.013e0</w:t>
      </w:r>
    </w:p>
    <w:p w:rsidR="00895AD2" w:rsidRDefault="00895AD2" w:rsidP="00895AD2">
      <w:r>
        <w:t>701.8081</w:t>
      </w:r>
      <w:r>
        <w:tab/>
        <w:t>2.025e0</w:t>
      </w:r>
    </w:p>
    <w:p w:rsidR="00895AD2" w:rsidRDefault="00895AD2" w:rsidP="00895AD2">
      <w:r>
        <w:t>701.9894</w:t>
      </w:r>
      <w:r>
        <w:tab/>
        <w:t>2.025e0</w:t>
      </w:r>
    </w:p>
    <w:p w:rsidR="00895AD2" w:rsidRDefault="00895AD2" w:rsidP="00895AD2">
      <w:r>
        <w:t>702.2159</w:t>
      </w:r>
      <w:r>
        <w:tab/>
        <w:t>1.013e0</w:t>
      </w:r>
    </w:p>
    <w:p w:rsidR="00895AD2" w:rsidRDefault="00895AD2" w:rsidP="00895AD2">
      <w:r>
        <w:t>702.3272</w:t>
      </w:r>
      <w:r>
        <w:tab/>
        <w:t>2.025e0</w:t>
      </w:r>
    </w:p>
    <w:p w:rsidR="00895AD2" w:rsidRDefault="00895AD2" w:rsidP="00895AD2">
      <w:r>
        <w:t>702.4067</w:t>
      </w:r>
      <w:r>
        <w:tab/>
        <w:t>3.038e0</w:t>
      </w:r>
    </w:p>
    <w:p w:rsidR="00895AD2" w:rsidRDefault="00895AD2" w:rsidP="00895AD2">
      <w:r>
        <w:t>702.5931</w:t>
      </w:r>
      <w:r>
        <w:tab/>
        <w:t>1.880e0</w:t>
      </w:r>
    </w:p>
    <w:p w:rsidR="00895AD2" w:rsidRDefault="00895AD2" w:rsidP="00895AD2">
      <w:r>
        <w:t>702.8480</w:t>
      </w:r>
      <w:r>
        <w:tab/>
        <w:t>1.013e0</w:t>
      </w:r>
    </w:p>
    <w:p w:rsidR="00895AD2" w:rsidRDefault="00895AD2" w:rsidP="00895AD2">
      <w:r>
        <w:t>703.0047</w:t>
      </w:r>
      <w:r>
        <w:tab/>
        <w:t>1.013e0</w:t>
      </w:r>
    </w:p>
    <w:p w:rsidR="00895AD2" w:rsidRDefault="00895AD2" w:rsidP="00895AD2">
      <w:r>
        <w:t>703.1463</w:t>
      </w:r>
      <w:r>
        <w:tab/>
        <w:t>1.013e0</w:t>
      </w:r>
    </w:p>
    <w:p w:rsidR="00895AD2" w:rsidRDefault="00895AD2" w:rsidP="00895AD2">
      <w:r>
        <w:t>703.3661</w:t>
      </w:r>
      <w:r>
        <w:tab/>
        <w:t>2.025e0</w:t>
      </w:r>
    </w:p>
    <w:p w:rsidR="00895AD2" w:rsidRDefault="00895AD2" w:rsidP="00895AD2">
      <w:r>
        <w:t>703.5619</w:t>
      </w:r>
      <w:r>
        <w:tab/>
        <w:t>6.569e0</w:t>
      </w:r>
    </w:p>
    <w:p w:rsidR="00895AD2" w:rsidRDefault="00895AD2" w:rsidP="00895AD2">
      <w:r>
        <w:t>703.7621</w:t>
      </w:r>
      <w:r>
        <w:tab/>
        <w:t>2.025e0</w:t>
      </w:r>
    </w:p>
    <w:p w:rsidR="00895AD2" w:rsidRDefault="00895AD2" w:rsidP="00895AD2">
      <w:r>
        <w:t>704.0540</w:t>
      </w:r>
      <w:r>
        <w:tab/>
        <w:t>1.013e0</w:t>
      </w:r>
    </w:p>
    <w:p w:rsidR="00895AD2" w:rsidRDefault="00895AD2" w:rsidP="00895AD2">
      <w:r>
        <w:t>704.2512</w:t>
      </w:r>
      <w:r>
        <w:tab/>
        <w:t>2.025e0</w:t>
      </w:r>
    </w:p>
    <w:p w:rsidR="00895AD2" w:rsidRDefault="00895AD2" w:rsidP="00895AD2">
      <w:r>
        <w:t>704.4487</w:t>
      </w:r>
      <w:r>
        <w:tab/>
        <w:t>2.025e0</w:t>
      </w:r>
    </w:p>
    <w:p w:rsidR="00895AD2" w:rsidRDefault="00895AD2" w:rsidP="00895AD2">
      <w:r>
        <w:lastRenderedPageBreak/>
        <w:t>704.5910</w:t>
      </w:r>
      <w:r>
        <w:tab/>
        <w:t>2.944e0</w:t>
      </w:r>
    </w:p>
    <w:p w:rsidR="00895AD2" w:rsidRDefault="00895AD2" w:rsidP="00895AD2">
      <w:r>
        <w:t>705.2141</w:t>
      </w:r>
      <w:r>
        <w:tab/>
        <w:t>1.013e0</w:t>
      </w:r>
    </w:p>
    <w:p w:rsidR="00895AD2" w:rsidRDefault="00895AD2" w:rsidP="00895AD2">
      <w:r>
        <w:t>705.3231</w:t>
      </w:r>
      <w:r>
        <w:tab/>
        <w:t>2.025e0</w:t>
      </w:r>
    </w:p>
    <w:p w:rsidR="00895AD2" w:rsidRDefault="00895AD2" w:rsidP="00895AD2">
      <w:r>
        <w:t>705.3959</w:t>
      </w:r>
      <w:r>
        <w:tab/>
        <w:t>1.013e0</w:t>
      </w:r>
    </w:p>
    <w:p w:rsidR="00895AD2" w:rsidRDefault="00895AD2" w:rsidP="00895AD2">
      <w:r>
        <w:t>705.5668</w:t>
      </w:r>
      <w:r>
        <w:tab/>
        <w:t>4.941e0</w:t>
      </w:r>
    </w:p>
    <w:p w:rsidR="00895AD2" w:rsidRDefault="00895AD2" w:rsidP="00895AD2">
      <w:r>
        <w:t>705.7648</w:t>
      </w:r>
      <w:r>
        <w:tab/>
        <w:t>1.013e0</w:t>
      </w:r>
    </w:p>
    <w:p w:rsidR="00895AD2" w:rsidRDefault="00895AD2" w:rsidP="00895AD2">
      <w:r>
        <w:t>705.8367</w:t>
      </w:r>
      <w:r>
        <w:tab/>
        <w:t>1.013e0</w:t>
      </w:r>
    </w:p>
    <w:p w:rsidR="00895AD2" w:rsidRDefault="00895AD2" w:rsidP="00895AD2">
      <w:r>
        <w:t>706.3465</w:t>
      </w:r>
      <w:r>
        <w:tab/>
        <w:t>4.051e0</w:t>
      </w:r>
    </w:p>
    <w:p w:rsidR="00895AD2" w:rsidRDefault="00895AD2" w:rsidP="00895AD2">
      <w:r>
        <w:t>706.4874</w:t>
      </w:r>
      <w:r>
        <w:tab/>
        <w:t>1.932e0</w:t>
      </w:r>
    </w:p>
    <w:p w:rsidR="00895AD2" w:rsidRDefault="00895AD2" w:rsidP="00895AD2">
      <w:r>
        <w:t>706.5573</w:t>
      </w:r>
      <w:r>
        <w:tab/>
        <w:t>1.838e0</w:t>
      </w:r>
    </w:p>
    <w:p w:rsidR="00895AD2" w:rsidRDefault="00895AD2" w:rsidP="00895AD2">
      <w:r>
        <w:t>706.6855</w:t>
      </w:r>
      <w:r>
        <w:tab/>
        <w:t>1.013e0</w:t>
      </w:r>
    </w:p>
    <w:p w:rsidR="00895AD2" w:rsidRDefault="00895AD2" w:rsidP="00895AD2">
      <w:r>
        <w:t>706.8557</w:t>
      </w:r>
      <w:r>
        <w:tab/>
        <w:t>2.025e0</w:t>
      </w:r>
    </w:p>
    <w:p w:rsidR="00895AD2" w:rsidRDefault="00895AD2" w:rsidP="00895AD2">
      <w:r>
        <w:t>707.2516</w:t>
      </w:r>
      <w:r>
        <w:tab/>
        <w:t>1.013e0</w:t>
      </w:r>
    </w:p>
    <w:p w:rsidR="00895AD2" w:rsidRDefault="00895AD2" w:rsidP="00895AD2">
      <w:r>
        <w:t>707.3568</w:t>
      </w:r>
      <w:r>
        <w:tab/>
        <w:t>4.051e0</w:t>
      </w:r>
    </w:p>
    <w:p w:rsidR="00895AD2" w:rsidRDefault="00895AD2" w:rsidP="00895AD2">
      <w:r>
        <w:t>707.5130</w:t>
      </w:r>
      <w:r>
        <w:tab/>
        <w:t>2.663e0</w:t>
      </w:r>
    </w:p>
    <w:p w:rsidR="00895AD2" w:rsidRDefault="00895AD2" w:rsidP="00895AD2">
      <w:r>
        <w:t>707.8519</w:t>
      </w:r>
      <w:r>
        <w:tab/>
        <w:t>2.025e0</w:t>
      </w:r>
    </w:p>
    <w:p w:rsidR="00895AD2" w:rsidRDefault="00895AD2" w:rsidP="00895AD2">
      <w:r>
        <w:t>708.0093</w:t>
      </w:r>
      <w:r>
        <w:tab/>
        <w:t>1.013e0</w:t>
      </w:r>
    </w:p>
    <w:p w:rsidR="00895AD2" w:rsidRDefault="00895AD2" w:rsidP="00895AD2">
      <w:r>
        <w:t>708.2041</w:t>
      </w:r>
      <w:r>
        <w:tab/>
        <w:t>4.051e0</w:t>
      </w:r>
    </w:p>
    <w:p w:rsidR="00895AD2" w:rsidRDefault="00895AD2" w:rsidP="00895AD2">
      <w:r>
        <w:t>708.2964</w:t>
      </w:r>
      <w:r>
        <w:tab/>
        <w:t>1.013e0</w:t>
      </w:r>
    </w:p>
    <w:p w:rsidR="00895AD2" w:rsidRDefault="00895AD2" w:rsidP="00895AD2">
      <w:r>
        <w:lastRenderedPageBreak/>
        <w:t>708.3704</w:t>
      </w:r>
      <w:r>
        <w:tab/>
        <w:t>1.013e0</w:t>
      </w:r>
    </w:p>
    <w:p w:rsidR="00895AD2" w:rsidRDefault="00895AD2" w:rsidP="00895AD2">
      <w:r>
        <w:t>708.5784</w:t>
      </w:r>
      <w:r>
        <w:tab/>
        <w:t>1.905e0</w:t>
      </w:r>
    </w:p>
    <w:p w:rsidR="00895AD2" w:rsidRDefault="00895AD2" w:rsidP="00895AD2">
      <w:r>
        <w:t>708.6451</w:t>
      </w:r>
      <w:r>
        <w:tab/>
        <w:t>1.013e0</w:t>
      </w:r>
    </w:p>
    <w:p w:rsidR="00895AD2" w:rsidRDefault="00895AD2" w:rsidP="00895AD2">
      <w:r>
        <w:t>708.8174</w:t>
      </w:r>
      <w:r>
        <w:tab/>
        <w:t>1.013e0</w:t>
      </w:r>
    </w:p>
    <w:p w:rsidR="00895AD2" w:rsidRDefault="00895AD2" w:rsidP="00895AD2">
      <w:r>
        <w:t>708.8991</w:t>
      </w:r>
      <w:r>
        <w:tab/>
        <w:t>2.025e0</w:t>
      </w:r>
    </w:p>
    <w:p w:rsidR="00895AD2" w:rsidRDefault="00895AD2" w:rsidP="00895AD2">
      <w:r>
        <w:t>709.2947</w:t>
      </w:r>
      <w:r>
        <w:tab/>
        <w:t>1.013e0</w:t>
      </w:r>
    </w:p>
    <w:p w:rsidR="00895AD2" w:rsidRDefault="00895AD2" w:rsidP="00895AD2">
      <w:r>
        <w:t>709.3874</w:t>
      </w:r>
      <w:r>
        <w:tab/>
        <w:t>3.038e0</w:t>
      </w:r>
    </w:p>
    <w:p w:rsidR="00895AD2" w:rsidRDefault="00895AD2" w:rsidP="00895AD2">
      <w:r>
        <w:t>709.4840</w:t>
      </w:r>
      <w:r>
        <w:tab/>
        <w:t>3.863e0</w:t>
      </w:r>
    </w:p>
    <w:p w:rsidR="00895AD2" w:rsidRDefault="00895AD2" w:rsidP="00895AD2">
      <w:r>
        <w:t>709.5956</w:t>
      </w:r>
      <w:r>
        <w:tab/>
        <w:t>1.013e0</w:t>
      </w:r>
    </w:p>
    <w:p w:rsidR="00895AD2" w:rsidRDefault="00895AD2" w:rsidP="00895AD2">
      <w:r>
        <w:t>709.7642</w:t>
      </w:r>
      <w:r>
        <w:tab/>
        <w:t>1.013e0</w:t>
      </w:r>
    </w:p>
    <w:p w:rsidR="00895AD2" w:rsidRDefault="00895AD2" w:rsidP="00895AD2">
      <w:r>
        <w:t>709.8846</w:t>
      </w:r>
      <w:r>
        <w:tab/>
        <w:t>2.025e0</w:t>
      </w:r>
    </w:p>
    <w:p w:rsidR="00895AD2" w:rsidRDefault="00895AD2" w:rsidP="00895AD2">
      <w:r>
        <w:t>710.0051</w:t>
      </w:r>
      <w:r>
        <w:tab/>
        <w:t>1.013e0</w:t>
      </w:r>
    </w:p>
    <w:p w:rsidR="00895AD2" w:rsidRDefault="00895AD2" w:rsidP="00895AD2">
      <w:r>
        <w:t>710.0773</w:t>
      </w:r>
      <w:r>
        <w:tab/>
        <w:t>1.013e0</w:t>
      </w:r>
    </w:p>
    <w:p w:rsidR="00895AD2" w:rsidRDefault="00895AD2" w:rsidP="00895AD2">
      <w:r>
        <w:t>710.5867</w:t>
      </w:r>
      <w:r>
        <w:tab/>
        <w:t>1.932e0</w:t>
      </w:r>
    </w:p>
    <w:p w:rsidR="00895AD2" w:rsidRDefault="00895AD2" w:rsidP="00895AD2">
      <w:r>
        <w:t>710.6826</w:t>
      </w:r>
      <w:r>
        <w:tab/>
        <w:t>2.025e0</w:t>
      </w:r>
    </w:p>
    <w:p w:rsidR="00895AD2" w:rsidRDefault="00895AD2" w:rsidP="00895AD2">
      <w:r>
        <w:t>710.9309</w:t>
      </w:r>
      <w:r>
        <w:tab/>
        <w:t>2.025e0</w:t>
      </w:r>
    </w:p>
    <w:p w:rsidR="00895AD2" w:rsidRDefault="00895AD2" w:rsidP="00895AD2">
      <w:r>
        <w:t>711.3554</w:t>
      </w:r>
      <w:r>
        <w:tab/>
        <w:t>1.013e0</w:t>
      </w:r>
    </w:p>
    <w:p w:rsidR="00895AD2" w:rsidRDefault="00895AD2" w:rsidP="00895AD2">
      <w:r>
        <w:t>711.6179</w:t>
      </w:r>
      <w:r>
        <w:tab/>
        <w:t>1.013e0</w:t>
      </w:r>
    </w:p>
    <w:p w:rsidR="00895AD2" w:rsidRDefault="00895AD2" w:rsidP="00895AD2">
      <w:r>
        <w:t>711.7054</w:t>
      </w:r>
      <w:r>
        <w:tab/>
        <w:t>1.013e0</w:t>
      </w:r>
    </w:p>
    <w:p w:rsidR="00895AD2" w:rsidRDefault="00895AD2" w:rsidP="00895AD2">
      <w:r>
        <w:lastRenderedPageBreak/>
        <w:t>711.8685</w:t>
      </w:r>
      <w:r>
        <w:tab/>
        <w:t>2.025e0</w:t>
      </w:r>
    </w:p>
    <w:p w:rsidR="00895AD2" w:rsidRDefault="00895AD2" w:rsidP="00895AD2">
      <w:r>
        <w:t>711.9786</w:t>
      </w:r>
      <w:r>
        <w:tab/>
        <w:t>1.013e0</w:t>
      </w:r>
    </w:p>
    <w:p w:rsidR="00895AD2" w:rsidRDefault="00895AD2" w:rsidP="00895AD2">
      <w:r>
        <w:t>712.0645</w:t>
      </w:r>
      <w:r>
        <w:tab/>
        <w:t>1.013e0</w:t>
      </w:r>
    </w:p>
    <w:p w:rsidR="00895AD2" w:rsidRDefault="00895AD2" w:rsidP="00895AD2">
      <w:r>
        <w:t>712.2537</w:t>
      </w:r>
      <w:r>
        <w:tab/>
        <w:t>1.013e0</w:t>
      </w:r>
    </w:p>
    <w:p w:rsidR="00895AD2" w:rsidRDefault="00895AD2" w:rsidP="00895AD2">
      <w:r>
        <w:t>712.3279</w:t>
      </w:r>
      <w:r>
        <w:tab/>
        <w:t>2.025e0</w:t>
      </w:r>
    </w:p>
    <w:p w:rsidR="00895AD2" w:rsidRDefault="00895AD2" w:rsidP="00895AD2">
      <w:r>
        <w:t>712.4425</w:t>
      </w:r>
      <w:r>
        <w:tab/>
        <w:t>2.025e0</w:t>
      </w:r>
    </w:p>
    <w:p w:rsidR="00895AD2" w:rsidRDefault="00895AD2" w:rsidP="00895AD2">
      <w:r>
        <w:t>712.5351</w:t>
      </w:r>
      <w:r>
        <w:tab/>
        <w:t>1.862e0</w:t>
      </w:r>
    </w:p>
    <w:p w:rsidR="00895AD2" w:rsidRDefault="00895AD2" w:rsidP="00895AD2">
      <w:r>
        <w:t>712.5970</w:t>
      </w:r>
      <w:r>
        <w:tab/>
        <w:t>1.013e0</w:t>
      </w:r>
    </w:p>
    <w:p w:rsidR="00895AD2" w:rsidRDefault="00895AD2" w:rsidP="00895AD2">
      <w:r>
        <w:t>712.7807</w:t>
      </w:r>
      <w:r>
        <w:tab/>
        <w:t>1.013e0</w:t>
      </w:r>
    </w:p>
    <w:p w:rsidR="00895AD2" w:rsidRDefault="00895AD2" w:rsidP="00895AD2">
      <w:r>
        <w:t>712.8774</w:t>
      </w:r>
      <w:r>
        <w:tab/>
        <w:t>1.013e0</w:t>
      </w:r>
    </w:p>
    <w:p w:rsidR="00895AD2" w:rsidRDefault="00895AD2" w:rsidP="00895AD2">
      <w:r>
        <w:t>712.9938</w:t>
      </w:r>
      <w:r>
        <w:tab/>
        <w:t>2.025e0</w:t>
      </w:r>
    </w:p>
    <w:p w:rsidR="00895AD2" w:rsidRDefault="00895AD2" w:rsidP="00895AD2">
      <w:r>
        <w:t>713.1919</w:t>
      </w:r>
      <w:r>
        <w:tab/>
        <w:t>1.013e0</w:t>
      </w:r>
    </w:p>
    <w:p w:rsidR="00895AD2" w:rsidRDefault="00895AD2" w:rsidP="00895AD2">
      <w:r>
        <w:t>713.3790</w:t>
      </w:r>
      <w:r>
        <w:tab/>
        <w:t>2.025e0</w:t>
      </w:r>
    </w:p>
    <w:p w:rsidR="00895AD2" w:rsidRDefault="00895AD2" w:rsidP="00895AD2">
      <w:r>
        <w:t>713.4823</w:t>
      </w:r>
      <w:r>
        <w:tab/>
        <w:t>1.013e0</w:t>
      </w:r>
    </w:p>
    <w:p w:rsidR="00895AD2" w:rsidRDefault="00895AD2" w:rsidP="00895AD2">
      <w:r>
        <w:t>713.6791</w:t>
      </w:r>
      <w:r>
        <w:tab/>
        <w:t>1.013e0</w:t>
      </w:r>
    </w:p>
    <w:p w:rsidR="00895AD2" w:rsidRDefault="00895AD2" w:rsidP="00895AD2">
      <w:r>
        <w:t>713.8163</w:t>
      </w:r>
      <w:r>
        <w:tab/>
        <w:t>2.025e0</w:t>
      </w:r>
    </w:p>
    <w:p w:rsidR="00895AD2" w:rsidRDefault="00895AD2" w:rsidP="00895AD2">
      <w:r>
        <w:t>714.2283</w:t>
      </w:r>
      <w:r>
        <w:tab/>
        <w:t>1.013e0</w:t>
      </w:r>
    </w:p>
    <w:p w:rsidR="00895AD2" w:rsidRDefault="00895AD2" w:rsidP="00895AD2">
      <w:r>
        <w:t>714.3851</w:t>
      </w:r>
      <w:r>
        <w:tab/>
        <w:t>2.732e0</w:t>
      </w:r>
    </w:p>
    <w:p w:rsidR="00895AD2" w:rsidRDefault="00895AD2" w:rsidP="00895AD2">
      <w:r>
        <w:t>714.4631</w:t>
      </w:r>
      <w:r>
        <w:tab/>
        <w:t>1.013e0</w:t>
      </w:r>
    </w:p>
    <w:p w:rsidR="00895AD2" w:rsidRDefault="00895AD2" w:rsidP="00895AD2">
      <w:r>
        <w:lastRenderedPageBreak/>
        <w:t>714.6322</w:t>
      </w:r>
      <w:r>
        <w:tab/>
        <w:t>3.038e0</w:t>
      </w:r>
    </w:p>
    <w:p w:rsidR="00895AD2" w:rsidRDefault="00895AD2" w:rsidP="00895AD2">
      <w:r>
        <w:t>714.7606</w:t>
      </w:r>
      <w:r>
        <w:tab/>
        <w:t>1.013e0</w:t>
      </w:r>
    </w:p>
    <w:p w:rsidR="00895AD2" w:rsidRDefault="00895AD2" w:rsidP="00895AD2">
      <w:r>
        <w:t>715.1177</w:t>
      </w:r>
      <w:r>
        <w:tab/>
        <w:t>1.013e0</w:t>
      </w:r>
    </w:p>
    <w:p w:rsidR="00895AD2" w:rsidRDefault="00895AD2" w:rsidP="00895AD2">
      <w:r>
        <w:t>715.1902</w:t>
      </w:r>
      <w:r>
        <w:tab/>
        <w:t>1.013e0</w:t>
      </w:r>
    </w:p>
    <w:p w:rsidR="00895AD2" w:rsidRDefault="00895AD2" w:rsidP="00895AD2">
      <w:r>
        <w:t>715.4695</w:t>
      </w:r>
      <w:r>
        <w:tab/>
        <w:t>1.013e0</w:t>
      </w:r>
    </w:p>
    <w:p w:rsidR="00895AD2" w:rsidRDefault="00895AD2" w:rsidP="00895AD2">
      <w:r>
        <w:t>715.8458</w:t>
      </w:r>
      <w:r>
        <w:tab/>
        <w:t>1.013e0</w:t>
      </w:r>
    </w:p>
    <w:p w:rsidR="00895AD2" w:rsidRDefault="00895AD2" w:rsidP="00895AD2">
      <w:r>
        <w:t>716.2198</w:t>
      </w:r>
      <w:r>
        <w:tab/>
        <w:t>2.025e0</w:t>
      </w:r>
    </w:p>
    <w:p w:rsidR="00895AD2" w:rsidRDefault="00895AD2" w:rsidP="00895AD2">
      <w:r>
        <w:t>716.3801</w:t>
      </w:r>
      <w:r>
        <w:tab/>
        <w:t>1.013e0</w:t>
      </w:r>
    </w:p>
    <w:p w:rsidR="00895AD2" w:rsidRDefault="00895AD2" w:rsidP="00895AD2">
      <w:r>
        <w:t>716.5322</w:t>
      </w:r>
      <w:r>
        <w:tab/>
        <w:t>2.025e0</w:t>
      </w:r>
    </w:p>
    <w:p w:rsidR="00895AD2" w:rsidRDefault="00895AD2" w:rsidP="00895AD2">
      <w:r>
        <w:t>716.5988</w:t>
      </w:r>
      <w:r>
        <w:tab/>
        <w:t>1.013e0</w:t>
      </w:r>
    </w:p>
    <w:p w:rsidR="00895AD2" w:rsidRDefault="00895AD2" w:rsidP="00895AD2">
      <w:r>
        <w:t>716.7778</w:t>
      </w:r>
      <w:r>
        <w:tab/>
        <w:t>2.025e0</w:t>
      </w:r>
    </w:p>
    <w:p w:rsidR="00895AD2" w:rsidRDefault="00895AD2" w:rsidP="00895AD2">
      <w:r>
        <w:t>717.0704</w:t>
      </w:r>
      <w:r>
        <w:tab/>
        <w:t>3.038e0</w:t>
      </w:r>
    </w:p>
    <w:p w:rsidR="00895AD2" w:rsidRDefault="00895AD2" w:rsidP="00895AD2">
      <w:r>
        <w:t>717.2151</w:t>
      </w:r>
      <w:r>
        <w:tab/>
        <w:t>1.013e0</w:t>
      </w:r>
    </w:p>
    <w:p w:rsidR="00895AD2" w:rsidRDefault="00895AD2" w:rsidP="00895AD2">
      <w:r>
        <w:t>717.3890</w:t>
      </w:r>
      <w:r>
        <w:tab/>
        <w:t>1.013e0</w:t>
      </w:r>
    </w:p>
    <w:p w:rsidR="00895AD2" w:rsidRDefault="00895AD2" w:rsidP="00895AD2">
      <w:r>
        <w:t>717.5181</w:t>
      </w:r>
      <w:r>
        <w:tab/>
        <w:t>4.051e0</w:t>
      </w:r>
    </w:p>
    <w:p w:rsidR="00895AD2" w:rsidRDefault="00895AD2" w:rsidP="00895AD2">
      <w:r>
        <w:t>717.7297</w:t>
      </w:r>
      <w:r>
        <w:tab/>
        <w:t>1.013e0</w:t>
      </w:r>
    </w:p>
    <w:p w:rsidR="00895AD2" w:rsidRDefault="00895AD2" w:rsidP="00895AD2">
      <w:r>
        <w:t>718.2278</w:t>
      </w:r>
      <w:r>
        <w:tab/>
        <w:t>1.013e0</w:t>
      </w:r>
    </w:p>
    <w:p w:rsidR="00895AD2" w:rsidRDefault="00895AD2" w:rsidP="00895AD2">
      <w:r>
        <w:t>718.3820</w:t>
      </w:r>
      <w:r>
        <w:tab/>
        <w:t>1.013e0</w:t>
      </w:r>
    </w:p>
    <w:p w:rsidR="00895AD2" w:rsidRDefault="00895AD2" w:rsidP="00895AD2">
      <w:r>
        <w:t>718.4968</w:t>
      </w:r>
      <w:r>
        <w:tab/>
        <w:t>1.013e0</w:t>
      </w:r>
    </w:p>
    <w:p w:rsidR="00895AD2" w:rsidRDefault="00895AD2" w:rsidP="00895AD2">
      <w:r>
        <w:lastRenderedPageBreak/>
        <w:t>718.5886</w:t>
      </w:r>
      <w:r>
        <w:tab/>
        <w:t>2.025e0</w:t>
      </w:r>
    </w:p>
    <w:p w:rsidR="00895AD2" w:rsidRDefault="00895AD2" w:rsidP="00895AD2">
      <w:r>
        <w:t>718.9599</w:t>
      </w:r>
      <w:r>
        <w:tab/>
        <w:t>1.013e0</w:t>
      </w:r>
    </w:p>
    <w:p w:rsidR="00895AD2" w:rsidRDefault="00895AD2" w:rsidP="00895AD2">
      <w:r>
        <w:t>719.2220</w:t>
      </w:r>
      <w:r>
        <w:tab/>
        <w:t>2.025e0</w:t>
      </w:r>
    </w:p>
    <w:p w:rsidR="00895AD2" w:rsidRDefault="00895AD2" w:rsidP="00895AD2">
      <w:r>
        <w:t>719.3599</w:t>
      </w:r>
      <w:r>
        <w:tab/>
        <w:t>1.013e0</w:t>
      </w:r>
    </w:p>
    <w:p w:rsidR="00895AD2" w:rsidRDefault="00895AD2" w:rsidP="00895AD2">
      <w:r>
        <w:t>719.4598</w:t>
      </w:r>
      <w:r>
        <w:tab/>
        <w:t>1.013e0</w:t>
      </w:r>
    </w:p>
    <w:p w:rsidR="00895AD2" w:rsidRDefault="00895AD2" w:rsidP="00895AD2">
      <w:r>
        <w:t>719.7372</w:t>
      </w:r>
      <w:r>
        <w:tab/>
        <w:t>1.013e0</w:t>
      </w:r>
    </w:p>
    <w:p w:rsidR="00895AD2" w:rsidRDefault="00895AD2" w:rsidP="00895AD2">
      <w:r>
        <w:t>719.9479</w:t>
      </w:r>
      <w:r>
        <w:tab/>
        <w:t>1.013e0</w:t>
      </w:r>
    </w:p>
    <w:p w:rsidR="00895AD2" w:rsidRDefault="00895AD2" w:rsidP="00895AD2">
      <w:r>
        <w:t>720.1393</w:t>
      </w:r>
      <w:r>
        <w:tab/>
        <w:t>2.025e0</w:t>
      </w:r>
    </w:p>
    <w:p w:rsidR="00895AD2" w:rsidRDefault="00895AD2" w:rsidP="00895AD2">
      <w:r>
        <w:t>720.2408</w:t>
      </w:r>
      <w:r>
        <w:tab/>
        <w:t>1.013e0</w:t>
      </w:r>
    </w:p>
    <w:p w:rsidR="00895AD2" w:rsidRDefault="00895AD2" w:rsidP="00895AD2">
      <w:r>
        <w:t>720.2897</w:t>
      </w:r>
      <w:r>
        <w:tab/>
        <w:t>1.013e0</w:t>
      </w:r>
    </w:p>
    <w:p w:rsidR="00895AD2" w:rsidRDefault="00895AD2" w:rsidP="00895AD2">
      <w:r>
        <w:t>720.4406</w:t>
      </w:r>
      <w:r>
        <w:tab/>
        <w:t>1.013e0</w:t>
      </w:r>
    </w:p>
    <w:p w:rsidR="00895AD2" w:rsidRDefault="00895AD2" w:rsidP="00895AD2">
      <w:r>
        <w:t>720.5515</w:t>
      </w:r>
      <w:r>
        <w:tab/>
        <w:t>2.025e0</w:t>
      </w:r>
    </w:p>
    <w:p w:rsidR="00895AD2" w:rsidRDefault="00895AD2" w:rsidP="00895AD2">
      <w:r>
        <w:t>720.6805</w:t>
      </w:r>
      <w:r>
        <w:tab/>
        <w:t>1.013e0</w:t>
      </w:r>
    </w:p>
    <w:p w:rsidR="00895AD2" w:rsidRDefault="00895AD2" w:rsidP="00895AD2">
      <w:r>
        <w:t>720.9127</w:t>
      </w:r>
      <w:r>
        <w:tab/>
        <w:t>1.013e0</w:t>
      </w:r>
    </w:p>
    <w:p w:rsidR="00895AD2" w:rsidRDefault="00895AD2" w:rsidP="00895AD2">
      <w:r>
        <w:t>721.1602</w:t>
      </w:r>
      <w:r>
        <w:tab/>
        <w:t>2.025e0</w:t>
      </w:r>
    </w:p>
    <w:p w:rsidR="00895AD2" w:rsidRDefault="00895AD2" w:rsidP="00895AD2">
      <w:r>
        <w:t>721.4225</w:t>
      </w:r>
      <w:r>
        <w:tab/>
        <w:t>2.025e0</w:t>
      </w:r>
    </w:p>
    <w:p w:rsidR="00895AD2" w:rsidRDefault="00895AD2" w:rsidP="00895AD2">
      <w:r>
        <w:t>721.5117</w:t>
      </w:r>
      <w:r>
        <w:tab/>
        <w:t>1.013e0</w:t>
      </w:r>
    </w:p>
    <w:p w:rsidR="00895AD2" w:rsidRDefault="00895AD2" w:rsidP="00895AD2">
      <w:r>
        <w:t>721.5896</w:t>
      </w:r>
      <w:r>
        <w:tab/>
        <w:t>1.013e0</w:t>
      </w:r>
    </w:p>
    <w:p w:rsidR="00895AD2" w:rsidRDefault="00895AD2" w:rsidP="00895AD2">
      <w:r>
        <w:t>721.7380</w:t>
      </w:r>
      <w:r>
        <w:tab/>
        <w:t>2.025e0</w:t>
      </w:r>
    </w:p>
    <w:p w:rsidR="00895AD2" w:rsidRDefault="00895AD2" w:rsidP="00895AD2">
      <w:r>
        <w:lastRenderedPageBreak/>
        <w:t>721.8724</w:t>
      </w:r>
      <w:r>
        <w:tab/>
        <w:t>2.025e0</w:t>
      </w:r>
    </w:p>
    <w:p w:rsidR="00895AD2" w:rsidRDefault="00895AD2" w:rsidP="00895AD2">
      <w:r>
        <w:t>722.1480</w:t>
      </w:r>
      <w:r>
        <w:tab/>
        <w:t>2.025e0</w:t>
      </w:r>
    </w:p>
    <w:p w:rsidR="00895AD2" w:rsidRDefault="00895AD2" w:rsidP="00895AD2">
      <w:r>
        <w:t>722.2949</w:t>
      </w:r>
      <w:r>
        <w:tab/>
        <w:t>1.013e0</w:t>
      </w:r>
    </w:p>
    <w:p w:rsidR="00895AD2" w:rsidRDefault="00895AD2" w:rsidP="00895AD2">
      <w:r>
        <w:t>722.3561</w:t>
      </w:r>
      <w:r>
        <w:tab/>
        <w:t>1.013e0</w:t>
      </w:r>
    </w:p>
    <w:p w:rsidR="00895AD2" w:rsidRDefault="00895AD2" w:rsidP="00895AD2">
      <w:r>
        <w:t>722.4296</w:t>
      </w:r>
      <w:r>
        <w:tab/>
        <w:t>1.013e0</w:t>
      </w:r>
    </w:p>
    <w:p w:rsidR="00895AD2" w:rsidRDefault="00895AD2" w:rsidP="00895AD2">
      <w:r>
        <w:t>722.6255</w:t>
      </w:r>
      <w:r>
        <w:tab/>
        <w:t>1.013e0</w:t>
      </w:r>
    </w:p>
    <w:p w:rsidR="00895AD2" w:rsidRDefault="00895AD2" w:rsidP="00895AD2">
      <w:r>
        <w:t>722.8068</w:t>
      </w:r>
      <w:r>
        <w:tab/>
        <w:t>1.013e0</w:t>
      </w:r>
    </w:p>
    <w:p w:rsidR="00895AD2" w:rsidRDefault="00895AD2" w:rsidP="00895AD2">
      <w:r>
        <w:t>722.9268</w:t>
      </w:r>
      <w:r>
        <w:tab/>
        <w:t>1.013e0</w:t>
      </w:r>
    </w:p>
    <w:p w:rsidR="00895AD2" w:rsidRDefault="00895AD2" w:rsidP="00895AD2">
      <w:r>
        <w:t>723.1920</w:t>
      </w:r>
      <w:r>
        <w:tab/>
        <w:t>3.038e0</w:t>
      </w:r>
    </w:p>
    <w:p w:rsidR="00895AD2" w:rsidRDefault="00895AD2" w:rsidP="00895AD2">
      <w:r>
        <w:t>723.3240</w:t>
      </w:r>
      <w:r>
        <w:tab/>
        <w:t>2.025e0</w:t>
      </w:r>
    </w:p>
    <w:p w:rsidR="00895AD2" w:rsidRDefault="00895AD2" w:rsidP="00895AD2">
      <w:r>
        <w:t>723.3898</w:t>
      </w:r>
      <w:r>
        <w:tab/>
        <w:t>3.038e0</w:t>
      </w:r>
    </w:p>
    <w:p w:rsidR="00895AD2" w:rsidRDefault="00895AD2" w:rsidP="00895AD2">
      <w:r>
        <w:t>723.6796</w:t>
      </w:r>
      <w:r>
        <w:tab/>
        <w:t>1.013e0</w:t>
      </w:r>
    </w:p>
    <w:p w:rsidR="00895AD2" w:rsidRDefault="00895AD2" w:rsidP="00895AD2">
      <w:r>
        <w:t>723.7409</w:t>
      </w:r>
      <w:r>
        <w:tab/>
        <w:t>1.013e0</w:t>
      </w:r>
    </w:p>
    <w:p w:rsidR="00895AD2" w:rsidRDefault="00895AD2" w:rsidP="00895AD2">
      <w:r>
        <w:t>723.8696</w:t>
      </w:r>
      <w:r>
        <w:tab/>
        <w:t>1.013e0</w:t>
      </w:r>
    </w:p>
    <w:p w:rsidR="00895AD2" w:rsidRDefault="00895AD2" w:rsidP="00895AD2">
      <w:r>
        <w:t>724.0844</w:t>
      </w:r>
      <w:r>
        <w:tab/>
        <w:t>1.013e0</w:t>
      </w:r>
    </w:p>
    <w:p w:rsidR="00895AD2" w:rsidRDefault="00895AD2" w:rsidP="00895AD2">
      <w:r>
        <w:t>724.4866</w:t>
      </w:r>
      <w:r>
        <w:tab/>
        <w:t>2.025e0</w:t>
      </w:r>
    </w:p>
    <w:p w:rsidR="00895AD2" w:rsidRDefault="00895AD2" w:rsidP="00895AD2">
      <w:r>
        <w:t>724.5877</w:t>
      </w:r>
      <w:r>
        <w:tab/>
        <w:t>1.013e0</w:t>
      </w:r>
    </w:p>
    <w:p w:rsidR="00895AD2" w:rsidRDefault="00895AD2" w:rsidP="00895AD2">
      <w:r>
        <w:t>725.1550</w:t>
      </w:r>
      <w:r>
        <w:tab/>
        <w:t>1.013e0</w:t>
      </w:r>
    </w:p>
    <w:p w:rsidR="00895AD2" w:rsidRDefault="00895AD2" w:rsidP="00895AD2">
      <w:r>
        <w:t>725.3618</w:t>
      </w:r>
      <w:r>
        <w:tab/>
        <w:t>2.025e0</w:t>
      </w:r>
    </w:p>
    <w:p w:rsidR="00895AD2" w:rsidRDefault="00895AD2" w:rsidP="00895AD2">
      <w:r>
        <w:lastRenderedPageBreak/>
        <w:t>725.4601</w:t>
      </w:r>
      <w:r>
        <w:tab/>
        <w:t>1.013e0</w:t>
      </w:r>
    </w:p>
    <w:p w:rsidR="00895AD2" w:rsidRDefault="00895AD2" w:rsidP="00895AD2">
      <w:r>
        <w:t>725.5612</w:t>
      </w:r>
      <w:r>
        <w:tab/>
        <w:t>2.025e0</w:t>
      </w:r>
    </w:p>
    <w:p w:rsidR="00895AD2" w:rsidRDefault="00895AD2" w:rsidP="00895AD2">
      <w:r>
        <w:t>725.7306</w:t>
      </w:r>
      <w:r>
        <w:tab/>
        <w:t>1.013e0</w:t>
      </w:r>
    </w:p>
    <w:p w:rsidR="00895AD2" w:rsidRDefault="00895AD2" w:rsidP="00895AD2">
      <w:r>
        <w:t>725.9773</w:t>
      </w:r>
      <w:r>
        <w:tab/>
        <w:t>1.013e0</w:t>
      </w:r>
    </w:p>
    <w:p w:rsidR="00895AD2" w:rsidRDefault="00895AD2" w:rsidP="00895AD2">
      <w:r>
        <w:t>726.2473</w:t>
      </w:r>
      <w:r>
        <w:tab/>
        <w:t>1.013e0</w:t>
      </w:r>
    </w:p>
    <w:p w:rsidR="00895AD2" w:rsidRDefault="00895AD2" w:rsidP="00895AD2">
      <w:r>
        <w:t>726.3779</w:t>
      </w:r>
      <w:r>
        <w:tab/>
        <w:t>2.025e0</w:t>
      </w:r>
    </w:p>
    <w:p w:rsidR="00895AD2" w:rsidRDefault="00895AD2" w:rsidP="00895AD2">
      <w:r>
        <w:t>726.4565</w:t>
      </w:r>
      <w:r>
        <w:tab/>
        <w:t>2.025e0</w:t>
      </w:r>
    </w:p>
    <w:p w:rsidR="00895AD2" w:rsidRDefault="00895AD2" w:rsidP="00895AD2">
      <w:r>
        <w:t>726.5562</w:t>
      </w:r>
      <w:r>
        <w:tab/>
        <w:t>2.025e0</w:t>
      </w:r>
    </w:p>
    <w:p w:rsidR="00895AD2" w:rsidRDefault="00895AD2" w:rsidP="00895AD2">
      <w:r>
        <w:t>726.6245</w:t>
      </w:r>
      <w:r>
        <w:tab/>
        <w:t>3.038e0</w:t>
      </w:r>
    </w:p>
    <w:p w:rsidR="00895AD2" w:rsidRDefault="00895AD2" w:rsidP="00895AD2">
      <w:r>
        <w:t>727.4296</w:t>
      </w:r>
      <w:r>
        <w:tab/>
        <w:t>1.013e0</w:t>
      </w:r>
    </w:p>
    <w:p w:rsidR="00895AD2" w:rsidRDefault="00895AD2" w:rsidP="00895AD2">
      <w:r>
        <w:t>727.4852</w:t>
      </w:r>
      <w:r>
        <w:tab/>
        <w:t>1.013e0</w:t>
      </w:r>
    </w:p>
    <w:p w:rsidR="00895AD2" w:rsidRDefault="00895AD2" w:rsidP="00895AD2">
      <w:r>
        <w:t>727.9227</w:t>
      </w:r>
      <w:r>
        <w:tab/>
        <w:t>1.013e0</w:t>
      </w:r>
    </w:p>
    <w:p w:rsidR="00895AD2" w:rsidRDefault="00895AD2" w:rsidP="00895AD2">
      <w:r>
        <w:t>727.9720</w:t>
      </w:r>
      <w:r>
        <w:tab/>
        <w:t>1.013e0</w:t>
      </w:r>
    </w:p>
    <w:p w:rsidR="00895AD2" w:rsidRDefault="00895AD2" w:rsidP="00895AD2">
      <w:r>
        <w:t>728.0676</w:t>
      </w:r>
      <w:r>
        <w:tab/>
        <w:t>1.013e0</w:t>
      </w:r>
    </w:p>
    <w:p w:rsidR="00895AD2" w:rsidRDefault="00895AD2" w:rsidP="00895AD2">
      <w:r>
        <w:t>728.2218</w:t>
      </w:r>
      <w:r>
        <w:tab/>
        <w:t>1.013e0</w:t>
      </w:r>
    </w:p>
    <w:p w:rsidR="00895AD2" w:rsidRDefault="00895AD2" w:rsidP="00895AD2">
      <w:r>
        <w:t>728.3035</w:t>
      </w:r>
      <w:r>
        <w:tab/>
        <w:t>3.038e0</w:t>
      </w:r>
    </w:p>
    <w:p w:rsidR="00895AD2" w:rsidRDefault="00895AD2" w:rsidP="00895AD2">
      <w:r>
        <w:t>728.6220</w:t>
      </w:r>
      <w:r>
        <w:tab/>
        <w:t>2.025e0</w:t>
      </w:r>
    </w:p>
    <w:p w:rsidR="00895AD2" w:rsidRDefault="00895AD2" w:rsidP="00895AD2">
      <w:r>
        <w:t>728.9224</w:t>
      </w:r>
      <w:r>
        <w:tab/>
        <w:t>1.013e0</w:t>
      </w:r>
    </w:p>
    <w:p w:rsidR="00895AD2" w:rsidRDefault="00895AD2" w:rsidP="00895AD2">
      <w:r>
        <w:t>729.0281</w:t>
      </w:r>
      <w:r>
        <w:tab/>
        <w:t>2.025e0</w:t>
      </w:r>
    </w:p>
    <w:p w:rsidR="00895AD2" w:rsidRDefault="00895AD2" w:rsidP="00895AD2">
      <w:r>
        <w:lastRenderedPageBreak/>
        <w:t>729.3864</w:t>
      </w:r>
      <w:r>
        <w:tab/>
        <w:t>1.013e0</w:t>
      </w:r>
    </w:p>
    <w:p w:rsidR="00895AD2" w:rsidRDefault="00895AD2" w:rsidP="00895AD2">
      <w:r>
        <w:t>729.4968</w:t>
      </w:r>
      <w:r>
        <w:tab/>
        <w:t>2.025e0</w:t>
      </w:r>
    </w:p>
    <w:p w:rsidR="00895AD2" w:rsidRDefault="00895AD2" w:rsidP="00895AD2">
      <w:r>
        <w:t>729.5748</w:t>
      </w:r>
      <w:r>
        <w:tab/>
        <w:t>1.013e0</w:t>
      </w:r>
    </w:p>
    <w:p w:rsidR="00895AD2" w:rsidRDefault="00895AD2" w:rsidP="00895AD2">
      <w:r>
        <w:t>729.8615</w:t>
      </w:r>
      <w:r>
        <w:tab/>
        <w:t>1.013e0</w:t>
      </w:r>
    </w:p>
    <w:p w:rsidR="00895AD2" w:rsidRDefault="00895AD2" w:rsidP="00895AD2">
      <w:r>
        <w:t>729.9173</w:t>
      </w:r>
      <w:r>
        <w:tab/>
        <w:t>2.025e0</w:t>
      </w:r>
    </w:p>
    <w:p w:rsidR="00895AD2" w:rsidRDefault="00895AD2" w:rsidP="00895AD2">
      <w:r>
        <w:t>729.9851</w:t>
      </w:r>
      <w:r>
        <w:tab/>
        <w:t>1.013e0</w:t>
      </w:r>
    </w:p>
    <w:p w:rsidR="00895AD2" w:rsidRDefault="00895AD2" w:rsidP="00895AD2">
      <w:r>
        <w:t>730.1212</w:t>
      </w:r>
      <w:r>
        <w:tab/>
        <w:t>1.013e0</w:t>
      </w:r>
    </w:p>
    <w:p w:rsidR="00895AD2" w:rsidRDefault="00895AD2" w:rsidP="00895AD2">
      <w:r>
        <w:t>730.3668</w:t>
      </w:r>
      <w:r>
        <w:tab/>
        <w:t>2.025e0</w:t>
      </w:r>
    </w:p>
    <w:p w:rsidR="00895AD2" w:rsidRDefault="00895AD2" w:rsidP="00895AD2">
      <w:r>
        <w:t>730.5235</w:t>
      </w:r>
      <w:r>
        <w:tab/>
        <w:t>4.052e0</w:t>
      </w:r>
    </w:p>
    <w:p w:rsidR="00895AD2" w:rsidRDefault="00895AD2" w:rsidP="00895AD2">
      <w:r>
        <w:t>730.8760</w:t>
      </w:r>
      <w:r>
        <w:tab/>
        <w:t>1.013e0</w:t>
      </w:r>
    </w:p>
    <w:p w:rsidR="00895AD2" w:rsidRDefault="00895AD2" w:rsidP="00895AD2">
      <w:r>
        <w:t>730.9657</w:t>
      </w:r>
      <w:r>
        <w:tab/>
        <w:t>3.038e0</w:t>
      </w:r>
    </w:p>
    <w:p w:rsidR="00895AD2" w:rsidRDefault="00895AD2" w:rsidP="00895AD2">
      <w:r>
        <w:t>731.2070</w:t>
      </w:r>
      <w:r>
        <w:tab/>
        <w:t>3.038e0</w:t>
      </w:r>
    </w:p>
    <w:p w:rsidR="00895AD2" w:rsidRDefault="00895AD2" w:rsidP="00895AD2">
      <w:r>
        <w:t>731.3961</w:t>
      </w:r>
      <w:r>
        <w:tab/>
        <w:t>1.013e0</w:t>
      </w:r>
    </w:p>
    <w:p w:rsidR="00895AD2" w:rsidRDefault="00895AD2" w:rsidP="00895AD2">
      <w:r>
        <w:t>731.5822</w:t>
      </w:r>
      <w:r>
        <w:tab/>
        <w:t>4.051e0</w:t>
      </w:r>
    </w:p>
    <w:p w:rsidR="00895AD2" w:rsidRDefault="00895AD2" w:rsidP="00895AD2">
      <w:r>
        <w:t>732.1260</w:t>
      </w:r>
      <w:r>
        <w:tab/>
        <w:t>1.013e0</w:t>
      </w:r>
    </w:p>
    <w:p w:rsidR="00895AD2" w:rsidRDefault="00895AD2" w:rsidP="00895AD2">
      <w:r>
        <w:t>732.2266</w:t>
      </w:r>
      <w:r>
        <w:tab/>
        <w:t>1.013e0</w:t>
      </w:r>
    </w:p>
    <w:p w:rsidR="00895AD2" w:rsidRDefault="00895AD2" w:rsidP="00895AD2">
      <w:r>
        <w:t>732.5588</w:t>
      </w:r>
      <w:r>
        <w:tab/>
        <w:t>3.038e0</w:t>
      </w:r>
    </w:p>
    <w:p w:rsidR="00895AD2" w:rsidRDefault="00895AD2" w:rsidP="00895AD2">
      <w:r>
        <w:t>732.6307</w:t>
      </w:r>
      <w:r>
        <w:tab/>
        <w:t>2.025e0</w:t>
      </w:r>
    </w:p>
    <w:p w:rsidR="00895AD2" w:rsidRDefault="00895AD2" w:rsidP="00895AD2">
      <w:r>
        <w:t>732.8842</w:t>
      </w:r>
      <w:r>
        <w:tab/>
        <w:t>1.013e0</w:t>
      </w:r>
    </w:p>
    <w:p w:rsidR="00895AD2" w:rsidRDefault="00895AD2" w:rsidP="00895AD2">
      <w:r>
        <w:lastRenderedPageBreak/>
        <w:t>732.9960</w:t>
      </w:r>
      <w:r>
        <w:tab/>
        <w:t>1.013e0</w:t>
      </w:r>
    </w:p>
    <w:p w:rsidR="00895AD2" w:rsidRDefault="00895AD2" w:rsidP="00895AD2">
      <w:r>
        <w:t>733.2194</w:t>
      </w:r>
      <w:r>
        <w:tab/>
        <w:t>1.013e0</w:t>
      </w:r>
    </w:p>
    <w:p w:rsidR="00895AD2" w:rsidRDefault="00895AD2" w:rsidP="00895AD2">
      <w:r>
        <w:t>733.2815</w:t>
      </w:r>
      <w:r>
        <w:tab/>
        <w:t>1.013e0</w:t>
      </w:r>
    </w:p>
    <w:p w:rsidR="00895AD2" w:rsidRDefault="00895AD2" w:rsidP="00895AD2">
      <w:r>
        <w:t>733.4430</w:t>
      </w:r>
      <w:r>
        <w:tab/>
        <w:t>1.013e0</w:t>
      </w:r>
    </w:p>
    <w:p w:rsidR="00895AD2" w:rsidRDefault="00895AD2" w:rsidP="00895AD2">
      <w:r>
        <w:t>733.5153</w:t>
      </w:r>
      <w:r>
        <w:tab/>
        <w:t>5.063e0</w:t>
      </w:r>
    </w:p>
    <w:p w:rsidR="00895AD2" w:rsidRDefault="00895AD2" w:rsidP="00895AD2">
      <w:r>
        <w:t>733.6835</w:t>
      </w:r>
      <w:r>
        <w:tab/>
        <w:t>2.025e0</w:t>
      </w:r>
    </w:p>
    <w:p w:rsidR="00895AD2" w:rsidRDefault="00895AD2" w:rsidP="00895AD2">
      <w:r>
        <w:t>733.8406</w:t>
      </w:r>
      <w:r>
        <w:tab/>
        <w:t>1.013e0</w:t>
      </w:r>
    </w:p>
    <w:p w:rsidR="00895AD2" w:rsidRDefault="00895AD2" w:rsidP="00895AD2">
      <w:r>
        <w:t>733.9228</w:t>
      </w:r>
      <w:r>
        <w:tab/>
        <w:t>1.013e0</w:t>
      </w:r>
    </w:p>
    <w:p w:rsidR="00895AD2" w:rsidRDefault="00895AD2" w:rsidP="00895AD2">
      <w:r>
        <w:t>734.4019</w:t>
      </w:r>
      <w:r>
        <w:tab/>
        <w:t>1.013e0</w:t>
      </w:r>
    </w:p>
    <w:p w:rsidR="00895AD2" w:rsidRDefault="00895AD2" w:rsidP="00895AD2">
      <w:r>
        <w:t>734.9101</w:t>
      </w:r>
      <w:r>
        <w:tab/>
        <w:t>1.013e0</w:t>
      </w:r>
    </w:p>
    <w:p w:rsidR="00895AD2" w:rsidRDefault="00895AD2" w:rsidP="00895AD2">
      <w:r>
        <w:t>735.1715</w:t>
      </w:r>
      <w:r>
        <w:tab/>
        <w:t>1.013e0</w:t>
      </w:r>
    </w:p>
    <w:p w:rsidR="00895AD2" w:rsidRDefault="00895AD2" w:rsidP="00895AD2">
      <w:r>
        <w:t>735.2859</w:t>
      </w:r>
      <w:r>
        <w:tab/>
        <w:t>3.038e0</w:t>
      </w:r>
    </w:p>
    <w:p w:rsidR="00895AD2" w:rsidRDefault="00895AD2" w:rsidP="00895AD2">
      <w:r>
        <w:t>735.5096</w:t>
      </w:r>
      <w:r>
        <w:tab/>
        <w:t>2.025e0</w:t>
      </w:r>
    </w:p>
    <w:p w:rsidR="00895AD2" w:rsidRDefault="00895AD2" w:rsidP="00895AD2">
      <w:r>
        <w:t>735.6323</w:t>
      </w:r>
      <w:r>
        <w:tab/>
        <w:t>1.013e0</w:t>
      </w:r>
    </w:p>
    <w:p w:rsidR="00895AD2" w:rsidRDefault="00895AD2" w:rsidP="00895AD2">
      <w:r>
        <w:t>735.7537</w:t>
      </w:r>
      <w:r>
        <w:tab/>
        <w:t>1.013e0</w:t>
      </w:r>
    </w:p>
    <w:p w:rsidR="00895AD2" w:rsidRDefault="00895AD2" w:rsidP="00895AD2">
      <w:r>
        <w:t>735.8254</w:t>
      </w:r>
      <w:r>
        <w:tab/>
        <w:t>2.025e0</w:t>
      </w:r>
    </w:p>
    <w:p w:rsidR="00895AD2" w:rsidRDefault="00895AD2" w:rsidP="00895AD2">
      <w:r>
        <w:t>736.0599</w:t>
      </w:r>
      <w:r>
        <w:tab/>
        <w:t>2.025e0</w:t>
      </w:r>
    </w:p>
    <w:p w:rsidR="00895AD2" w:rsidRDefault="00895AD2" w:rsidP="00895AD2">
      <w:r>
        <w:t>736.1556</w:t>
      </w:r>
      <w:r>
        <w:tab/>
        <w:t>1.013e0</w:t>
      </w:r>
    </w:p>
    <w:p w:rsidR="00895AD2" w:rsidRDefault="00895AD2" w:rsidP="00895AD2">
      <w:r>
        <w:t>736.3694</w:t>
      </w:r>
      <w:r>
        <w:tab/>
        <w:t>1.013e0</w:t>
      </w:r>
    </w:p>
    <w:p w:rsidR="00895AD2" w:rsidRDefault="00895AD2" w:rsidP="00895AD2">
      <w:r>
        <w:lastRenderedPageBreak/>
        <w:t>736.4465</w:t>
      </w:r>
      <w:r>
        <w:tab/>
        <w:t>2.025e0</w:t>
      </w:r>
    </w:p>
    <w:p w:rsidR="00895AD2" w:rsidRDefault="00895AD2" w:rsidP="00895AD2">
      <w:r>
        <w:t>736.5297</w:t>
      </w:r>
      <w:r>
        <w:tab/>
        <w:t>1.013e0</w:t>
      </w:r>
    </w:p>
    <w:p w:rsidR="00895AD2" w:rsidRDefault="00895AD2" w:rsidP="00895AD2">
      <w:r>
        <w:t>736.6295</w:t>
      </w:r>
      <w:r>
        <w:tab/>
        <w:t>1.013e0</w:t>
      </w:r>
    </w:p>
    <w:p w:rsidR="00895AD2" w:rsidRDefault="00895AD2" w:rsidP="00895AD2">
      <w:r>
        <w:t>736.9341</w:t>
      </w:r>
      <w:r>
        <w:tab/>
        <w:t>1.013e0</w:t>
      </w:r>
    </w:p>
    <w:p w:rsidR="00895AD2" w:rsidRDefault="00895AD2" w:rsidP="00895AD2">
      <w:r>
        <w:t>737.0037</w:t>
      </w:r>
      <w:r>
        <w:tab/>
        <w:t>1.013e0</w:t>
      </w:r>
    </w:p>
    <w:p w:rsidR="00895AD2" w:rsidRDefault="00895AD2" w:rsidP="00895AD2">
      <w:r>
        <w:t>737.0709</w:t>
      </w:r>
      <w:r>
        <w:tab/>
        <w:t>1.013e0</w:t>
      </w:r>
    </w:p>
    <w:p w:rsidR="00895AD2" w:rsidRDefault="00895AD2" w:rsidP="00895AD2">
      <w:r>
        <w:t>737.2078</w:t>
      </w:r>
      <w:r>
        <w:tab/>
        <w:t>1.013e0</w:t>
      </w:r>
    </w:p>
    <w:p w:rsidR="00895AD2" w:rsidRDefault="00895AD2" w:rsidP="00895AD2">
      <w:r>
        <w:t>737.3566</w:t>
      </w:r>
      <w:r>
        <w:tab/>
        <w:t>3.038e0</w:t>
      </w:r>
    </w:p>
    <w:p w:rsidR="00895AD2" w:rsidRDefault="00895AD2" w:rsidP="00895AD2">
      <w:r>
        <w:t>737.4597</w:t>
      </w:r>
      <w:r>
        <w:tab/>
        <w:t>4.051e0</w:t>
      </w:r>
    </w:p>
    <w:p w:rsidR="00895AD2" w:rsidRDefault="00895AD2" w:rsidP="00895AD2">
      <w:r>
        <w:t>737.6154</w:t>
      </w:r>
      <w:r>
        <w:tab/>
        <w:t>2.025e0</w:t>
      </w:r>
    </w:p>
    <w:p w:rsidR="00895AD2" w:rsidRDefault="00895AD2" w:rsidP="00895AD2">
      <w:r>
        <w:t>737.7032</w:t>
      </w:r>
      <w:r>
        <w:tab/>
        <w:t>1.013e0</w:t>
      </w:r>
    </w:p>
    <w:p w:rsidR="00895AD2" w:rsidRDefault="00895AD2" w:rsidP="00895AD2">
      <w:r>
        <w:t>738.0283</w:t>
      </w:r>
      <w:r>
        <w:tab/>
        <w:t>1.013e0</w:t>
      </w:r>
    </w:p>
    <w:p w:rsidR="00895AD2" w:rsidRDefault="00895AD2" w:rsidP="00895AD2">
      <w:r>
        <w:t>738.2088</w:t>
      </w:r>
      <w:r>
        <w:tab/>
        <w:t>2.025e0</w:t>
      </w:r>
    </w:p>
    <w:p w:rsidR="00895AD2" w:rsidRDefault="00895AD2" w:rsidP="00895AD2">
      <w:r>
        <w:t>738.3531</w:t>
      </w:r>
      <w:r>
        <w:tab/>
        <w:t>2.025e0</w:t>
      </w:r>
    </w:p>
    <w:p w:rsidR="00895AD2" w:rsidRDefault="00895AD2" w:rsidP="00895AD2">
      <w:r>
        <w:t>739.1029</w:t>
      </w:r>
      <w:r>
        <w:tab/>
        <w:t>1.013e0</w:t>
      </w:r>
    </w:p>
    <w:p w:rsidR="00895AD2" w:rsidRDefault="00895AD2" w:rsidP="00895AD2">
      <w:r>
        <w:t>739.2258</w:t>
      </w:r>
      <w:r>
        <w:tab/>
        <w:t>1.013e0</w:t>
      </w:r>
    </w:p>
    <w:p w:rsidR="00895AD2" w:rsidRDefault="00895AD2" w:rsidP="00895AD2">
      <w:r>
        <w:t>739.3407</w:t>
      </w:r>
      <w:r>
        <w:tab/>
        <w:t>1.013e0</w:t>
      </w:r>
    </w:p>
    <w:p w:rsidR="00895AD2" w:rsidRDefault="00895AD2" w:rsidP="00895AD2">
      <w:r>
        <w:t>739.5674</w:t>
      </w:r>
      <w:r>
        <w:tab/>
        <w:t>2.025e0</w:t>
      </w:r>
    </w:p>
    <w:p w:rsidR="00895AD2" w:rsidRDefault="00895AD2" w:rsidP="00895AD2">
      <w:r>
        <w:t>739.6912</w:t>
      </w:r>
      <w:r>
        <w:tab/>
        <w:t>1.013e0</w:t>
      </w:r>
    </w:p>
    <w:p w:rsidR="00895AD2" w:rsidRDefault="00895AD2" w:rsidP="00895AD2">
      <w:r>
        <w:lastRenderedPageBreak/>
        <w:t>740.3176</w:t>
      </w:r>
      <w:r>
        <w:tab/>
        <w:t>1.013e0</w:t>
      </w:r>
    </w:p>
    <w:p w:rsidR="00895AD2" w:rsidRDefault="00895AD2" w:rsidP="00895AD2">
      <w:r>
        <w:t>740.3882</w:t>
      </w:r>
      <w:r>
        <w:tab/>
        <w:t>1.013e0</w:t>
      </w:r>
    </w:p>
    <w:p w:rsidR="00895AD2" w:rsidRDefault="00895AD2" w:rsidP="00895AD2">
      <w:r>
        <w:t>740.4680</w:t>
      </w:r>
      <w:r>
        <w:tab/>
        <w:t>1.013e0</w:t>
      </w:r>
    </w:p>
    <w:p w:rsidR="00895AD2" w:rsidRDefault="00895AD2" w:rsidP="00895AD2">
      <w:r>
        <w:t>740.6284</w:t>
      </w:r>
      <w:r>
        <w:tab/>
        <w:t>2.025e0</w:t>
      </w:r>
    </w:p>
    <w:p w:rsidR="00895AD2" w:rsidRDefault="00895AD2" w:rsidP="00895AD2">
      <w:r>
        <w:t>740.8120</w:t>
      </w:r>
      <w:r>
        <w:tab/>
        <w:t>2.025e0</w:t>
      </w:r>
    </w:p>
    <w:p w:rsidR="00895AD2" w:rsidRDefault="00895AD2" w:rsidP="00895AD2">
      <w:r>
        <w:t>740.9046</w:t>
      </w:r>
      <w:r>
        <w:tab/>
        <w:t>4.051e0</w:t>
      </w:r>
    </w:p>
    <w:p w:rsidR="00895AD2" w:rsidRDefault="00895AD2" w:rsidP="00895AD2">
      <w:r>
        <w:t>741.2516</w:t>
      </w:r>
      <w:r>
        <w:tab/>
        <w:t>2.025e0</w:t>
      </w:r>
    </w:p>
    <w:p w:rsidR="00895AD2" w:rsidRDefault="00895AD2" w:rsidP="00895AD2">
      <w:r>
        <w:t>741.3384</w:t>
      </w:r>
      <w:r>
        <w:tab/>
        <w:t>2.025e0</w:t>
      </w:r>
    </w:p>
    <w:p w:rsidR="00895AD2" w:rsidRDefault="00895AD2" w:rsidP="00895AD2">
      <w:r>
        <w:t>741.4211</w:t>
      </w:r>
      <w:r>
        <w:tab/>
        <w:t>1.013e0</w:t>
      </w:r>
    </w:p>
    <w:p w:rsidR="00895AD2" w:rsidRDefault="00895AD2" w:rsidP="00895AD2">
      <w:r>
        <w:t>741.6596</w:t>
      </w:r>
      <w:r>
        <w:tab/>
        <w:t>1.013e0</w:t>
      </w:r>
    </w:p>
    <w:p w:rsidR="00895AD2" w:rsidRDefault="00895AD2" w:rsidP="00895AD2">
      <w:r>
        <w:t>741.8158</w:t>
      </w:r>
      <w:r>
        <w:tab/>
        <w:t>2.025e0</w:t>
      </w:r>
    </w:p>
    <w:p w:rsidR="00895AD2" w:rsidRDefault="00895AD2" w:rsidP="00895AD2">
      <w:r>
        <w:t>742.2122</w:t>
      </w:r>
      <w:r>
        <w:tab/>
        <w:t>1.013e0</w:t>
      </w:r>
    </w:p>
    <w:p w:rsidR="00895AD2" w:rsidRDefault="00895AD2" w:rsidP="00895AD2">
      <w:r>
        <w:t>742.2856</w:t>
      </w:r>
      <w:r>
        <w:tab/>
        <w:t>2.025e0</w:t>
      </w:r>
    </w:p>
    <w:p w:rsidR="00895AD2" w:rsidRDefault="00895AD2" w:rsidP="00895AD2">
      <w:r>
        <w:t>742.4994</w:t>
      </w:r>
      <w:r>
        <w:tab/>
        <w:t>2.025e0</w:t>
      </w:r>
    </w:p>
    <w:p w:rsidR="00895AD2" w:rsidRDefault="00895AD2" w:rsidP="00895AD2">
      <w:r>
        <w:t>742.5933</w:t>
      </w:r>
      <w:r>
        <w:tab/>
        <w:t>1.013e0</w:t>
      </w:r>
    </w:p>
    <w:p w:rsidR="00895AD2" w:rsidRDefault="00895AD2" w:rsidP="00895AD2">
      <w:r>
        <w:t>742.6702</w:t>
      </w:r>
      <w:r>
        <w:tab/>
        <w:t>2.025e0</w:t>
      </w:r>
    </w:p>
    <w:p w:rsidR="00895AD2" w:rsidRDefault="00895AD2" w:rsidP="00895AD2">
      <w:r>
        <w:t>742.8497</w:t>
      </w:r>
      <w:r>
        <w:tab/>
        <w:t>1.013e0</w:t>
      </w:r>
    </w:p>
    <w:p w:rsidR="00895AD2" w:rsidRDefault="00895AD2" w:rsidP="00895AD2">
      <w:r>
        <w:t>743.1231</w:t>
      </w:r>
      <w:r>
        <w:tab/>
        <w:t>1.013e0</w:t>
      </w:r>
    </w:p>
    <w:p w:rsidR="00895AD2" w:rsidRDefault="00895AD2" w:rsidP="00895AD2">
      <w:r>
        <w:t>743.4184</w:t>
      </w:r>
      <w:r>
        <w:tab/>
        <w:t>2.025e0</w:t>
      </w:r>
    </w:p>
    <w:p w:rsidR="00895AD2" w:rsidRDefault="00895AD2" w:rsidP="00895AD2">
      <w:r>
        <w:lastRenderedPageBreak/>
        <w:t>743.6078</w:t>
      </w:r>
      <w:r>
        <w:tab/>
        <w:t>1.013e0</w:t>
      </w:r>
    </w:p>
    <w:p w:rsidR="00895AD2" w:rsidRDefault="00895AD2" w:rsidP="00895AD2">
      <w:r>
        <w:t>743.7211</w:t>
      </w:r>
      <w:r>
        <w:tab/>
        <w:t>1.013e0</w:t>
      </w:r>
    </w:p>
    <w:p w:rsidR="00895AD2" w:rsidRDefault="00895AD2" w:rsidP="00895AD2">
      <w:r>
        <w:t>744.4525</w:t>
      </w:r>
      <w:r>
        <w:tab/>
        <w:t>2.025e0</w:t>
      </w:r>
    </w:p>
    <w:p w:rsidR="00895AD2" w:rsidRDefault="00895AD2" w:rsidP="00895AD2">
      <w:r>
        <w:t>744.5829</w:t>
      </w:r>
      <w:r>
        <w:tab/>
        <w:t>2.262e0</w:t>
      </w:r>
    </w:p>
    <w:p w:rsidR="00895AD2" w:rsidRDefault="00895AD2" w:rsidP="00895AD2">
      <w:r>
        <w:t>744.7160</w:t>
      </w:r>
      <w:r>
        <w:tab/>
        <w:t>1.013e0</w:t>
      </w:r>
    </w:p>
    <w:p w:rsidR="00895AD2" w:rsidRDefault="00895AD2" w:rsidP="00895AD2">
      <w:r>
        <w:t>744.9037</w:t>
      </w:r>
      <w:r>
        <w:tab/>
        <w:t>2.025e0</w:t>
      </w:r>
    </w:p>
    <w:p w:rsidR="00895AD2" w:rsidRDefault="00895AD2" w:rsidP="00895AD2">
      <w:r>
        <w:t>745.0193</w:t>
      </w:r>
      <w:r>
        <w:tab/>
        <w:t>1.013e0</w:t>
      </w:r>
    </w:p>
    <w:p w:rsidR="00895AD2" w:rsidRDefault="00895AD2" w:rsidP="00895AD2">
      <w:r>
        <w:t>745.3589</w:t>
      </w:r>
      <w:r>
        <w:tab/>
        <w:t>2.025e0</w:t>
      </w:r>
    </w:p>
    <w:p w:rsidR="00895AD2" w:rsidRDefault="00895AD2" w:rsidP="00895AD2">
      <w:r>
        <w:t>745.4713</w:t>
      </w:r>
      <w:r>
        <w:tab/>
        <w:t>3.038e0</w:t>
      </w:r>
    </w:p>
    <w:p w:rsidR="00895AD2" w:rsidRDefault="00895AD2" w:rsidP="00895AD2">
      <w:r>
        <w:t>745.5350</w:t>
      </w:r>
      <w:r>
        <w:tab/>
        <w:t>2.025e0</w:t>
      </w:r>
    </w:p>
    <w:p w:rsidR="00895AD2" w:rsidRDefault="00895AD2" w:rsidP="00895AD2">
      <w:r>
        <w:t>745.6135</w:t>
      </w:r>
      <w:r>
        <w:tab/>
        <w:t>2.025e0</w:t>
      </w:r>
    </w:p>
    <w:p w:rsidR="00895AD2" w:rsidRDefault="00895AD2" w:rsidP="00895AD2">
      <w:r>
        <w:t>745.8449</w:t>
      </w:r>
      <w:r>
        <w:tab/>
        <w:t>2.025e0</w:t>
      </w:r>
    </w:p>
    <w:p w:rsidR="00895AD2" w:rsidRDefault="00895AD2" w:rsidP="00895AD2">
      <w:r>
        <w:t>746.0908</w:t>
      </w:r>
      <w:r>
        <w:tab/>
        <w:t>1.013e0</w:t>
      </w:r>
    </w:p>
    <w:p w:rsidR="00895AD2" w:rsidRDefault="00895AD2" w:rsidP="00895AD2">
      <w:r>
        <w:t>746.4557</w:t>
      </w:r>
      <w:r>
        <w:tab/>
        <w:t>2.025e0</w:t>
      </w:r>
    </w:p>
    <w:p w:rsidR="00895AD2" w:rsidRDefault="00895AD2" w:rsidP="00895AD2">
      <w:r>
        <w:t>746.5350</w:t>
      </w:r>
      <w:r>
        <w:tab/>
        <w:t>3.038e0</w:t>
      </w:r>
    </w:p>
    <w:p w:rsidR="00895AD2" w:rsidRDefault="00895AD2" w:rsidP="00895AD2">
      <w:r>
        <w:t>746.8132</w:t>
      </w:r>
      <w:r>
        <w:tab/>
        <w:t>1.013e0</w:t>
      </w:r>
    </w:p>
    <w:p w:rsidR="00895AD2" w:rsidRDefault="00895AD2" w:rsidP="00895AD2">
      <w:r>
        <w:t>746.8992</w:t>
      </w:r>
      <w:r>
        <w:tab/>
        <w:t>1.013e0</w:t>
      </w:r>
    </w:p>
    <w:p w:rsidR="00895AD2" w:rsidRDefault="00895AD2" w:rsidP="00895AD2">
      <w:r>
        <w:t>747.0007</w:t>
      </w:r>
      <w:r>
        <w:tab/>
        <w:t>1.013e0</w:t>
      </w:r>
    </w:p>
    <w:p w:rsidR="00895AD2" w:rsidRDefault="00895AD2" w:rsidP="00895AD2">
      <w:r>
        <w:t>747.1141</w:t>
      </w:r>
      <w:r>
        <w:tab/>
        <w:t>2.025e0</w:t>
      </w:r>
    </w:p>
    <w:p w:rsidR="00895AD2" w:rsidRDefault="00895AD2" w:rsidP="00895AD2">
      <w:r>
        <w:lastRenderedPageBreak/>
        <w:t>747.5135</w:t>
      </w:r>
      <w:r>
        <w:tab/>
        <w:t>1.013e0</w:t>
      </w:r>
    </w:p>
    <w:p w:rsidR="00895AD2" w:rsidRDefault="00895AD2" w:rsidP="00895AD2">
      <w:r>
        <w:t>747.6262</w:t>
      </w:r>
      <w:r>
        <w:tab/>
        <w:t>2.025e0</w:t>
      </w:r>
    </w:p>
    <w:p w:rsidR="00895AD2" w:rsidRDefault="00895AD2" w:rsidP="00895AD2">
      <w:r>
        <w:t>747.8215</w:t>
      </w:r>
      <w:r>
        <w:tab/>
        <w:t>1.013e0</w:t>
      </w:r>
    </w:p>
    <w:p w:rsidR="00895AD2" w:rsidRDefault="00895AD2" w:rsidP="00895AD2">
      <w:r>
        <w:t>748.5930</w:t>
      </w:r>
      <w:r>
        <w:tab/>
        <w:t>2.025e0</w:t>
      </w:r>
    </w:p>
    <w:p w:rsidR="00895AD2" w:rsidRDefault="00895AD2" w:rsidP="00895AD2">
      <w:r>
        <w:t>748.7337</w:t>
      </w:r>
      <w:r>
        <w:tab/>
        <w:t>1.013e0</w:t>
      </w:r>
    </w:p>
    <w:p w:rsidR="00895AD2" w:rsidRDefault="00895AD2" w:rsidP="00895AD2">
      <w:r>
        <w:t>748.8972</w:t>
      </w:r>
      <w:r>
        <w:tab/>
        <w:t>1.013e0</w:t>
      </w:r>
    </w:p>
    <w:p w:rsidR="00895AD2" w:rsidRDefault="00895AD2" w:rsidP="00895AD2">
      <w:r>
        <w:t>748.9651</w:t>
      </w:r>
      <w:r>
        <w:tab/>
        <w:t>1.013e0</w:t>
      </w:r>
    </w:p>
    <w:p w:rsidR="00895AD2" w:rsidRDefault="00895AD2" w:rsidP="00895AD2">
      <w:r>
        <w:t>749.4561</w:t>
      </w:r>
      <w:r>
        <w:tab/>
        <w:t>2.025e0</w:t>
      </w:r>
    </w:p>
    <w:p w:rsidR="00895AD2" w:rsidRDefault="00895AD2" w:rsidP="00895AD2">
      <w:r>
        <w:t>749.5799</w:t>
      </w:r>
      <w:r>
        <w:tab/>
        <w:t>1.013e0</w:t>
      </w:r>
    </w:p>
    <w:p w:rsidR="00895AD2" w:rsidRDefault="00895AD2" w:rsidP="00895AD2">
      <w:r>
        <w:t>750.0067</w:t>
      </w:r>
      <w:r>
        <w:tab/>
        <w:t>1.013e0</w:t>
      </w:r>
    </w:p>
    <w:p w:rsidR="00895AD2" w:rsidRDefault="00895AD2" w:rsidP="00895AD2">
      <w:r>
        <w:t>750.2425</w:t>
      </w:r>
      <w:r>
        <w:tab/>
        <w:t>1.013e0</w:t>
      </w:r>
    </w:p>
    <w:p w:rsidR="00895AD2" w:rsidRDefault="00895AD2" w:rsidP="00895AD2">
      <w:r>
        <w:t>750.4067</w:t>
      </w:r>
      <w:r>
        <w:tab/>
        <w:t>3.038e0</w:t>
      </w:r>
    </w:p>
    <w:p w:rsidR="00895AD2" w:rsidRDefault="00895AD2" w:rsidP="00895AD2">
      <w:r>
        <w:t>750.6149</w:t>
      </w:r>
      <w:r>
        <w:tab/>
        <w:t>2.025e0</w:t>
      </w:r>
    </w:p>
    <w:p w:rsidR="00895AD2" w:rsidRDefault="00895AD2" w:rsidP="00895AD2">
      <w:r>
        <w:t>750.8818</w:t>
      </w:r>
      <w:r>
        <w:tab/>
        <w:t>3.038e0</w:t>
      </w:r>
    </w:p>
    <w:p w:rsidR="00895AD2" w:rsidRDefault="00895AD2" w:rsidP="00895AD2">
      <w:r>
        <w:t>751.1187</w:t>
      </w:r>
      <w:r>
        <w:tab/>
        <w:t>1.013e0</w:t>
      </w:r>
    </w:p>
    <w:p w:rsidR="00895AD2" w:rsidRDefault="00895AD2" w:rsidP="00895AD2">
      <w:r>
        <w:t>751.3217</w:t>
      </w:r>
      <w:r>
        <w:tab/>
        <w:t>2.025e0</w:t>
      </w:r>
    </w:p>
    <w:p w:rsidR="00895AD2" w:rsidRDefault="00895AD2" w:rsidP="00895AD2">
      <w:r>
        <w:t>751.4109</w:t>
      </w:r>
      <w:r>
        <w:tab/>
        <w:t>1.013e0</w:t>
      </w:r>
    </w:p>
    <w:p w:rsidR="00895AD2" w:rsidRDefault="00895AD2" w:rsidP="00895AD2">
      <w:r>
        <w:t>751.4744</w:t>
      </w:r>
      <w:r>
        <w:tab/>
        <w:t>1.013e0</w:t>
      </w:r>
    </w:p>
    <w:p w:rsidR="00895AD2" w:rsidRDefault="00895AD2" w:rsidP="00895AD2">
      <w:r>
        <w:t>751.5761</w:t>
      </w:r>
      <w:r>
        <w:tab/>
        <w:t>1.013e0</w:t>
      </w:r>
    </w:p>
    <w:p w:rsidR="00895AD2" w:rsidRDefault="00895AD2" w:rsidP="00895AD2">
      <w:r>
        <w:lastRenderedPageBreak/>
        <w:t>751.6649</w:t>
      </w:r>
      <w:r>
        <w:tab/>
        <w:t>2.025e0</w:t>
      </w:r>
    </w:p>
    <w:p w:rsidR="00895AD2" w:rsidRDefault="00895AD2" w:rsidP="00895AD2">
      <w:r>
        <w:t>751.7305</w:t>
      </w:r>
      <w:r>
        <w:tab/>
        <w:t>1.013e0</w:t>
      </w:r>
    </w:p>
    <w:p w:rsidR="00895AD2" w:rsidRDefault="00895AD2" w:rsidP="00895AD2">
      <w:r>
        <w:t>751.9067</w:t>
      </w:r>
      <w:r>
        <w:tab/>
        <w:t>1.013e0</w:t>
      </w:r>
    </w:p>
    <w:p w:rsidR="00895AD2" w:rsidRDefault="00895AD2" w:rsidP="00895AD2">
      <w:r>
        <w:t>751.9703</w:t>
      </w:r>
      <w:r>
        <w:tab/>
        <w:t>1.013e0</w:t>
      </w:r>
    </w:p>
    <w:p w:rsidR="00895AD2" w:rsidRDefault="00895AD2" w:rsidP="00895AD2">
      <w:r>
        <w:t>752.0723</w:t>
      </w:r>
      <w:r>
        <w:tab/>
        <w:t>2.025e0</w:t>
      </w:r>
    </w:p>
    <w:p w:rsidR="00895AD2" w:rsidRDefault="00895AD2" w:rsidP="00895AD2">
      <w:r>
        <w:t>752.4156</w:t>
      </w:r>
      <w:r>
        <w:tab/>
        <w:t>1.013e0</w:t>
      </w:r>
    </w:p>
    <w:p w:rsidR="00895AD2" w:rsidRDefault="00895AD2" w:rsidP="00895AD2">
      <w:r>
        <w:t>752.5302</w:t>
      </w:r>
      <w:r>
        <w:tab/>
        <w:t>2.025e0</w:t>
      </w:r>
    </w:p>
    <w:p w:rsidR="00895AD2" w:rsidRDefault="00895AD2" w:rsidP="00895AD2">
      <w:r>
        <w:t>752.6567</w:t>
      </w:r>
      <w:r>
        <w:tab/>
        <w:t>2.025e0</w:t>
      </w:r>
    </w:p>
    <w:p w:rsidR="00895AD2" w:rsidRDefault="00895AD2" w:rsidP="00895AD2">
      <w:r>
        <w:t>752.7548</w:t>
      </w:r>
      <w:r>
        <w:tab/>
        <w:t>2.025e0</w:t>
      </w:r>
    </w:p>
    <w:p w:rsidR="00895AD2" w:rsidRDefault="00895AD2" w:rsidP="00895AD2">
      <w:r>
        <w:t>752.9838</w:t>
      </w:r>
      <w:r>
        <w:tab/>
        <w:t>2.025e0</w:t>
      </w:r>
    </w:p>
    <w:p w:rsidR="00895AD2" w:rsidRDefault="00895AD2" w:rsidP="00895AD2">
      <w:r>
        <w:t>753.0776</w:t>
      </w:r>
      <w:r>
        <w:tab/>
        <w:t>1.013e0</w:t>
      </w:r>
    </w:p>
    <w:p w:rsidR="00895AD2" w:rsidRDefault="00895AD2" w:rsidP="00895AD2">
      <w:r>
        <w:t>753.2836</w:t>
      </w:r>
      <w:r>
        <w:tab/>
        <w:t>1.013e0</w:t>
      </w:r>
    </w:p>
    <w:p w:rsidR="00895AD2" w:rsidRDefault="00895AD2" w:rsidP="00895AD2">
      <w:r>
        <w:t>753.4034</w:t>
      </w:r>
      <w:r>
        <w:tab/>
        <w:t>2.025e0</w:t>
      </w:r>
    </w:p>
    <w:p w:rsidR="00895AD2" w:rsidRDefault="00895AD2" w:rsidP="00895AD2">
      <w:r>
        <w:t>753.4941</w:t>
      </w:r>
      <w:r>
        <w:tab/>
        <w:t>2.025e0</w:t>
      </w:r>
    </w:p>
    <w:p w:rsidR="00895AD2" w:rsidRDefault="00895AD2" w:rsidP="00895AD2">
      <w:r>
        <w:t>753.5872</w:t>
      </w:r>
      <w:r>
        <w:tab/>
        <w:t>1.013e0</w:t>
      </w:r>
    </w:p>
    <w:p w:rsidR="00895AD2" w:rsidRDefault="00895AD2" w:rsidP="00895AD2">
      <w:r>
        <w:t>753.9696</w:t>
      </w:r>
      <w:r>
        <w:tab/>
        <w:t>1.013e0</w:t>
      </w:r>
    </w:p>
    <w:p w:rsidR="00895AD2" w:rsidRDefault="00895AD2" w:rsidP="00895AD2">
      <w:r>
        <w:t>754.1202</w:t>
      </w:r>
      <w:r>
        <w:tab/>
        <w:t>1.013e0</w:t>
      </w:r>
    </w:p>
    <w:p w:rsidR="00895AD2" w:rsidRDefault="00895AD2" w:rsidP="00895AD2">
      <w:r>
        <w:t>754.2387</w:t>
      </w:r>
      <w:r>
        <w:tab/>
        <w:t>2.025e0</w:t>
      </w:r>
    </w:p>
    <w:p w:rsidR="00895AD2" w:rsidRDefault="00895AD2" w:rsidP="00895AD2">
      <w:r>
        <w:t>754.3843</w:t>
      </w:r>
      <w:r>
        <w:tab/>
        <w:t>2.025e0</w:t>
      </w:r>
    </w:p>
    <w:p w:rsidR="00895AD2" w:rsidRDefault="00895AD2" w:rsidP="00895AD2">
      <w:r>
        <w:lastRenderedPageBreak/>
        <w:t>754.5636</w:t>
      </w:r>
      <w:r>
        <w:tab/>
        <w:t>1.013e0</w:t>
      </w:r>
    </w:p>
    <w:p w:rsidR="00895AD2" w:rsidRDefault="00895AD2" w:rsidP="00895AD2">
      <w:r>
        <w:t>754.7733</w:t>
      </w:r>
      <w:r>
        <w:tab/>
        <w:t>1.013e0</w:t>
      </w:r>
    </w:p>
    <w:p w:rsidR="00895AD2" w:rsidRDefault="00895AD2" w:rsidP="00895AD2">
      <w:r>
        <w:t>754.9775</w:t>
      </w:r>
      <w:r>
        <w:tab/>
        <w:t>1.013e0</w:t>
      </w:r>
    </w:p>
    <w:p w:rsidR="00895AD2" w:rsidRDefault="00895AD2" w:rsidP="00895AD2">
      <w:r>
        <w:t>755.3990</w:t>
      </w:r>
      <w:r>
        <w:tab/>
        <w:t>1.013e0</w:t>
      </w:r>
    </w:p>
    <w:p w:rsidR="00895AD2" w:rsidRDefault="00895AD2" w:rsidP="00895AD2">
      <w:r>
        <w:t>755.5012</w:t>
      </w:r>
      <w:r>
        <w:tab/>
        <w:t>1.013e0</w:t>
      </w:r>
    </w:p>
    <w:p w:rsidR="00895AD2" w:rsidRDefault="00895AD2" w:rsidP="00895AD2">
      <w:r>
        <w:t>755.5874</w:t>
      </w:r>
      <w:r>
        <w:tab/>
        <w:t>1.013e0</w:t>
      </w:r>
    </w:p>
    <w:p w:rsidR="00895AD2" w:rsidRDefault="00895AD2" w:rsidP="00895AD2">
      <w:r>
        <w:t>756.0645</w:t>
      </w:r>
      <w:r>
        <w:tab/>
        <w:t>1.013e0</w:t>
      </w:r>
    </w:p>
    <w:p w:rsidR="00895AD2" w:rsidRDefault="00895AD2" w:rsidP="00895AD2">
      <w:r>
        <w:t>756.3064</w:t>
      </w:r>
      <w:r>
        <w:tab/>
        <w:t>1.013e0</w:t>
      </w:r>
    </w:p>
    <w:p w:rsidR="00895AD2" w:rsidRDefault="00895AD2" w:rsidP="00895AD2">
      <w:r>
        <w:t>756.4444</w:t>
      </w:r>
      <w:r>
        <w:tab/>
        <w:t>4.051e0</w:t>
      </w:r>
    </w:p>
    <w:p w:rsidR="00895AD2" w:rsidRDefault="00895AD2" w:rsidP="00895AD2">
      <w:r>
        <w:t>756.5256</w:t>
      </w:r>
      <w:r>
        <w:tab/>
        <w:t>2.025e0</w:t>
      </w:r>
    </w:p>
    <w:p w:rsidR="00895AD2" w:rsidRDefault="00895AD2" w:rsidP="00895AD2">
      <w:r>
        <w:t>756.6262</w:t>
      </w:r>
      <w:r>
        <w:tab/>
        <w:t>1.013e0</w:t>
      </w:r>
    </w:p>
    <w:p w:rsidR="00895AD2" w:rsidRDefault="00895AD2" w:rsidP="00895AD2">
      <w:r>
        <w:t>756.8964</w:t>
      </w:r>
      <w:r>
        <w:tab/>
        <w:t>2.025e0</w:t>
      </w:r>
    </w:p>
    <w:p w:rsidR="00895AD2" w:rsidRDefault="00895AD2" w:rsidP="00895AD2">
      <w:r>
        <w:t>757.0075</w:t>
      </w:r>
      <w:r>
        <w:tab/>
        <w:t>2.025e0</w:t>
      </w:r>
    </w:p>
    <w:p w:rsidR="00895AD2" w:rsidRDefault="00895AD2" w:rsidP="00895AD2">
      <w:r>
        <w:t>757.3438</w:t>
      </w:r>
      <w:r>
        <w:tab/>
        <w:t>1.013e0</w:t>
      </w:r>
    </w:p>
    <w:p w:rsidR="00895AD2" w:rsidRDefault="00895AD2" w:rsidP="00895AD2">
      <w:r>
        <w:t>757.5862</w:t>
      </w:r>
      <w:r>
        <w:tab/>
        <w:t>2.025e0</w:t>
      </w:r>
    </w:p>
    <w:p w:rsidR="00895AD2" w:rsidRDefault="00895AD2" w:rsidP="00895AD2">
      <w:r>
        <w:t>757.7529</w:t>
      </w:r>
      <w:r>
        <w:tab/>
        <w:t>1.013e0</w:t>
      </w:r>
    </w:p>
    <w:p w:rsidR="00895AD2" w:rsidRDefault="00895AD2" w:rsidP="00895AD2">
      <w:r>
        <w:t>758.3468</w:t>
      </w:r>
      <w:r>
        <w:tab/>
        <w:t>2.025e0</w:t>
      </w:r>
    </w:p>
    <w:p w:rsidR="00895AD2" w:rsidRDefault="00895AD2" w:rsidP="00895AD2">
      <w:r>
        <w:t>758.4833</w:t>
      </w:r>
      <w:r>
        <w:tab/>
        <w:t>2.025e0</w:t>
      </w:r>
    </w:p>
    <w:p w:rsidR="00895AD2" w:rsidRDefault="00895AD2" w:rsidP="00895AD2">
      <w:r>
        <w:t>758.5892</w:t>
      </w:r>
      <w:r>
        <w:tab/>
        <w:t>2.025e0</w:t>
      </w:r>
    </w:p>
    <w:p w:rsidR="00895AD2" w:rsidRDefault="00895AD2" w:rsidP="00895AD2">
      <w:r>
        <w:lastRenderedPageBreak/>
        <w:t>758.7562</w:t>
      </w:r>
      <w:r>
        <w:tab/>
        <w:t>2.025e0</w:t>
      </w:r>
    </w:p>
    <w:p w:rsidR="00895AD2" w:rsidRDefault="00895AD2" w:rsidP="00895AD2">
      <w:r>
        <w:t>759.4327</w:t>
      </w:r>
      <w:r>
        <w:tab/>
        <w:t>1.013e0</w:t>
      </w:r>
    </w:p>
    <w:p w:rsidR="00895AD2" w:rsidRDefault="00895AD2" w:rsidP="00895AD2">
      <w:r>
        <w:t>759.5953</w:t>
      </w:r>
      <w:r>
        <w:tab/>
        <w:t>1.013e0</w:t>
      </w:r>
    </w:p>
    <w:p w:rsidR="00895AD2" w:rsidRDefault="00895AD2" w:rsidP="00895AD2">
      <w:r>
        <w:t>759.8373</w:t>
      </w:r>
      <w:r>
        <w:tab/>
        <w:t>3.038e0</w:t>
      </w:r>
    </w:p>
    <w:p w:rsidR="00895AD2" w:rsidRDefault="00895AD2" w:rsidP="00895AD2">
      <w:r>
        <w:t>759.9979</w:t>
      </w:r>
      <w:r>
        <w:tab/>
        <w:t>1.013e0</w:t>
      </w:r>
    </w:p>
    <w:p w:rsidR="00895AD2" w:rsidRDefault="00895AD2" w:rsidP="00895AD2">
      <w:r>
        <w:t>760.2034</w:t>
      </w:r>
      <w:r>
        <w:tab/>
        <w:t>1.013e0</w:t>
      </w:r>
    </w:p>
    <w:p w:rsidR="00895AD2" w:rsidRDefault="00895AD2" w:rsidP="00895AD2">
      <w:r>
        <w:t>760.3678</w:t>
      </w:r>
      <w:r>
        <w:tab/>
        <w:t>2.025e0</w:t>
      </w:r>
    </w:p>
    <w:p w:rsidR="00895AD2" w:rsidRDefault="00895AD2" w:rsidP="00895AD2">
      <w:r>
        <w:t>760.5505</w:t>
      </w:r>
      <w:r>
        <w:tab/>
        <w:t>1.013e0</w:t>
      </w:r>
    </w:p>
    <w:p w:rsidR="00895AD2" w:rsidRDefault="00895AD2" w:rsidP="00895AD2">
      <w:r>
        <w:t>760.6532</w:t>
      </w:r>
      <w:r>
        <w:tab/>
        <w:t>1.013e0</w:t>
      </w:r>
    </w:p>
    <w:p w:rsidR="00895AD2" w:rsidRDefault="00895AD2" w:rsidP="00895AD2">
      <w:r>
        <w:t>760.7433</w:t>
      </w:r>
      <w:r>
        <w:tab/>
        <w:t>1.013e0</w:t>
      </w:r>
    </w:p>
    <w:p w:rsidR="00895AD2" w:rsidRDefault="00895AD2" w:rsidP="00895AD2">
      <w:r>
        <w:t>760.8462</w:t>
      </w:r>
      <w:r>
        <w:tab/>
        <w:t>1.013e0</w:t>
      </w:r>
    </w:p>
    <w:p w:rsidR="00895AD2" w:rsidRDefault="00895AD2" w:rsidP="00895AD2">
      <w:r>
        <w:t>760.9491</w:t>
      </w:r>
      <w:r>
        <w:tab/>
        <w:t>1.013e0</w:t>
      </w:r>
    </w:p>
    <w:p w:rsidR="00895AD2" w:rsidRDefault="00895AD2" w:rsidP="00895AD2">
      <w:r>
        <w:t>761.0780</w:t>
      </w:r>
      <w:r>
        <w:tab/>
        <w:t>1.013e0</w:t>
      </w:r>
    </w:p>
    <w:p w:rsidR="00895AD2" w:rsidRDefault="00895AD2" w:rsidP="00895AD2">
      <w:r>
        <w:t>761.2151</w:t>
      </w:r>
      <w:r>
        <w:tab/>
        <w:t>1.013e0</w:t>
      </w:r>
    </w:p>
    <w:p w:rsidR="00895AD2" w:rsidRDefault="00895AD2" w:rsidP="00895AD2">
      <w:r>
        <w:t>761.4895</w:t>
      </w:r>
      <w:r>
        <w:tab/>
        <w:t>1.013e0</w:t>
      </w:r>
    </w:p>
    <w:p w:rsidR="00895AD2" w:rsidRDefault="00895AD2" w:rsidP="00895AD2">
      <w:r>
        <w:t>762.0557</w:t>
      </w:r>
      <w:r>
        <w:tab/>
        <w:t>2.025e0</w:t>
      </w:r>
    </w:p>
    <w:p w:rsidR="00895AD2" w:rsidRDefault="00895AD2" w:rsidP="00895AD2">
      <w:r>
        <w:t>762.3530</w:t>
      </w:r>
      <w:r>
        <w:tab/>
        <w:t>2.131e0</w:t>
      </w:r>
    </w:p>
    <w:p w:rsidR="00895AD2" w:rsidRDefault="00895AD2" w:rsidP="00895AD2">
      <w:r>
        <w:t>762.4203</w:t>
      </w:r>
      <w:r>
        <w:tab/>
        <w:t>5.464e0</w:t>
      </w:r>
    </w:p>
    <w:p w:rsidR="00895AD2" w:rsidRDefault="00895AD2" w:rsidP="00895AD2">
      <w:r>
        <w:t>762.5226</w:t>
      </w:r>
      <w:r>
        <w:tab/>
        <w:t>3.038e0</w:t>
      </w:r>
    </w:p>
    <w:p w:rsidR="00895AD2" w:rsidRDefault="00895AD2" w:rsidP="00895AD2">
      <w:r>
        <w:lastRenderedPageBreak/>
        <w:t>763.3580</w:t>
      </w:r>
      <w:r>
        <w:tab/>
        <w:t>1.013e0</w:t>
      </w:r>
    </w:p>
    <w:p w:rsidR="00895AD2" w:rsidRDefault="00895AD2" w:rsidP="00895AD2">
      <w:r>
        <w:t>763.5406</w:t>
      </w:r>
      <w:r>
        <w:tab/>
        <w:t>1.924e0</w:t>
      </w:r>
    </w:p>
    <w:p w:rsidR="00895AD2" w:rsidRDefault="00895AD2" w:rsidP="00895AD2">
      <w:r>
        <w:t>763.7993</w:t>
      </w:r>
      <w:r>
        <w:tab/>
        <w:t>3.038e0</w:t>
      </w:r>
    </w:p>
    <w:p w:rsidR="00895AD2" w:rsidRDefault="00895AD2" w:rsidP="00895AD2">
      <w:r>
        <w:t>763.9387</w:t>
      </w:r>
      <w:r>
        <w:tab/>
        <w:t>1.013e0</w:t>
      </w:r>
    </w:p>
    <w:p w:rsidR="00895AD2" w:rsidRDefault="00895AD2" w:rsidP="00895AD2">
      <w:r>
        <w:t>764.1711</w:t>
      </w:r>
      <w:r>
        <w:tab/>
        <w:t>1.013e0</w:t>
      </w:r>
    </w:p>
    <w:p w:rsidR="00895AD2" w:rsidRDefault="00895AD2" w:rsidP="00895AD2">
      <w:r>
        <w:t>764.2228</w:t>
      </w:r>
      <w:r>
        <w:tab/>
        <w:t>1.013e0</w:t>
      </w:r>
    </w:p>
    <w:p w:rsidR="00895AD2" w:rsidRDefault="00895AD2" w:rsidP="00895AD2">
      <w:r>
        <w:t>764.4471</w:t>
      </w:r>
      <w:r>
        <w:tab/>
        <w:t>2.025e0</w:t>
      </w:r>
    </w:p>
    <w:p w:rsidR="00895AD2" w:rsidRDefault="00895AD2" w:rsidP="00895AD2">
      <w:r>
        <w:t>764.5275</w:t>
      </w:r>
      <w:r>
        <w:tab/>
        <w:t>2.897e0</w:t>
      </w:r>
    </w:p>
    <w:p w:rsidR="00895AD2" w:rsidRDefault="00895AD2" w:rsidP="00895AD2">
      <w:r>
        <w:t>764.7008</w:t>
      </w:r>
      <w:r>
        <w:tab/>
        <w:t>1.013e0</w:t>
      </w:r>
    </w:p>
    <w:p w:rsidR="00895AD2" w:rsidRDefault="00895AD2" w:rsidP="00895AD2">
      <w:r>
        <w:t>765.0181</w:t>
      </w:r>
      <w:r>
        <w:tab/>
        <w:t>3.038e0</w:t>
      </w:r>
    </w:p>
    <w:p w:rsidR="00895AD2" w:rsidRDefault="00895AD2" w:rsidP="00895AD2">
      <w:r>
        <w:t>765.2308</w:t>
      </w:r>
      <w:r>
        <w:tab/>
        <w:t>1.013e0</w:t>
      </w:r>
    </w:p>
    <w:p w:rsidR="00895AD2" w:rsidRDefault="00895AD2" w:rsidP="00895AD2">
      <w:r>
        <w:t>765.4377</w:t>
      </w:r>
      <w:r>
        <w:tab/>
        <w:t>1.013e0</w:t>
      </w:r>
    </w:p>
    <w:p w:rsidR="00895AD2" w:rsidRDefault="00895AD2" w:rsidP="00895AD2">
      <w:r>
        <w:t>765.5412</w:t>
      </w:r>
      <w:r>
        <w:tab/>
        <w:t>1.924e0</w:t>
      </w:r>
    </w:p>
    <w:p w:rsidR="00895AD2" w:rsidRDefault="00895AD2" w:rsidP="00895AD2">
      <w:r>
        <w:t>765.6634</w:t>
      </w:r>
      <w:r>
        <w:tab/>
        <w:t>1.013e0</w:t>
      </w:r>
    </w:p>
    <w:p w:rsidR="00895AD2" w:rsidRDefault="00895AD2" w:rsidP="00895AD2">
      <w:r>
        <w:t>765.8646</w:t>
      </w:r>
      <w:r>
        <w:tab/>
        <w:t>1.013e0</w:t>
      </w:r>
    </w:p>
    <w:p w:rsidR="00895AD2" w:rsidRDefault="00895AD2" w:rsidP="00895AD2">
      <w:r>
        <w:t>766.0200</w:t>
      </w:r>
      <w:r>
        <w:tab/>
        <w:t>1.013e0</w:t>
      </w:r>
    </w:p>
    <w:p w:rsidR="00895AD2" w:rsidRDefault="00895AD2" w:rsidP="00895AD2">
      <w:r>
        <w:t>766.2418</w:t>
      </w:r>
      <w:r>
        <w:tab/>
        <w:t>2.025e0</w:t>
      </w:r>
    </w:p>
    <w:p w:rsidR="00895AD2" w:rsidRDefault="00895AD2" w:rsidP="00895AD2">
      <w:r>
        <w:t>766.3791</w:t>
      </w:r>
      <w:r>
        <w:tab/>
        <w:t>1.013e0</w:t>
      </w:r>
    </w:p>
    <w:p w:rsidR="00895AD2" w:rsidRDefault="00895AD2" w:rsidP="00895AD2">
      <w:r>
        <w:t>766.6170</w:t>
      </w:r>
      <w:r>
        <w:tab/>
        <w:t>1.013e0</w:t>
      </w:r>
    </w:p>
    <w:p w:rsidR="00895AD2" w:rsidRDefault="00895AD2" w:rsidP="00895AD2">
      <w:r>
        <w:lastRenderedPageBreak/>
        <w:t>766.7451</w:t>
      </w:r>
      <w:r>
        <w:tab/>
        <w:t>1.013e0</w:t>
      </w:r>
    </w:p>
    <w:p w:rsidR="00895AD2" w:rsidRDefault="00895AD2" w:rsidP="00895AD2">
      <w:r>
        <w:t>766.8380</w:t>
      </w:r>
      <w:r>
        <w:tab/>
        <w:t>2.025e0</w:t>
      </w:r>
    </w:p>
    <w:p w:rsidR="00895AD2" w:rsidRDefault="00895AD2" w:rsidP="00895AD2">
      <w:r>
        <w:t>767.0432</w:t>
      </w:r>
      <w:r>
        <w:tab/>
        <w:t>1.013e0</w:t>
      </w:r>
    </w:p>
    <w:p w:rsidR="00895AD2" w:rsidRDefault="00895AD2" w:rsidP="00895AD2">
      <w:r>
        <w:t>767.3672</w:t>
      </w:r>
      <w:r>
        <w:tab/>
        <w:t>1.013e0</w:t>
      </w:r>
    </w:p>
    <w:p w:rsidR="00895AD2" w:rsidRDefault="00895AD2" w:rsidP="00895AD2">
      <w:r>
        <w:t>767.4522</w:t>
      </w:r>
      <w:r>
        <w:tab/>
        <w:t>1.013e0</w:t>
      </w:r>
    </w:p>
    <w:p w:rsidR="00895AD2" w:rsidRDefault="00895AD2" w:rsidP="00895AD2">
      <w:r>
        <w:t>767.5488</w:t>
      </w:r>
      <w:r>
        <w:tab/>
        <w:t>1.949e0</w:t>
      </w:r>
    </w:p>
    <w:p w:rsidR="00895AD2" w:rsidRDefault="00895AD2" w:rsidP="00895AD2">
      <w:r>
        <w:t>767.6566</w:t>
      </w:r>
      <w:r>
        <w:tab/>
        <w:t>1.013e0</w:t>
      </w:r>
    </w:p>
    <w:p w:rsidR="00895AD2" w:rsidRDefault="00895AD2" w:rsidP="00895AD2">
      <w:r>
        <w:t>767.8188</w:t>
      </w:r>
      <w:r>
        <w:tab/>
        <w:t>2.025e0</w:t>
      </w:r>
    </w:p>
    <w:p w:rsidR="00895AD2" w:rsidRDefault="00895AD2" w:rsidP="00895AD2">
      <w:r>
        <w:t>768.1044</w:t>
      </w:r>
      <w:r>
        <w:tab/>
        <w:t>2.025e0</w:t>
      </w:r>
    </w:p>
    <w:p w:rsidR="00895AD2" w:rsidRDefault="00895AD2" w:rsidP="00895AD2">
      <w:r>
        <w:t>768.1624</w:t>
      </w:r>
      <w:r>
        <w:tab/>
        <w:t>2.025e0</w:t>
      </w:r>
    </w:p>
    <w:p w:rsidR="00895AD2" w:rsidRDefault="00895AD2" w:rsidP="00895AD2">
      <w:r>
        <w:t>768.3272</w:t>
      </w:r>
      <w:r>
        <w:tab/>
        <w:t>1.013e0</w:t>
      </w:r>
    </w:p>
    <w:p w:rsidR="00895AD2" w:rsidRDefault="00895AD2" w:rsidP="00895AD2">
      <w:r>
        <w:t>768.4246</w:t>
      </w:r>
      <w:r>
        <w:tab/>
        <w:t>2.025e0</w:t>
      </w:r>
    </w:p>
    <w:p w:rsidR="00895AD2" w:rsidRDefault="00895AD2" w:rsidP="00895AD2">
      <w:r>
        <w:t>768.5127</w:t>
      </w:r>
      <w:r>
        <w:tab/>
        <w:t>1.008e1</w:t>
      </w:r>
    </w:p>
    <w:p w:rsidR="00895AD2" w:rsidRDefault="00895AD2" w:rsidP="00895AD2">
      <w:r>
        <w:t>768.6167</w:t>
      </w:r>
      <w:r>
        <w:tab/>
        <w:t>3.013e0</w:t>
      </w:r>
    </w:p>
    <w:p w:rsidR="00895AD2" w:rsidRDefault="00895AD2" w:rsidP="00895AD2">
      <w:r>
        <w:t>768.7817</w:t>
      </w:r>
      <w:r>
        <w:tab/>
        <w:t>1.013e0</w:t>
      </w:r>
    </w:p>
    <w:p w:rsidR="00895AD2" w:rsidRDefault="00895AD2" w:rsidP="00895AD2">
      <w:r>
        <w:t>769.0025</w:t>
      </w:r>
      <w:r>
        <w:tab/>
        <w:t>2.025e0</w:t>
      </w:r>
    </w:p>
    <w:p w:rsidR="00895AD2" w:rsidRDefault="00895AD2" w:rsidP="00895AD2">
      <w:r>
        <w:t>769.0674</w:t>
      </w:r>
      <w:r>
        <w:tab/>
        <w:t>2.025e0</w:t>
      </w:r>
    </w:p>
    <w:p w:rsidR="00895AD2" w:rsidRDefault="00895AD2" w:rsidP="00895AD2">
      <w:r>
        <w:t>769.2104</w:t>
      </w:r>
      <w:r>
        <w:tab/>
        <w:t>1.013e0</w:t>
      </w:r>
    </w:p>
    <w:p w:rsidR="00895AD2" w:rsidRDefault="00895AD2" w:rsidP="00895AD2">
      <w:r>
        <w:t>769.3935</w:t>
      </w:r>
      <w:r>
        <w:tab/>
        <w:t>1.013e0</w:t>
      </w:r>
    </w:p>
    <w:p w:rsidR="00895AD2" w:rsidRDefault="00895AD2" w:rsidP="00895AD2">
      <w:r>
        <w:lastRenderedPageBreak/>
        <w:t>769.5418</w:t>
      </w:r>
      <w:r>
        <w:tab/>
        <w:t>4.780e0</w:t>
      </w:r>
    </w:p>
    <w:p w:rsidR="00895AD2" w:rsidRDefault="00895AD2" w:rsidP="00895AD2">
      <w:r>
        <w:t>769.7043</w:t>
      </w:r>
      <w:r>
        <w:tab/>
        <w:t>2.025e0</w:t>
      </w:r>
    </w:p>
    <w:p w:rsidR="00895AD2" w:rsidRDefault="00895AD2" w:rsidP="00895AD2">
      <w:r>
        <w:t>769.8873</w:t>
      </w:r>
      <w:r>
        <w:tab/>
        <w:t>1.013e0</w:t>
      </w:r>
    </w:p>
    <w:p w:rsidR="00895AD2" w:rsidRDefault="00895AD2" w:rsidP="00895AD2">
      <w:r>
        <w:t>769.9904</w:t>
      </w:r>
      <w:r>
        <w:tab/>
        <w:t>1.013e0</w:t>
      </w:r>
    </w:p>
    <w:p w:rsidR="00895AD2" w:rsidRDefault="00895AD2" w:rsidP="00895AD2">
      <w:r>
        <w:t>770.0752</w:t>
      </w:r>
      <w:r>
        <w:tab/>
        <w:t>1.013e0</w:t>
      </w:r>
    </w:p>
    <w:p w:rsidR="00895AD2" w:rsidRDefault="00895AD2" w:rsidP="00895AD2">
      <w:r>
        <w:t>770.3417</w:t>
      </w:r>
      <w:r>
        <w:tab/>
        <w:t>1.013e0</w:t>
      </w:r>
    </w:p>
    <w:p w:rsidR="00895AD2" w:rsidRDefault="00895AD2" w:rsidP="00895AD2">
      <w:r>
        <w:t>770.6086</w:t>
      </w:r>
      <w:r>
        <w:tab/>
        <w:t>3.768e0</w:t>
      </w:r>
    </w:p>
    <w:p w:rsidR="00895AD2" w:rsidRDefault="00895AD2" w:rsidP="00895AD2">
      <w:r>
        <w:t>770.7192</w:t>
      </w:r>
      <w:r>
        <w:tab/>
        <w:t>1.013e0</w:t>
      </w:r>
    </w:p>
    <w:p w:rsidR="00895AD2" w:rsidRDefault="00895AD2" w:rsidP="00895AD2">
      <w:r>
        <w:t>770.8587</w:t>
      </w:r>
      <w:r>
        <w:tab/>
        <w:t>1.013e0</w:t>
      </w:r>
    </w:p>
    <w:p w:rsidR="00895AD2" w:rsidRDefault="00895AD2" w:rsidP="00895AD2">
      <w:r>
        <w:t>771.0317</w:t>
      </w:r>
      <w:r>
        <w:tab/>
        <w:t>1.013e0</w:t>
      </w:r>
    </w:p>
    <w:p w:rsidR="00895AD2" w:rsidRDefault="00895AD2" w:rsidP="00895AD2">
      <w:r>
        <w:t>771.1098</w:t>
      </w:r>
      <w:r>
        <w:tab/>
        <w:t>1.013e0</w:t>
      </w:r>
    </w:p>
    <w:p w:rsidR="00895AD2" w:rsidRDefault="00895AD2" w:rsidP="00895AD2">
      <w:r>
        <w:t>771.3182</w:t>
      </w:r>
      <w:r>
        <w:tab/>
        <w:t>1.013e0</w:t>
      </w:r>
    </w:p>
    <w:p w:rsidR="00895AD2" w:rsidRDefault="00895AD2" w:rsidP="00895AD2">
      <w:r>
        <w:t>771.3862</w:t>
      </w:r>
      <w:r>
        <w:tab/>
        <w:t>1.013e0</w:t>
      </w:r>
    </w:p>
    <w:p w:rsidR="00895AD2" w:rsidRDefault="00895AD2" w:rsidP="00895AD2">
      <w:r>
        <w:t>771.5682</w:t>
      </w:r>
      <w:r>
        <w:tab/>
        <w:t>1.742e0</w:t>
      </w:r>
    </w:p>
    <w:p w:rsidR="00895AD2" w:rsidRDefault="00895AD2" w:rsidP="00895AD2">
      <w:r>
        <w:t>772.0347</w:t>
      </w:r>
      <w:r>
        <w:tab/>
        <w:t>2.025e0</w:t>
      </w:r>
    </w:p>
    <w:p w:rsidR="00895AD2" w:rsidRDefault="00895AD2" w:rsidP="00895AD2">
      <w:r>
        <w:t>772.2637</w:t>
      </w:r>
      <w:r>
        <w:tab/>
        <w:t>2.025e0</w:t>
      </w:r>
    </w:p>
    <w:p w:rsidR="00895AD2" w:rsidRDefault="00895AD2" w:rsidP="00895AD2">
      <w:r>
        <w:t>772.4265</w:t>
      </w:r>
      <w:r>
        <w:tab/>
        <w:t>1.013e0</w:t>
      </w:r>
    </w:p>
    <w:p w:rsidR="00895AD2" w:rsidRDefault="00895AD2" w:rsidP="00895AD2">
      <w:r>
        <w:t>772.5289</w:t>
      </w:r>
      <w:r>
        <w:tab/>
        <w:t>1.813e0</w:t>
      </w:r>
    </w:p>
    <w:p w:rsidR="00895AD2" w:rsidRDefault="00895AD2" w:rsidP="00895AD2">
      <w:r>
        <w:t>772.8049</w:t>
      </w:r>
      <w:r>
        <w:tab/>
        <w:t>1.013e0</w:t>
      </w:r>
    </w:p>
    <w:p w:rsidR="00895AD2" w:rsidRDefault="00895AD2" w:rsidP="00895AD2">
      <w:r>
        <w:lastRenderedPageBreak/>
        <w:t>773.0021</w:t>
      </w:r>
      <w:r>
        <w:tab/>
        <w:t>2.025e0</w:t>
      </w:r>
    </w:p>
    <w:p w:rsidR="00895AD2" w:rsidRDefault="00895AD2" w:rsidP="00895AD2">
      <w:r>
        <w:t>773.4969</w:t>
      </w:r>
      <w:r>
        <w:tab/>
        <w:t>1.013e0</w:t>
      </w:r>
    </w:p>
    <w:p w:rsidR="00895AD2" w:rsidRDefault="00895AD2" w:rsidP="00895AD2">
      <w:r>
        <w:t>774.3175</w:t>
      </w:r>
      <w:r>
        <w:tab/>
        <w:t>2.025e0</w:t>
      </w:r>
    </w:p>
    <w:p w:rsidR="00895AD2" w:rsidRDefault="00895AD2" w:rsidP="00895AD2">
      <w:r>
        <w:t>774.4437</w:t>
      </w:r>
      <w:r>
        <w:tab/>
        <w:t>2.025e0</w:t>
      </w:r>
    </w:p>
    <w:p w:rsidR="00895AD2" w:rsidRDefault="00895AD2" w:rsidP="00895AD2">
      <w:r>
        <w:t>774.5641</w:t>
      </w:r>
      <w:r>
        <w:tab/>
        <w:t>2.962e0</w:t>
      </w:r>
    </w:p>
    <w:p w:rsidR="00895AD2" w:rsidRDefault="00895AD2" w:rsidP="00895AD2">
      <w:r>
        <w:t>774.9090</w:t>
      </w:r>
      <w:r>
        <w:tab/>
        <w:t>1.013e0</w:t>
      </w:r>
    </w:p>
    <w:p w:rsidR="00895AD2" w:rsidRDefault="00895AD2" w:rsidP="00895AD2">
      <w:r>
        <w:t>775.5064</w:t>
      </w:r>
      <w:r>
        <w:tab/>
        <w:t>2.000e0</w:t>
      </w:r>
    </w:p>
    <w:p w:rsidR="00895AD2" w:rsidRDefault="00895AD2" w:rsidP="00895AD2">
      <w:r>
        <w:t>775.6805</w:t>
      </w:r>
      <w:r>
        <w:tab/>
        <w:t>2.025e0</w:t>
      </w:r>
    </w:p>
    <w:p w:rsidR="00895AD2" w:rsidRDefault="00895AD2" w:rsidP="00895AD2">
      <w:r>
        <w:t>775.7993</w:t>
      </w:r>
      <w:r>
        <w:tab/>
        <w:t>1.013e0</w:t>
      </w:r>
    </w:p>
    <w:p w:rsidR="00895AD2" w:rsidRDefault="00895AD2" w:rsidP="00895AD2">
      <w:r>
        <w:t>776.1531</w:t>
      </w:r>
      <w:r>
        <w:tab/>
        <w:t>2.025e0</w:t>
      </w:r>
    </w:p>
    <w:p w:rsidR="00895AD2" w:rsidRDefault="00895AD2" w:rsidP="00895AD2">
      <w:r>
        <w:t>776.3629</w:t>
      </w:r>
      <w:r>
        <w:tab/>
        <w:t>1.013e0</w:t>
      </w:r>
    </w:p>
    <w:p w:rsidR="00895AD2" w:rsidRDefault="00895AD2" w:rsidP="00895AD2">
      <w:r>
        <w:t>776.4592</w:t>
      </w:r>
      <w:r>
        <w:tab/>
        <w:t>1.013e0</w:t>
      </w:r>
    </w:p>
    <w:p w:rsidR="00895AD2" w:rsidRDefault="00895AD2" w:rsidP="00895AD2">
      <w:r>
        <w:t>776.5358</w:t>
      </w:r>
      <w:r>
        <w:tab/>
        <w:t>2.025e0</w:t>
      </w:r>
    </w:p>
    <w:p w:rsidR="00895AD2" w:rsidRDefault="00895AD2" w:rsidP="00895AD2">
      <w:r>
        <w:t>776.6293</w:t>
      </w:r>
      <w:r>
        <w:tab/>
        <w:t>2.025e0</w:t>
      </w:r>
    </w:p>
    <w:p w:rsidR="00895AD2" w:rsidRDefault="00895AD2" w:rsidP="00895AD2">
      <w:r>
        <w:t>777.1629</w:t>
      </w:r>
      <w:r>
        <w:tab/>
        <w:t>1.013e0</w:t>
      </w:r>
    </w:p>
    <w:p w:rsidR="00895AD2" w:rsidRDefault="00895AD2" w:rsidP="00895AD2">
      <w:r>
        <w:t>777.2939</w:t>
      </w:r>
      <w:r>
        <w:tab/>
        <w:t>1.013e0</w:t>
      </w:r>
    </w:p>
    <w:p w:rsidR="00895AD2" w:rsidRDefault="00895AD2" w:rsidP="00895AD2">
      <w:r>
        <w:t>777.5144</w:t>
      </w:r>
      <w:r>
        <w:tab/>
        <w:t>3.038e0</w:t>
      </w:r>
    </w:p>
    <w:p w:rsidR="00895AD2" w:rsidRDefault="00895AD2" w:rsidP="00895AD2">
      <w:r>
        <w:t>777.6674</w:t>
      </w:r>
      <w:r>
        <w:tab/>
        <w:t>1.013e0</w:t>
      </w:r>
    </w:p>
    <w:p w:rsidR="00895AD2" w:rsidRDefault="00895AD2" w:rsidP="00895AD2">
      <w:r>
        <w:t>777.9006</w:t>
      </w:r>
      <w:r>
        <w:tab/>
        <w:t>2.025e0</w:t>
      </w:r>
    </w:p>
    <w:p w:rsidR="00895AD2" w:rsidRDefault="00895AD2" w:rsidP="00895AD2">
      <w:r>
        <w:lastRenderedPageBreak/>
        <w:t>778.4236</w:t>
      </w:r>
      <w:r>
        <w:tab/>
        <w:t>1.013e0</w:t>
      </w:r>
    </w:p>
    <w:p w:rsidR="00895AD2" w:rsidRDefault="00895AD2" w:rsidP="00895AD2">
      <w:r>
        <w:t>778.6346</w:t>
      </w:r>
      <w:r>
        <w:tab/>
        <w:t>2.025e0</w:t>
      </w:r>
    </w:p>
    <w:p w:rsidR="00895AD2" w:rsidRDefault="00895AD2" w:rsidP="00895AD2">
      <w:r>
        <w:t>778.7170</w:t>
      </w:r>
      <w:r>
        <w:tab/>
        <w:t>2.025e0</w:t>
      </w:r>
    </w:p>
    <w:p w:rsidR="00895AD2" w:rsidRDefault="00895AD2" w:rsidP="00895AD2">
      <w:r>
        <w:t>779.3923</w:t>
      </w:r>
      <w:r>
        <w:tab/>
        <w:t>2.025e0</w:t>
      </w:r>
    </w:p>
    <w:p w:rsidR="00895AD2" w:rsidRDefault="00895AD2" w:rsidP="00895AD2">
      <w:r>
        <w:t>779.5386</w:t>
      </w:r>
      <w:r>
        <w:tab/>
        <w:t>2.025e0</w:t>
      </w:r>
    </w:p>
    <w:p w:rsidR="00895AD2" w:rsidRDefault="00895AD2" w:rsidP="00895AD2">
      <w:r>
        <w:t>779.7093</w:t>
      </w:r>
      <w:r>
        <w:tab/>
        <w:t>1.013e0</w:t>
      </w:r>
    </w:p>
    <w:p w:rsidR="00895AD2" w:rsidRDefault="00895AD2" w:rsidP="00895AD2">
      <w:r>
        <w:t>779.8112</w:t>
      </w:r>
      <w:r>
        <w:tab/>
        <w:t>1.013e0</w:t>
      </w:r>
    </w:p>
    <w:p w:rsidR="00895AD2" w:rsidRDefault="00895AD2" w:rsidP="00895AD2">
      <w:r>
        <w:t>780.3051</w:t>
      </w:r>
      <w:r>
        <w:tab/>
        <w:t>1.013e0</w:t>
      </w:r>
    </w:p>
    <w:p w:rsidR="00895AD2" w:rsidRDefault="00895AD2" w:rsidP="00895AD2">
      <w:r>
        <w:t>780.3941</w:t>
      </w:r>
      <w:r>
        <w:tab/>
        <w:t>2.025e0</w:t>
      </w:r>
    </w:p>
    <w:p w:rsidR="00895AD2" w:rsidRDefault="00895AD2" w:rsidP="00895AD2">
      <w:r>
        <w:t>780.6619</w:t>
      </w:r>
      <w:r>
        <w:tab/>
        <w:t>2.025e0</w:t>
      </w:r>
    </w:p>
    <w:p w:rsidR="00895AD2" w:rsidRDefault="00895AD2" w:rsidP="00895AD2">
      <w:r>
        <w:t>780.7468</w:t>
      </w:r>
      <w:r>
        <w:tab/>
        <w:t>1.013e0</w:t>
      </w:r>
    </w:p>
    <w:p w:rsidR="00895AD2" w:rsidRDefault="00895AD2" w:rsidP="00895AD2">
      <w:r>
        <w:t>781.0869</w:t>
      </w:r>
      <w:r>
        <w:tab/>
        <w:t>1.013e0</w:t>
      </w:r>
    </w:p>
    <w:p w:rsidR="00895AD2" w:rsidRDefault="00895AD2" w:rsidP="00895AD2">
      <w:r>
        <w:t>781.3464</w:t>
      </w:r>
      <w:r>
        <w:tab/>
        <w:t>1.013e0</w:t>
      </w:r>
    </w:p>
    <w:p w:rsidR="00895AD2" w:rsidRDefault="00895AD2" w:rsidP="00895AD2">
      <w:r>
        <w:t>781.4915</w:t>
      </w:r>
      <w:r>
        <w:tab/>
        <w:t>1.013e0</w:t>
      </w:r>
    </w:p>
    <w:p w:rsidR="00895AD2" w:rsidRDefault="00895AD2" w:rsidP="00895AD2">
      <w:r>
        <w:t>781.5994</w:t>
      </w:r>
      <w:r>
        <w:tab/>
        <w:t>4.051e0</w:t>
      </w:r>
    </w:p>
    <w:p w:rsidR="00895AD2" w:rsidRDefault="00895AD2" w:rsidP="00895AD2">
      <w:r>
        <w:t>781.8187</w:t>
      </w:r>
      <w:r>
        <w:tab/>
        <w:t>1.013e0</w:t>
      </w:r>
    </w:p>
    <w:p w:rsidR="00895AD2" w:rsidRDefault="00895AD2" w:rsidP="00895AD2">
      <w:r>
        <w:t>781.9330</w:t>
      </w:r>
      <w:r>
        <w:tab/>
        <w:t>2.025e0</w:t>
      </w:r>
    </w:p>
    <w:p w:rsidR="00895AD2" w:rsidRDefault="00895AD2" w:rsidP="00895AD2">
      <w:r>
        <w:t>782.0139</w:t>
      </w:r>
      <w:r>
        <w:tab/>
        <w:t>2.025e0</w:t>
      </w:r>
    </w:p>
    <w:p w:rsidR="00895AD2" w:rsidRDefault="00895AD2" w:rsidP="00895AD2">
      <w:r>
        <w:t>782.1788</w:t>
      </w:r>
      <w:r>
        <w:tab/>
        <w:t>5.063e0</w:t>
      </w:r>
    </w:p>
    <w:p w:rsidR="00895AD2" w:rsidRDefault="00895AD2" w:rsidP="00895AD2">
      <w:r>
        <w:lastRenderedPageBreak/>
        <w:t>782.4143</w:t>
      </w:r>
      <w:r>
        <w:tab/>
        <w:t>1.013e0</w:t>
      </w:r>
    </w:p>
    <w:p w:rsidR="00895AD2" w:rsidRDefault="00895AD2" w:rsidP="00895AD2">
      <w:r>
        <w:t>782.5475</w:t>
      </w:r>
      <w:r>
        <w:tab/>
        <w:t>2.025e0</w:t>
      </w:r>
    </w:p>
    <w:p w:rsidR="00895AD2" w:rsidRDefault="00895AD2" w:rsidP="00895AD2">
      <w:r>
        <w:t>782.7353</w:t>
      </w:r>
      <w:r>
        <w:tab/>
        <w:t>3.038e0</w:t>
      </w:r>
    </w:p>
    <w:p w:rsidR="00895AD2" w:rsidRDefault="00895AD2" w:rsidP="00895AD2">
      <w:r>
        <w:t>782.9353</w:t>
      </w:r>
      <w:r>
        <w:tab/>
        <w:t>2.025e0</w:t>
      </w:r>
    </w:p>
    <w:p w:rsidR="00895AD2" w:rsidRDefault="00895AD2" w:rsidP="00895AD2">
      <w:r>
        <w:t>783.1055</w:t>
      </w:r>
      <w:r>
        <w:tab/>
        <w:t>2.025e0</w:t>
      </w:r>
    </w:p>
    <w:p w:rsidR="00895AD2" w:rsidRDefault="00895AD2" w:rsidP="00895AD2">
      <w:r>
        <w:t>783.2875</w:t>
      </w:r>
      <w:r>
        <w:tab/>
        <w:t>1.013e0</w:t>
      </w:r>
    </w:p>
    <w:p w:rsidR="00895AD2" w:rsidRDefault="00895AD2" w:rsidP="00895AD2">
      <w:r>
        <w:t>783.4181</w:t>
      </w:r>
      <w:r>
        <w:tab/>
        <w:t>1.845e0</w:t>
      </w:r>
    </w:p>
    <w:p w:rsidR="00895AD2" w:rsidRDefault="00895AD2" w:rsidP="00895AD2">
      <w:r>
        <w:t>783.5235</w:t>
      </w:r>
      <w:r>
        <w:tab/>
        <w:t>5.063e0</w:t>
      </w:r>
    </w:p>
    <w:p w:rsidR="00895AD2" w:rsidRDefault="00895AD2" w:rsidP="00895AD2">
      <w:r>
        <w:t>783.7160</w:t>
      </w:r>
      <w:r>
        <w:tab/>
        <w:t>2.025e0</w:t>
      </w:r>
    </w:p>
    <w:p w:rsidR="00895AD2" w:rsidRDefault="00895AD2" w:rsidP="00895AD2">
      <w:r>
        <w:t>783.8664</w:t>
      </w:r>
      <w:r>
        <w:tab/>
        <w:t>2.025e0</w:t>
      </w:r>
    </w:p>
    <w:p w:rsidR="00895AD2" w:rsidRDefault="00895AD2" w:rsidP="00895AD2">
      <w:r>
        <w:t>783.9753</w:t>
      </w:r>
      <w:r>
        <w:tab/>
        <w:t>1.013e0</w:t>
      </w:r>
    </w:p>
    <w:p w:rsidR="00895AD2" w:rsidRDefault="00895AD2" w:rsidP="00895AD2">
      <w:r>
        <w:t>784.1474</w:t>
      </w:r>
      <w:r>
        <w:tab/>
        <w:t>1.013e0</w:t>
      </w:r>
    </w:p>
    <w:p w:rsidR="00895AD2" w:rsidRDefault="00895AD2" w:rsidP="00895AD2">
      <w:r>
        <w:t>784.2333</w:t>
      </w:r>
      <w:r>
        <w:tab/>
        <w:t>2.025e0</w:t>
      </w:r>
    </w:p>
    <w:p w:rsidR="00895AD2" w:rsidRDefault="00895AD2" w:rsidP="00895AD2">
      <w:r>
        <w:t>784.3193</w:t>
      </w:r>
      <w:r>
        <w:tab/>
        <w:t>1.013e0</w:t>
      </w:r>
    </w:p>
    <w:p w:rsidR="00895AD2" w:rsidRDefault="00895AD2" w:rsidP="00895AD2">
      <w:r>
        <w:t>784.4782</w:t>
      </w:r>
      <w:r>
        <w:tab/>
        <w:t>1.013e0</w:t>
      </w:r>
    </w:p>
    <w:p w:rsidR="00895AD2" w:rsidRDefault="00895AD2" w:rsidP="00895AD2">
      <w:r>
        <w:t>784.6106</w:t>
      </w:r>
      <w:r>
        <w:tab/>
        <w:t>1.013e0</w:t>
      </w:r>
    </w:p>
    <w:p w:rsidR="00895AD2" w:rsidRDefault="00895AD2" w:rsidP="00895AD2">
      <w:r>
        <w:t>784.6983</w:t>
      </w:r>
      <w:r>
        <w:tab/>
        <w:t>2.025e0</w:t>
      </w:r>
    </w:p>
    <w:p w:rsidR="00895AD2" w:rsidRDefault="00895AD2" w:rsidP="00895AD2">
      <w:r>
        <w:t>785.1007</w:t>
      </w:r>
      <w:r>
        <w:tab/>
        <w:t>1.013e0</w:t>
      </w:r>
    </w:p>
    <w:p w:rsidR="00895AD2" w:rsidRDefault="00895AD2" w:rsidP="00895AD2">
      <w:r>
        <w:t>785.4437</w:t>
      </w:r>
      <w:r>
        <w:tab/>
        <w:t>2.025e0</w:t>
      </w:r>
    </w:p>
    <w:p w:rsidR="00895AD2" w:rsidRDefault="00895AD2" w:rsidP="00895AD2">
      <w:r>
        <w:lastRenderedPageBreak/>
        <w:t>785.6169</w:t>
      </w:r>
      <w:r>
        <w:tab/>
        <w:t>3.038e0</w:t>
      </w:r>
    </w:p>
    <w:p w:rsidR="00895AD2" w:rsidRDefault="00895AD2" w:rsidP="00895AD2">
      <w:r>
        <w:t>785.8744</w:t>
      </w:r>
      <w:r>
        <w:tab/>
        <w:t>2.025e0</w:t>
      </w:r>
    </w:p>
    <w:p w:rsidR="00895AD2" w:rsidRDefault="00895AD2" w:rsidP="00895AD2">
      <w:r>
        <w:t>786.2484</w:t>
      </w:r>
      <w:r>
        <w:tab/>
        <w:t>2.025e0</w:t>
      </w:r>
    </w:p>
    <w:p w:rsidR="00895AD2" w:rsidRDefault="00895AD2" w:rsidP="00895AD2">
      <w:r>
        <w:t>786.4593</w:t>
      </w:r>
      <w:r>
        <w:tab/>
        <w:t>3.038e0</w:t>
      </w:r>
    </w:p>
    <w:p w:rsidR="00895AD2" w:rsidRDefault="00895AD2" w:rsidP="00895AD2">
      <w:r>
        <w:t>786.5992</w:t>
      </w:r>
      <w:r>
        <w:tab/>
        <w:t>1.013e0</w:t>
      </w:r>
    </w:p>
    <w:p w:rsidR="00895AD2" w:rsidRDefault="00895AD2" w:rsidP="00895AD2">
      <w:r>
        <w:t>786.7983</w:t>
      </w:r>
      <w:r>
        <w:tab/>
        <w:t>1.013e0</w:t>
      </w:r>
    </w:p>
    <w:p w:rsidR="00895AD2" w:rsidRDefault="00895AD2" w:rsidP="00895AD2">
      <w:r>
        <w:t>786.9046</w:t>
      </w:r>
      <w:r>
        <w:tab/>
        <w:t>2.025e0</w:t>
      </w:r>
    </w:p>
    <w:p w:rsidR="00895AD2" w:rsidRDefault="00895AD2" w:rsidP="00895AD2">
      <w:r>
        <w:t>787.1069</w:t>
      </w:r>
      <w:r>
        <w:tab/>
        <w:t>2.025e0</w:t>
      </w:r>
    </w:p>
    <w:p w:rsidR="00895AD2" w:rsidRDefault="00895AD2" w:rsidP="00895AD2">
      <w:r>
        <w:t>787.3163</w:t>
      </w:r>
      <w:r>
        <w:tab/>
        <w:t>1.013e0</w:t>
      </w:r>
    </w:p>
    <w:p w:rsidR="00895AD2" w:rsidRDefault="00895AD2" w:rsidP="00895AD2">
      <w:r>
        <w:t>787.3694</w:t>
      </w:r>
      <w:r>
        <w:tab/>
        <w:t>1.013e0</w:t>
      </w:r>
    </w:p>
    <w:p w:rsidR="00895AD2" w:rsidRDefault="00895AD2" w:rsidP="00895AD2">
      <w:r>
        <w:t>787.5156</w:t>
      </w:r>
      <w:r>
        <w:tab/>
        <w:t>1.013e0</w:t>
      </w:r>
    </w:p>
    <w:p w:rsidR="00895AD2" w:rsidRDefault="00895AD2" w:rsidP="00895AD2">
      <w:r>
        <w:t>787.6824</w:t>
      </w:r>
      <w:r>
        <w:tab/>
        <w:t>5.063e0</w:t>
      </w:r>
    </w:p>
    <w:p w:rsidR="00895AD2" w:rsidRDefault="00895AD2" w:rsidP="00895AD2">
      <w:r>
        <w:t>788.0473</w:t>
      </w:r>
      <w:r>
        <w:tab/>
        <w:t>1.013e0</w:t>
      </w:r>
    </w:p>
    <w:p w:rsidR="00895AD2" w:rsidRDefault="00895AD2" w:rsidP="00895AD2">
      <w:r>
        <w:t>788.1606</w:t>
      </w:r>
      <w:r>
        <w:tab/>
        <w:t>1.013e0</w:t>
      </w:r>
    </w:p>
    <w:p w:rsidR="00895AD2" w:rsidRDefault="00895AD2" w:rsidP="00895AD2">
      <w:r>
        <w:t>788.2867</w:t>
      </w:r>
      <w:r>
        <w:tab/>
        <w:t>1.013e0</w:t>
      </w:r>
    </w:p>
    <w:p w:rsidR="00895AD2" w:rsidRDefault="00895AD2" w:rsidP="00895AD2">
      <w:r>
        <w:t>788.4330</w:t>
      </w:r>
      <w:r>
        <w:tab/>
        <w:t>2.025e0</w:t>
      </w:r>
    </w:p>
    <w:p w:rsidR="00895AD2" w:rsidRDefault="00895AD2" w:rsidP="00895AD2">
      <w:r>
        <w:t>788.5821</w:t>
      </w:r>
      <w:r>
        <w:tab/>
        <w:t>2.025e0</w:t>
      </w:r>
    </w:p>
    <w:p w:rsidR="00895AD2" w:rsidRDefault="00895AD2" w:rsidP="00895AD2">
      <w:r>
        <w:t>788.6459</w:t>
      </w:r>
      <w:r>
        <w:tab/>
        <w:t>1.013e0</w:t>
      </w:r>
    </w:p>
    <w:p w:rsidR="00895AD2" w:rsidRDefault="00895AD2" w:rsidP="00895AD2">
      <w:r>
        <w:t>789.3181</w:t>
      </w:r>
      <w:r>
        <w:tab/>
        <w:t>2.025e0</w:t>
      </w:r>
    </w:p>
    <w:p w:rsidR="00895AD2" w:rsidRDefault="00895AD2" w:rsidP="00895AD2">
      <w:r>
        <w:lastRenderedPageBreak/>
        <w:t>789.5044</w:t>
      </w:r>
      <w:r>
        <w:tab/>
        <w:t>3.038e0</w:t>
      </w:r>
    </w:p>
    <w:p w:rsidR="00895AD2" w:rsidRDefault="00895AD2" w:rsidP="00895AD2">
      <w:r>
        <w:t>789.7075</w:t>
      </w:r>
      <w:r>
        <w:tab/>
        <w:t>1.013e0</w:t>
      </w:r>
    </w:p>
    <w:p w:rsidR="00895AD2" w:rsidRDefault="00895AD2" w:rsidP="00895AD2">
      <w:r>
        <w:t>789.7758</w:t>
      </w:r>
      <w:r>
        <w:tab/>
        <w:t>2.025e0</w:t>
      </w:r>
    </w:p>
    <w:p w:rsidR="00895AD2" w:rsidRDefault="00895AD2" w:rsidP="00895AD2">
      <w:r>
        <w:t>790.0575</w:t>
      </w:r>
      <w:r>
        <w:tab/>
        <w:t>1.013e0</w:t>
      </w:r>
    </w:p>
    <w:p w:rsidR="00895AD2" w:rsidRDefault="00895AD2" w:rsidP="00895AD2">
      <w:r>
        <w:t>790.2004</w:t>
      </w:r>
      <w:r>
        <w:tab/>
        <w:t>1.013e0</w:t>
      </w:r>
    </w:p>
    <w:p w:rsidR="00895AD2" w:rsidRDefault="00895AD2" w:rsidP="00895AD2">
      <w:r>
        <w:t>790.2686</w:t>
      </w:r>
      <w:r>
        <w:tab/>
        <w:t>2.025e0</w:t>
      </w:r>
    </w:p>
    <w:p w:rsidR="00895AD2" w:rsidRDefault="00895AD2" w:rsidP="00895AD2">
      <w:r>
        <w:t>790.3641</w:t>
      </w:r>
      <w:r>
        <w:tab/>
        <w:t>2.025e0</w:t>
      </w:r>
    </w:p>
    <w:p w:rsidR="00895AD2" w:rsidRDefault="00895AD2" w:rsidP="00895AD2">
      <w:r>
        <w:t>790.4609</w:t>
      </w:r>
      <w:r>
        <w:tab/>
        <w:t>3.365e0</w:t>
      </w:r>
    </w:p>
    <w:p w:rsidR="00895AD2" w:rsidRDefault="00895AD2" w:rsidP="00895AD2">
      <w:r>
        <w:t>790.6175</w:t>
      </w:r>
      <w:r>
        <w:tab/>
        <w:t>2.025e0</w:t>
      </w:r>
    </w:p>
    <w:p w:rsidR="00895AD2" w:rsidRDefault="00895AD2" w:rsidP="00895AD2">
      <w:r>
        <w:t>790.7242</w:t>
      </w:r>
      <w:r>
        <w:tab/>
        <w:t>1.013e0</w:t>
      </w:r>
    </w:p>
    <w:p w:rsidR="00895AD2" w:rsidRDefault="00895AD2" w:rsidP="00895AD2">
      <w:r>
        <w:t>790.7776</w:t>
      </w:r>
      <w:r>
        <w:tab/>
        <w:t>1.013e0</w:t>
      </w:r>
    </w:p>
    <w:p w:rsidR="00895AD2" w:rsidRDefault="00895AD2" w:rsidP="00895AD2">
      <w:r>
        <w:t>790.8976</w:t>
      </w:r>
      <w:r>
        <w:tab/>
        <w:t>1.013e0</w:t>
      </w:r>
    </w:p>
    <w:p w:rsidR="00895AD2" w:rsidRDefault="00895AD2" w:rsidP="00895AD2">
      <w:r>
        <w:t>791.4315</w:t>
      </w:r>
      <w:r>
        <w:tab/>
        <w:t>1.013e0</w:t>
      </w:r>
    </w:p>
    <w:p w:rsidR="00895AD2" w:rsidRDefault="00895AD2" w:rsidP="00895AD2">
      <w:r>
        <w:t>791.5250</w:t>
      </w:r>
      <w:r>
        <w:tab/>
        <w:t>1.013e0</w:t>
      </w:r>
    </w:p>
    <w:p w:rsidR="00895AD2" w:rsidRDefault="00895AD2" w:rsidP="00895AD2">
      <w:r>
        <w:t>791.6393</w:t>
      </w:r>
      <w:r>
        <w:tab/>
        <w:t>3.038e0</w:t>
      </w:r>
    </w:p>
    <w:p w:rsidR="00895AD2" w:rsidRDefault="00895AD2" w:rsidP="00895AD2">
      <w:r>
        <w:t>791.8455</w:t>
      </w:r>
      <w:r>
        <w:tab/>
        <w:t>1.013e0</w:t>
      </w:r>
    </w:p>
    <w:p w:rsidR="00895AD2" w:rsidRDefault="00895AD2" w:rsidP="00895AD2">
      <w:r>
        <w:t>791.9668</w:t>
      </w:r>
      <w:r>
        <w:tab/>
        <w:t>1.013e0</w:t>
      </w:r>
    </w:p>
    <w:p w:rsidR="00895AD2" w:rsidRDefault="00895AD2" w:rsidP="00895AD2">
      <w:r>
        <w:t>792.4008</w:t>
      </w:r>
      <w:r>
        <w:tab/>
        <w:t>2.025e0</w:t>
      </w:r>
    </w:p>
    <w:p w:rsidR="00895AD2" w:rsidRDefault="00895AD2" w:rsidP="00895AD2">
      <w:r>
        <w:t>792.5500</w:t>
      </w:r>
      <w:r>
        <w:tab/>
        <w:t>2.025e0</w:t>
      </w:r>
    </w:p>
    <w:p w:rsidR="00895AD2" w:rsidRDefault="00895AD2" w:rsidP="00895AD2">
      <w:r>
        <w:lastRenderedPageBreak/>
        <w:t>793.4025</w:t>
      </w:r>
      <w:r>
        <w:tab/>
        <w:t>2.025e0</w:t>
      </w:r>
    </w:p>
    <w:p w:rsidR="00895AD2" w:rsidRDefault="00895AD2" w:rsidP="00895AD2">
      <w:r>
        <w:t>794.0573</w:t>
      </w:r>
      <w:r>
        <w:tab/>
        <w:t>1.013e0</w:t>
      </w:r>
    </w:p>
    <w:p w:rsidR="00895AD2" w:rsidRDefault="00895AD2" w:rsidP="00895AD2">
      <w:r>
        <w:t>794.5583</w:t>
      </w:r>
      <w:r>
        <w:tab/>
        <w:t>6.076e0</w:t>
      </w:r>
    </w:p>
    <w:p w:rsidR="00895AD2" w:rsidRDefault="00895AD2" w:rsidP="00895AD2">
      <w:r>
        <w:t>794.6911</w:t>
      </w:r>
      <w:r>
        <w:tab/>
        <w:t>2.025e0</w:t>
      </w:r>
    </w:p>
    <w:p w:rsidR="00895AD2" w:rsidRDefault="00895AD2" w:rsidP="00895AD2">
      <w:r>
        <w:t>794.8698</w:t>
      </w:r>
      <w:r>
        <w:tab/>
        <w:t>1.013e0</w:t>
      </w:r>
    </w:p>
    <w:p w:rsidR="00895AD2" w:rsidRDefault="00895AD2" w:rsidP="00895AD2">
      <w:r>
        <w:t>795.0810</w:t>
      </w:r>
      <w:r>
        <w:tab/>
        <w:t>4.051e0</w:t>
      </w:r>
    </w:p>
    <w:p w:rsidR="00895AD2" w:rsidRDefault="00895AD2" w:rsidP="00895AD2">
      <w:r>
        <w:t>795.2300</w:t>
      </w:r>
      <w:r>
        <w:tab/>
        <w:t>1.013e0</w:t>
      </w:r>
    </w:p>
    <w:p w:rsidR="00895AD2" w:rsidRDefault="00895AD2" w:rsidP="00895AD2">
      <w:r>
        <w:t>795.3123</w:t>
      </w:r>
      <w:r>
        <w:tab/>
        <w:t>1.013e0</w:t>
      </w:r>
    </w:p>
    <w:p w:rsidR="00895AD2" w:rsidRDefault="00895AD2" w:rsidP="00895AD2">
      <w:r>
        <w:t>795.4955</w:t>
      </w:r>
      <w:r>
        <w:tab/>
        <w:t>3.038e0</w:t>
      </w:r>
    </w:p>
    <w:p w:rsidR="00895AD2" w:rsidRDefault="00895AD2" w:rsidP="00895AD2">
      <w:r>
        <w:t>795.7684</w:t>
      </w:r>
      <w:r>
        <w:tab/>
        <w:t>2.025e0</w:t>
      </w:r>
    </w:p>
    <w:p w:rsidR="00895AD2" w:rsidRDefault="00895AD2" w:rsidP="00895AD2">
      <w:r>
        <w:t>796.1040</w:t>
      </w:r>
      <w:r>
        <w:tab/>
        <w:t>1.013e0</w:t>
      </w:r>
    </w:p>
    <w:p w:rsidR="00895AD2" w:rsidRDefault="00895AD2" w:rsidP="00895AD2">
      <w:r>
        <w:t>796.3860</w:t>
      </w:r>
      <w:r>
        <w:tab/>
        <w:t>1.013e0</w:t>
      </w:r>
    </w:p>
    <w:p w:rsidR="00895AD2" w:rsidRDefault="00895AD2" w:rsidP="00895AD2">
      <w:r>
        <w:t>796.5368</w:t>
      </w:r>
      <w:r>
        <w:tab/>
        <w:t>1.482e1</w:t>
      </w:r>
    </w:p>
    <w:p w:rsidR="00895AD2" w:rsidRDefault="00895AD2" w:rsidP="00895AD2">
      <w:r>
        <w:t>796.6447</w:t>
      </w:r>
      <w:r>
        <w:tab/>
        <w:t>2.397e0</w:t>
      </w:r>
    </w:p>
    <w:p w:rsidR="00895AD2" w:rsidRDefault="00895AD2" w:rsidP="00895AD2">
      <w:r>
        <w:t>796.7237</w:t>
      </w:r>
      <w:r>
        <w:tab/>
        <w:t>1.013e0</w:t>
      </w:r>
    </w:p>
    <w:p w:rsidR="00895AD2" w:rsidRDefault="00895AD2" w:rsidP="00895AD2">
      <w:r>
        <w:t>796.8293</w:t>
      </w:r>
      <w:r>
        <w:tab/>
        <w:t>1.013e0</w:t>
      </w:r>
    </w:p>
    <w:p w:rsidR="00895AD2" w:rsidRDefault="00895AD2" w:rsidP="00895AD2">
      <w:r>
        <w:t>796.9100</w:t>
      </w:r>
      <w:r>
        <w:tab/>
        <w:t>1.013e0</w:t>
      </w:r>
    </w:p>
    <w:p w:rsidR="00895AD2" w:rsidRDefault="00895AD2" w:rsidP="00895AD2">
      <w:r>
        <w:t>797.1998</w:t>
      </w:r>
      <w:r>
        <w:tab/>
        <w:t>1.013e0</w:t>
      </w:r>
    </w:p>
    <w:p w:rsidR="00895AD2" w:rsidRDefault="00895AD2" w:rsidP="00895AD2">
      <w:r>
        <w:t>797.3535</w:t>
      </w:r>
      <w:r>
        <w:tab/>
        <w:t>1.013e0</w:t>
      </w:r>
    </w:p>
    <w:p w:rsidR="00895AD2" w:rsidRDefault="00895AD2" w:rsidP="00895AD2">
      <w:r>
        <w:lastRenderedPageBreak/>
        <w:t>797.4971</w:t>
      </w:r>
      <w:r>
        <w:tab/>
        <w:t>4.051e0</w:t>
      </w:r>
    </w:p>
    <w:p w:rsidR="00895AD2" w:rsidRDefault="00895AD2" w:rsidP="00895AD2">
      <w:r>
        <w:t>797.5734</w:t>
      </w:r>
      <w:r>
        <w:tab/>
        <w:t>3.007e0</w:t>
      </w:r>
    </w:p>
    <w:p w:rsidR="00895AD2" w:rsidRDefault="00895AD2" w:rsidP="00895AD2">
      <w:r>
        <w:t>797.7597</w:t>
      </w:r>
      <w:r>
        <w:tab/>
        <w:t>2.025e0</w:t>
      </w:r>
    </w:p>
    <w:p w:rsidR="00895AD2" w:rsidRDefault="00895AD2" w:rsidP="00895AD2">
      <w:r>
        <w:t>798.3718</w:t>
      </w:r>
      <w:r>
        <w:tab/>
        <w:t>1.013e0</w:t>
      </w:r>
    </w:p>
    <w:p w:rsidR="00895AD2" w:rsidRDefault="00895AD2" w:rsidP="00895AD2">
      <w:r>
        <w:t>798.4905</w:t>
      </w:r>
      <w:r>
        <w:tab/>
        <w:t>3.038e0</w:t>
      </w:r>
    </w:p>
    <w:p w:rsidR="00895AD2" w:rsidRDefault="00895AD2" w:rsidP="00895AD2">
      <w:r>
        <w:t>798.5779</w:t>
      </w:r>
      <w:r>
        <w:tab/>
        <w:t>1.013e0</w:t>
      </w:r>
    </w:p>
    <w:p w:rsidR="00895AD2" w:rsidRDefault="00895AD2" w:rsidP="00895AD2">
      <w:r>
        <w:t>798.6944</w:t>
      </w:r>
      <w:r>
        <w:tab/>
        <w:t>1.013e0</w:t>
      </w:r>
    </w:p>
    <w:p w:rsidR="00895AD2" w:rsidRDefault="00895AD2" w:rsidP="00895AD2">
      <w:r>
        <w:t>799.1530</w:t>
      </w:r>
      <w:r>
        <w:tab/>
        <w:t>1.013e0</w:t>
      </w:r>
    </w:p>
    <w:p w:rsidR="00895AD2" w:rsidRDefault="00895AD2" w:rsidP="00895AD2">
      <w:r>
        <w:t>799.3396</w:t>
      </w:r>
      <w:r>
        <w:tab/>
        <w:t>1.013e0</w:t>
      </w:r>
    </w:p>
    <w:p w:rsidR="00895AD2" w:rsidRDefault="00895AD2" w:rsidP="00895AD2">
      <w:r>
        <w:t>799.4075</w:t>
      </w:r>
      <w:r>
        <w:tab/>
        <w:t>1.013e0</w:t>
      </w:r>
    </w:p>
    <w:p w:rsidR="00895AD2" w:rsidRDefault="00895AD2" w:rsidP="00895AD2">
      <w:r>
        <w:t>799.5943</w:t>
      </w:r>
      <w:r>
        <w:tab/>
        <w:t>1.013e0</w:t>
      </w:r>
    </w:p>
    <w:p w:rsidR="00895AD2" w:rsidRDefault="00895AD2" w:rsidP="00895AD2">
      <w:r>
        <w:t>799.8094</w:t>
      </w:r>
      <w:r>
        <w:tab/>
        <w:t>2.025e0</w:t>
      </w:r>
    </w:p>
    <w:p w:rsidR="00895AD2" w:rsidRDefault="00895AD2" w:rsidP="00895AD2">
      <w:r>
        <w:t>800.0605</w:t>
      </w:r>
      <w:r>
        <w:tab/>
        <w:t>2.025e0</w:t>
      </w:r>
    </w:p>
    <w:p w:rsidR="00895AD2" w:rsidRDefault="00895AD2" w:rsidP="00895AD2">
      <w:r>
        <w:t>800.3574</w:t>
      </w:r>
      <w:r>
        <w:tab/>
        <w:t>1.013e0</w:t>
      </w:r>
    </w:p>
    <w:p w:rsidR="00895AD2" w:rsidRDefault="00895AD2" w:rsidP="00895AD2">
      <w:r>
        <w:t>800.6424</w:t>
      </w:r>
      <w:r>
        <w:tab/>
        <w:t>2.025e0</w:t>
      </w:r>
    </w:p>
    <w:p w:rsidR="00895AD2" w:rsidRDefault="00895AD2" w:rsidP="00895AD2">
      <w:r>
        <w:t>801.0045</w:t>
      </w:r>
      <w:r>
        <w:tab/>
        <w:t>1.013e0</w:t>
      </w:r>
    </w:p>
    <w:p w:rsidR="00895AD2" w:rsidRDefault="00895AD2" w:rsidP="00895AD2">
      <w:r>
        <w:t>801.0728</w:t>
      </w:r>
      <w:r>
        <w:tab/>
        <w:t>1.013e0</w:t>
      </w:r>
    </w:p>
    <w:p w:rsidR="00895AD2" w:rsidRDefault="00895AD2" w:rsidP="00895AD2">
      <w:r>
        <w:t>801.2018</w:t>
      </w:r>
      <w:r>
        <w:tab/>
        <w:t>3.038e0</w:t>
      </w:r>
    </w:p>
    <w:p w:rsidR="00895AD2" w:rsidRDefault="00895AD2" w:rsidP="00895AD2">
      <w:r>
        <w:t>801.4105</w:t>
      </w:r>
      <w:r>
        <w:tab/>
        <w:t>1.013e0</w:t>
      </w:r>
    </w:p>
    <w:p w:rsidR="00895AD2" w:rsidRDefault="00895AD2" w:rsidP="00895AD2">
      <w:r>
        <w:lastRenderedPageBreak/>
        <w:t>801.6942</w:t>
      </w:r>
      <w:r>
        <w:tab/>
        <w:t>2.025e0</w:t>
      </w:r>
    </w:p>
    <w:p w:rsidR="00895AD2" w:rsidRDefault="00895AD2" w:rsidP="00895AD2">
      <w:r>
        <w:t>801.8246</w:t>
      </w:r>
      <w:r>
        <w:tab/>
        <w:t>2.025e0</w:t>
      </w:r>
    </w:p>
    <w:p w:rsidR="00895AD2" w:rsidRDefault="00895AD2" w:rsidP="00895AD2">
      <w:r>
        <w:t>801.9888</w:t>
      </w:r>
      <w:r>
        <w:tab/>
        <w:t>1.013e0</w:t>
      </w:r>
    </w:p>
    <w:p w:rsidR="00895AD2" w:rsidRDefault="00895AD2" w:rsidP="00895AD2">
      <w:r>
        <w:t>802.6078</w:t>
      </w:r>
      <w:r>
        <w:tab/>
        <w:t>2.025e0</w:t>
      </w:r>
    </w:p>
    <w:p w:rsidR="00895AD2" w:rsidRDefault="00895AD2" w:rsidP="00895AD2">
      <w:r>
        <w:t>802.9557</w:t>
      </w:r>
      <w:r>
        <w:tab/>
        <w:t>1.013e0</w:t>
      </w:r>
    </w:p>
    <w:p w:rsidR="00895AD2" w:rsidRDefault="00895AD2" w:rsidP="00895AD2">
      <w:r>
        <w:t>803.2189</w:t>
      </w:r>
      <w:r>
        <w:tab/>
        <w:t>2.025e0</w:t>
      </w:r>
    </w:p>
    <w:p w:rsidR="00895AD2" w:rsidRDefault="00895AD2" w:rsidP="00895AD2">
      <w:r>
        <w:t>803.3176</w:t>
      </w:r>
      <w:r>
        <w:tab/>
        <w:t>1.013e0</w:t>
      </w:r>
    </w:p>
    <w:p w:rsidR="00895AD2" w:rsidRDefault="00895AD2" w:rsidP="00895AD2">
      <w:r>
        <w:t>803.5671</w:t>
      </w:r>
      <w:r>
        <w:tab/>
        <w:t>1.013e0</w:t>
      </w:r>
    </w:p>
    <w:p w:rsidR="00895AD2" w:rsidRDefault="00895AD2" w:rsidP="00895AD2">
      <w:r>
        <w:t>803.6742</w:t>
      </w:r>
      <w:r>
        <w:tab/>
        <w:t>3.038e0</w:t>
      </w:r>
    </w:p>
    <w:p w:rsidR="00895AD2" w:rsidRDefault="00895AD2" w:rsidP="00895AD2">
      <w:r>
        <w:t>803.9572</w:t>
      </w:r>
      <w:r>
        <w:tab/>
        <w:t>2.025e0</w:t>
      </w:r>
    </w:p>
    <w:p w:rsidR="00895AD2" w:rsidRDefault="00895AD2" w:rsidP="00895AD2">
      <w:r>
        <w:t>804.1576</w:t>
      </w:r>
      <w:r>
        <w:tab/>
        <w:t>1.013e0</w:t>
      </w:r>
    </w:p>
    <w:p w:rsidR="00895AD2" w:rsidRDefault="00895AD2" w:rsidP="00895AD2">
      <w:r>
        <w:t>804.3067</w:t>
      </w:r>
      <w:r>
        <w:tab/>
        <w:t>1.013e0</w:t>
      </w:r>
    </w:p>
    <w:p w:rsidR="00895AD2" w:rsidRDefault="00895AD2" w:rsidP="00895AD2">
      <w:r>
        <w:t>804.5372</w:t>
      </w:r>
      <w:r>
        <w:tab/>
        <w:t>1.013e0</w:t>
      </w:r>
    </w:p>
    <w:p w:rsidR="00895AD2" w:rsidRDefault="00895AD2" w:rsidP="00895AD2">
      <w:r>
        <w:t>804.9577</w:t>
      </w:r>
      <w:r>
        <w:tab/>
        <w:t>1.013e0</w:t>
      </w:r>
    </w:p>
    <w:p w:rsidR="00895AD2" w:rsidRDefault="00895AD2" w:rsidP="00895AD2">
      <w:r>
        <w:t>805.0259</w:t>
      </w:r>
      <w:r>
        <w:tab/>
        <w:t>1.013e0</w:t>
      </w:r>
    </w:p>
    <w:p w:rsidR="00895AD2" w:rsidRDefault="00895AD2" w:rsidP="00895AD2">
      <w:r>
        <w:t>805.2698</w:t>
      </w:r>
      <w:r>
        <w:tab/>
        <w:t>2.025e0</w:t>
      </w:r>
    </w:p>
    <w:p w:rsidR="00895AD2" w:rsidRDefault="00895AD2" w:rsidP="00895AD2">
      <w:r>
        <w:t>805.5029</w:t>
      </w:r>
      <w:r>
        <w:tab/>
        <w:t>3.038e0</w:t>
      </w:r>
    </w:p>
    <w:p w:rsidR="00895AD2" w:rsidRDefault="00895AD2" w:rsidP="00895AD2">
      <w:r>
        <w:t>806.0164</w:t>
      </w:r>
      <w:r>
        <w:tab/>
        <w:t>2.025e0</w:t>
      </w:r>
    </w:p>
    <w:p w:rsidR="00895AD2" w:rsidRDefault="00895AD2" w:rsidP="00895AD2">
      <w:r>
        <w:t>806.0981</w:t>
      </w:r>
      <w:r>
        <w:tab/>
        <w:t>1.013e0</w:t>
      </w:r>
    </w:p>
    <w:p w:rsidR="00895AD2" w:rsidRDefault="00895AD2" w:rsidP="00895AD2">
      <w:r>
        <w:lastRenderedPageBreak/>
        <w:t>806.6282</w:t>
      </w:r>
      <w:r>
        <w:tab/>
        <w:t>1.013e0</w:t>
      </w:r>
    </w:p>
    <w:p w:rsidR="00895AD2" w:rsidRDefault="00895AD2" w:rsidP="00895AD2">
      <w:r>
        <w:t>806.7777</w:t>
      </w:r>
      <w:r>
        <w:tab/>
        <w:t>1.013e0</w:t>
      </w:r>
    </w:p>
    <w:p w:rsidR="00895AD2" w:rsidRDefault="00895AD2" w:rsidP="00895AD2">
      <w:r>
        <w:t>806.8593</w:t>
      </w:r>
      <w:r>
        <w:tab/>
        <w:t>1.013e0</w:t>
      </w:r>
    </w:p>
    <w:p w:rsidR="00895AD2" w:rsidRDefault="00895AD2" w:rsidP="00895AD2">
      <w:r>
        <w:t>806.9137</w:t>
      </w:r>
      <w:r>
        <w:tab/>
        <w:t>1.013e0</w:t>
      </w:r>
    </w:p>
    <w:p w:rsidR="00895AD2" w:rsidRDefault="00895AD2" w:rsidP="00895AD2">
      <w:r>
        <w:t>807.1827</w:t>
      </w:r>
      <w:r>
        <w:tab/>
        <w:t>1.013e0</w:t>
      </w:r>
    </w:p>
    <w:p w:rsidR="00895AD2" w:rsidRDefault="00895AD2" w:rsidP="00895AD2">
      <w:r>
        <w:t>807.3489</w:t>
      </w:r>
      <w:r>
        <w:tab/>
        <w:t>1.013e0</w:t>
      </w:r>
    </w:p>
    <w:p w:rsidR="00895AD2" w:rsidRDefault="00895AD2" w:rsidP="00895AD2">
      <w:r>
        <w:t>807.4306</w:t>
      </w:r>
      <w:r>
        <w:tab/>
        <w:t>1.013e0</w:t>
      </w:r>
    </w:p>
    <w:p w:rsidR="00895AD2" w:rsidRDefault="00895AD2" w:rsidP="00895AD2">
      <w:r>
        <w:t>807.5137</w:t>
      </w:r>
      <w:r>
        <w:tab/>
        <w:t>2.025e0</w:t>
      </w:r>
    </w:p>
    <w:p w:rsidR="00895AD2" w:rsidRDefault="00895AD2" w:rsidP="00895AD2">
      <w:r>
        <w:t>807.8355</w:t>
      </w:r>
      <w:r>
        <w:tab/>
        <w:t>2.025e0</w:t>
      </w:r>
    </w:p>
    <w:p w:rsidR="00895AD2" w:rsidRDefault="00895AD2" w:rsidP="00895AD2">
      <w:r>
        <w:t>807.9274</w:t>
      </w:r>
      <w:r>
        <w:tab/>
        <w:t>2.025e0</w:t>
      </w:r>
    </w:p>
    <w:p w:rsidR="00895AD2" w:rsidRDefault="00895AD2" w:rsidP="00895AD2">
      <w:r>
        <w:t>808.5119</w:t>
      </w:r>
      <w:r>
        <w:tab/>
        <w:t>3.038e0</w:t>
      </w:r>
    </w:p>
    <w:p w:rsidR="00895AD2" w:rsidRDefault="00895AD2" w:rsidP="00895AD2">
      <w:r>
        <w:t>808.7106</w:t>
      </w:r>
      <w:r>
        <w:tab/>
        <w:t>1.013e0</w:t>
      </w:r>
    </w:p>
    <w:p w:rsidR="00895AD2" w:rsidRDefault="00895AD2" w:rsidP="00895AD2">
      <w:r>
        <w:t>808.9014</w:t>
      </w:r>
      <w:r>
        <w:tab/>
        <w:t>1.013e0</w:t>
      </w:r>
    </w:p>
    <w:p w:rsidR="00895AD2" w:rsidRDefault="00895AD2" w:rsidP="00895AD2">
      <w:r>
        <w:t>809.0148</w:t>
      </w:r>
      <w:r>
        <w:tab/>
        <w:t>1.013e0</w:t>
      </w:r>
    </w:p>
    <w:p w:rsidR="00895AD2" w:rsidRDefault="00895AD2" w:rsidP="00895AD2">
      <w:r>
        <w:t>809.4477</w:t>
      </w:r>
      <w:r>
        <w:tab/>
        <w:t>2.025e0</w:t>
      </w:r>
    </w:p>
    <w:p w:rsidR="00895AD2" w:rsidRDefault="00895AD2" w:rsidP="00895AD2">
      <w:r>
        <w:t>809.5571</w:t>
      </w:r>
      <w:r>
        <w:tab/>
        <w:t>1.013e0</w:t>
      </w:r>
    </w:p>
    <w:p w:rsidR="00895AD2" w:rsidRDefault="00895AD2" w:rsidP="00895AD2">
      <w:r>
        <w:t>809.7603</w:t>
      </w:r>
      <w:r>
        <w:tab/>
        <w:t>3.038e0</w:t>
      </w:r>
    </w:p>
    <w:p w:rsidR="00895AD2" w:rsidRDefault="00895AD2" w:rsidP="00895AD2">
      <w:r>
        <w:t>809.8971</w:t>
      </w:r>
      <w:r>
        <w:tab/>
        <w:t>1.013e0</w:t>
      </w:r>
    </w:p>
    <w:p w:rsidR="00895AD2" w:rsidRDefault="00895AD2" w:rsidP="00895AD2">
      <w:r>
        <w:t>810.0336</w:t>
      </w:r>
      <w:r>
        <w:tab/>
        <w:t>1.013e0</w:t>
      </w:r>
    </w:p>
    <w:p w:rsidR="00895AD2" w:rsidRDefault="00895AD2" w:rsidP="00895AD2">
      <w:r>
        <w:lastRenderedPageBreak/>
        <w:t>810.1520</w:t>
      </w:r>
      <w:r>
        <w:tab/>
        <w:t>1.013e0</w:t>
      </w:r>
    </w:p>
    <w:p w:rsidR="00895AD2" w:rsidRDefault="00895AD2" w:rsidP="00895AD2">
      <w:r>
        <w:t>810.4568</w:t>
      </w:r>
      <w:r>
        <w:tab/>
        <w:t>2.025e0</w:t>
      </w:r>
    </w:p>
    <w:p w:rsidR="00895AD2" w:rsidRDefault="00895AD2" w:rsidP="00895AD2">
      <w:r>
        <w:t>810.5804</w:t>
      </w:r>
      <w:r>
        <w:tab/>
        <w:t>3.038e0</w:t>
      </w:r>
    </w:p>
    <w:p w:rsidR="00895AD2" w:rsidRDefault="00895AD2" w:rsidP="00895AD2">
      <w:r>
        <w:t>810.7119</w:t>
      </w:r>
      <w:r>
        <w:tab/>
        <w:t>1.013e0</w:t>
      </w:r>
    </w:p>
    <w:p w:rsidR="00895AD2" w:rsidRDefault="00895AD2" w:rsidP="00895AD2">
      <w:r>
        <w:t>810.8529</w:t>
      </w:r>
      <w:r>
        <w:tab/>
        <w:t>1.013e0</w:t>
      </w:r>
    </w:p>
    <w:p w:rsidR="00895AD2" w:rsidRDefault="00895AD2" w:rsidP="00895AD2">
      <w:r>
        <w:t>811.2145</w:t>
      </w:r>
      <w:r>
        <w:tab/>
        <w:t>2.025e0</w:t>
      </w:r>
    </w:p>
    <w:p w:rsidR="00895AD2" w:rsidRDefault="00895AD2" w:rsidP="00895AD2">
      <w:r>
        <w:t>811.3722</w:t>
      </w:r>
      <w:r>
        <w:tab/>
        <w:t>1.013e0</w:t>
      </w:r>
    </w:p>
    <w:p w:rsidR="00895AD2" w:rsidRDefault="00895AD2" w:rsidP="00895AD2">
      <w:r>
        <w:t>811.5236</w:t>
      </w:r>
      <w:r>
        <w:tab/>
        <w:t>2.025e0</w:t>
      </w:r>
    </w:p>
    <w:p w:rsidR="00895AD2" w:rsidRDefault="00895AD2" w:rsidP="00895AD2">
      <w:r>
        <w:t>811.7636</w:t>
      </w:r>
      <w:r>
        <w:tab/>
        <w:t>1.013e0</w:t>
      </w:r>
    </w:p>
    <w:p w:rsidR="00895AD2" w:rsidRDefault="00895AD2" w:rsidP="00895AD2">
      <w:r>
        <w:t>812.3234</w:t>
      </w:r>
      <w:r>
        <w:tab/>
        <w:t>1.013e0</w:t>
      </w:r>
    </w:p>
    <w:p w:rsidR="00895AD2" w:rsidRDefault="00895AD2" w:rsidP="00895AD2">
      <w:r>
        <w:t>812.5618</w:t>
      </w:r>
      <w:r>
        <w:tab/>
        <w:t>1.013e0</w:t>
      </w:r>
    </w:p>
    <w:p w:rsidR="00895AD2" w:rsidRDefault="00895AD2" w:rsidP="00895AD2">
      <w:r>
        <w:t>812.8655</w:t>
      </w:r>
      <w:r>
        <w:tab/>
        <w:t>1.013e0</w:t>
      </w:r>
    </w:p>
    <w:p w:rsidR="00895AD2" w:rsidRDefault="00895AD2" w:rsidP="00895AD2">
      <w:r>
        <w:t>812.9331</w:t>
      </w:r>
      <w:r>
        <w:tab/>
        <w:t>1.013e0</w:t>
      </w:r>
    </w:p>
    <w:p w:rsidR="00895AD2" w:rsidRDefault="00895AD2" w:rsidP="00895AD2">
      <w:r>
        <w:t>813.4252</w:t>
      </w:r>
      <w:r>
        <w:tab/>
        <w:t>1.013e0</w:t>
      </w:r>
    </w:p>
    <w:p w:rsidR="00895AD2" w:rsidRDefault="00895AD2" w:rsidP="00895AD2">
      <w:r>
        <w:t>814.1896</w:t>
      </w:r>
      <w:r>
        <w:tab/>
        <w:t>1.013e0</w:t>
      </w:r>
    </w:p>
    <w:p w:rsidR="00895AD2" w:rsidRDefault="00895AD2" w:rsidP="00895AD2">
      <w:r>
        <w:t>814.6816</w:t>
      </w:r>
      <w:r>
        <w:tab/>
        <w:t>3.038e0</w:t>
      </w:r>
    </w:p>
    <w:p w:rsidR="00895AD2" w:rsidRDefault="00895AD2" w:rsidP="00895AD2">
      <w:r>
        <w:t>814.7966</w:t>
      </w:r>
      <w:r>
        <w:tab/>
        <w:t>1.013e0</w:t>
      </w:r>
    </w:p>
    <w:p w:rsidR="00895AD2" w:rsidRDefault="00895AD2" w:rsidP="00895AD2">
      <w:r>
        <w:t>815.2406</w:t>
      </w:r>
      <w:r>
        <w:tab/>
        <w:t>1.013e0</w:t>
      </w:r>
    </w:p>
    <w:p w:rsidR="00895AD2" w:rsidRDefault="00895AD2" w:rsidP="00895AD2">
      <w:r>
        <w:t>815.3934</w:t>
      </w:r>
      <w:r>
        <w:tab/>
        <w:t>1.013e0</w:t>
      </w:r>
    </w:p>
    <w:p w:rsidR="00895AD2" w:rsidRDefault="00895AD2" w:rsidP="00895AD2">
      <w:r>
        <w:lastRenderedPageBreak/>
        <w:t>815.6478</w:t>
      </w:r>
      <w:r>
        <w:tab/>
        <w:t>2.025e0</w:t>
      </w:r>
    </w:p>
    <w:p w:rsidR="00895AD2" w:rsidRDefault="00895AD2" w:rsidP="00895AD2">
      <w:r>
        <w:t>815.8344</w:t>
      </w:r>
      <w:r>
        <w:tab/>
        <w:t>1.013e0</w:t>
      </w:r>
    </w:p>
    <w:p w:rsidR="00895AD2" w:rsidRDefault="00895AD2" w:rsidP="00895AD2">
      <w:r>
        <w:t>815.9366</w:t>
      </w:r>
      <w:r>
        <w:tab/>
        <w:t>1.013e0</w:t>
      </w:r>
    </w:p>
    <w:p w:rsidR="00895AD2" w:rsidRDefault="00895AD2" w:rsidP="00895AD2">
      <w:r>
        <w:t>816.0603</w:t>
      </w:r>
      <w:r>
        <w:tab/>
        <w:t>1.013e0</w:t>
      </w:r>
    </w:p>
    <w:p w:rsidR="00895AD2" w:rsidRDefault="00895AD2" w:rsidP="00895AD2">
      <w:r>
        <w:t>816.2527</w:t>
      </w:r>
      <w:r>
        <w:tab/>
        <w:t>1.013e0</w:t>
      </w:r>
    </w:p>
    <w:p w:rsidR="00895AD2" w:rsidRDefault="00895AD2" w:rsidP="00895AD2">
      <w:r>
        <w:t>816.3232</w:t>
      </w:r>
      <w:r>
        <w:tab/>
        <w:t>2.025e0</w:t>
      </w:r>
    </w:p>
    <w:p w:rsidR="00895AD2" w:rsidRDefault="00895AD2" w:rsidP="00895AD2">
      <w:r>
        <w:t>816.7891</w:t>
      </w:r>
      <w:r>
        <w:tab/>
        <w:t>1.013e0</w:t>
      </w:r>
    </w:p>
    <w:p w:rsidR="00895AD2" w:rsidRDefault="00895AD2" w:rsidP="00895AD2">
      <w:r>
        <w:t>817.3671</w:t>
      </w:r>
      <w:r>
        <w:tab/>
        <w:t>1.013e0</w:t>
      </w:r>
    </w:p>
    <w:p w:rsidR="00895AD2" w:rsidRDefault="00895AD2" w:rsidP="00895AD2">
      <w:r>
        <w:t>817.5639</w:t>
      </w:r>
      <w:r>
        <w:tab/>
        <w:t>1.013e0</w:t>
      </w:r>
    </w:p>
    <w:p w:rsidR="00895AD2" w:rsidRDefault="00895AD2" w:rsidP="00895AD2">
      <w:r>
        <w:t>817.8215</w:t>
      </w:r>
      <w:r>
        <w:tab/>
        <w:t>1.013e0</w:t>
      </w:r>
    </w:p>
    <w:p w:rsidR="00895AD2" w:rsidRDefault="00895AD2" w:rsidP="00895AD2">
      <w:r>
        <w:t>817.8867</w:t>
      </w:r>
      <w:r>
        <w:tab/>
        <w:t>1.013e0</w:t>
      </w:r>
    </w:p>
    <w:p w:rsidR="00895AD2" w:rsidRDefault="00895AD2" w:rsidP="00895AD2">
      <w:r>
        <w:t>817.9730</w:t>
      </w:r>
      <w:r>
        <w:tab/>
        <w:t>1.013e0</w:t>
      </w:r>
    </w:p>
    <w:p w:rsidR="00895AD2" w:rsidRDefault="00895AD2" w:rsidP="00895AD2">
      <w:r>
        <w:t>818.2486</w:t>
      </w:r>
      <w:r>
        <w:tab/>
        <w:t>1.013e0</w:t>
      </w:r>
    </w:p>
    <w:p w:rsidR="00895AD2" w:rsidRDefault="00895AD2" w:rsidP="00895AD2">
      <w:r>
        <w:t>818.3864</w:t>
      </w:r>
      <w:r>
        <w:tab/>
        <w:t>2.025e0</w:t>
      </w:r>
    </w:p>
    <w:p w:rsidR="00895AD2" w:rsidRDefault="00895AD2" w:rsidP="00895AD2">
      <w:r>
        <w:t>818.9849</w:t>
      </w:r>
      <w:r>
        <w:tab/>
        <w:t>3.038e0</w:t>
      </w:r>
    </w:p>
    <w:p w:rsidR="00895AD2" w:rsidRDefault="00895AD2" w:rsidP="00895AD2">
      <w:r>
        <w:t>819.3496</w:t>
      </w:r>
      <w:r>
        <w:tab/>
        <w:t>2.025e0</w:t>
      </w:r>
    </w:p>
    <w:p w:rsidR="00895AD2" w:rsidRDefault="00895AD2" w:rsidP="00895AD2">
      <w:r>
        <w:t>819.5449</w:t>
      </w:r>
      <w:r>
        <w:tab/>
        <w:t>2.025e0</w:t>
      </w:r>
    </w:p>
    <w:p w:rsidR="00895AD2" w:rsidRDefault="00895AD2" w:rsidP="00895AD2">
      <w:r>
        <w:t>819.6830</w:t>
      </w:r>
      <w:r>
        <w:tab/>
        <w:t>1.013e0</w:t>
      </w:r>
    </w:p>
    <w:p w:rsidR="00895AD2" w:rsidRDefault="00895AD2" w:rsidP="00895AD2">
      <w:r>
        <w:t>820.0057</w:t>
      </w:r>
      <w:r>
        <w:tab/>
        <w:t>1.013e0</w:t>
      </w:r>
    </w:p>
    <w:p w:rsidR="00895AD2" w:rsidRDefault="00895AD2" w:rsidP="00895AD2">
      <w:r>
        <w:lastRenderedPageBreak/>
        <w:t>820.1662</w:t>
      </w:r>
      <w:r>
        <w:tab/>
        <w:t>1.013e0</w:t>
      </w:r>
    </w:p>
    <w:p w:rsidR="00895AD2" w:rsidRDefault="00895AD2" w:rsidP="00895AD2">
      <w:r>
        <w:t>820.2678</w:t>
      </w:r>
      <w:r>
        <w:tab/>
        <w:t>2.025e0</w:t>
      </w:r>
    </w:p>
    <w:p w:rsidR="00895AD2" w:rsidRDefault="00895AD2" w:rsidP="00895AD2">
      <w:r>
        <w:t>820.4977</w:t>
      </w:r>
      <w:r>
        <w:tab/>
        <w:t>1.013e0</w:t>
      </w:r>
    </w:p>
    <w:p w:rsidR="00895AD2" w:rsidRDefault="00895AD2" w:rsidP="00895AD2">
      <w:r>
        <w:t>820.5650</w:t>
      </w:r>
      <w:r>
        <w:tab/>
        <w:t>2.025e0</w:t>
      </w:r>
    </w:p>
    <w:p w:rsidR="00895AD2" w:rsidRDefault="00895AD2" w:rsidP="00895AD2">
      <w:r>
        <w:t>820.8018</w:t>
      </w:r>
      <w:r>
        <w:tab/>
        <w:t>1.013e0</w:t>
      </w:r>
    </w:p>
    <w:p w:rsidR="00895AD2" w:rsidRDefault="00895AD2" w:rsidP="00895AD2">
      <w:r>
        <w:t>820.9394</w:t>
      </w:r>
      <w:r>
        <w:tab/>
        <w:t>1.013e0</w:t>
      </w:r>
    </w:p>
    <w:p w:rsidR="00895AD2" w:rsidRDefault="00895AD2" w:rsidP="00895AD2">
      <w:r>
        <w:t>821.1594</w:t>
      </w:r>
      <w:r>
        <w:tab/>
        <w:t>1.013e0</w:t>
      </w:r>
    </w:p>
    <w:p w:rsidR="00895AD2" w:rsidRDefault="00895AD2" w:rsidP="00895AD2">
      <w:r>
        <w:t>821.5214</w:t>
      </w:r>
      <w:r>
        <w:tab/>
        <w:t>5.063e0</w:t>
      </w:r>
    </w:p>
    <w:p w:rsidR="00895AD2" w:rsidRDefault="00895AD2" w:rsidP="00895AD2">
      <w:r>
        <w:t>821.6223</w:t>
      </w:r>
      <w:r>
        <w:tab/>
        <w:t>3.038e0</w:t>
      </w:r>
    </w:p>
    <w:p w:rsidR="00895AD2" w:rsidRDefault="00895AD2" w:rsidP="00895AD2">
      <w:r>
        <w:t>821.7698</w:t>
      </w:r>
      <w:r>
        <w:tab/>
        <w:t>1.013e0</w:t>
      </w:r>
    </w:p>
    <w:p w:rsidR="00895AD2" w:rsidRDefault="00895AD2" w:rsidP="00895AD2">
      <w:r>
        <w:t>821.8377</w:t>
      </w:r>
      <w:r>
        <w:tab/>
        <w:t>1.013e0</w:t>
      </w:r>
    </w:p>
    <w:p w:rsidR="00895AD2" w:rsidRDefault="00895AD2" w:rsidP="00895AD2">
      <w:r>
        <w:t>822.0328</w:t>
      </w:r>
      <w:r>
        <w:tab/>
        <w:t>1.013e0</w:t>
      </w:r>
    </w:p>
    <w:p w:rsidR="00895AD2" w:rsidRDefault="00895AD2" w:rsidP="00895AD2">
      <w:r>
        <w:t>822.3455</w:t>
      </w:r>
      <w:r>
        <w:tab/>
        <w:t>1.013e0</w:t>
      </w:r>
    </w:p>
    <w:p w:rsidR="00895AD2" w:rsidRDefault="00895AD2" w:rsidP="00895AD2">
      <w:r>
        <w:t>822.4340</w:t>
      </w:r>
      <w:r>
        <w:tab/>
        <w:t>2.025e0</w:t>
      </w:r>
    </w:p>
    <w:p w:rsidR="00895AD2" w:rsidRDefault="00895AD2" w:rsidP="00895AD2">
      <w:r>
        <w:t>822.5078</w:t>
      </w:r>
      <w:r>
        <w:tab/>
        <w:t>3.038e0</w:t>
      </w:r>
    </w:p>
    <w:p w:rsidR="00895AD2" w:rsidRDefault="00895AD2" w:rsidP="00895AD2">
      <w:r>
        <w:t>822.6879</w:t>
      </w:r>
      <w:r>
        <w:tab/>
        <w:t>3.038e0</w:t>
      </w:r>
    </w:p>
    <w:p w:rsidR="00895AD2" w:rsidRDefault="00895AD2" w:rsidP="00895AD2">
      <w:r>
        <w:t>822.8498</w:t>
      </w:r>
      <w:r>
        <w:tab/>
        <w:t>1.013e0</w:t>
      </w:r>
    </w:p>
    <w:p w:rsidR="00895AD2" w:rsidRDefault="00895AD2" w:rsidP="00895AD2">
      <w:r>
        <w:t>823.0409</w:t>
      </w:r>
      <w:r>
        <w:tab/>
        <w:t>1.013e0</w:t>
      </w:r>
    </w:p>
    <w:p w:rsidR="00895AD2" w:rsidRDefault="00895AD2" w:rsidP="00895AD2">
      <w:r>
        <w:t>823.1427</w:t>
      </w:r>
      <w:r>
        <w:tab/>
        <w:t>2.025e0</w:t>
      </w:r>
    </w:p>
    <w:p w:rsidR="00895AD2" w:rsidRDefault="00895AD2" w:rsidP="00895AD2">
      <w:r>
        <w:lastRenderedPageBreak/>
        <w:t>823.2112</w:t>
      </w:r>
      <w:r>
        <w:tab/>
        <w:t>2.025e0</w:t>
      </w:r>
    </w:p>
    <w:p w:rsidR="00895AD2" w:rsidRDefault="00895AD2" w:rsidP="00895AD2">
      <w:r>
        <w:t>823.2935</w:t>
      </w:r>
      <w:r>
        <w:tab/>
        <w:t>1.013e0</w:t>
      </w:r>
    </w:p>
    <w:p w:rsidR="00895AD2" w:rsidRDefault="00895AD2" w:rsidP="00895AD2">
      <w:r>
        <w:t>823.5081</w:t>
      </w:r>
      <w:r>
        <w:tab/>
        <w:t>2.025e0</w:t>
      </w:r>
    </w:p>
    <w:p w:rsidR="00895AD2" w:rsidRDefault="00895AD2" w:rsidP="00895AD2">
      <w:r>
        <w:t>823.6675</w:t>
      </w:r>
      <w:r>
        <w:tab/>
        <w:t>1.013e0</w:t>
      </w:r>
    </w:p>
    <w:p w:rsidR="00895AD2" w:rsidRDefault="00895AD2" w:rsidP="00895AD2">
      <w:r>
        <w:t>823.7512</w:t>
      </w:r>
      <w:r>
        <w:tab/>
        <w:t>1.013e0</w:t>
      </w:r>
    </w:p>
    <w:p w:rsidR="00895AD2" w:rsidRDefault="00895AD2" w:rsidP="00895AD2">
      <w:r>
        <w:t>824.2440</w:t>
      </w:r>
      <w:r>
        <w:tab/>
        <w:t>1.013e0</w:t>
      </w:r>
    </w:p>
    <w:p w:rsidR="00895AD2" w:rsidRDefault="00895AD2" w:rsidP="00895AD2">
      <w:r>
        <w:t>824.5054</w:t>
      </w:r>
      <w:r>
        <w:tab/>
        <w:t>3.299e0</w:t>
      </w:r>
    </w:p>
    <w:p w:rsidR="00895AD2" w:rsidRDefault="00895AD2" w:rsidP="00895AD2">
      <w:r>
        <w:t>824.6965</w:t>
      </w:r>
      <w:r>
        <w:tab/>
        <w:t>2.025e0</w:t>
      </w:r>
    </w:p>
    <w:p w:rsidR="00895AD2" w:rsidRDefault="00895AD2" w:rsidP="00895AD2">
      <w:r>
        <w:t>824.8975</w:t>
      </w:r>
      <w:r>
        <w:tab/>
        <w:t>2.025e0</w:t>
      </w:r>
    </w:p>
    <w:p w:rsidR="00895AD2" w:rsidRDefault="00895AD2" w:rsidP="00895AD2">
      <w:r>
        <w:t>825.0693</w:t>
      </w:r>
      <w:r>
        <w:tab/>
        <w:t>1.013e0</w:t>
      </w:r>
    </w:p>
    <w:p w:rsidR="00895AD2" w:rsidRDefault="00895AD2" w:rsidP="00895AD2">
      <w:r>
        <w:t>825.2638</w:t>
      </w:r>
      <w:r>
        <w:tab/>
        <w:t>2.025e0</w:t>
      </w:r>
    </w:p>
    <w:p w:rsidR="00895AD2" w:rsidRDefault="00895AD2" w:rsidP="00895AD2">
      <w:r>
        <w:t>825.3888</w:t>
      </w:r>
      <w:r>
        <w:tab/>
        <w:t>1.013e0</w:t>
      </w:r>
    </w:p>
    <w:p w:rsidR="00895AD2" w:rsidRDefault="00895AD2" w:rsidP="00895AD2">
      <w:r>
        <w:t>825.5090</w:t>
      </w:r>
      <w:r>
        <w:tab/>
        <w:t>3.038e0</w:t>
      </w:r>
    </w:p>
    <w:p w:rsidR="00895AD2" w:rsidRDefault="00895AD2" w:rsidP="00895AD2">
      <w:r>
        <w:t>825.6842</w:t>
      </w:r>
      <w:r>
        <w:tab/>
        <w:t>1.013e0</w:t>
      </w:r>
    </w:p>
    <w:p w:rsidR="00895AD2" w:rsidRDefault="00895AD2" w:rsidP="00895AD2">
      <w:r>
        <w:t>825.7649</w:t>
      </w:r>
      <w:r>
        <w:tab/>
        <w:t>2.025e0</w:t>
      </w:r>
    </w:p>
    <w:p w:rsidR="00895AD2" w:rsidRDefault="00895AD2" w:rsidP="00895AD2">
      <w:r>
        <w:t>825.9564</w:t>
      </w:r>
      <w:r>
        <w:tab/>
        <w:t>1.013e0</w:t>
      </w:r>
    </w:p>
    <w:p w:rsidR="00895AD2" w:rsidRDefault="00895AD2" w:rsidP="00895AD2">
      <w:r>
        <w:t>826.4812</w:t>
      </w:r>
      <w:r>
        <w:tab/>
        <w:t>1.013e0</w:t>
      </w:r>
    </w:p>
    <w:p w:rsidR="00895AD2" w:rsidRDefault="00895AD2" w:rsidP="00895AD2">
      <w:r>
        <w:t>826.7238</w:t>
      </w:r>
      <w:r>
        <w:tab/>
        <w:t>1.013e0</w:t>
      </w:r>
    </w:p>
    <w:p w:rsidR="00895AD2" w:rsidRDefault="00895AD2" w:rsidP="00895AD2">
      <w:r>
        <w:t>827.3363</w:t>
      </w:r>
      <w:r>
        <w:tab/>
        <w:t>1.013e0</w:t>
      </w:r>
    </w:p>
    <w:p w:rsidR="00895AD2" w:rsidRDefault="00895AD2" w:rsidP="00895AD2">
      <w:r>
        <w:lastRenderedPageBreak/>
        <w:t>827.4538</w:t>
      </w:r>
      <w:r>
        <w:tab/>
        <w:t>2.025e0</w:t>
      </w:r>
    </w:p>
    <w:p w:rsidR="00895AD2" w:rsidRDefault="00895AD2" w:rsidP="00895AD2">
      <w:r>
        <w:t>827.5870</w:t>
      </w:r>
      <w:r>
        <w:tab/>
        <w:t>1.013e0</w:t>
      </w:r>
    </w:p>
    <w:p w:rsidR="00895AD2" w:rsidRDefault="00895AD2" w:rsidP="00895AD2">
      <w:r>
        <w:t>828.0747</w:t>
      </w:r>
      <w:r>
        <w:tab/>
        <w:t>1.013e0</w:t>
      </w:r>
    </w:p>
    <w:p w:rsidR="00895AD2" w:rsidRDefault="00895AD2" w:rsidP="00895AD2">
      <w:r>
        <w:t>828.1439</w:t>
      </w:r>
      <w:r>
        <w:tab/>
        <w:t>2.025e0</w:t>
      </w:r>
    </w:p>
    <w:p w:rsidR="00895AD2" w:rsidRDefault="00895AD2" w:rsidP="00895AD2">
      <w:r>
        <w:t>828.2950</w:t>
      </w:r>
      <w:r>
        <w:tab/>
        <w:t>1.013e0</w:t>
      </w:r>
    </w:p>
    <w:p w:rsidR="00895AD2" w:rsidRDefault="00895AD2" w:rsidP="00895AD2">
      <w:r>
        <w:t>828.5064</w:t>
      </w:r>
      <w:r>
        <w:tab/>
        <w:t>3.038e0</w:t>
      </w:r>
    </w:p>
    <w:p w:rsidR="00895AD2" w:rsidRDefault="00895AD2" w:rsidP="00895AD2">
      <w:r>
        <w:t>828.5657</w:t>
      </w:r>
      <w:r>
        <w:tab/>
        <w:t>3.779e0</w:t>
      </w:r>
    </w:p>
    <w:p w:rsidR="00895AD2" w:rsidRDefault="00895AD2" w:rsidP="00895AD2">
      <w:r>
        <w:t>828.6846</w:t>
      </w:r>
      <w:r>
        <w:tab/>
        <w:t>1.013e0</w:t>
      </w:r>
    </w:p>
    <w:p w:rsidR="00895AD2" w:rsidRDefault="00895AD2" w:rsidP="00895AD2">
      <w:r>
        <w:t>828.7636</w:t>
      </w:r>
      <w:r>
        <w:tab/>
        <w:t>2.025e0</w:t>
      </w:r>
    </w:p>
    <w:p w:rsidR="00895AD2" w:rsidRDefault="00895AD2" w:rsidP="00895AD2">
      <w:r>
        <w:t>828.9532</w:t>
      </w:r>
      <w:r>
        <w:tab/>
        <w:t>1.013e0</w:t>
      </w:r>
    </w:p>
    <w:p w:rsidR="00895AD2" w:rsidRDefault="00895AD2" w:rsidP="00895AD2">
      <w:r>
        <w:t>829.0648</w:t>
      </w:r>
      <w:r>
        <w:tab/>
        <w:t>1.013e0</w:t>
      </w:r>
    </w:p>
    <w:p w:rsidR="00895AD2" w:rsidRDefault="00895AD2" w:rsidP="00895AD2">
      <w:r>
        <w:t>829.4637</w:t>
      </w:r>
      <w:r>
        <w:tab/>
        <w:t>1.013e0</w:t>
      </w:r>
    </w:p>
    <w:p w:rsidR="00895AD2" w:rsidRDefault="00895AD2" w:rsidP="00895AD2">
      <w:r>
        <w:t>829.5533</w:t>
      </w:r>
      <w:r>
        <w:tab/>
        <w:t>1.013e0</w:t>
      </w:r>
    </w:p>
    <w:p w:rsidR="00895AD2" w:rsidRDefault="00895AD2" w:rsidP="00895AD2">
      <w:r>
        <w:t>829.6092</w:t>
      </w:r>
      <w:r>
        <w:tab/>
        <w:t>1.013e0</w:t>
      </w:r>
    </w:p>
    <w:p w:rsidR="00895AD2" w:rsidRDefault="00895AD2" w:rsidP="00895AD2">
      <w:r>
        <w:t>829.7010</w:t>
      </w:r>
      <w:r>
        <w:tab/>
        <w:t>1.013e0</w:t>
      </w:r>
    </w:p>
    <w:p w:rsidR="00895AD2" w:rsidRDefault="00895AD2" w:rsidP="00895AD2">
      <w:r>
        <w:t>830.2568</w:t>
      </w:r>
      <w:r>
        <w:tab/>
        <w:t>3.038e0</w:t>
      </w:r>
    </w:p>
    <w:p w:rsidR="00895AD2" w:rsidRDefault="00895AD2" w:rsidP="00895AD2">
      <w:r>
        <w:t>830.4482</w:t>
      </w:r>
      <w:r>
        <w:tab/>
        <w:t>3.038e0</w:t>
      </w:r>
    </w:p>
    <w:p w:rsidR="00895AD2" w:rsidRDefault="00895AD2" w:rsidP="00895AD2">
      <w:r>
        <w:t>830.7057</w:t>
      </w:r>
      <w:r>
        <w:tab/>
        <w:t>5.063e0</w:t>
      </w:r>
    </w:p>
    <w:p w:rsidR="00895AD2" w:rsidRDefault="00895AD2" w:rsidP="00895AD2">
      <w:r>
        <w:t>830.8516</w:t>
      </w:r>
      <w:r>
        <w:tab/>
        <w:t>2.025e0</w:t>
      </w:r>
    </w:p>
    <w:p w:rsidR="00895AD2" w:rsidRDefault="00895AD2" w:rsidP="00895AD2">
      <w:r>
        <w:lastRenderedPageBreak/>
        <w:t>830.9926</w:t>
      </w:r>
      <w:r>
        <w:tab/>
        <w:t>1.013e0</w:t>
      </w:r>
    </w:p>
    <w:p w:rsidR="00895AD2" w:rsidRDefault="00895AD2" w:rsidP="00895AD2">
      <w:r>
        <w:t>831.0485</w:t>
      </w:r>
      <w:r>
        <w:tab/>
        <w:t>1.013e0</w:t>
      </w:r>
    </w:p>
    <w:p w:rsidR="00895AD2" w:rsidRDefault="00895AD2" w:rsidP="00895AD2">
      <w:r>
        <w:t>831.1744</w:t>
      </w:r>
      <w:r>
        <w:tab/>
        <w:t>1.013e0</w:t>
      </w:r>
    </w:p>
    <w:p w:rsidR="00895AD2" w:rsidRDefault="00895AD2" w:rsidP="00895AD2">
      <w:r>
        <w:t>831.3435</w:t>
      </w:r>
      <w:r>
        <w:tab/>
        <w:t>1.013e0</w:t>
      </w:r>
    </w:p>
    <w:p w:rsidR="00895AD2" w:rsidRDefault="00895AD2" w:rsidP="00895AD2">
      <w:r>
        <w:t>831.5333</w:t>
      </w:r>
      <w:r>
        <w:tab/>
        <w:t>3.038e0</w:t>
      </w:r>
    </w:p>
    <w:p w:rsidR="00895AD2" w:rsidRDefault="00895AD2" w:rsidP="00895AD2">
      <w:r>
        <w:t>831.6641</w:t>
      </w:r>
      <w:r>
        <w:tab/>
        <w:t>1.013e0</w:t>
      </w:r>
    </w:p>
    <w:p w:rsidR="00895AD2" w:rsidRDefault="00895AD2" w:rsidP="00895AD2">
      <w:r>
        <w:t>832.0109</w:t>
      </w:r>
      <w:r>
        <w:tab/>
        <w:t>2.025e0</w:t>
      </w:r>
    </w:p>
    <w:p w:rsidR="00895AD2" w:rsidRDefault="00895AD2" w:rsidP="00895AD2">
      <w:r>
        <w:t>832.4202</w:t>
      </w:r>
      <w:r>
        <w:tab/>
        <w:t>1.013e0</w:t>
      </w:r>
    </w:p>
    <w:p w:rsidR="00895AD2" w:rsidRDefault="00895AD2" w:rsidP="00895AD2">
      <w:r>
        <w:t>832.5077</w:t>
      </w:r>
      <w:r>
        <w:tab/>
        <w:t>2.025e0</w:t>
      </w:r>
    </w:p>
    <w:p w:rsidR="00895AD2" w:rsidRDefault="00895AD2" w:rsidP="00895AD2">
      <w:r>
        <w:t>832.9705</w:t>
      </w:r>
      <w:r>
        <w:tab/>
        <w:t>1.013e0</w:t>
      </w:r>
    </w:p>
    <w:p w:rsidR="00895AD2" w:rsidRDefault="00895AD2" w:rsidP="00895AD2">
      <w:r>
        <w:t>833.3827</w:t>
      </w:r>
      <w:r>
        <w:tab/>
        <w:t>2.025e0</w:t>
      </w:r>
    </w:p>
    <w:p w:rsidR="00895AD2" w:rsidRDefault="00895AD2" w:rsidP="00895AD2">
      <w:r>
        <w:t>833.9764</w:t>
      </w:r>
      <w:r>
        <w:tab/>
        <w:t>1.013e0</w:t>
      </w:r>
    </w:p>
    <w:p w:rsidR="00895AD2" w:rsidRDefault="00895AD2" w:rsidP="00895AD2">
      <w:r>
        <w:t>834.0887</w:t>
      </w:r>
      <w:r>
        <w:tab/>
        <w:t>1.013e0</w:t>
      </w:r>
    </w:p>
    <w:p w:rsidR="00895AD2" w:rsidRDefault="00895AD2" w:rsidP="00895AD2">
      <w:r>
        <w:t>834.2712</w:t>
      </w:r>
      <w:r>
        <w:tab/>
        <w:t>1.013e0</w:t>
      </w:r>
    </w:p>
    <w:p w:rsidR="00895AD2" w:rsidRDefault="00895AD2" w:rsidP="00895AD2">
      <w:r>
        <w:t>834.4537</w:t>
      </w:r>
      <w:r>
        <w:tab/>
        <w:t>1.013e0</w:t>
      </w:r>
    </w:p>
    <w:p w:rsidR="00895AD2" w:rsidRDefault="00895AD2" w:rsidP="00895AD2">
      <w:r>
        <w:t>834.6180</w:t>
      </w:r>
      <w:r>
        <w:tab/>
        <w:t>2.025e0</w:t>
      </w:r>
    </w:p>
    <w:p w:rsidR="00895AD2" w:rsidRDefault="00895AD2" w:rsidP="00895AD2">
      <w:r>
        <w:t>835.6241</w:t>
      </w:r>
      <w:r>
        <w:tab/>
        <w:t>2.025e0</w:t>
      </w:r>
    </w:p>
    <w:p w:rsidR="00895AD2" w:rsidRDefault="00895AD2" w:rsidP="00895AD2">
      <w:r>
        <w:t>835.7745</w:t>
      </w:r>
      <w:r>
        <w:tab/>
        <w:t>2.025e0</w:t>
      </w:r>
    </w:p>
    <w:p w:rsidR="00895AD2" w:rsidRDefault="00895AD2" w:rsidP="00895AD2">
      <w:r>
        <w:t>835.9150</w:t>
      </w:r>
      <w:r>
        <w:tab/>
        <w:t>1.013e0</w:t>
      </w:r>
    </w:p>
    <w:p w:rsidR="00895AD2" w:rsidRDefault="00895AD2" w:rsidP="00895AD2">
      <w:r>
        <w:lastRenderedPageBreak/>
        <w:t>835.9854</w:t>
      </w:r>
      <w:r>
        <w:tab/>
        <w:t>1.013e0</w:t>
      </w:r>
    </w:p>
    <w:p w:rsidR="00895AD2" w:rsidRDefault="00895AD2" w:rsidP="00895AD2">
      <w:r>
        <w:t>836.0698</w:t>
      </w:r>
      <w:r>
        <w:tab/>
        <w:t>1.013e0</w:t>
      </w:r>
    </w:p>
    <w:p w:rsidR="00895AD2" w:rsidRDefault="00895AD2" w:rsidP="00895AD2">
      <w:r>
        <w:t>836.3090</w:t>
      </w:r>
      <w:r>
        <w:tab/>
        <w:t>2.025e0</w:t>
      </w:r>
    </w:p>
    <w:p w:rsidR="00895AD2" w:rsidRDefault="00895AD2" w:rsidP="00895AD2">
      <w:r>
        <w:t>836.4436</w:t>
      </w:r>
      <w:r>
        <w:tab/>
        <w:t>1.013e0</w:t>
      </w:r>
    </w:p>
    <w:p w:rsidR="00895AD2" w:rsidRDefault="00895AD2" w:rsidP="00895AD2">
      <w:r>
        <w:t>836.5763</w:t>
      </w:r>
      <w:r>
        <w:tab/>
        <w:t>1.013e0</w:t>
      </w:r>
    </w:p>
    <w:p w:rsidR="00895AD2" w:rsidRDefault="00895AD2" w:rsidP="00895AD2">
      <w:r>
        <w:t>836.7391</w:t>
      </w:r>
      <w:r>
        <w:tab/>
        <w:t>2.025e0</w:t>
      </w:r>
    </w:p>
    <w:p w:rsidR="00895AD2" w:rsidRDefault="00895AD2" w:rsidP="00895AD2">
      <w:r>
        <w:t>837.4124</w:t>
      </w:r>
      <w:r>
        <w:tab/>
        <w:t>3.038e0</w:t>
      </w:r>
    </w:p>
    <w:p w:rsidR="00895AD2" w:rsidRDefault="00895AD2" w:rsidP="00895AD2">
      <w:r>
        <w:t>837.5198</w:t>
      </w:r>
      <w:r>
        <w:tab/>
        <w:t>1.013e0</w:t>
      </w:r>
    </w:p>
    <w:p w:rsidR="00895AD2" w:rsidRDefault="00895AD2" w:rsidP="00895AD2">
      <w:r>
        <w:t>837.6215</w:t>
      </w:r>
      <w:r>
        <w:tab/>
        <w:t>3.038e0</w:t>
      </w:r>
    </w:p>
    <w:p w:rsidR="00895AD2" w:rsidRDefault="00895AD2" w:rsidP="00895AD2">
      <w:r>
        <w:t>837.7170</w:t>
      </w:r>
      <w:r>
        <w:tab/>
        <w:t>2.025e0</w:t>
      </w:r>
    </w:p>
    <w:p w:rsidR="00895AD2" w:rsidRDefault="00895AD2" w:rsidP="00895AD2">
      <w:r>
        <w:t>837.8510</w:t>
      </w:r>
      <w:r>
        <w:tab/>
        <w:t>2.025e0</w:t>
      </w:r>
    </w:p>
    <w:p w:rsidR="00895AD2" w:rsidRDefault="00895AD2" w:rsidP="00895AD2">
      <w:r>
        <w:t>838.0358</w:t>
      </w:r>
      <w:r>
        <w:tab/>
        <w:t>1.013e0</w:t>
      </w:r>
    </w:p>
    <w:p w:rsidR="00895AD2" w:rsidRDefault="00895AD2" w:rsidP="00895AD2">
      <w:r>
        <w:t>838.1880</w:t>
      </w:r>
      <w:r>
        <w:tab/>
        <w:t>1.013e0</w:t>
      </w:r>
    </w:p>
    <w:p w:rsidR="00895AD2" w:rsidRDefault="00895AD2" w:rsidP="00895AD2">
      <w:r>
        <w:t>838.2899</w:t>
      </w:r>
      <w:r>
        <w:tab/>
        <w:t>1.013e0</w:t>
      </w:r>
    </w:p>
    <w:p w:rsidR="00895AD2" w:rsidRDefault="00895AD2" w:rsidP="00895AD2">
      <w:r>
        <w:t>838.4592</w:t>
      </w:r>
      <w:r>
        <w:tab/>
        <w:t>1.013e0</w:t>
      </w:r>
    </w:p>
    <w:p w:rsidR="00895AD2" w:rsidRDefault="00895AD2" w:rsidP="00895AD2">
      <w:r>
        <w:t>838.5348</w:t>
      </w:r>
      <w:r>
        <w:tab/>
        <w:t>1.013e0</w:t>
      </w:r>
    </w:p>
    <w:p w:rsidR="00895AD2" w:rsidRDefault="00895AD2" w:rsidP="00895AD2">
      <w:r>
        <w:t>838.6691</w:t>
      </w:r>
      <w:r>
        <w:tab/>
        <w:t>2.025e0</w:t>
      </w:r>
    </w:p>
    <w:p w:rsidR="00895AD2" w:rsidRDefault="00895AD2" w:rsidP="00895AD2">
      <w:r>
        <w:t>838.7808</w:t>
      </w:r>
      <w:r>
        <w:tab/>
        <w:t>1.013e0</w:t>
      </w:r>
    </w:p>
    <w:p w:rsidR="00895AD2" w:rsidRDefault="00895AD2" w:rsidP="00895AD2">
      <w:r>
        <w:t>838.8593</w:t>
      </w:r>
      <w:r>
        <w:tab/>
        <w:t>1.013e0</w:t>
      </w:r>
    </w:p>
    <w:p w:rsidR="00895AD2" w:rsidRDefault="00895AD2" w:rsidP="00895AD2">
      <w:r>
        <w:lastRenderedPageBreak/>
        <w:t>839.2042</w:t>
      </w:r>
      <w:r>
        <w:tab/>
        <w:t>1.013e0</w:t>
      </w:r>
    </w:p>
    <w:p w:rsidR="00895AD2" w:rsidRDefault="00895AD2" w:rsidP="00895AD2">
      <w:r>
        <w:t>839.2686</w:t>
      </w:r>
      <w:r>
        <w:tab/>
        <w:t>1.013e0</w:t>
      </w:r>
    </w:p>
    <w:p w:rsidR="00895AD2" w:rsidRDefault="00895AD2" w:rsidP="00895AD2">
      <w:r>
        <w:t>839.3561</w:t>
      </w:r>
      <w:r>
        <w:tab/>
        <w:t>1.013e0</w:t>
      </w:r>
    </w:p>
    <w:p w:rsidR="00895AD2" w:rsidRDefault="00895AD2" w:rsidP="00895AD2">
      <w:r>
        <w:t>839.6075</w:t>
      </w:r>
      <w:r>
        <w:tab/>
        <w:t>1.013e0</w:t>
      </w:r>
    </w:p>
    <w:p w:rsidR="00895AD2" w:rsidRDefault="00895AD2" w:rsidP="00895AD2">
      <w:r>
        <w:t>839.7007</w:t>
      </w:r>
      <w:r>
        <w:tab/>
        <w:t>2.025e0</w:t>
      </w:r>
    </w:p>
    <w:p w:rsidR="00895AD2" w:rsidRDefault="00895AD2" w:rsidP="00895AD2">
      <w:r>
        <w:t>839.8670</w:t>
      </w:r>
      <w:r>
        <w:tab/>
        <w:t>3.038e0</w:t>
      </w:r>
    </w:p>
    <w:p w:rsidR="00895AD2" w:rsidRDefault="00895AD2" w:rsidP="00895AD2">
      <w:r>
        <w:t>840.2715</w:t>
      </w:r>
      <w:r>
        <w:tab/>
        <w:t>1.013e0</w:t>
      </w:r>
    </w:p>
    <w:p w:rsidR="00895AD2" w:rsidRDefault="00895AD2" w:rsidP="00895AD2">
      <w:r>
        <w:t>840.3396</w:t>
      </w:r>
      <w:r>
        <w:tab/>
        <w:t>1.013e0</w:t>
      </w:r>
    </w:p>
    <w:p w:rsidR="00895AD2" w:rsidRDefault="00895AD2" w:rsidP="00895AD2">
      <w:r>
        <w:t>840.4742</w:t>
      </w:r>
      <w:r>
        <w:tab/>
        <w:t>2.025e0</w:t>
      </w:r>
    </w:p>
    <w:p w:rsidR="00895AD2" w:rsidRDefault="00895AD2" w:rsidP="00895AD2">
      <w:r>
        <w:t>840.8474</w:t>
      </w:r>
      <w:r>
        <w:tab/>
        <w:t>1.013e0</w:t>
      </w:r>
    </w:p>
    <w:p w:rsidR="00895AD2" w:rsidRDefault="00895AD2" w:rsidP="00895AD2">
      <w:r>
        <w:t>840.9077</w:t>
      </w:r>
      <w:r>
        <w:tab/>
        <w:t>1.013e0</w:t>
      </w:r>
    </w:p>
    <w:p w:rsidR="00895AD2" w:rsidRDefault="00895AD2" w:rsidP="00895AD2">
      <w:r>
        <w:t>841.2048</w:t>
      </w:r>
      <w:r>
        <w:tab/>
        <w:t>1.013e0</w:t>
      </w:r>
    </w:p>
    <w:p w:rsidR="00895AD2" w:rsidRDefault="00895AD2" w:rsidP="00895AD2">
      <w:r>
        <w:t>841.3604</w:t>
      </w:r>
      <w:r>
        <w:tab/>
        <w:t>1.013e0</w:t>
      </w:r>
    </w:p>
    <w:p w:rsidR="00895AD2" w:rsidRDefault="00895AD2" w:rsidP="00895AD2">
      <w:r>
        <w:t>841.5434</w:t>
      </w:r>
      <w:r>
        <w:tab/>
        <w:t>2.025e0</w:t>
      </w:r>
    </w:p>
    <w:p w:rsidR="00895AD2" w:rsidRDefault="00895AD2" w:rsidP="00895AD2">
      <w:r>
        <w:t>841.6577</w:t>
      </w:r>
      <w:r>
        <w:tab/>
        <w:t>1.013e0</w:t>
      </w:r>
    </w:p>
    <w:p w:rsidR="00895AD2" w:rsidRDefault="00895AD2" w:rsidP="00895AD2">
      <w:r>
        <w:t>842.0824</w:t>
      </w:r>
      <w:r>
        <w:tab/>
        <w:t>1.013e0</w:t>
      </w:r>
    </w:p>
    <w:p w:rsidR="00895AD2" w:rsidRDefault="00895AD2" w:rsidP="00895AD2">
      <w:r>
        <w:t>842.3449</w:t>
      </w:r>
      <w:r>
        <w:tab/>
        <w:t>2.025e0</w:t>
      </w:r>
    </w:p>
    <w:p w:rsidR="00895AD2" w:rsidRDefault="00895AD2" w:rsidP="00895AD2">
      <w:r>
        <w:t>842.7625</w:t>
      </w:r>
      <w:r>
        <w:tab/>
        <w:t>1.013e0</w:t>
      </w:r>
    </w:p>
    <w:p w:rsidR="00895AD2" w:rsidRDefault="00895AD2" w:rsidP="00895AD2">
      <w:r>
        <w:t>842.9306</w:t>
      </w:r>
      <w:r>
        <w:tab/>
        <w:t>1.013e0</w:t>
      </w:r>
    </w:p>
    <w:p w:rsidR="00895AD2" w:rsidRDefault="00895AD2" w:rsidP="00895AD2">
      <w:r>
        <w:lastRenderedPageBreak/>
        <w:t>843.0176</w:t>
      </w:r>
      <w:r>
        <w:tab/>
        <w:t>1.013e0</w:t>
      </w:r>
    </w:p>
    <w:p w:rsidR="00895AD2" w:rsidRDefault="00895AD2" w:rsidP="00895AD2">
      <w:r>
        <w:t>843.3296</w:t>
      </w:r>
      <w:r>
        <w:tab/>
        <w:t>1.013e0</w:t>
      </w:r>
    </w:p>
    <w:p w:rsidR="00895AD2" w:rsidRDefault="00895AD2" w:rsidP="00895AD2">
      <w:r>
        <w:t>843.4147</w:t>
      </w:r>
      <w:r>
        <w:tab/>
        <w:t>1.013e0</w:t>
      </w:r>
    </w:p>
    <w:p w:rsidR="00895AD2" w:rsidRDefault="00895AD2" w:rsidP="00895AD2">
      <w:r>
        <w:t>843.5565</w:t>
      </w:r>
      <w:r>
        <w:tab/>
        <w:t>1.013e0</w:t>
      </w:r>
    </w:p>
    <w:p w:rsidR="00895AD2" w:rsidRDefault="00895AD2" w:rsidP="00895AD2">
      <w:r>
        <w:t>843.7551</w:t>
      </w:r>
      <w:r>
        <w:tab/>
        <w:t>1.013e0</w:t>
      </w:r>
    </w:p>
    <w:p w:rsidR="00895AD2" w:rsidRDefault="00895AD2" w:rsidP="00895AD2">
      <w:r>
        <w:t>843.8970</w:t>
      </w:r>
      <w:r>
        <w:tab/>
        <w:t>1.013e0</w:t>
      </w:r>
    </w:p>
    <w:p w:rsidR="00895AD2" w:rsidRDefault="00895AD2" w:rsidP="00895AD2">
      <w:r>
        <w:t>844.1953</w:t>
      </w:r>
      <w:r>
        <w:tab/>
        <w:t>2.025e0</w:t>
      </w:r>
    </w:p>
    <w:p w:rsidR="00895AD2" w:rsidRDefault="00895AD2" w:rsidP="00895AD2">
      <w:r>
        <w:t>844.5449</w:t>
      </w:r>
      <w:r>
        <w:tab/>
        <w:t>3.038e0</w:t>
      </w:r>
    </w:p>
    <w:p w:rsidR="00895AD2" w:rsidRDefault="00895AD2" w:rsidP="00895AD2">
      <w:r>
        <w:t>844.6568</w:t>
      </w:r>
      <w:r>
        <w:tab/>
        <w:t>1.013e0</w:t>
      </w:r>
    </w:p>
    <w:p w:rsidR="00895AD2" w:rsidRDefault="00895AD2" w:rsidP="00895AD2">
      <w:r>
        <w:t>844.7205</w:t>
      </w:r>
      <w:r>
        <w:tab/>
        <w:t>1.013e0</w:t>
      </w:r>
    </w:p>
    <w:p w:rsidR="00895AD2" w:rsidRDefault="00895AD2" w:rsidP="00895AD2">
      <w:r>
        <w:t>845.0331</w:t>
      </w:r>
      <w:r>
        <w:tab/>
        <w:t>1.013e0</w:t>
      </w:r>
    </w:p>
    <w:p w:rsidR="00895AD2" w:rsidRDefault="00895AD2" w:rsidP="00895AD2">
      <w:r>
        <w:t>845.0899</w:t>
      </w:r>
      <w:r>
        <w:tab/>
        <w:t>1.013e0</w:t>
      </w:r>
    </w:p>
    <w:p w:rsidR="00895AD2" w:rsidRDefault="00895AD2" w:rsidP="00895AD2">
      <w:r>
        <w:t>845.3074</w:t>
      </w:r>
      <w:r>
        <w:tab/>
        <w:t>2.025e0</w:t>
      </w:r>
    </w:p>
    <w:p w:rsidR="00895AD2" w:rsidRDefault="00895AD2" w:rsidP="00895AD2">
      <w:r>
        <w:t>845.7438</w:t>
      </w:r>
      <w:r>
        <w:tab/>
        <w:t>1.013e0</w:t>
      </w:r>
    </w:p>
    <w:p w:rsidR="00895AD2" w:rsidRDefault="00895AD2" w:rsidP="00895AD2">
      <w:r>
        <w:t>846.2986</w:t>
      </w:r>
      <w:r>
        <w:tab/>
        <w:t>1.013e0</w:t>
      </w:r>
    </w:p>
    <w:p w:rsidR="00895AD2" w:rsidRDefault="00895AD2" w:rsidP="00895AD2">
      <w:r>
        <w:t>846.4268</w:t>
      </w:r>
      <w:r>
        <w:tab/>
        <w:t>1.013e0</w:t>
      </w:r>
    </w:p>
    <w:p w:rsidR="00895AD2" w:rsidRDefault="00895AD2" w:rsidP="00895AD2">
      <w:r>
        <w:t>846.5921</w:t>
      </w:r>
      <w:r>
        <w:tab/>
        <w:t>2.025e0</w:t>
      </w:r>
    </w:p>
    <w:p w:rsidR="00895AD2" w:rsidRDefault="00895AD2" w:rsidP="00895AD2">
      <w:r>
        <w:t>846.7230</w:t>
      </w:r>
      <w:r>
        <w:tab/>
        <w:t>1.013e0</w:t>
      </w:r>
    </w:p>
    <w:p w:rsidR="00895AD2" w:rsidRDefault="00895AD2" w:rsidP="00895AD2">
      <w:r>
        <w:t>846.9181</w:t>
      </w:r>
      <w:r>
        <w:tab/>
        <w:t>2.025e0</w:t>
      </w:r>
    </w:p>
    <w:p w:rsidR="00895AD2" w:rsidRDefault="00895AD2" w:rsidP="00895AD2">
      <w:r>
        <w:lastRenderedPageBreak/>
        <w:t>847.4761</w:t>
      </w:r>
      <w:r>
        <w:tab/>
        <w:t>2.025e0</w:t>
      </w:r>
    </w:p>
    <w:p w:rsidR="00895AD2" w:rsidRDefault="00895AD2" w:rsidP="00895AD2">
      <w:r>
        <w:t>847.6995</w:t>
      </w:r>
      <w:r>
        <w:tab/>
        <w:t>2.025e0</w:t>
      </w:r>
    </w:p>
    <w:p w:rsidR="00895AD2" w:rsidRDefault="00895AD2" w:rsidP="00895AD2">
      <w:r>
        <w:t>848.3804</w:t>
      </w:r>
      <w:r>
        <w:tab/>
        <w:t>1.013e0</w:t>
      </w:r>
    </w:p>
    <w:p w:rsidR="00895AD2" w:rsidRDefault="00895AD2" w:rsidP="00895AD2">
      <w:r>
        <w:t>848.6275</w:t>
      </w:r>
      <w:r>
        <w:tab/>
        <w:t>5.688e0</w:t>
      </w:r>
    </w:p>
    <w:p w:rsidR="00895AD2" w:rsidRDefault="00895AD2" w:rsidP="00895AD2">
      <w:r>
        <w:t>848.9066</w:t>
      </w:r>
      <w:r>
        <w:tab/>
        <w:t>1.013e0</w:t>
      </w:r>
    </w:p>
    <w:p w:rsidR="00895AD2" w:rsidRDefault="00895AD2" w:rsidP="00895AD2">
      <w:r>
        <w:t>849.3250</w:t>
      </w:r>
      <w:r>
        <w:tab/>
        <w:t>2.025e0</w:t>
      </w:r>
    </w:p>
    <w:p w:rsidR="00895AD2" w:rsidRDefault="00895AD2" w:rsidP="00895AD2">
      <w:r>
        <w:t>849.5204</w:t>
      </w:r>
      <w:r>
        <w:tab/>
        <w:t>1.013e0</w:t>
      </w:r>
    </w:p>
    <w:p w:rsidR="00895AD2" w:rsidRDefault="00895AD2" w:rsidP="00895AD2">
      <w:r>
        <w:t>850.1769</w:t>
      </w:r>
      <w:r>
        <w:tab/>
        <w:t>1.013e0</w:t>
      </w:r>
    </w:p>
    <w:p w:rsidR="00895AD2" w:rsidRDefault="00895AD2" w:rsidP="00895AD2">
      <w:r>
        <w:t>850.2348</w:t>
      </w:r>
      <w:r>
        <w:tab/>
        <w:t>1.013e0</w:t>
      </w:r>
    </w:p>
    <w:p w:rsidR="00895AD2" w:rsidRDefault="00895AD2" w:rsidP="00895AD2">
      <w:r>
        <w:t>850.3635</w:t>
      </w:r>
      <w:r>
        <w:tab/>
        <w:t>1.013e0</w:t>
      </w:r>
    </w:p>
    <w:p w:rsidR="00895AD2" w:rsidRDefault="00895AD2" w:rsidP="00895AD2">
      <w:r>
        <w:t>850.5574</w:t>
      </w:r>
      <w:r>
        <w:tab/>
        <w:t>4.051e0</w:t>
      </w:r>
    </w:p>
    <w:p w:rsidR="00895AD2" w:rsidRDefault="00895AD2" w:rsidP="00895AD2">
      <w:r>
        <w:t>850.6923</w:t>
      </w:r>
      <w:r>
        <w:tab/>
        <w:t>1.013e0</w:t>
      </w:r>
    </w:p>
    <w:p w:rsidR="00895AD2" w:rsidRDefault="00895AD2" w:rsidP="00895AD2">
      <w:r>
        <w:t>850.7850</w:t>
      </w:r>
      <w:r>
        <w:tab/>
        <w:t>1.013e0</w:t>
      </w:r>
    </w:p>
    <w:p w:rsidR="00895AD2" w:rsidRDefault="00895AD2" w:rsidP="00895AD2">
      <w:r>
        <w:t>851.2573</w:t>
      </w:r>
      <w:r>
        <w:tab/>
        <w:t>2.025e0</w:t>
      </w:r>
    </w:p>
    <w:p w:rsidR="00895AD2" w:rsidRDefault="00895AD2" w:rsidP="00895AD2">
      <w:r>
        <w:t>851.4506</w:t>
      </w:r>
      <w:r>
        <w:tab/>
        <w:t>2.025e0</w:t>
      </w:r>
    </w:p>
    <w:p w:rsidR="00895AD2" w:rsidRDefault="00895AD2" w:rsidP="00895AD2">
      <w:r>
        <w:t>851.5873</w:t>
      </w:r>
      <w:r>
        <w:tab/>
        <w:t>5.063e0</w:t>
      </w:r>
    </w:p>
    <w:p w:rsidR="00895AD2" w:rsidRDefault="00895AD2" w:rsidP="00895AD2">
      <w:r>
        <w:t>851.7534</w:t>
      </w:r>
      <w:r>
        <w:tab/>
        <w:t>2.413e0</w:t>
      </w:r>
    </w:p>
    <w:p w:rsidR="00895AD2" w:rsidRDefault="00895AD2" w:rsidP="00895AD2">
      <w:r>
        <w:t>851.8673</w:t>
      </w:r>
      <w:r>
        <w:tab/>
        <w:t>1.013e0</w:t>
      </w:r>
    </w:p>
    <w:p w:rsidR="00895AD2" w:rsidRDefault="00895AD2" w:rsidP="00895AD2">
      <w:r>
        <w:t>852.1664</w:t>
      </w:r>
      <w:r>
        <w:tab/>
        <w:t>1.013e0</w:t>
      </w:r>
    </w:p>
    <w:p w:rsidR="00895AD2" w:rsidRDefault="00895AD2" w:rsidP="00895AD2">
      <w:r>
        <w:lastRenderedPageBreak/>
        <w:t>852.3097</w:t>
      </w:r>
      <w:r>
        <w:tab/>
        <w:t>1.013e0</w:t>
      </w:r>
    </w:p>
    <w:p w:rsidR="00895AD2" w:rsidRDefault="00895AD2" w:rsidP="00895AD2">
      <w:r>
        <w:t>852.4100</w:t>
      </w:r>
      <w:r>
        <w:tab/>
        <w:t>1.013e0</w:t>
      </w:r>
    </w:p>
    <w:p w:rsidR="00895AD2" w:rsidRDefault="00895AD2" w:rsidP="00895AD2">
      <w:r>
        <w:t>852.5579</w:t>
      </w:r>
      <w:r>
        <w:tab/>
        <w:t>2.025e0</w:t>
      </w:r>
    </w:p>
    <w:p w:rsidR="00895AD2" w:rsidRDefault="00895AD2" w:rsidP="00895AD2">
      <w:r>
        <w:t>852.6254</w:t>
      </w:r>
      <w:r>
        <w:tab/>
        <w:t>2.025e0</w:t>
      </w:r>
    </w:p>
    <w:p w:rsidR="00895AD2" w:rsidRDefault="00895AD2" w:rsidP="00895AD2">
      <w:r>
        <w:t>853.3561</w:t>
      </w:r>
      <w:r>
        <w:tab/>
        <w:t>1.013e0</w:t>
      </w:r>
    </w:p>
    <w:p w:rsidR="00895AD2" w:rsidRDefault="00895AD2" w:rsidP="00895AD2">
      <w:r>
        <w:t>853.4760</w:t>
      </w:r>
      <w:r>
        <w:tab/>
        <w:t>1.013e0</w:t>
      </w:r>
    </w:p>
    <w:p w:rsidR="00895AD2" w:rsidRDefault="00895AD2" w:rsidP="00895AD2">
      <w:r>
        <w:t>853.7638</w:t>
      </w:r>
      <w:r>
        <w:tab/>
        <w:t>1.013e0</w:t>
      </w:r>
    </w:p>
    <w:p w:rsidR="00895AD2" w:rsidRDefault="00895AD2" w:rsidP="00895AD2">
      <w:r>
        <w:t>853.8303</w:t>
      </w:r>
      <w:r>
        <w:tab/>
        <w:t>1.013e0</w:t>
      </w:r>
    </w:p>
    <w:p w:rsidR="00895AD2" w:rsidRDefault="00895AD2" w:rsidP="00895AD2">
      <w:r>
        <w:t>853.9156</w:t>
      </w:r>
      <w:r>
        <w:tab/>
        <w:t>1.013e0</w:t>
      </w:r>
    </w:p>
    <w:p w:rsidR="00895AD2" w:rsidRDefault="00895AD2" w:rsidP="00895AD2">
      <w:r>
        <w:t>854.4756</w:t>
      </w:r>
      <w:r>
        <w:tab/>
        <w:t>1.013e0</w:t>
      </w:r>
    </w:p>
    <w:p w:rsidR="00895AD2" w:rsidRDefault="00895AD2" w:rsidP="00895AD2">
      <w:r>
        <w:t>854.5402</w:t>
      </w:r>
      <w:r>
        <w:tab/>
        <w:t>2.025e0</w:t>
      </w:r>
    </w:p>
    <w:p w:rsidR="00895AD2" w:rsidRDefault="00895AD2" w:rsidP="00895AD2">
      <w:r>
        <w:t>854.7787</w:t>
      </w:r>
      <w:r>
        <w:tab/>
        <w:t>4.051e0</w:t>
      </w:r>
    </w:p>
    <w:p w:rsidR="00895AD2" w:rsidRDefault="00895AD2" w:rsidP="00895AD2">
      <w:r>
        <w:t>854.9496</w:t>
      </w:r>
      <w:r>
        <w:tab/>
        <w:t>1.013e0</w:t>
      </w:r>
    </w:p>
    <w:p w:rsidR="00895AD2" w:rsidRDefault="00895AD2" w:rsidP="00895AD2">
      <w:r>
        <w:t>855.1795</w:t>
      </w:r>
      <w:r>
        <w:tab/>
        <w:t>1.013e0</w:t>
      </w:r>
    </w:p>
    <w:p w:rsidR="00895AD2" w:rsidRDefault="00895AD2" w:rsidP="00895AD2">
      <w:r>
        <w:t>855.4239</w:t>
      </w:r>
      <w:r>
        <w:tab/>
        <w:t>1.013e0</w:t>
      </w:r>
    </w:p>
    <w:p w:rsidR="00895AD2" w:rsidRDefault="00895AD2" w:rsidP="00895AD2">
      <w:r>
        <w:t>855.5311</w:t>
      </w:r>
      <w:r>
        <w:tab/>
        <w:t>4.051e0</w:t>
      </w:r>
    </w:p>
    <w:p w:rsidR="00895AD2" w:rsidRDefault="00895AD2" w:rsidP="00895AD2">
      <w:r>
        <w:t>855.6942</w:t>
      </w:r>
      <w:r>
        <w:tab/>
        <w:t>2.025e0</w:t>
      </w:r>
    </w:p>
    <w:p w:rsidR="00895AD2" w:rsidRDefault="00895AD2" w:rsidP="00895AD2">
      <w:r>
        <w:t>856.0566</w:t>
      </w:r>
      <w:r>
        <w:tab/>
        <w:t>1.013e0</w:t>
      </w:r>
    </w:p>
    <w:p w:rsidR="00895AD2" w:rsidRDefault="00895AD2" w:rsidP="00895AD2">
      <w:r>
        <w:t>856.5747</w:t>
      </w:r>
      <w:r>
        <w:tab/>
        <w:t>1.013e0</w:t>
      </w:r>
    </w:p>
    <w:p w:rsidR="00895AD2" w:rsidRDefault="00895AD2" w:rsidP="00895AD2">
      <w:r>
        <w:lastRenderedPageBreak/>
        <w:t>856.6527</w:t>
      </w:r>
      <w:r>
        <w:tab/>
        <w:t>2.025e0</w:t>
      </w:r>
    </w:p>
    <w:p w:rsidR="00895AD2" w:rsidRDefault="00895AD2" w:rsidP="00895AD2">
      <w:r>
        <w:t>856.7464</w:t>
      </w:r>
      <w:r>
        <w:tab/>
        <w:t>5.063e0</w:t>
      </w:r>
    </w:p>
    <w:p w:rsidR="00895AD2" w:rsidRDefault="00895AD2" w:rsidP="00895AD2">
      <w:r>
        <w:t>857.2443</w:t>
      </w:r>
      <w:r>
        <w:tab/>
        <w:t>2.025e0</w:t>
      </w:r>
    </w:p>
    <w:p w:rsidR="00895AD2" w:rsidRDefault="00895AD2" w:rsidP="00895AD2">
      <w:r>
        <w:t>857.3671</w:t>
      </w:r>
      <w:r>
        <w:tab/>
        <w:t>1.013e0</w:t>
      </w:r>
    </w:p>
    <w:p w:rsidR="00895AD2" w:rsidRDefault="00895AD2" w:rsidP="00895AD2">
      <w:r>
        <w:t>857.7120</w:t>
      </w:r>
      <w:r>
        <w:tab/>
        <w:t>4.051e0</w:t>
      </w:r>
    </w:p>
    <w:p w:rsidR="00895AD2" w:rsidRDefault="00895AD2" w:rsidP="00895AD2">
      <w:r>
        <w:t>857.8760</w:t>
      </w:r>
      <w:r>
        <w:tab/>
        <w:t>3.038e0</w:t>
      </w:r>
    </w:p>
    <w:p w:rsidR="00895AD2" w:rsidRDefault="00895AD2" w:rsidP="00895AD2">
      <w:r>
        <w:t>858.1307</w:t>
      </w:r>
      <w:r>
        <w:tab/>
        <w:t>1.013e0</w:t>
      </w:r>
    </w:p>
    <w:p w:rsidR="00895AD2" w:rsidRDefault="00895AD2" w:rsidP="00895AD2">
      <w:r>
        <w:t>858.5699</w:t>
      </w:r>
      <w:r>
        <w:tab/>
        <w:t>2.025e0</w:t>
      </w:r>
    </w:p>
    <w:p w:rsidR="00895AD2" w:rsidRDefault="00895AD2" w:rsidP="00895AD2">
      <w:r>
        <w:t>858.9457</w:t>
      </w:r>
      <w:r>
        <w:tab/>
        <w:t>2.025e0</w:t>
      </w:r>
    </w:p>
    <w:p w:rsidR="00895AD2" w:rsidRDefault="00895AD2" w:rsidP="00895AD2">
      <w:r>
        <w:t>859.0879</w:t>
      </w:r>
      <w:r>
        <w:tab/>
        <w:t>2.025e0</w:t>
      </w:r>
    </w:p>
    <w:p w:rsidR="00895AD2" w:rsidRDefault="00895AD2" w:rsidP="00895AD2">
      <w:r>
        <w:t>859.2561</w:t>
      </w:r>
      <w:r>
        <w:tab/>
        <w:t>1.013e0</w:t>
      </w:r>
    </w:p>
    <w:p w:rsidR="00895AD2" w:rsidRDefault="00895AD2" w:rsidP="00895AD2">
      <w:r>
        <w:t>859.6529</w:t>
      </w:r>
      <w:r>
        <w:tab/>
        <w:t>1.013e0</w:t>
      </w:r>
    </w:p>
    <w:p w:rsidR="00895AD2" w:rsidRDefault="00895AD2" w:rsidP="00895AD2">
      <w:r>
        <w:t>859.7545</w:t>
      </w:r>
      <w:r>
        <w:tab/>
        <w:t>1.013e0</w:t>
      </w:r>
    </w:p>
    <w:p w:rsidR="00895AD2" w:rsidRDefault="00895AD2" w:rsidP="00895AD2">
      <w:r>
        <w:t>859.8843</w:t>
      </w:r>
      <w:r>
        <w:tab/>
        <w:t>2.025e0</w:t>
      </w:r>
    </w:p>
    <w:p w:rsidR="00895AD2" w:rsidRDefault="00895AD2" w:rsidP="00895AD2">
      <w:r>
        <w:t>860.0505</w:t>
      </w:r>
      <w:r>
        <w:tab/>
        <w:t>1.013e0</w:t>
      </w:r>
    </w:p>
    <w:p w:rsidR="00895AD2" w:rsidRDefault="00895AD2" w:rsidP="00895AD2">
      <w:r>
        <w:t>860.2056</w:t>
      </w:r>
      <w:r>
        <w:tab/>
        <w:t>3.038e0</w:t>
      </w:r>
    </w:p>
    <w:p w:rsidR="00895AD2" w:rsidRDefault="00895AD2" w:rsidP="00895AD2">
      <w:r>
        <w:t>860.3895</w:t>
      </w:r>
      <w:r>
        <w:tab/>
        <w:t>2.025e0</w:t>
      </w:r>
    </w:p>
    <w:p w:rsidR="00895AD2" w:rsidRDefault="00895AD2" w:rsidP="00895AD2">
      <w:r>
        <w:t>860.5465</w:t>
      </w:r>
      <w:r>
        <w:tab/>
        <w:t>2.025e0</w:t>
      </w:r>
    </w:p>
    <w:p w:rsidR="00895AD2" w:rsidRDefault="00895AD2" w:rsidP="00895AD2">
      <w:r>
        <w:t>860.7026</w:t>
      </w:r>
      <w:r>
        <w:tab/>
        <w:t>2.025e0</w:t>
      </w:r>
    </w:p>
    <w:p w:rsidR="00895AD2" w:rsidRDefault="00895AD2" w:rsidP="00895AD2">
      <w:r>
        <w:lastRenderedPageBreak/>
        <w:t>861.1060</w:t>
      </w:r>
      <w:r>
        <w:tab/>
        <w:t>1.013e0</w:t>
      </w:r>
    </w:p>
    <w:p w:rsidR="00895AD2" w:rsidRDefault="00895AD2" w:rsidP="00895AD2">
      <w:r>
        <w:t>861.2159</w:t>
      </w:r>
      <w:r>
        <w:tab/>
        <w:t>2.025e0</w:t>
      </w:r>
    </w:p>
    <w:p w:rsidR="00895AD2" w:rsidRDefault="00895AD2" w:rsidP="00895AD2">
      <w:r>
        <w:t>861.3277</w:t>
      </w:r>
      <w:r>
        <w:tab/>
        <w:t>1.013e0</w:t>
      </w:r>
    </w:p>
    <w:p w:rsidR="00895AD2" w:rsidRDefault="00895AD2" w:rsidP="00895AD2">
      <w:r>
        <w:t>861.5480</w:t>
      </w:r>
      <w:r>
        <w:tab/>
        <w:t>1.013e0</w:t>
      </w:r>
    </w:p>
    <w:p w:rsidR="00895AD2" w:rsidRDefault="00895AD2" w:rsidP="00895AD2">
      <w:r>
        <w:t>861.6148</w:t>
      </w:r>
      <w:r>
        <w:tab/>
        <w:t>1.013e0</w:t>
      </w:r>
    </w:p>
    <w:p w:rsidR="00895AD2" w:rsidRDefault="00895AD2" w:rsidP="00895AD2">
      <w:r>
        <w:t>861.6993</w:t>
      </w:r>
      <w:r>
        <w:tab/>
        <w:t>2.025e0</w:t>
      </w:r>
    </w:p>
    <w:p w:rsidR="00895AD2" w:rsidRDefault="00895AD2" w:rsidP="00895AD2">
      <w:r>
        <w:t>862.2985</w:t>
      </w:r>
      <w:r>
        <w:tab/>
        <w:t>3.038e0</w:t>
      </w:r>
    </w:p>
    <w:p w:rsidR="00895AD2" w:rsidRDefault="00895AD2" w:rsidP="00895AD2">
      <w:r>
        <w:t>862.6843</w:t>
      </w:r>
      <w:r>
        <w:tab/>
        <w:t>1.013e0</w:t>
      </w:r>
    </w:p>
    <w:p w:rsidR="00895AD2" w:rsidRDefault="00895AD2" w:rsidP="00895AD2">
      <w:r>
        <w:t>862.8002</w:t>
      </w:r>
      <w:r>
        <w:tab/>
        <w:t>1.013e0</w:t>
      </w:r>
    </w:p>
    <w:p w:rsidR="00895AD2" w:rsidRDefault="00895AD2" w:rsidP="00895AD2">
      <w:r>
        <w:t>863.2568</w:t>
      </w:r>
      <w:r>
        <w:tab/>
        <w:t>1.013e0</w:t>
      </w:r>
    </w:p>
    <w:p w:rsidR="00895AD2" w:rsidRDefault="00895AD2" w:rsidP="00895AD2">
      <w:r>
        <w:t>863.9883</w:t>
      </w:r>
      <w:r>
        <w:tab/>
        <w:t>2.025e0</w:t>
      </w:r>
    </w:p>
    <w:p w:rsidR="00895AD2" w:rsidRDefault="00895AD2" w:rsidP="00895AD2">
      <w:r>
        <w:t>864.3309</w:t>
      </w:r>
      <w:r>
        <w:tab/>
        <w:t>2.025e0</w:t>
      </w:r>
    </w:p>
    <w:p w:rsidR="00895AD2" w:rsidRDefault="00895AD2" w:rsidP="00895AD2">
      <w:r>
        <w:t>864.6865</w:t>
      </w:r>
      <w:r>
        <w:tab/>
        <w:t>1.013e0</w:t>
      </w:r>
    </w:p>
    <w:p w:rsidR="00895AD2" w:rsidRDefault="00895AD2" w:rsidP="00895AD2">
      <w:r>
        <w:t>864.8229</w:t>
      </w:r>
      <w:r>
        <w:tab/>
        <w:t>4.051e0</w:t>
      </w:r>
    </w:p>
    <w:p w:rsidR="00895AD2" w:rsidRDefault="00895AD2" w:rsidP="00895AD2">
      <w:r>
        <w:t>865.2374</w:t>
      </w:r>
      <w:r>
        <w:tab/>
        <w:t>1.013e0</w:t>
      </w:r>
    </w:p>
    <w:p w:rsidR="00895AD2" w:rsidRDefault="00895AD2" w:rsidP="00895AD2">
      <w:r>
        <w:t>865.5818</w:t>
      </w:r>
      <w:r>
        <w:tab/>
        <w:t>2.025e0</w:t>
      </w:r>
    </w:p>
    <w:p w:rsidR="00895AD2" w:rsidRDefault="00895AD2" w:rsidP="00895AD2">
      <w:r>
        <w:t>865.6892</w:t>
      </w:r>
      <w:r>
        <w:tab/>
        <w:t>1.013e0</w:t>
      </w:r>
    </w:p>
    <w:p w:rsidR="00895AD2" w:rsidRDefault="00895AD2" w:rsidP="00895AD2">
      <w:r>
        <w:t>865.7619</w:t>
      </w:r>
      <w:r>
        <w:tab/>
        <w:t>1.013e0</w:t>
      </w:r>
    </w:p>
    <w:p w:rsidR="00895AD2" w:rsidRDefault="00895AD2" w:rsidP="00895AD2">
      <w:r>
        <w:t>866.0092</w:t>
      </w:r>
      <w:r>
        <w:tab/>
        <w:t>1.013e0</w:t>
      </w:r>
    </w:p>
    <w:p w:rsidR="00895AD2" w:rsidRDefault="00895AD2" w:rsidP="00895AD2">
      <w:r>
        <w:lastRenderedPageBreak/>
        <w:t>866.0978</w:t>
      </w:r>
      <w:r>
        <w:tab/>
        <w:t>1.013e0</w:t>
      </w:r>
    </w:p>
    <w:p w:rsidR="00895AD2" w:rsidRDefault="00895AD2" w:rsidP="00895AD2">
      <w:r>
        <w:t>866.3874</w:t>
      </w:r>
      <w:r>
        <w:tab/>
        <w:t>1.013e0</w:t>
      </w:r>
    </w:p>
    <w:p w:rsidR="00895AD2" w:rsidRDefault="00895AD2" w:rsidP="00895AD2">
      <w:r>
        <w:t>866.5111</w:t>
      </w:r>
      <w:r>
        <w:tab/>
        <w:t>4.051e0</w:t>
      </w:r>
    </w:p>
    <w:p w:rsidR="00895AD2" w:rsidRDefault="00895AD2" w:rsidP="00895AD2">
      <w:r>
        <w:t>866.9033</w:t>
      </w:r>
      <w:r>
        <w:tab/>
        <w:t>2.025e0</w:t>
      </w:r>
    </w:p>
    <w:p w:rsidR="00895AD2" w:rsidRDefault="00895AD2" w:rsidP="00895AD2">
      <w:r>
        <w:t>867.1229</w:t>
      </w:r>
      <w:r>
        <w:tab/>
        <w:t>3.038e0</w:t>
      </w:r>
    </w:p>
    <w:p w:rsidR="00895AD2" w:rsidRDefault="00895AD2" w:rsidP="00895AD2">
      <w:r>
        <w:t>867.3673</w:t>
      </w:r>
      <w:r>
        <w:tab/>
        <w:t>1.013e0</w:t>
      </w:r>
    </w:p>
    <w:p w:rsidR="00895AD2" w:rsidRDefault="00895AD2" w:rsidP="00895AD2">
      <w:r>
        <w:t>867.4794</w:t>
      </w:r>
      <w:r>
        <w:tab/>
        <w:t>1.013e0</w:t>
      </w:r>
    </w:p>
    <w:p w:rsidR="00895AD2" w:rsidRDefault="00895AD2" w:rsidP="00895AD2">
      <w:r>
        <w:t>867.6738</w:t>
      </w:r>
      <w:r>
        <w:tab/>
        <w:t>3.038e0</w:t>
      </w:r>
    </w:p>
    <w:p w:rsidR="00895AD2" w:rsidRDefault="00895AD2" w:rsidP="00895AD2">
      <w:r>
        <w:t>867.7855</w:t>
      </w:r>
      <w:r>
        <w:tab/>
        <w:t>1.013e0</w:t>
      </w:r>
    </w:p>
    <w:p w:rsidR="00895AD2" w:rsidRDefault="00895AD2" w:rsidP="00895AD2">
      <w:r>
        <w:t>867.9312</w:t>
      </w:r>
      <w:r>
        <w:tab/>
        <w:t>1.013e0</w:t>
      </w:r>
    </w:p>
    <w:p w:rsidR="00895AD2" w:rsidRDefault="00895AD2" w:rsidP="00895AD2">
      <w:r>
        <w:t>868.1207</w:t>
      </w:r>
      <w:r>
        <w:tab/>
        <w:t>1.013e0</w:t>
      </w:r>
    </w:p>
    <w:p w:rsidR="00895AD2" w:rsidRDefault="00895AD2" w:rsidP="00895AD2">
      <w:r>
        <w:t>868.4243</w:t>
      </w:r>
      <w:r>
        <w:tab/>
        <w:t>3.038e0</w:t>
      </w:r>
    </w:p>
    <w:p w:rsidR="00895AD2" w:rsidRDefault="00895AD2" w:rsidP="00895AD2">
      <w:r>
        <w:t>868.7374</w:t>
      </w:r>
      <w:r>
        <w:tab/>
        <w:t>1.013e0</w:t>
      </w:r>
    </w:p>
    <w:p w:rsidR="00895AD2" w:rsidRDefault="00895AD2" w:rsidP="00895AD2">
      <w:r>
        <w:t>869.0397</w:t>
      </w:r>
      <w:r>
        <w:tab/>
        <w:t>1.013e0</w:t>
      </w:r>
    </w:p>
    <w:p w:rsidR="00895AD2" w:rsidRDefault="00895AD2" w:rsidP="00895AD2">
      <w:r>
        <w:t>869.2615</w:t>
      </w:r>
      <w:r>
        <w:tab/>
        <w:t>1.013e0</w:t>
      </w:r>
    </w:p>
    <w:p w:rsidR="00895AD2" w:rsidRDefault="00895AD2" w:rsidP="00895AD2">
      <w:r>
        <w:t>869.4149</w:t>
      </w:r>
      <w:r>
        <w:tab/>
        <w:t>1.013e0</w:t>
      </w:r>
    </w:p>
    <w:p w:rsidR="00895AD2" w:rsidRDefault="00895AD2" w:rsidP="00895AD2">
      <w:r>
        <w:t>869.7259</w:t>
      </w:r>
      <w:r>
        <w:tab/>
        <w:t>2.025e0</w:t>
      </w:r>
    </w:p>
    <w:p w:rsidR="00895AD2" w:rsidRDefault="00895AD2" w:rsidP="00895AD2">
      <w:r>
        <w:t>869.9390</w:t>
      </w:r>
      <w:r>
        <w:tab/>
        <w:t>1.013e0</w:t>
      </w:r>
    </w:p>
    <w:p w:rsidR="00895AD2" w:rsidRDefault="00895AD2" w:rsidP="00895AD2">
      <w:r>
        <w:t>870.4015</w:t>
      </w:r>
      <w:r>
        <w:tab/>
        <w:t>3.038e0</w:t>
      </w:r>
    </w:p>
    <w:p w:rsidR="00895AD2" w:rsidRDefault="00895AD2" w:rsidP="00895AD2">
      <w:r>
        <w:lastRenderedPageBreak/>
        <w:t>870.5441</w:t>
      </w:r>
      <w:r>
        <w:tab/>
        <w:t>1.013e0</w:t>
      </w:r>
    </w:p>
    <w:p w:rsidR="00895AD2" w:rsidRDefault="00895AD2" w:rsidP="00895AD2">
      <w:r>
        <w:t>870.6684</w:t>
      </w:r>
      <w:r>
        <w:tab/>
        <w:t>2.025e0</w:t>
      </w:r>
    </w:p>
    <w:p w:rsidR="00895AD2" w:rsidRDefault="00895AD2" w:rsidP="00895AD2">
      <w:r>
        <w:t>870.9467</w:t>
      </w:r>
      <w:r>
        <w:tab/>
        <w:t>2.025e0</w:t>
      </w:r>
    </w:p>
    <w:p w:rsidR="00895AD2" w:rsidRDefault="00895AD2" w:rsidP="00895AD2">
      <w:r>
        <w:t>871.2685</w:t>
      </w:r>
      <w:r>
        <w:tab/>
        <w:t>2.025e0</w:t>
      </w:r>
    </w:p>
    <w:p w:rsidR="00895AD2" w:rsidRDefault="00895AD2" w:rsidP="00895AD2">
      <w:r>
        <w:t>871.7437</w:t>
      </w:r>
      <w:r>
        <w:tab/>
        <w:t>1.013e0</w:t>
      </w:r>
    </w:p>
    <w:p w:rsidR="00895AD2" w:rsidRDefault="00895AD2" w:rsidP="00895AD2">
      <w:r>
        <w:t>872.5344</w:t>
      </w:r>
      <w:r>
        <w:tab/>
        <w:t>1.013e0</w:t>
      </w:r>
    </w:p>
    <w:p w:rsidR="00895AD2" w:rsidRDefault="00895AD2" w:rsidP="00895AD2">
      <w:r>
        <w:t>872.6370</w:t>
      </w:r>
      <w:r>
        <w:tab/>
        <w:t>1.013e0</w:t>
      </w:r>
    </w:p>
    <w:p w:rsidR="00895AD2" w:rsidRDefault="00895AD2" w:rsidP="00895AD2">
      <w:r>
        <w:t>872.7396</w:t>
      </w:r>
      <w:r>
        <w:tab/>
        <w:t>1.013e0</w:t>
      </w:r>
    </w:p>
    <w:p w:rsidR="00895AD2" w:rsidRDefault="00895AD2" w:rsidP="00895AD2">
      <w:r>
        <w:t>872.9154</w:t>
      </w:r>
      <w:r>
        <w:tab/>
        <w:t>1.013e0</w:t>
      </w:r>
    </w:p>
    <w:p w:rsidR="00895AD2" w:rsidRDefault="00895AD2" w:rsidP="00895AD2">
      <w:r>
        <w:t>873.0327</w:t>
      </w:r>
      <w:r>
        <w:tab/>
        <w:t>1.013e0</w:t>
      </w:r>
    </w:p>
    <w:p w:rsidR="00895AD2" w:rsidRDefault="00895AD2" w:rsidP="00895AD2">
      <w:r>
        <w:t>873.4797</w:t>
      </w:r>
      <w:r>
        <w:tab/>
        <w:t>2.025e0</w:t>
      </w:r>
    </w:p>
    <w:p w:rsidR="00895AD2" w:rsidRDefault="00895AD2" w:rsidP="00895AD2">
      <w:r>
        <w:t>873.7098</w:t>
      </w:r>
      <w:r>
        <w:tab/>
        <w:t>1.013e0</w:t>
      </w:r>
    </w:p>
    <w:p w:rsidR="00895AD2" w:rsidRDefault="00895AD2" w:rsidP="00895AD2">
      <w:r>
        <w:t>873.8108</w:t>
      </w:r>
      <w:r>
        <w:tab/>
        <w:t>1.013e0</w:t>
      </w:r>
    </w:p>
    <w:p w:rsidR="00895AD2" w:rsidRDefault="00895AD2" w:rsidP="00895AD2">
      <w:r>
        <w:t>873.9566</w:t>
      </w:r>
      <w:r>
        <w:tab/>
        <w:t>2.025e0</w:t>
      </w:r>
    </w:p>
    <w:p w:rsidR="00895AD2" w:rsidRDefault="00895AD2" w:rsidP="00895AD2">
      <w:r>
        <w:t>874.1005</w:t>
      </w:r>
      <w:r>
        <w:tab/>
        <w:t>1.013e0</w:t>
      </w:r>
    </w:p>
    <w:p w:rsidR="00895AD2" w:rsidRDefault="00895AD2" w:rsidP="00895AD2">
      <w:r>
        <w:t>874.5878</w:t>
      </w:r>
      <w:r>
        <w:tab/>
        <w:t>2.025e0</w:t>
      </w:r>
    </w:p>
    <w:p w:rsidR="00895AD2" w:rsidRDefault="00895AD2" w:rsidP="00895AD2">
      <w:r>
        <w:t>875.0945</w:t>
      </w:r>
      <w:r>
        <w:tab/>
        <w:t>2.025e0</w:t>
      </w:r>
    </w:p>
    <w:p w:rsidR="00895AD2" w:rsidRDefault="00895AD2" w:rsidP="00895AD2">
      <w:r>
        <w:t>875.4853</w:t>
      </w:r>
      <w:r>
        <w:tab/>
        <w:t>1.013e0</w:t>
      </w:r>
    </w:p>
    <w:p w:rsidR="00895AD2" w:rsidRDefault="00895AD2" w:rsidP="00895AD2">
      <w:r>
        <w:t>875.6602</w:t>
      </w:r>
      <w:r>
        <w:tab/>
        <w:t>1.013e0</w:t>
      </w:r>
    </w:p>
    <w:p w:rsidR="00895AD2" w:rsidRDefault="00895AD2" w:rsidP="00895AD2">
      <w:r>
        <w:lastRenderedPageBreak/>
        <w:t>875.7925</w:t>
      </w:r>
      <w:r>
        <w:tab/>
        <w:t>1.013e0</w:t>
      </w:r>
    </w:p>
    <w:p w:rsidR="00895AD2" w:rsidRDefault="00895AD2" w:rsidP="00895AD2">
      <w:r>
        <w:t>876.1749</w:t>
      </w:r>
      <w:r>
        <w:tab/>
        <w:t>1.013e0</w:t>
      </w:r>
    </w:p>
    <w:p w:rsidR="00895AD2" w:rsidRDefault="00895AD2" w:rsidP="00895AD2">
      <w:r>
        <w:t>876.6108</w:t>
      </w:r>
      <w:r>
        <w:tab/>
        <w:t>2.025e0</w:t>
      </w:r>
    </w:p>
    <w:p w:rsidR="00895AD2" w:rsidRDefault="00895AD2" w:rsidP="00895AD2">
      <w:r>
        <w:t>876.7897</w:t>
      </w:r>
      <w:r>
        <w:tab/>
        <w:t>3.038e0</w:t>
      </w:r>
    </w:p>
    <w:p w:rsidR="00895AD2" w:rsidRDefault="00895AD2" w:rsidP="00895AD2">
      <w:r>
        <w:t>877.2272</w:t>
      </w:r>
      <w:r>
        <w:tab/>
        <w:t>2.025e0</w:t>
      </w:r>
    </w:p>
    <w:p w:rsidR="00895AD2" w:rsidRDefault="00895AD2" w:rsidP="00895AD2">
      <w:r>
        <w:t>877.3866</w:t>
      </w:r>
      <w:r>
        <w:tab/>
        <w:t>2.025e0</w:t>
      </w:r>
    </w:p>
    <w:p w:rsidR="00895AD2" w:rsidRDefault="00895AD2" w:rsidP="00895AD2">
      <w:r>
        <w:t>877.5143</w:t>
      </w:r>
      <w:r>
        <w:tab/>
        <w:t>1.013e0</w:t>
      </w:r>
    </w:p>
    <w:p w:rsidR="00895AD2" w:rsidRDefault="00895AD2" w:rsidP="00895AD2">
      <w:r>
        <w:t>877.6506</w:t>
      </w:r>
      <w:r>
        <w:tab/>
        <w:t>1.013e0</w:t>
      </w:r>
    </w:p>
    <w:p w:rsidR="00895AD2" w:rsidRDefault="00895AD2" w:rsidP="00895AD2">
      <w:r>
        <w:t>877.7733</w:t>
      </w:r>
      <w:r>
        <w:tab/>
        <w:t>2.025e0</w:t>
      </w:r>
    </w:p>
    <w:p w:rsidR="00895AD2" w:rsidRDefault="00895AD2" w:rsidP="00895AD2">
      <w:r>
        <w:t>877.9886</w:t>
      </w:r>
      <w:r>
        <w:tab/>
        <w:t>1.013e0</w:t>
      </w:r>
    </w:p>
    <w:p w:rsidR="00895AD2" w:rsidRDefault="00895AD2" w:rsidP="00895AD2">
      <w:r>
        <w:t>878.0743</w:t>
      </w:r>
      <w:r>
        <w:tab/>
        <w:t>1.013e0</w:t>
      </w:r>
    </w:p>
    <w:p w:rsidR="00895AD2" w:rsidRDefault="00895AD2" w:rsidP="00895AD2">
      <w:r>
        <w:t>878.5811</w:t>
      </w:r>
      <w:r>
        <w:tab/>
        <w:t>1.013e0</w:t>
      </w:r>
    </w:p>
    <w:p w:rsidR="00895AD2" w:rsidRDefault="00895AD2" w:rsidP="00895AD2">
      <w:r>
        <w:t>878.6645</w:t>
      </w:r>
      <w:r>
        <w:tab/>
        <w:t>2.025e0</w:t>
      </w:r>
    </w:p>
    <w:p w:rsidR="00895AD2" w:rsidRDefault="00895AD2" w:rsidP="00895AD2">
      <w:r>
        <w:t>879.0522</w:t>
      </w:r>
      <w:r>
        <w:tab/>
        <w:t>2.025e0</w:t>
      </w:r>
    </w:p>
    <w:p w:rsidR="00895AD2" w:rsidRDefault="00895AD2" w:rsidP="00895AD2">
      <w:r>
        <w:t>879.2404</w:t>
      </w:r>
      <w:r>
        <w:tab/>
        <w:t>2.025e0</w:t>
      </w:r>
    </w:p>
    <w:p w:rsidR="00895AD2" w:rsidRDefault="00895AD2" w:rsidP="00895AD2">
      <w:r>
        <w:t>879.3574</w:t>
      </w:r>
      <w:r>
        <w:tab/>
        <w:t>1.013e0</w:t>
      </w:r>
    </w:p>
    <w:p w:rsidR="00895AD2" w:rsidRDefault="00895AD2" w:rsidP="00895AD2">
      <w:r>
        <w:t>879.5789</w:t>
      </w:r>
      <w:r>
        <w:tab/>
        <w:t>1.013e0</w:t>
      </w:r>
    </w:p>
    <w:p w:rsidR="00895AD2" w:rsidRDefault="00895AD2" w:rsidP="00895AD2">
      <w:r>
        <w:t>879.6822</w:t>
      </w:r>
      <w:r>
        <w:tab/>
        <w:t>1.013e0</w:t>
      </w:r>
    </w:p>
    <w:p w:rsidR="00895AD2" w:rsidRDefault="00895AD2" w:rsidP="00895AD2">
      <w:r>
        <w:t>879.7654</w:t>
      </w:r>
      <w:r>
        <w:tab/>
        <w:t>1.013e0</w:t>
      </w:r>
    </w:p>
    <w:p w:rsidR="00895AD2" w:rsidRDefault="00895AD2" w:rsidP="00895AD2">
      <w:r>
        <w:lastRenderedPageBreak/>
        <w:t>879.9775</w:t>
      </w:r>
      <w:r>
        <w:tab/>
        <w:t>1.013e0</w:t>
      </w:r>
    </w:p>
    <w:p w:rsidR="00895AD2" w:rsidRDefault="00895AD2" w:rsidP="00895AD2">
      <w:r>
        <w:t>880.2799</w:t>
      </w:r>
      <w:r>
        <w:tab/>
        <w:t>2.025e0</w:t>
      </w:r>
    </w:p>
    <w:p w:rsidR="00895AD2" w:rsidRDefault="00895AD2" w:rsidP="00895AD2">
      <w:r>
        <w:t>880.3912</w:t>
      </w:r>
      <w:r>
        <w:tab/>
        <w:t>2.025e0</w:t>
      </w:r>
    </w:p>
    <w:p w:rsidR="00895AD2" w:rsidRDefault="00895AD2" w:rsidP="00895AD2">
      <w:r>
        <w:t>880.6429</w:t>
      </w:r>
      <w:r>
        <w:tab/>
        <w:t>1.013e0</w:t>
      </w:r>
    </w:p>
    <w:p w:rsidR="00895AD2" w:rsidRDefault="00895AD2" w:rsidP="00895AD2">
      <w:r>
        <w:t>880.8571</w:t>
      </w:r>
      <w:r>
        <w:tab/>
        <w:t>2.025e0</w:t>
      </w:r>
    </w:p>
    <w:p w:rsidR="00895AD2" w:rsidRDefault="00895AD2" w:rsidP="00895AD2">
      <w:r>
        <w:t>881.1689</w:t>
      </w:r>
      <w:r>
        <w:tab/>
        <w:t>2.025e0</w:t>
      </w:r>
    </w:p>
    <w:p w:rsidR="00895AD2" w:rsidRDefault="00895AD2" w:rsidP="00895AD2">
      <w:r>
        <w:t>881.5740</w:t>
      </w:r>
      <w:r>
        <w:tab/>
        <w:t>1.013e0</w:t>
      </w:r>
    </w:p>
    <w:p w:rsidR="00895AD2" w:rsidRDefault="00895AD2" w:rsidP="00895AD2">
      <w:r>
        <w:t>881.7607</w:t>
      </w:r>
      <w:r>
        <w:tab/>
        <w:t>1.013e0</w:t>
      </w:r>
    </w:p>
    <w:p w:rsidR="00895AD2" w:rsidRDefault="00895AD2" w:rsidP="00895AD2">
      <w:r>
        <w:t>882.1333</w:t>
      </w:r>
      <w:r>
        <w:tab/>
        <w:t>1.013e0</w:t>
      </w:r>
    </w:p>
    <w:p w:rsidR="00895AD2" w:rsidRDefault="00895AD2" w:rsidP="00895AD2">
      <w:r>
        <w:t>882.4709</w:t>
      </w:r>
      <w:r>
        <w:tab/>
        <w:t>1.013e0</w:t>
      </w:r>
    </w:p>
    <w:p w:rsidR="00895AD2" w:rsidRDefault="00895AD2" w:rsidP="00895AD2">
      <w:r>
        <w:t>882.5806</w:t>
      </w:r>
      <w:r>
        <w:tab/>
        <w:t>1.013e0</w:t>
      </w:r>
    </w:p>
    <w:p w:rsidR="00895AD2" w:rsidRDefault="00895AD2" w:rsidP="00895AD2">
      <w:r>
        <w:t>882.7139</w:t>
      </w:r>
      <w:r>
        <w:tab/>
        <w:t>1.013e0</w:t>
      </w:r>
    </w:p>
    <w:p w:rsidR="00895AD2" w:rsidRDefault="00895AD2" w:rsidP="00895AD2">
      <w:r>
        <w:t>882.8852</w:t>
      </w:r>
      <w:r>
        <w:tab/>
        <w:t>2.025e0</w:t>
      </w:r>
    </w:p>
    <w:p w:rsidR="00895AD2" w:rsidRDefault="00895AD2" w:rsidP="00895AD2">
      <w:r>
        <w:t>883.0976</w:t>
      </w:r>
      <w:r>
        <w:tab/>
        <w:t>1.013e0</w:t>
      </w:r>
    </w:p>
    <w:p w:rsidR="00895AD2" w:rsidRDefault="00895AD2" w:rsidP="00895AD2">
      <w:r>
        <w:t>883.3808</w:t>
      </w:r>
      <w:r>
        <w:tab/>
        <w:t>1.013e0</w:t>
      </w:r>
    </w:p>
    <w:p w:rsidR="00895AD2" w:rsidRDefault="00895AD2" w:rsidP="00895AD2">
      <w:r>
        <w:t>883.4846</w:t>
      </w:r>
      <w:r>
        <w:tab/>
        <w:t>1.013e0</w:t>
      </w:r>
    </w:p>
    <w:p w:rsidR="00895AD2" w:rsidRDefault="00895AD2" w:rsidP="00895AD2">
      <w:r>
        <w:t>883.6625</w:t>
      </w:r>
      <w:r>
        <w:tab/>
        <w:t>1.013e0</w:t>
      </w:r>
    </w:p>
    <w:p w:rsidR="00895AD2" w:rsidRDefault="00895AD2" w:rsidP="00895AD2">
      <w:r>
        <w:t>884.1421</w:t>
      </w:r>
      <w:r>
        <w:tab/>
        <w:t>2.025e0</w:t>
      </w:r>
    </w:p>
    <w:p w:rsidR="00895AD2" w:rsidRDefault="00895AD2" w:rsidP="00895AD2">
      <w:r>
        <w:t>884.2979</w:t>
      </w:r>
      <w:r>
        <w:tab/>
        <w:t>1.013e0</w:t>
      </w:r>
    </w:p>
    <w:p w:rsidR="00895AD2" w:rsidRDefault="00895AD2" w:rsidP="00895AD2">
      <w:r>
        <w:lastRenderedPageBreak/>
        <w:t>884.5674</w:t>
      </w:r>
      <w:r>
        <w:tab/>
        <w:t>1.013e0</w:t>
      </w:r>
    </w:p>
    <w:p w:rsidR="00895AD2" w:rsidRDefault="00895AD2" w:rsidP="00895AD2">
      <w:r>
        <w:t>884.6417</w:t>
      </w:r>
      <w:r>
        <w:tab/>
        <w:t>2.025e0</w:t>
      </w:r>
    </w:p>
    <w:p w:rsidR="00895AD2" w:rsidRDefault="00895AD2" w:rsidP="00895AD2">
      <w:r>
        <w:t>885.2092</w:t>
      </w:r>
      <w:r>
        <w:tab/>
        <w:t>1.013e0</w:t>
      </w:r>
    </w:p>
    <w:p w:rsidR="00895AD2" w:rsidRDefault="00895AD2" w:rsidP="00895AD2">
      <w:r>
        <w:t>885.5476</w:t>
      </w:r>
      <w:r>
        <w:tab/>
        <w:t>2.025e0</w:t>
      </w:r>
    </w:p>
    <w:p w:rsidR="00895AD2" w:rsidRDefault="00895AD2" w:rsidP="00895AD2">
      <w:r>
        <w:t>885.8698</w:t>
      </w:r>
      <w:r>
        <w:tab/>
        <w:t>2.025e0</w:t>
      </w:r>
    </w:p>
    <w:p w:rsidR="00895AD2" w:rsidRDefault="00895AD2" w:rsidP="00895AD2">
      <w:r>
        <w:t>886.2245</w:t>
      </w:r>
      <w:r>
        <w:tab/>
        <w:t>1.013e0</w:t>
      </w:r>
    </w:p>
    <w:p w:rsidR="00895AD2" w:rsidRDefault="00895AD2" w:rsidP="00895AD2">
      <w:r>
        <w:t>886.4827</w:t>
      </w:r>
      <w:r>
        <w:tab/>
        <w:t>2.025e0</w:t>
      </w:r>
    </w:p>
    <w:p w:rsidR="00895AD2" w:rsidRDefault="00895AD2" w:rsidP="00895AD2">
      <w:r>
        <w:t>886.6316</w:t>
      </w:r>
      <w:r>
        <w:tab/>
        <w:t>1.013e0</w:t>
      </w:r>
    </w:p>
    <w:p w:rsidR="00895AD2" w:rsidRDefault="00895AD2" w:rsidP="00895AD2">
      <w:r>
        <w:t>887.3058</w:t>
      </w:r>
      <w:r>
        <w:tab/>
        <w:t>1.013e0</w:t>
      </w:r>
    </w:p>
    <w:p w:rsidR="00895AD2" w:rsidRDefault="00895AD2" w:rsidP="00895AD2">
      <w:r>
        <w:t>888.4734</w:t>
      </w:r>
      <w:r>
        <w:tab/>
        <w:t>1.013e0</w:t>
      </w:r>
    </w:p>
    <w:p w:rsidR="00895AD2" w:rsidRDefault="00895AD2" w:rsidP="00895AD2">
      <w:r>
        <w:t>889.0758</w:t>
      </w:r>
      <w:r>
        <w:tab/>
        <w:t>1.013e0</w:t>
      </w:r>
    </w:p>
    <w:p w:rsidR="00895AD2" w:rsidRDefault="00895AD2" w:rsidP="00895AD2">
      <w:r>
        <w:t>889.5889</w:t>
      </w:r>
      <w:r>
        <w:tab/>
        <w:t>1.013e0</w:t>
      </w:r>
    </w:p>
    <w:p w:rsidR="00895AD2" w:rsidRDefault="00895AD2" w:rsidP="00895AD2">
      <w:r>
        <w:t>889.6577</w:t>
      </w:r>
      <w:r>
        <w:tab/>
        <w:t>1.013e0</w:t>
      </w:r>
    </w:p>
    <w:p w:rsidR="00895AD2" w:rsidRDefault="00895AD2" w:rsidP="00895AD2">
      <w:r>
        <w:t>889.8351</w:t>
      </w:r>
      <w:r>
        <w:tab/>
        <w:t>3.038e0</w:t>
      </w:r>
    </w:p>
    <w:p w:rsidR="00895AD2" w:rsidRDefault="00895AD2" w:rsidP="00895AD2">
      <w:r>
        <w:t>890.0309</w:t>
      </w:r>
      <w:r>
        <w:tab/>
        <w:t>1.013e0</w:t>
      </w:r>
    </w:p>
    <w:p w:rsidR="00895AD2" w:rsidRDefault="00895AD2" w:rsidP="00895AD2">
      <w:r>
        <w:t>890.2847</w:t>
      </w:r>
      <w:r>
        <w:tab/>
        <w:t>1.013e0</w:t>
      </w:r>
    </w:p>
    <w:p w:rsidR="00895AD2" w:rsidRDefault="00895AD2" w:rsidP="00895AD2">
      <w:r>
        <w:t>890.4676</w:t>
      </w:r>
      <w:r>
        <w:tab/>
        <w:t>1.013e0</w:t>
      </w:r>
    </w:p>
    <w:p w:rsidR="00895AD2" w:rsidRDefault="00895AD2" w:rsidP="00895AD2">
      <w:r>
        <w:t>890.5536</w:t>
      </w:r>
      <w:r>
        <w:tab/>
        <w:t>1.013e0</w:t>
      </w:r>
    </w:p>
    <w:p w:rsidR="00895AD2" w:rsidRDefault="00895AD2" w:rsidP="00895AD2">
      <w:r>
        <w:t>890.6731</w:t>
      </w:r>
      <w:r>
        <w:tab/>
        <w:t>1.013e0</w:t>
      </w:r>
    </w:p>
    <w:p w:rsidR="00895AD2" w:rsidRDefault="00895AD2" w:rsidP="00895AD2">
      <w:r>
        <w:lastRenderedPageBreak/>
        <w:t>890.7557</w:t>
      </w:r>
      <w:r>
        <w:tab/>
        <w:t>1.013e0</w:t>
      </w:r>
    </w:p>
    <w:p w:rsidR="00895AD2" w:rsidRDefault="00895AD2" w:rsidP="00895AD2">
      <w:r>
        <w:t>890.9085</w:t>
      </w:r>
      <w:r>
        <w:tab/>
        <w:t>1.013e0</w:t>
      </w:r>
    </w:p>
    <w:p w:rsidR="00895AD2" w:rsidRDefault="00895AD2" w:rsidP="00895AD2">
      <w:r>
        <w:t>891.5163</w:t>
      </w:r>
      <w:r>
        <w:tab/>
        <w:t>1.013e0</w:t>
      </w:r>
    </w:p>
    <w:p w:rsidR="00895AD2" w:rsidRDefault="00895AD2" w:rsidP="00895AD2">
      <w:r>
        <w:t>892.1684</w:t>
      </w:r>
      <w:r>
        <w:tab/>
        <w:t>1.013e0</w:t>
      </w:r>
    </w:p>
    <w:p w:rsidR="00895AD2" w:rsidRDefault="00895AD2" w:rsidP="00895AD2">
      <w:r>
        <w:t>892.3031</w:t>
      </w:r>
      <w:r>
        <w:tab/>
        <w:t>1.013e0</w:t>
      </w:r>
    </w:p>
    <w:p w:rsidR="00895AD2" w:rsidRDefault="00895AD2" w:rsidP="00895AD2">
      <w:r>
        <w:t>892.4229</w:t>
      </w:r>
      <w:r>
        <w:tab/>
        <w:t>1.013e0</w:t>
      </w:r>
    </w:p>
    <w:p w:rsidR="00895AD2" w:rsidRDefault="00895AD2" w:rsidP="00895AD2">
      <w:r>
        <w:t>892.5474</w:t>
      </w:r>
      <w:r>
        <w:tab/>
        <w:t>1.013e0</w:t>
      </w:r>
    </w:p>
    <w:p w:rsidR="00895AD2" w:rsidRDefault="00895AD2" w:rsidP="00895AD2">
      <w:r>
        <w:t>893.0367</w:t>
      </w:r>
      <w:r>
        <w:tab/>
        <w:t>1.013e0</w:t>
      </w:r>
    </w:p>
    <w:p w:rsidR="00895AD2" w:rsidRDefault="00895AD2" w:rsidP="00895AD2">
      <w:r>
        <w:t>893.2764</w:t>
      </w:r>
      <w:r>
        <w:tab/>
        <w:t>1.013e0</w:t>
      </w:r>
    </w:p>
    <w:p w:rsidR="00895AD2" w:rsidRDefault="00895AD2" w:rsidP="00895AD2">
      <w:r>
        <w:t>893.5761</w:t>
      </w:r>
      <w:r>
        <w:tab/>
        <w:t>1.013e0</w:t>
      </w:r>
    </w:p>
    <w:p w:rsidR="00895AD2" w:rsidRDefault="00895AD2" w:rsidP="00895AD2">
      <w:r>
        <w:t>893.6960</w:t>
      </w:r>
      <w:r>
        <w:tab/>
        <w:t>1.013e0</w:t>
      </w:r>
    </w:p>
    <w:p w:rsidR="00895AD2" w:rsidRDefault="00895AD2" w:rsidP="00895AD2">
      <w:r>
        <w:t>893.8459</w:t>
      </w:r>
      <w:r>
        <w:tab/>
        <w:t>1.013e0</w:t>
      </w:r>
    </w:p>
    <w:p w:rsidR="00895AD2" w:rsidRDefault="00895AD2" w:rsidP="00895AD2">
      <w:r>
        <w:t>894.0259</w:t>
      </w:r>
      <w:r>
        <w:tab/>
        <w:t>1.013e0</w:t>
      </w:r>
    </w:p>
    <w:p w:rsidR="00895AD2" w:rsidRDefault="00895AD2" w:rsidP="00895AD2">
      <w:r>
        <w:t>894.1608</w:t>
      </w:r>
      <w:r>
        <w:tab/>
        <w:t>1.013e0</w:t>
      </w:r>
    </w:p>
    <w:p w:rsidR="00895AD2" w:rsidRDefault="00895AD2" w:rsidP="00895AD2">
      <w:r>
        <w:t>894.6708</w:t>
      </w:r>
      <w:r>
        <w:tab/>
        <w:t>1.013e0</w:t>
      </w:r>
    </w:p>
    <w:p w:rsidR="00895AD2" w:rsidRDefault="00895AD2" w:rsidP="00895AD2">
      <w:r>
        <w:t>894.7909</w:t>
      </w:r>
      <w:r>
        <w:tab/>
        <w:t>1.013e0</w:t>
      </w:r>
    </w:p>
    <w:p w:rsidR="00895AD2" w:rsidRDefault="00895AD2" w:rsidP="00895AD2">
      <w:r>
        <w:t>895.2412</w:t>
      </w:r>
      <w:r>
        <w:tab/>
        <w:t>1.013e0</w:t>
      </w:r>
    </w:p>
    <w:p w:rsidR="00895AD2" w:rsidRDefault="00895AD2" w:rsidP="00895AD2">
      <w:r>
        <w:t>895.3763</w:t>
      </w:r>
      <w:r>
        <w:tab/>
        <w:t>1.013e0</w:t>
      </w:r>
    </w:p>
    <w:p w:rsidR="00895AD2" w:rsidRDefault="00895AD2" w:rsidP="00895AD2">
      <w:r>
        <w:t>895.6771</w:t>
      </w:r>
      <w:r>
        <w:tab/>
        <w:t>2.025e0</w:t>
      </w:r>
    </w:p>
    <w:p w:rsidR="00895AD2" w:rsidRDefault="00895AD2" w:rsidP="00895AD2">
      <w:r>
        <w:lastRenderedPageBreak/>
        <w:t>895.8870</w:t>
      </w:r>
      <w:r>
        <w:tab/>
        <w:t>1.013e0</w:t>
      </w:r>
    </w:p>
    <w:p w:rsidR="00895AD2" w:rsidRDefault="00895AD2" w:rsidP="00895AD2">
      <w:r>
        <w:t>896.0223</w:t>
      </w:r>
      <w:r>
        <w:tab/>
        <w:t>1.013e0</w:t>
      </w:r>
    </w:p>
    <w:p w:rsidR="00895AD2" w:rsidRDefault="00895AD2" w:rsidP="00895AD2">
      <w:r>
        <w:t>896.2627</w:t>
      </w:r>
      <w:r>
        <w:tab/>
        <w:t>1.013e0</w:t>
      </w:r>
    </w:p>
    <w:p w:rsidR="00895AD2" w:rsidRDefault="00895AD2" w:rsidP="00895AD2">
      <w:r>
        <w:t>896.6536</w:t>
      </w:r>
      <w:r>
        <w:tab/>
        <w:t>1.013e0</w:t>
      </w:r>
    </w:p>
    <w:p w:rsidR="00895AD2" w:rsidRDefault="00895AD2" w:rsidP="00895AD2">
      <w:r>
        <w:t>896.7589</w:t>
      </w:r>
      <w:r>
        <w:tab/>
        <w:t>1.013e0</w:t>
      </w:r>
    </w:p>
    <w:p w:rsidR="00895AD2" w:rsidRDefault="00895AD2" w:rsidP="00895AD2">
      <w:r>
        <w:t>897.0296</w:t>
      </w:r>
      <w:r>
        <w:tab/>
        <w:t>1.013e0</w:t>
      </w:r>
    </w:p>
    <w:p w:rsidR="00895AD2" w:rsidRDefault="00895AD2" w:rsidP="00895AD2">
      <w:r>
        <w:t>897.1471</w:t>
      </w:r>
      <w:r>
        <w:tab/>
        <w:t>1.013e0</w:t>
      </w:r>
    </w:p>
    <w:p w:rsidR="00895AD2" w:rsidRDefault="00895AD2" w:rsidP="00895AD2">
      <w:r>
        <w:t>897.2252</w:t>
      </w:r>
      <w:r>
        <w:tab/>
        <w:t>1.013e0</w:t>
      </w:r>
    </w:p>
    <w:p w:rsidR="00895AD2" w:rsidRDefault="00895AD2" w:rsidP="00895AD2">
      <w:r>
        <w:t>897.3606</w:t>
      </w:r>
      <w:r>
        <w:tab/>
        <w:t>2.025e0</w:t>
      </w:r>
    </w:p>
    <w:p w:rsidR="00895AD2" w:rsidRDefault="00895AD2" w:rsidP="00895AD2">
      <w:r>
        <w:t>897.5726</w:t>
      </w:r>
      <w:r>
        <w:tab/>
        <w:t>3.038e0</w:t>
      </w:r>
    </w:p>
    <w:p w:rsidR="00895AD2" w:rsidRDefault="00895AD2" w:rsidP="00895AD2">
      <w:r>
        <w:t>897.6992</w:t>
      </w:r>
      <w:r>
        <w:tab/>
        <w:t>2.025e0</w:t>
      </w:r>
    </w:p>
    <w:p w:rsidR="00895AD2" w:rsidRDefault="00895AD2" w:rsidP="00895AD2">
      <w:r>
        <w:t>897.8056</w:t>
      </w:r>
      <w:r>
        <w:tab/>
        <w:t>1.013e0</w:t>
      </w:r>
    </w:p>
    <w:p w:rsidR="00895AD2" w:rsidRDefault="00895AD2" w:rsidP="00895AD2">
      <w:r>
        <w:t>897.9352</w:t>
      </w:r>
      <w:r>
        <w:tab/>
        <w:t>2.025e0</w:t>
      </w:r>
    </w:p>
    <w:p w:rsidR="00895AD2" w:rsidRDefault="00895AD2" w:rsidP="00895AD2">
      <w:r>
        <w:t>898.4446</w:t>
      </w:r>
      <w:r>
        <w:tab/>
        <w:t>1.013e0</w:t>
      </w:r>
    </w:p>
    <w:p w:rsidR="00895AD2" w:rsidRDefault="00895AD2" w:rsidP="00895AD2">
      <w:r>
        <w:t>898.5817</w:t>
      </w:r>
      <w:r>
        <w:tab/>
        <w:t>1.013e0</w:t>
      </w:r>
    </w:p>
    <w:p w:rsidR="00895AD2" w:rsidRDefault="00895AD2" w:rsidP="00895AD2">
      <w:r>
        <w:t>898.7008</w:t>
      </w:r>
      <w:r>
        <w:tab/>
        <w:t>1.013e0</w:t>
      </w:r>
    </w:p>
    <w:p w:rsidR="00895AD2" w:rsidRDefault="00895AD2" w:rsidP="00895AD2">
      <w:r>
        <w:t>899.5300</w:t>
      </w:r>
      <w:r>
        <w:tab/>
        <w:t>2.025e0</w:t>
      </w:r>
    </w:p>
    <w:p w:rsidR="00895AD2" w:rsidRDefault="00895AD2" w:rsidP="00895AD2">
      <w:r>
        <w:t>899.7119</w:t>
      </w:r>
      <w:r>
        <w:tab/>
        <w:t>3.038e0</w:t>
      </w:r>
    </w:p>
    <w:p w:rsidR="00895AD2" w:rsidRDefault="00895AD2" w:rsidP="00895AD2">
      <w:r>
        <w:t>899.8166</w:t>
      </w:r>
      <w:r>
        <w:tab/>
        <w:t>2.025e0</w:t>
      </w:r>
    </w:p>
    <w:p w:rsidR="00895AD2" w:rsidRDefault="00895AD2" w:rsidP="00895AD2">
      <w:r>
        <w:lastRenderedPageBreak/>
        <w:t>900.3247</w:t>
      </w:r>
      <w:r>
        <w:tab/>
        <w:t>1.013e0</w:t>
      </w:r>
    </w:p>
    <w:p w:rsidR="00895AD2" w:rsidRDefault="00895AD2" w:rsidP="00895AD2">
      <w:r>
        <w:t>900.4943</w:t>
      </w:r>
      <w:r>
        <w:tab/>
        <w:t>3.038e0</w:t>
      </w:r>
    </w:p>
    <w:p w:rsidR="00895AD2" w:rsidRDefault="00895AD2" w:rsidP="00895AD2">
      <w:r>
        <w:t>900.6619</w:t>
      </w:r>
      <w:r>
        <w:tab/>
        <w:t>1.013e0</w:t>
      </w:r>
    </w:p>
    <w:p w:rsidR="00895AD2" w:rsidRDefault="00895AD2" w:rsidP="00895AD2">
      <w:r>
        <w:t>900.7473</w:t>
      </w:r>
      <w:r>
        <w:tab/>
        <w:t>1.013e0</w:t>
      </w:r>
    </w:p>
    <w:p w:rsidR="00895AD2" w:rsidRDefault="00895AD2" w:rsidP="00895AD2">
      <w:r>
        <w:t>901.0367</w:t>
      </w:r>
      <w:r>
        <w:tab/>
        <w:t>2.025e0</w:t>
      </w:r>
    </w:p>
    <w:p w:rsidR="00895AD2" w:rsidRDefault="00895AD2" w:rsidP="00895AD2">
      <w:r>
        <w:t>901.3718</w:t>
      </w:r>
      <w:r>
        <w:tab/>
        <w:t>1.013e0</w:t>
      </w:r>
    </w:p>
    <w:p w:rsidR="00895AD2" w:rsidRDefault="00895AD2" w:rsidP="00895AD2">
      <w:r>
        <w:t>901.4833</w:t>
      </w:r>
      <w:r>
        <w:tab/>
        <w:t>2.025e0</w:t>
      </w:r>
    </w:p>
    <w:p w:rsidR="00895AD2" w:rsidRDefault="00895AD2" w:rsidP="00895AD2">
      <w:r>
        <w:t>901.6273</w:t>
      </w:r>
      <w:r>
        <w:tab/>
        <w:t>1.013e0</w:t>
      </w:r>
    </w:p>
    <w:p w:rsidR="00895AD2" w:rsidRDefault="00895AD2" w:rsidP="00895AD2">
      <w:r>
        <w:t>902.1794</w:t>
      </w:r>
      <w:r>
        <w:tab/>
        <w:t>2.025e0</w:t>
      </w:r>
    </w:p>
    <w:p w:rsidR="00895AD2" w:rsidRDefault="00895AD2" w:rsidP="00895AD2">
      <w:r>
        <w:t>902.3367</w:t>
      </w:r>
      <w:r>
        <w:tab/>
        <w:t>3.038e0</w:t>
      </w:r>
    </w:p>
    <w:p w:rsidR="00895AD2" w:rsidRDefault="00895AD2" w:rsidP="00895AD2">
      <w:r>
        <w:t>902.6143</w:t>
      </w:r>
      <w:r>
        <w:tab/>
        <w:t>3.038e0</w:t>
      </w:r>
    </w:p>
    <w:p w:rsidR="00895AD2" w:rsidRDefault="00895AD2" w:rsidP="00895AD2">
      <w:r>
        <w:t>902.7935</w:t>
      </w:r>
      <w:r>
        <w:tab/>
        <w:t>1.013e0</w:t>
      </w:r>
    </w:p>
    <w:p w:rsidR="00895AD2" w:rsidRDefault="00895AD2" w:rsidP="00895AD2">
      <w:r>
        <w:t>902.9528</w:t>
      </w:r>
      <w:r>
        <w:tab/>
        <w:t>2.025e0</w:t>
      </w:r>
    </w:p>
    <w:p w:rsidR="00895AD2" w:rsidRDefault="00895AD2" w:rsidP="00895AD2">
      <w:r>
        <w:t>903.0342</w:t>
      </w:r>
      <w:r>
        <w:tab/>
        <w:t>2.025e0</w:t>
      </w:r>
    </w:p>
    <w:p w:rsidR="00895AD2" w:rsidRDefault="00895AD2" w:rsidP="00895AD2">
      <w:r>
        <w:t>903.2485</w:t>
      </w:r>
      <w:r>
        <w:tab/>
        <w:t>2.025e0</w:t>
      </w:r>
    </w:p>
    <w:p w:rsidR="00895AD2" w:rsidRDefault="00895AD2" w:rsidP="00895AD2">
      <w:r>
        <w:t>903.3839</w:t>
      </w:r>
      <w:r>
        <w:tab/>
        <w:t>1.013e0</w:t>
      </w:r>
    </w:p>
    <w:p w:rsidR="00895AD2" w:rsidRDefault="00895AD2" w:rsidP="00895AD2">
      <w:r>
        <w:t>903.5514</w:t>
      </w:r>
      <w:r>
        <w:tab/>
        <w:t>1.013e0</w:t>
      </w:r>
    </w:p>
    <w:p w:rsidR="00895AD2" w:rsidRDefault="00895AD2" w:rsidP="00895AD2">
      <w:r>
        <w:t>903.6566</w:t>
      </w:r>
      <w:r>
        <w:tab/>
        <w:t>1.013e0</w:t>
      </w:r>
    </w:p>
    <w:p w:rsidR="00895AD2" w:rsidRDefault="00895AD2" w:rsidP="00895AD2">
      <w:r>
        <w:t>903.8563</w:t>
      </w:r>
      <w:r>
        <w:tab/>
        <w:t>1.013e0</w:t>
      </w:r>
    </w:p>
    <w:p w:rsidR="00895AD2" w:rsidRDefault="00895AD2" w:rsidP="00895AD2">
      <w:r>
        <w:lastRenderedPageBreak/>
        <w:t>903.9257</w:t>
      </w:r>
      <w:r>
        <w:tab/>
        <w:t>1.013e0</w:t>
      </w:r>
    </w:p>
    <w:p w:rsidR="00895AD2" w:rsidRDefault="00895AD2" w:rsidP="00895AD2">
      <w:r>
        <w:t>904.2476</w:t>
      </w:r>
      <w:r>
        <w:tab/>
        <w:t>1.013e0</w:t>
      </w:r>
    </w:p>
    <w:p w:rsidR="00895AD2" w:rsidRDefault="00895AD2" w:rsidP="00895AD2">
      <w:r>
        <w:t>904.7757</w:t>
      </w:r>
      <w:r>
        <w:tab/>
        <w:t>2.186e0</w:t>
      </w:r>
    </w:p>
    <w:p w:rsidR="00895AD2" w:rsidRDefault="00895AD2" w:rsidP="00895AD2">
      <w:r>
        <w:t>905.0398</w:t>
      </w:r>
      <w:r>
        <w:tab/>
        <w:t>1.013e0</w:t>
      </w:r>
    </w:p>
    <w:p w:rsidR="00895AD2" w:rsidRDefault="00895AD2" w:rsidP="00895AD2">
      <w:r>
        <w:t>905.4155</w:t>
      </w:r>
      <w:r>
        <w:tab/>
        <w:t>1.013e0</w:t>
      </w:r>
    </w:p>
    <w:p w:rsidR="00895AD2" w:rsidRDefault="00895AD2" w:rsidP="00895AD2">
      <w:r>
        <w:t>905.5065</w:t>
      </w:r>
      <w:r>
        <w:tab/>
        <w:t>1.013e0</w:t>
      </w:r>
    </w:p>
    <w:p w:rsidR="00895AD2" w:rsidRDefault="00895AD2" w:rsidP="00895AD2">
      <w:r>
        <w:t>905.6976</w:t>
      </w:r>
      <w:r>
        <w:tab/>
        <w:t>3.038e0</w:t>
      </w:r>
    </w:p>
    <w:p w:rsidR="00895AD2" w:rsidRDefault="00895AD2" w:rsidP="00895AD2">
      <w:r>
        <w:t>905.8182</w:t>
      </w:r>
      <w:r>
        <w:tab/>
        <w:t>1.013e0</w:t>
      </w:r>
    </w:p>
    <w:p w:rsidR="00895AD2" w:rsidRDefault="00895AD2" w:rsidP="00895AD2">
      <w:r>
        <w:t>906.3721</w:t>
      </w:r>
      <w:r>
        <w:tab/>
        <w:t>1.013e0</w:t>
      </w:r>
    </w:p>
    <w:p w:rsidR="00895AD2" w:rsidRDefault="00895AD2" w:rsidP="00895AD2">
      <w:r>
        <w:t>906.5965</w:t>
      </w:r>
      <w:r>
        <w:tab/>
        <w:t>1.013e0</w:t>
      </w:r>
    </w:p>
    <w:p w:rsidR="00895AD2" w:rsidRDefault="00895AD2" w:rsidP="00895AD2">
      <w:r>
        <w:t>906.7564</w:t>
      </w:r>
      <w:r>
        <w:tab/>
        <w:t>3.038e0</w:t>
      </w:r>
    </w:p>
    <w:p w:rsidR="00895AD2" w:rsidRDefault="00895AD2" w:rsidP="00895AD2">
      <w:r>
        <w:t>906.8473</w:t>
      </w:r>
      <w:r>
        <w:tab/>
        <w:t>3.038e0</w:t>
      </w:r>
    </w:p>
    <w:p w:rsidR="00895AD2" w:rsidRDefault="00895AD2" w:rsidP="00895AD2">
      <w:r>
        <w:t>907.2384</w:t>
      </w:r>
      <w:r>
        <w:tab/>
        <w:t>1.013e0</w:t>
      </w:r>
    </w:p>
    <w:p w:rsidR="00895AD2" w:rsidRDefault="00895AD2" w:rsidP="00895AD2">
      <w:r>
        <w:t>907.3226</w:t>
      </w:r>
      <w:r>
        <w:tab/>
        <w:t>1.013e0</w:t>
      </w:r>
    </w:p>
    <w:p w:rsidR="00895AD2" w:rsidRDefault="00895AD2" w:rsidP="00895AD2">
      <w:r>
        <w:t>907.6851</w:t>
      </w:r>
      <w:r>
        <w:tab/>
        <w:t>2.025e0</w:t>
      </w:r>
    </w:p>
    <w:p w:rsidR="00895AD2" w:rsidRDefault="00895AD2" w:rsidP="00895AD2">
      <w:r>
        <w:t>907.8317</w:t>
      </w:r>
      <w:r>
        <w:tab/>
        <w:t>1.013e0</w:t>
      </w:r>
    </w:p>
    <w:p w:rsidR="00895AD2" w:rsidRDefault="00895AD2" w:rsidP="00895AD2">
      <w:r>
        <w:t>908.0599</w:t>
      </w:r>
      <w:r>
        <w:tab/>
        <w:t>1.013e0</w:t>
      </w:r>
    </w:p>
    <w:p w:rsidR="00895AD2" w:rsidRDefault="00895AD2" w:rsidP="00895AD2">
      <w:r>
        <w:t>908.4874</w:t>
      </w:r>
      <w:r>
        <w:tab/>
        <w:t>1.013e0</w:t>
      </w:r>
    </w:p>
    <w:p w:rsidR="00895AD2" w:rsidRDefault="00895AD2" w:rsidP="00895AD2">
      <w:r>
        <w:t>908.6689</w:t>
      </w:r>
      <w:r>
        <w:tab/>
        <w:t>1.013e0</w:t>
      </w:r>
    </w:p>
    <w:p w:rsidR="00895AD2" w:rsidRDefault="00895AD2" w:rsidP="00895AD2">
      <w:r>
        <w:lastRenderedPageBreak/>
        <w:t>908.8784</w:t>
      </w:r>
      <w:r>
        <w:tab/>
        <w:t>1.013e0</w:t>
      </w:r>
    </w:p>
    <w:p w:rsidR="00895AD2" w:rsidRDefault="00895AD2" w:rsidP="00895AD2">
      <w:r>
        <w:t>908.9431</w:t>
      </w:r>
      <w:r>
        <w:tab/>
        <w:t>1.013e0</w:t>
      </w:r>
    </w:p>
    <w:p w:rsidR="00895AD2" w:rsidRDefault="00895AD2" w:rsidP="00895AD2">
      <w:r>
        <w:t>909.1411</w:t>
      </w:r>
      <w:r>
        <w:tab/>
        <w:t>1.013e0</w:t>
      </w:r>
    </w:p>
    <w:p w:rsidR="00895AD2" w:rsidRDefault="00895AD2" w:rsidP="00895AD2">
      <w:r>
        <w:t>909.3849</w:t>
      </w:r>
      <w:r>
        <w:tab/>
        <w:t>1.013e0</w:t>
      </w:r>
    </w:p>
    <w:p w:rsidR="00895AD2" w:rsidRDefault="00895AD2" w:rsidP="00895AD2">
      <w:r>
        <w:t>909.6694</w:t>
      </w:r>
      <w:r>
        <w:tab/>
        <w:t>3.038e0</w:t>
      </w:r>
    </w:p>
    <w:p w:rsidR="00895AD2" w:rsidRDefault="00895AD2" w:rsidP="00895AD2">
      <w:r>
        <w:t>909.7563</w:t>
      </w:r>
      <w:r>
        <w:tab/>
        <w:t>1.013e0</w:t>
      </w:r>
    </w:p>
    <w:p w:rsidR="00895AD2" w:rsidRDefault="00895AD2" w:rsidP="00895AD2">
      <w:r>
        <w:t>909.8731</w:t>
      </w:r>
      <w:r>
        <w:tab/>
        <w:t>1.013e0</w:t>
      </w:r>
    </w:p>
    <w:p w:rsidR="00895AD2" w:rsidRDefault="00895AD2" w:rsidP="00895AD2">
      <w:r>
        <w:t>910.0557</w:t>
      </w:r>
      <w:r>
        <w:tab/>
        <w:t>1.013e0</w:t>
      </w:r>
    </w:p>
    <w:p w:rsidR="00895AD2" w:rsidRDefault="00895AD2" w:rsidP="00895AD2">
      <w:r>
        <w:t>910.2083</w:t>
      </w:r>
      <w:r>
        <w:tab/>
        <w:t>1.013e0</w:t>
      </w:r>
    </w:p>
    <w:p w:rsidR="00895AD2" w:rsidRDefault="00895AD2" w:rsidP="00895AD2">
      <w:r>
        <w:t>910.2816</w:t>
      </w:r>
      <w:r>
        <w:tab/>
        <w:t>1.013e0</w:t>
      </w:r>
    </w:p>
    <w:p w:rsidR="00895AD2" w:rsidRDefault="00895AD2" w:rsidP="00895AD2">
      <w:r>
        <w:t>910.5134</w:t>
      </w:r>
      <w:r>
        <w:tab/>
        <w:t>2.025e0</w:t>
      </w:r>
    </w:p>
    <w:p w:rsidR="00895AD2" w:rsidRDefault="00895AD2" w:rsidP="00895AD2">
      <w:r>
        <w:t>910.7582</w:t>
      </w:r>
      <w:r>
        <w:tab/>
        <w:t>4.051e0</w:t>
      </w:r>
    </w:p>
    <w:p w:rsidR="00895AD2" w:rsidRDefault="00895AD2" w:rsidP="00895AD2">
      <w:r>
        <w:t>910.8949</w:t>
      </w:r>
      <w:r>
        <w:tab/>
        <w:t>1.013e0</w:t>
      </w:r>
    </w:p>
    <w:p w:rsidR="00895AD2" w:rsidRDefault="00895AD2" w:rsidP="00895AD2">
      <w:r>
        <w:t>911.0765</w:t>
      </w:r>
      <w:r>
        <w:tab/>
        <w:t>1.013e0</w:t>
      </w:r>
    </w:p>
    <w:p w:rsidR="00895AD2" w:rsidRDefault="00895AD2" w:rsidP="00895AD2">
      <w:r>
        <w:t>911.5821</w:t>
      </w:r>
      <w:r>
        <w:tab/>
        <w:t>1.013e0</w:t>
      </w:r>
    </w:p>
    <w:p w:rsidR="00895AD2" w:rsidRDefault="00895AD2" w:rsidP="00895AD2">
      <w:r>
        <w:t>911.6890</w:t>
      </w:r>
      <w:r>
        <w:tab/>
        <w:t>1.013e0</w:t>
      </w:r>
    </w:p>
    <w:p w:rsidR="00895AD2" w:rsidRDefault="00895AD2" w:rsidP="00895AD2">
      <w:r>
        <w:t>911.8113</w:t>
      </w:r>
      <w:r>
        <w:tab/>
        <w:t>1.013e0</w:t>
      </w:r>
    </w:p>
    <w:p w:rsidR="00895AD2" w:rsidRDefault="00895AD2" w:rsidP="00895AD2">
      <w:r>
        <w:t>912.1923</w:t>
      </w:r>
      <w:r>
        <w:tab/>
        <w:t>1.013e0</w:t>
      </w:r>
    </w:p>
    <w:p w:rsidR="00895AD2" w:rsidRDefault="00895AD2" w:rsidP="00895AD2">
      <w:r>
        <w:t>912.2573</w:t>
      </w:r>
      <w:r>
        <w:tab/>
        <w:t>1.013e0</w:t>
      </w:r>
    </w:p>
    <w:p w:rsidR="00895AD2" w:rsidRDefault="00895AD2" w:rsidP="00895AD2">
      <w:r>
        <w:lastRenderedPageBreak/>
        <w:t>912.5007</w:t>
      </w:r>
      <w:r>
        <w:tab/>
        <w:t>3.038e0</w:t>
      </w:r>
    </w:p>
    <w:p w:rsidR="00895AD2" w:rsidRDefault="00895AD2" w:rsidP="00895AD2">
      <w:r>
        <w:t>912.6214</w:t>
      </w:r>
      <w:r>
        <w:tab/>
        <w:t>1.013e0</w:t>
      </w:r>
    </w:p>
    <w:p w:rsidR="00895AD2" w:rsidRDefault="00895AD2" w:rsidP="00895AD2">
      <w:r>
        <w:t>913.0038</w:t>
      </w:r>
      <w:r>
        <w:tab/>
        <w:t>1.013e0</w:t>
      </w:r>
    </w:p>
    <w:p w:rsidR="00895AD2" w:rsidRDefault="00895AD2" w:rsidP="00895AD2">
      <w:r>
        <w:t>913.1632</w:t>
      </w:r>
      <w:r>
        <w:tab/>
        <w:t>2.025e0</w:t>
      </w:r>
    </w:p>
    <w:p w:rsidR="00895AD2" w:rsidRDefault="00895AD2" w:rsidP="00895AD2">
      <w:r>
        <w:t>913.3251</w:t>
      </w:r>
      <w:r>
        <w:tab/>
        <w:t>1.013e0</w:t>
      </w:r>
    </w:p>
    <w:p w:rsidR="00895AD2" w:rsidRDefault="00895AD2" w:rsidP="00895AD2">
      <w:r>
        <w:t>913.6734</w:t>
      </w:r>
      <w:r>
        <w:tab/>
        <w:t>4.051e0</w:t>
      </w:r>
    </w:p>
    <w:p w:rsidR="00895AD2" w:rsidRDefault="00895AD2" w:rsidP="00895AD2">
      <w:r>
        <w:t>914.0143</w:t>
      </w:r>
      <w:r>
        <w:tab/>
        <w:t>1.013e0</w:t>
      </w:r>
    </w:p>
    <w:p w:rsidR="00895AD2" w:rsidRDefault="00895AD2" w:rsidP="00895AD2">
      <w:r>
        <w:t>914.2531</w:t>
      </w:r>
      <w:r>
        <w:tab/>
        <w:t>1.013e0</w:t>
      </w:r>
    </w:p>
    <w:p w:rsidR="00895AD2" w:rsidRDefault="00895AD2" w:rsidP="00895AD2">
      <w:r>
        <w:t>914.4223</w:t>
      </w:r>
      <w:r>
        <w:tab/>
        <w:t>1.013e0</w:t>
      </w:r>
    </w:p>
    <w:p w:rsidR="00895AD2" w:rsidRDefault="00895AD2" w:rsidP="00895AD2">
      <w:r>
        <w:t>914.7188</w:t>
      </w:r>
      <w:r>
        <w:tab/>
        <w:t>2.025e0</w:t>
      </w:r>
    </w:p>
    <w:p w:rsidR="00895AD2" w:rsidRDefault="00895AD2" w:rsidP="00895AD2">
      <w:r>
        <w:t>914.9947</w:t>
      </w:r>
      <w:r>
        <w:tab/>
        <w:t>1.013e0</w:t>
      </w:r>
    </w:p>
    <w:p w:rsidR="00895AD2" w:rsidRDefault="00895AD2" w:rsidP="00895AD2">
      <w:r>
        <w:t>915.1902</w:t>
      </w:r>
      <w:r>
        <w:tab/>
        <w:t>2.025e0</w:t>
      </w:r>
    </w:p>
    <w:p w:rsidR="00895AD2" w:rsidRDefault="00895AD2" w:rsidP="00895AD2">
      <w:r>
        <w:t>915.4393</w:t>
      </w:r>
      <w:r>
        <w:tab/>
        <w:t>1.013e0</w:t>
      </w:r>
    </w:p>
    <w:p w:rsidR="00895AD2" w:rsidRDefault="00895AD2" w:rsidP="00895AD2">
      <w:r>
        <w:t>915.5196</w:t>
      </w:r>
      <w:r>
        <w:tab/>
        <w:t>2.025e0</w:t>
      </w:r>
    </w:p>
    <w:p w:rsidR="00895AD2" w:rsidRDefault="00895AD2" w:rsidP="00895AD2">
      <w:r>
        <w:t>915.8405</w:t>
      </w:r>
      <w:r>
        <w:tab/>
        <w:t>1.013e0</w:t>
      </w:r>
    </w:p>
    <w:p w:rsidR="00895AD2" w:rsidRDefault="00895AD2" w:rsidP="00895AD2">
      <w:r>
        <w:t>916.8896</w:t>
      </w:r>
      <w:r>
        <w:tab/>
        <w:t>1.013e0</w:t>
      </w:r>
    </w:p>
    <w:p w:rsidR="00895AD2" w:rsidRDefault="00895AD2" w:rsidP="00895AD2">
      <w:r>
        <w:t>917.1752</w:t>
      </w:r>
      <w:r>
        <w:tab/>
        <w:t>2.025e0</w:t>
      </w:r>
    </w:p>
    <w:p w:rsidR="00895AD2" w:rsidRDefault="00895AD2" w:rsidP="00895AD2">
      <w:r>
        <w:t>917.6505</w:t>
      </w:r>
      <w:r>
        <w:tab/>
        <w:t>1.013e0</w:t>
      </w:r>
    </w:p>
    <w:p w:rsidR="00895AD2" w:rsidRDefault="00895AD2" w:rsidP="00895AD2">
      <w:r>
        <w:t>917.8334</w:t>
      </w:r>
      <w:r>
        <w:tab/>
        <w:t>2.025e0</w:t>
      </w:r>
    </w:p>
    <w:p w:rsidR="00895AD2" w:rsidRDefault="00895AD2" w:rsidP="00895AD2">
      <w:r>
        <w:lastRenderedPageBreak/>
        <w:t>917.9072</w:t>
      </w:r>
      <w:r>
        <w:tab/>
        <w:t>2.025e0</w:t>
      </w:r>
    </w:p>
    <w:p w:rsidR="00895AD2" w:rsidRDefault="00895AD2" w:rsidP="00895AD2">
      <w:r>
        <w:t>918.0381</w:t>
      </w:r>
      <w:r>
        <w:tab/>
        <w:t>1.013e0</w:t>
      </w:r>
    </w:p>
    <w:p w:rsidR="00895AD2" w:rsidRDefault="00895AD2" w:rsidP="00895AD2">
      <w:r>
        <w:t>918.4964</w:t>
      </w:r>
      <w:r>
        <w:tab/>
        <w:t>1.013e0</w:t>
      </w:r>
    </w:p>
    <w:p w:rsidR="00895AD2" w:rsidRDefault="00895AD2" w:rsidP="00895AD2">
      <w:r>
        <w:t>918.7604</w:t>
      </w:r>
      <w:r>
        <w:tab/>
        <w:t>2.025e0</w:t>
      </w:r>
    </w:p>
    <w:p w:rsidR="00895AD2" w:rsidRDefault="00895AD2" w:rsidP="00895AD2">
      <w:r>
        <w:t>918.8657</w:t>
      </w:r>
      <w:r>
        <w:tab/>
        <w:t>1.013e0</w:t>
      </w:r>
    </w:p>
    <w:p w:rsidR="00895AD2" w:rsidRDefault="00895AD2" w:rsidP="00895AD2">
      <w:r>
        <w:t>918.9697</w:t>
      </w:r>
      <w:r>
        <w:tab/>
        <w:t>2.025e0</w:t>
      </w:r>
    </w:p>
    <w:p w:rsidR="00895AD2" w:rsidRDefault="00895AD2" w:rsidP="00895AD2">
      <w:r>
        <w:t>919.4245</w:t>
      </w:r>
      <w:r>
        <w:tab/>
        <w:t>1.013e0</w:t>
      </w:r>
    </w:p>
    <w:p w:rsidR="00895AD2" w:rsidRDefault="00895AD2" w:rsidP="00895AD2">
      <w:r>
        <w:t>919.6625</w:t>
      </w:r>
      <w:r>
        <w:tab/>
        <w:t>1.013e0</w:t>
      </w:r>
    </w:p>
    <w:p w:rsidR="00895AD2" w:rsidRDefault="00895AD2" w:rsidP="00895AD2">
      <w:r>
        <w:t>919.7281</w:t>
      </w:r>
      <w:r>
        <w:tab/>
        <w:t>1.013e0</w:t>
      </w:r>
    </w:p>
    <w:p w:rsidR="00895AD2" w:rsidRDefault="00895AD2" w:rsidP="00895AD2">
      <w:r>
        <w:t>919.9438</w:t>
      </w:r>
      <w:r>
        <w:tab/>
        <w:t>1.013e0</w:t>
      </w:r>
    </w:p>
    <w:p w:rsidR="00895AD2" w:rsidRDefault="00895AD2" w:rsidP="00895AD2">
      <w:r>
        <w:t>920.6375</w:t>
      </w:r>
      <w:r>
        <w:tab/>
        <w:t>1.013e0</w:t>
      </w:r>
    </w:p>
    <w:p w:rsidR="00895AD2" w:rsidRDefault="00895AD2" w:rsidP="00895AD2">
      <w:r>
        <w:t>920.8101</w:t>
      </w:r>
      <w:r>
        <w:tab/>
        <w:t>1.013e0</w:t>
      </w:r>
    </w:p>
    <w:p w:rsidR="00895AD2" w:rsidRDefault="00895AD2" w:rsidP="00895AD2">
      <w:r>
        <w:t>920.9151</w:t>
      </w:r>
      <w:r>
        <w:tab/>
        <w:t>1.013e0</w:t>
      </w:r>
    </w:p>
    <w:p w:rsidR="00895AD2" w:rsidRDefault="00895AD2" w:rsidP="00895AD2">
      <w:r>
        <w:t>921.1928</w:t>
      </w:r>
      <w:r>
        <w:tab/>
        <w:t>1.013e0</w:t>
      </w:r>
    </w:p>
    <w:p w:rsidR="00895AD2" w:rsidRDefault="00895AD2" w:rsidP="00895AD2">
      <w:r>
        <w:t>921.3008</w:t>
      </w:r>
      <w:r>
        <w:tab/>
        <w:t>1.013e0</w:t>
      </w:r>
    </w:p>
    <w:p w:rsidR="00895AD2" w:rsidRDefault="00895AD2" w:rsidP="00895AD2">
      <w:r>
        <w:t>921.4551</w:t>
      </w:r>
      <w:r>
        <w:tab/>
        <w:t>2.025e0</w:t>
      </w:r>
    </w:p>
    <w:p w:rsidR="00895AD2" w:rsidRDefault="00895AD2" w:rsidP="00895AD2">
      <w:r>
        <w:t>921.6558</w:t>
      </w:r>
      <w:r>
        <w:tab/>
        <w:t>1.013e0</w:t>
      </w:r>
    </w:p>
    <w:p w:rsidR="00895AD2" w:rsidRDefault="00895AD2" w:rsidP="00895AD2">
      <w:r>
        <w:t>921.7793</w:t>
      </w:r>
      <w:r>
        <w:tab/>
        <w:t>1.013e0</w:t>
      </w:r>
    </w:p>
    <w:p w:rsidR="00895AD2" w:rsidRDefault="00895AD2" w:rsidP="00895AD2">
      <w:r>
        <w:t>921.8750</w:t>
      </w:r>
      <w:r>
        <w:tab/>
        <w:t>1.013e0</w:t>
      </w:r>
    </w:p>
    <w:p w:rsidR="00895AD2" w:rsidRDefault="00895AD2" w:rsidP="00895AD2">
      <w:r>
        <w:lastRenderedPageBreak/>
        <w:t>921.9866</w:t>
      </w:r>
      <w:r>
        <w:tab/>
        <w:t>2.025e0</w:t>
      </w:r>
    </w:p>
    <w:p w:rsidR="00895AD2" w:rsidRDefault="00895AD2" w:rsidP="00895AD2">
      <w:r>
        <w:t>922.6133</w:t>
      </w:r>
      <w:r>
        <w:tab/>
        <w:t>1.013e0</w:t>
      </w:r>
    </w:p>
    <w:p w:rsidR="00895AD2" w:rsidRDefault="00895AD2" w:rsidP="00895AD2">
      <w:r>
        <w:t>922.7317</w:t>
      </w:r>
      <w:r>
        <w:tab/>
        <w:t>2.025e0</w:t>
      </w:r>
    </w:p>
    <w:p w:rsidR="00895AD2" w:rsidRDefault="00895AD2" w:rsidP="00895AD2">
      <w:r>
        <w:t>923.2007</w:t>
      </w:r>
      <w:r>
        <w:tab/>
        <w:t>1.013e0</w:t>
      </w:r>
    </w:p>
    <w:p w:rsidR="00895AD2" w:rsidRDefault="00895AD2" w:rsidP="00895AD2">
      <w:r>
        <w:t>923.4172</w:t>
      </w:r>
      <w:r>
        <w:tab/>
        <w:t>1.013e0</w:t>
      </w:r>
    </w:p>
    <w:p w:rsidR="00895AD2" w:rsidRDefault="00895AD2" w:rsidP="00895AD2">
      <w:r>
        <w:t>923.8520</w:t>
      </w:r>
      <w:r>
        <w:tab/>
        <w:t>2.025e0</w:t>
      </w:r>
    </w:p>
    <w:p w:rsidR="00895AD2" w:rsidRDefault="00895AD2" w:rsidP="00895AD2">
      <w:r>
        <w:t>924.0731</w:t>
      </w:r>
      <w:r>
        <w:tab/>
        <w:t>1.013e0</w:t>
      </w:r>
    </w:p>
    <w:p w:rsidR="00895AD2" w:rsidRDefault="00895AD2" w:rsidP="00895AD2">
      <w:r>
        <w:t>924.2762</w:t>
      </w:r>
      <w:r>
        <w:tab/>
        <w:t>1.013e0</w:t>
      </w:r>
    </w:p>
    <w:p w:rsidR="00895AD2" w:rsidRDefault="00895AD2" w:rsidP="00895AD2">
      <w:r>
        <w:t>924.3456</w:t>
      </w:r>
      <w:r>
        <w:tab/>
        <w:t>1.013e0</w:t>
      </w:r>
    </w:p>
    <w:p w:rsidR="00895AD2" w:rsidRDefault="00895AD2" w:rsidP="00895AD2">
      <w:r>
        <w:t>924.6398</w:t>
      </w:r>
      <w:r>
        <w:tab/>
        <w:t>1.013e0</w:t>
      </w:r>
    </w:p>
    <w:p w:rsidR="00895AD2" w:rsidRDefault="00895AD2" w:rsidP="00895AD2">
      <w:r>
        <w:t>924.7482</w:t>
      </w:r>
      <w:r>
        <w:tab/>
        <w:t>1.013e0</w:t>
      </w:r>
    </w:p>
    <w:p w:rsidR="00895AD2" w:rsidRDefault="00895AD2" w:rsidP="00895AD2">
      <w:r>
        <w:t>924.9506</w:t>
      </w:r>
      <w:r>
        <w:tab/>
        <w:t>1.013e0</w:t>
      </w:r>
    </w:p>
    <w:p w:rsidR="00895AD2" w:rsidRDefault="00895AD2" w:rsidP="00895AD2">
      <w:r>
        <w:t>925.1354</w:t>
      </w:r>
      <w:r>
        <w:tab/>
        <w:t>2.025e0</w:t>
      </w:r>
    </w:p>
    <w:p w:rsidR="00895AD2" w:rsidRDefault="00895AD2" w:rsidP="00895AD2">
      <w:r>
        <w:t>925.4918</w:t>
      </w:r>
      <w:r>
        <w:tab/>
        <w:t>1.013e0</w:t>
      </w:r>
    </w:p>
    <w:p w:rsidR="00895AD2" w:rsidRDefault="00895AD2" w:rsidP="00895AD2">
      <w:r>
        <w:t>925.7111</w:t>
      </w:r>
      <w:r>
        <w:tab/>
        <w:t>2.025e0</w:t>
      </w:r>
    </w:p>
    <w:p w:rsidR="00895AD2" w:rsidRDefault="00895AD2" w:rsidP="00895AD2">
      <w:r>
        <w:t>925.8801</w:t>
      </w:r>
      <w:r>
        <w:tab/>
        <w:t>1.013e0</w:t>
      </w:r>
    </w:p>
    <w:p w:rsidR="00895AD2" w:rsidRDefault="00895AD2" w:rsidP="00895AD2">
      <w:r>
        <w:t>926.1119</w:t>
      </w:r>
      <w:r>
        <w:tab/>
        <w:t>1.013e0</w:t>
      </w:r>
    </w:p>
    <w:p w:rsidR="00895AD2" w:rsidRDefault="00895AD2" w:rsidP="00895AD2">
      <w:r>
        <w:t>926.4144</w:t>
      </w:r>
      <w:r>
        <w:tab/>
        <w:t>2.025e0</w:t>
      </w:r>
    </w:p>
    <w:p w:rsidR="00895AD2" w:rsidRDefault="00895AD2" w:rsidP="00895AD2">
      <w:r>
        <w:t>926.5106</w:t>
      </w:r>
      <w:r>
        <w:tab/>
        <w:t>2.207e0</w:t>
      </w:r>
    </w:p>
    <w:p w:rsidR="00895AD2" w:rsidRDefault="00895AD2" w:rsidP="00895AD2">
      <w:r>
        <w:lastRenderedPageBreak/>
        <w:t>926.7014</w:t>
      </w:r>
      <w:r>
        <w:tab/>
        <w:t>2.025e0</w:t>
      </w:r>
    </w:p>
    <w:p w:rsidR="00895AD2" w:rsidRDefault="00895AD2" w:rsidP="00895AD2">
      <w:r>
        <w:t>926.7866</w:t>
      </w:r>
      <w:r>
        <w:tab/>
        <w:t>2.025e0</w:t>
      </w:r>
    </w:p>
    <w:p w:rsidR="00895AD2" w:rsidRDefault="00895AD2" w:rsidP="00895AD2">
      <w:r>
        <w:t>927.1671</w:t>
      </w:r>
      <w:r>
        <w:tab/>
        <w:t>1.013e0</w:t>
      </w:r>
    </w:p>
    <w:p w:rsidR="00895AD2" w:rsidRDefault="00895AD2" w:rsidP="00895AD2">
      <w:r>
        <w:t>927.2485</w:t>
      </w:r>
      <w:r>
        <w:tab/>
        <w:t>2.025e0</w:t>
      </w:r>
    </w:p>
    <w:p w:rsidR="00895AD2" w:rsidRDefault="00895AD2" w:rsidP="00895AD2">
      <w:r>
        <w:t>927.4366</w:t>
      </w:r>
      <w:r>
        <w:tab/>
        <w:t>1.013e0</w:t>
      </w:r>
    </w:p>
    <w:p w:rsidR="00895AD2" w:rsidRDefault="00895AD2" w:rsidP="00895AD2">
      <w:r>
        <w:t>927.8600</w:t>
      </w:r>
      <w:r>
        <w:tab/>
        <w:t>3.038e0</w:t>
      </w:r>
    </w:p>
    <w:p w:rsidR="00895AD2" w:rsidRDefault="00895AD2" w:rsidP="00895AD2">
      <w:r>
        <w:t>928.2836</w:t>
      </w:r>
      <w:r>
        <w:tab/>
        <w:t>1.013e0</w:t>
      </w:r>
    </w:p>
    <w:p w:rsidR="00895AD2" w:rsidRDefault="00895AD2" w:rsidP="00895AD2">
      <w:r>
        <w:t>928.6054</w:t>
      </w:r>
      <w:r>
        <w:tab/>
        <w:t>2.025e0</w:t>
      </w:r>
    </w:p>
    <w:p w:rsidR="00895AD2" w:rsidRDefault="00895AD2" w:rsidP="00895AD2">
      <w:r>
        <w:t>928.7520</w:t>
      </w:r>
      <w:r>
        <w:tab/>
        <w:t>2.025e0</w:t>
      </w:r>
    </w:p>
    <w:p w:rsidR="00895AD2" w:rsidRDefault="00895AD2" w:rsidP="00895AD2">
      <w:r>
        <w:t>929.0612</w:t>
      </w:r>
      <w:r>
        <w:tab/>
        <w:t>1.013e0</w:t>
      </w:r>
    </w:p>
    <w:p w:rsidR="00895AD2" w:rsidRDefault="00895AD2" w:rsidP="00895AD2">
      <w:r>
        <w:t>929.2964</w:t>
      </w:r>
      <w:r>
        <w:tab/>
        <w:t>1.013e0</w:t>
      </w:r>
    </w:p>
    <w:p w:rsidR="00895AD2" w:rsidRDefault="00895AD2" w:rsidP="00895AD2">
      <w:r>
        <w:t>929.5922</w:t>
      </w:r>
      <w:r>
        <w:tab/>
        <w:t>2.025e0</w:t>
      </w:r>
    </w:p>
    <w:p w:rsidR="00895AD2" w:rsidRDefault="00895AD2" w:rsidP="00895AD2">
      <w:r>
        <w:t>929.9034</w:t>
      </w:r>
      <w:r>
        <w:tab/>
        <w:t>1.013e0</w:t>
      </w:r>
    </w:p>
    <w:p w:rsidR="00895AD2" w:rsidRDefault="00895AD2" w:rsidP="00895AD2">
      <w:r>
        <w:t>930.2280</w:t>
      </w:r>
      <w:r>
        <w:tab/>
        <w:t>2.025e0</w:t>
      </w:r>
    </w:p>
    <w:p w:rsidR="00895AD2" w:rsidRDefault="00895AD2" w:rsidP="00895AD2">
      <w:r>
        <w:t>930.4302</w:t>
      </w:r>
      <w:r>
        <w:tab/>
        <w:t>2.025e0</w:t>
      </w:r>
    </w:p>
    <w:p w:rsidR="00895AD2" w:rsidRDefault="00895AD2" w:rsidP="00895AD2">
      <w:r>
        <w:t>930.5378</w:t>
      </w:r>
      <w:r>
        <w:tab/>
        <w:t>2.025e0</w:t>
      </w:r>
    </w:p>
    <w:p w:rsidR="00895AD2" w:rsidRDefault="00895AD2" w:rsidP="00895AD2">
      <w:r>
        <w:t>930.8184</w:t>
      </w:r>
      <w:r>
        <w:tab/>
        <w:t>1.013e0</w:t>
      </w:r>
    </w:p>
    <w:p w:rsidR="00895AD2" w:rsidRDefault="00895AD2" w:rsidP="00895AD2">
      <w:r>
        <w:t>930.9003</w:t>
      </w:r>
      <w:r>
        <w:tab/>
        <w:t>1.013e0</w:t>
      </w:r>
    </w:p>
    <w:p w:rsidR="00895AD2" w:rsidRDefault="00895AD2" w:rsidP="00895AD2">
      <w:r>
        <w:t>931.0718</w:t>
      </w:r>
      <w:r>
        <w:tab/>
        <w:t>2.025e0</w:t>
      </w:r>
    </w:p>
    <w:p w:rsidR="00895AD2" w:rsidRDefault="00895AD2" w:rsidP="00895AD2">
      <w:r>
        <w:lastRenderedPageBreak/>
        <w:t>931.2900</w:t>
      </w:r>
      <w:r>
        <w:tab/>
        <w:t>1.013e0</w:t>
      </w:r>
    </w:p>
    <w:p w:rsidR="00895AD2" w:rsidRDefault="00895AD2" w:rsidP="00895AD2">
      <w:r>
        <w:t>931.3925</w:t>
      </w:r>
      <w:r>
        <w:tab/>
        <w:t>1.013e0</w:t>
      </w:r>
    </w:p>
    <w:p w:rsidR="00895AD2" w:rsidRDefault="00895AD2" w:rsidP="00895AD2">
      <w:r>
        <w:t>931.5453</w:t>
      </w:r>
      <w:r>
        <w:tab/>
        <w:t>3.038e0</w:t>
      </w:r>
    </w:p>
    <w:p w:rsidR="00895AD2" w:rsidRDefault="00895AD2" w:rsidP="00895AD2">
      <w:r>
        <w:t>931.7604</w:t>
      </w:r>
      <w:r>
        <w:tab/>
        <w:t>3.038e0</w:t>
      </w:r>
    </w:p>
    <w:p w:rsidR="00895AD2" w:rsidRDefault="00895AD2" w:rsidP="00895AD2">
      <w:r>
        <w:t>932.0533</w:t>
      </w:r>
      <w:r>
        <w:tab/>
        <w:t>1.013e0</w:t>
      </w:r>
    </w:p>
    <w:p w:rsidR="00895AD2" w:rsidRDefault="00895AD2" w:rsidP="00895AD2">
      <w:r>
        <w:t>932.2562</w:t>
      </w:r>
      <w:r>
        <w:tab/>
        <w:t>1.013e0</w:t>
      </w:r>
    </w:p>
    <w:p w:rsidR="00895AD2" w:rsidRDefault="00895AD2" w:rsidP="00895AD2">
      <w:r>
        <w:t>932.5225</w:t>
      </w:r>
      <w:r>
        <w:tab/>
        <w:t>1.013e0</w:t>
      </w:r>
    </w:p>
    <w:p w:rsidR="00895AD2" w:rsidRDefault="00895AD2" w:rsidP="00895AD2">
      <w:r>
        <w:t>932.7880</w:t>
      </w:r>
      <w:r>
        <w:tab/>
        <w:t>1.013e0</w:t>
      </w:r>
    </w:p>
    <w:p w:rsidR="00895AD2" w:rsidRDefault="00895AD2" w:rsidP="00895AD2">
      <w:r>
        <w:t>932.9037</w:t>
      </w:r>
      <w:r>
        <w:tab/>
        <w:t>3.038e0</w:t>
      </w:r>
    </w:p>
    <w:p w:rsidR="00895AD2" w:rsidRDefault="00895AD2" w:rsidP="00895AD2">
      <w:r>
        <w:t>933.5065</w:t>
      </w:r>
      <w:r>
        <w:tab/>
        <w:t>2.025e0</w:t>
      </w:r>
    </w:p>
    <w:p w:rsidR="00895AD2" w:rsidRDefault="00895AD2" w:rsidP="00895AD2">
      <w:r>
        <w:t>933.8426</w:t>
      </w:r>
      <w:r>
        <w:tab/>
        <w:t>2.025e0</w:t>
      </w:r>
    </w:p>
    <w:p w:rsidR="00895AD2" w:rsidRDefault="00895AD2" w:rsidP="00895AD2">
      <w:r>
        <w:t>933.9942</w:t>
      </w:r>
      <w:r>
        <w:tab/>
        <w:t>2.025e0</w:t>
      </w:r>
    </w:p>
    <w:p w:rsidR="00895AD2" w:rsidRDefault="00895AD2" w:rsidP="00895AD2">
      <w:r>
        <w:t>934.0849</w:t>
      </w:r>
      <w:r>
        <w:tab/>
        <w:t>1.013e0</w:t>
      </w:r>
    </w:p>
    <w:p w:rsidR="00895AD2" w:rsidRDefault="00895AD2" w:rsidP="00895AD2">
      <w:r>
        <w:t>934.4446</w:t>
      </w:r>
      <w:r>
        <w:tab/>
        <w:t>1.013e0</w:t>
      </w:r>
    </w:p>
    <w:p w:rsidR="00895AD2" w:rsidRDefault="00895AD2" w:rsidP="00895AD2">
      <w:r>
        <w:t>934.6011</w:t>
      </w:r>
      <w:r>
        <w:tab/>
        <w:t>1.013e0</w:t>
      </w:r>
    </w:p>
    <w:p w:rsidR="00895AD2" w:rsidRDefault="00895AD2" w:rsidP="00895AD2">
      <w:r>
        <w:t>934.7061</w:t>
      </w:r>
      <w:r>
        <w:tab/>
        <w:t>1.013e0</w:t>
      </w:r>
    </w:p>
    <w:p w:rsidR="00895AD2" w:rsidRDefault="00895AD2" w:rsidP="00895AD2">
      <w:r>
        <w:t>934.9609</w:t>
      </w:r>
      <w:r>
        <w:tab/>
        <w:t>1.013e0</w:t>
      </w:r>
    </w:p>
    <w:p w:rsidR="00895AD2" w:rsidRDefault="00895AD2" w:rsidP="00895AD2">
      <w:r>
        <w:t>935.1174</w:t>
      </w:r>
      <w:r>
        <w:tab/>
        <w:t>1.013e0</w:t>
      </w:r>
    </w:p>
    <w:p w:rsidR="00895AD2" w:rsidRDefault="00895AD2" w:rsidP="00895AD2">
      <w:r>
        <w:t>935.4697</w:t>
      </w:r>
      <w:r>
        <w:tab/>
        <w:t>2.025e0</w:t>
      </w:r>
    </w:p>
    <w:p w:rsidR="00895AD2" w:rsidRDefault="00895AD2" w:rsidP="00895AD2">
      <w:r>
        <w:lastRenderedPageBreak/>
        <w:t>935.7908</w:t>
      </w:r>
      <w:r>
        <w:tab/>
        <w:t>1.013e0</w:t>
      </w:r>
    </w:p>
    <w:p w:rsidR="00895AD2" w:rsidRDefault="00895AD2" w:rsidP="00895AD2">
      <w:r>
        <w:t>936.4802</w:t>
      </w:r>
      <w:r>
        <w:tab/>
        <w:t>1.013e0</w:t>
      </w:r>
    </w:p>
    <w:p w:rsidR="00895AD2" w:rsidRDefault="00895AD2" w:rsidP="00895AD2">
      <w:r>
        <w:t>936.6056</w:t>
      </w:r>
      <w:r>
        <w:tab/>
        <w:t>1.013e0</w:t>
      </w:r>
    </w:p>
    <w:p w:rsidR="00895AD2" w:rsidRDefault="00895AD2" w:rsidP="00895AD2">
      <w:r>
        <w:t>936.8532</w:t>
      </w:r>
      <w:r>
        <w:tab/>
        <w:t>1.013e0</w:t>
      </w:r>
    </w:p>
    <w:p w:rsidR="00895AD2" w:rsidRDefault="00895AD2" w:rsidP="00895AD2">
      <w:r>
        <w:t>937.0289</w:t>
      </w:r>
      <w:r>
        <w:tab/>
        <w:t>1.013e0</w:t>
      </w:r>
    </w:p>
    <w:p w:rsidR="00895AD2" w:rsidRDefault="00895AD2" w:rsidP="00895AD2">
      <w:r>
        <w:t>937.2755</w:t>
      </w:r>
      <w:r>
        <w:tab/>
        <w:t>1.013e0</w:t>
      </w:r>
    </w:p>
    <w:p w:rsidR="00895AD2" w:rsidRDefault="00895AD2" w:rsidP="00895AD2">
      <w:r>
        <w:t>938.4729</w:t>
      </w:r>
      <w:r>
        <w:tab/>
        <w:t>1.013e0</w:t>
      </w:r>
    </w:p>
    <w:p w:rsidR="00895AD2" w:rsidRDefault="00895AD2" w:rsidP="00895AD2">
      <w:r>
        <w:t>938.9520</w:t>
      </w:r>
      <w:r>
        <w:tab/>
        <w:t>2.025e0</w:t>
      </w:r>
    </w:p>
    <w:p w:rsidR="00895AD2" w:rsidRDefault="00895AD2" w:rsidP="00895AD2">
      <w:r>
        <w:t>939.6201</w:t>
      </w:r>
      <w:r>
        <w:tab/>
        <w:t>1.013e0</w:t>
      </w:r>
    </w:p>
    <w:p w:rsidR="00895AD2" w:rsidRDefault="00895AD2" w:rsidP="00895AD2">
      <w:r>
        <w:t>939.9722</w:t>
      </w:r>
      <w:r>
        <w:tab/>
        <w:t>2.025e0</w:t>
      </w:r>
    </w:p>
    <w:p w:rsidR="00895AD2" w:rsidRDefault="00895AD2" w:rsidP="00895AD2">
      <w:r>
        <w:t>940.0448</w:t>
      </w:r>
      <w:r>
        <w:tab/>
        <w:t>1.013e0</w:t>
      </w:r>
    </w:p>
    <w:p w:rsidR="00895AD2" w:rsidRDefault="00895AD2" w:rsidP="00895AD2">
      <w:r>
        <w:t>940.1707</w:t>
      </w:r>
      <w:r>
        <w:tab/>
        <w:t>1.013e0</w:t>
      </w:r>
    </w:p>
    <w:p w:rsidR="00895AD2" w:rsidRDefault="00895AD2" w:rsidP="00895AD2">
      <w:r>
        <w:t>940.2493</w:t>
      </w:r>
      <w:r>
        <w:tab/>
        <w:t>1.013e0</w:t>
      </w:r>
    </w:p>
    <w:p w:rsidR="00895AD2" w:rsidRDefault="00895AD2" w:rsidP="00895AD2">
      <w:r>
        <w:t>940.8109</w:t>
      </w:r>
      <w:r>
        <w:tab/>
        <w:t>2.025e0</w:t>
      </w:r>
    </w:p>
    <w:p w:rsidR="00895AD2" w:rsidRDefault="00895AD2" w:rsidP="00895AD2">
      <w:r>
        <w:t>941.1072</w:t>
      </w:r>
      <w:r>
        <w:tab/>
        <w:t>2.025e0</w:t>
      </w:r>
    </w:p>
    <w:p w:rsidR="00895AD2" w:rsidRDefault="00895AD2" w:rsidP="00895AD2">
      <w:r>
        <w:t>941.1945</w:t>
      </w:r>
      <w:r>
        <w:tab/>
        <w:t>1.013e0</w:t>
      </w:r>
    </w:p>
    <w:p w:rsidR="00895AD2" w:rsidRDefault="00895AD2" w:rsidP="00895AD2">
      <w:r>
        <w:t>941.4144</w:t>
      </w:r>
      <w:r>
        <w:tab/>
        <w:t>1.013e0</w:t>
      </w:r>
    </w:p>
    <w:p w:rsidR="00895AD2" w:rsidRDefault="00895AD2" w:rsidP="00895AD2">
      <w:r>
        <w:t>941.6349</w:t>
      </w:r>
      <w:r>
        <w:tab/>
        <w:t>1.013e0</w:t>
      </w:r>
    </w:p>
    <w:p w:rsidR="00895AD2" w:rsidRDefault="00895AD2" w:rsidP="00895AD2">
      <w:r>
        <w:t>941.8067</w:t>
      </w:r>
      <w:r>
        <w:tab/>
        <w:t>1.013e0</w:t>
      </w:r>
    </w:p>
    <w:p w:rsidR="00895AD2" w:rsidRDefault="00895AD2" w:rsidP="00895AD2">
      <w:r>
        <w:lastRenderedPageBreak/>
        <w:t>941.8871</w:t>
      </w:r>
      <w:r>
        <w:tab/>
        <w:t>1.013e0</w:t>
      </w:r>
    </w:p>
    <w:p w:rsidR="00895AD2" w:rsidRDefault="00895AD2" w:rsidP="00895AD2">
      <w:r>
        <w:t>941.9742</w:t>
      </w:r>
      <w:r>
        <w:tab/>
        <w:t>1.013e0</w:t>
      </w:r>
    </w:p>
    <w:p w:rsidR="00895AD2" w:rsidRDefault="00895AD2" w:rsidP="00895AD2">
      <w:r>
        <w:t>942.1937</w:t>
      </w:r>
      <w:r>
        <w:tab/>
        <w:t>1.013e0</w:t>
      </w:r>
    </w:p>
    <w:p w:rsidR="00895AD2" w:rsidRDefault="00895AD2" w:rsidP="00895AD2">
      <w:r>
        <w:t>942.4073</w:t>
      </w:r>
      <w:r>
        <w:tab/>
        <w:t>1.013e0</w:t>
      </w:r>
    </w:p>
    <w:p w:rsidR="00895AD2" w:rsidRDefault="00895AD2" w:rsidP="00895AD2">
      <w:r>
        <w:t>942.7859</w:t>
      </w:r>
      <w:r>
        <w:tab/>
        <w:t>1.013e0</w:t>
      </w:r>
    </w:p>
    <w:p w:rsidR="00895AD2" w:rsidRDefault="00895AD2" w:rsidP="00895AD2">
      <w:r>
        <w:t>943.0469</w:t>
      </w:r>
      <w:r>
        <w:tab/>
        <w:t>3.038e0</w:t>
      </w:r>
    </w:p>
    <w:p w:rsidR="00895AD2" w:rsidRDefault="00895AD2" w:rsidP="00895AD2">
      <w:r>
        <w:t>943.6705</w:t>
      </w:r>
      <w:r>
        <w:tab/>
        <w:t>6.076e0</w:t>
      </w:r>
    </w:p>
    <w:p w:rsidR="00895AD2" w:rsidRDefault="00895AD2" w:rsidP="00895AD2">
      <w:r>
        <w:t>943.9646</w:t>
      </w:r>
      <w:r>
        <w:tab/>
        <w:t>2.025e0</w:t>
      </w:r>
    </w:p>
    <w:p w:rsidR="00895AD2" w:rsidRDefault="00895AD2" w:rsidP="00895AD2">
      <w:r>
        <w:t>944.2383</w:t>
      </w:r>
      <w:r>
        <w:tab/>
        <w:t>1.013e0</w:t>
      </w:r>
    </w:p>
    <w:p w:rsidR="00895AD2" w:rsidRDefault="00895AD2" w:rsidP="00895AD2">
      <w:r>
        <w:t>944.3331</w:t>
      </w:r>
      <w:r>
        <w:tab/>
        <w:t>1.013e0</w:t>
      </w:r>
    </w:p>
    <w:p w:rsidR="00895AD2" w:rsidRDefault="00895AD2" w:rsidP="00895AD2">
      <w:r>
        <w:t>944.4697</w:t>
      </w:r>
      <w:r>
        <w:tab/>
        <w:t>3.038e0</w:t>
      </w:r>
    </w:p>
    <w:p w:rsidR="00895AD2" w:rsidRDefault="00895AD2" w:rsidP="00895AD2">
      <w:r>
        <w:t>944.7598</w:t>
      </w:r>
      <w:r>
        <w:tab/>
        <w:t>2.025e0</w:t>
      </w:r>
    </w:p>
    <w:p w:rsidR="00895AD2" w:rsidRDefault="00895AD2" w:rsidP="00895AD2">
      <w:r>
        <w:t>945.6094</w:t>
      </w:r>
      <w:r>
        <w:tab/>
        <w:t>1.013e0</w:t>
      </w:r>
    </w:p>
    <w:p w:rsidR="00895AD2" w:rsidRDefault="00895AD2" w:rsidP="00895AD2">
      <w:r>
        <w:t>945.8267</w:t>
      </w:r>
      <w:r>
        <w:tab/>
        <w:t>2.025e0</w:t>
      </w:r>
    </w:p>
    <w:p w:rsidR="00895AD2" w:rsidRDefault="00895AD2" w:rsidP="00895AD2">
      <w:r>
        <w:t>945.9777</w:t>
      </w:r>
      <w:r>
        <w:tab/>
        <w:t>1.013e0</w:t>
      </w:r>
    </w:p>
    <w:p w:rsidR="00895AD2" w:rsidRDefault="00895AD2" w:rsidP="00895AD2">
      <w:r>
        <w:t>946.7487</w:t>
      </w:r>
      <w:r>
        <w:tab/>
        <w:t>2.025e0</w:t>
      </w:r>
    </w:p>
    <w:p w:rsidR="00895AD2" w:rsidRDefault="00895AD2" w:rsidP="00895AD2">
      <w:r>
        <w:t>946.9760</w:t>
      </w:r>
      <w:r>
        <w:tab/>
        <w:t>1.013e0</w:t>
      </w:r>
    </w:p>
    <w:p w:rsidR="00895AD2" w:rsidRDefault="00895AD2" w:rsidP="00895AD2">
      <w:r>
        <w:t>947.1813</w:t>
      </w:r>
      <w:r>
        <w:tab/>
        <w:t>1.013e0</w:t>
      </w:r>
    </w:p>
    <w:p w:rsidR="00895AD2" w:rsidRDefault="00895AD2" w:rsidP="00895AD2">
      <w:r>
        <w:t>947.2471</w:t>
      </w:r>
      <w:r>
        <w:tab/>
        <w:t>1.013e0</w:t>
      </w:r>
    </w:p>
    <w:p w:rsidR="00895AD2" w:rsidRDefault="00895AD2" w:rsidP="00895AD2">
      <w:r>
        <w:lastRenderedPageBreak/>
        <w:t>947.7994</w:t>
      </w:r>
      <w:r>
        <w:tab/>
        <w:t>1.013e0</w:t>
      </w:r>
    </w:p>
    <w:p w:rsidR="00895AD2" w:rsidRDefault="00895AD2" w:rsidP="00895AD2">
      <w:r>
        <w:t>948.0611</w:t>
      </w:r>
      <w:r>
        <w:tab/>
        <w:t>2.025e0</w:t>
      </w:r>
    </w:p>
    <w:p w:rsidR="00895AD2" w:rsidRDefault="00895AD2" w:rsidP="00895AD2">
      <w:r>
        <w:t>948.1642</w:t>
      </w:r>
      <w:r>
        <w:tab/>
        <w:t>1.013e0</w:t>
      </w:r>
    </w:p>
    <w:p w:rsidR="00895AD2" w:rsidRDefault="00895AD2" w:rsidP="00895AD2">
      <w:r>
        <w:t>948.7037</w:t>
      </w:r>
      <w:r>
        <w:tab/>
        <w:t>1.013e0</w:t>
      </w:r>
    </w:p>
    <w:p w:rsidR="00895AD2" w:rsidRDefault="00895AD2" w:rsidP="00895AD2">
      <w:r>
        <w:t>949.0389</w:t>
      </w:r>
      <w:r>
        <w:tab/>
        <w:t>1.013e0</w:t>
      </w:r>
    </w:p>
    <w:p w:rsidR="00895AD2" w:rsidRDefault="00895AD2" w:rsidP="00895AD2">
      <w:r>
        <w:t>949.1799</w:t>
      </w:r>
      <w:r>
        <w:tab/>
        <w:t>1.013e0</w:t>
      </w:r>
    </w:p>
    <w:p w:rsidR="00895AD2" w:rsidRPr="00044EB7" w:rsidRDefault="00895AD2" w:rsidP="00895AD2">
      <w:r>
        <w:t>949.3069</w:t>
      </w:r>
      <w:r>
        <w:tab/>
        <w:t>2.025e0</w:t>
      </w:r>
    </w:p>
    <w:sectPr w:rsidR="00895AD2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1EC"/>
    <w:rsid w:val="00044EB7"/>
    <w:rsid w:val="004C2A0A"/>
    <w:rsid w:val="00595483"/>
    <w:rsid w:val="00595E63"/>
    <w:rsid w:val="007811EC"/>
    <w:rsid w:val="00895AD2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81</TotalTime>
  <Pages>361</Pages>
  <Words>17441</Words>
  <Characters>99418</Characters>
  <Application>Microsoft Office Word</Application>
  <DocSecurity>0</DocSecurity>
  <Lines>828</Lines>
  <Paragraphs>233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116626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2022-05-19T09:39:00Z</dcterms:created>
  <dcterms:modified xsi:type="dcterms:W3CDTF">2022-05-19T11:04:00Z</dcterms:modified>
</cp:coreProperties>
</file>